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4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Choice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258" w:right="6842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subdisciplines: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5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sculpture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poetry.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drama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visua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music.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707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drawing.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61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literature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painting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composing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dancing.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74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1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118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576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6" w:right="67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arts?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793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materials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715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arrangemen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spatia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elements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63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expressio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history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anythin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hand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749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1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118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581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children’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brain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by: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763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activatin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spatia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memory.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enrichin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stimulatin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senses.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861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74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15" w:right="56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114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581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640" w:bottom="280" w:left="620" w:right="86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summarize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Piaget’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belief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innat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40" w:right="110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construc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experiences.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watchin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peopl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do.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29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summarize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Vygotsky’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belief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learn?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340" w:right="499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abstrac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though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dramati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play.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personally.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340" w:right="417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peers.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29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Gardner’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intelligenc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theory?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Everyon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intelligence.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40" w:right="250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biologica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psychologica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potential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being.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learning—linguisti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mathematical.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29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86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exemplar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Children’s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Arts?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56" w:lineRule="auto"/>
        <w:ind w:left="565" w:right="44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ample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materials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565" w:right="84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carefull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guided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There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space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565" w:right="53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carefull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guided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step-by-step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ample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materials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565" w:right="63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participants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materials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taught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2935" w:right="560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Evaluat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guideline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exemplar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2935" w:right="5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Observing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documenting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families.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Reggi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Emili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of: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340" w:right="59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integratin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themati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subjects.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340" w:right="554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incorporatin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emergen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Projec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Approach.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2935" w:right="560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Evaluat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guideline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exemplar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dispositio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Chard?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logically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artisti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skills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40" w:right="769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process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2935" w:right="560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Evaluat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guideline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exemplar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84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Gardner’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intelligences?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925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artistic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creative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0" w:right="883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intrapersonal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evaluative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ethnic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by: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best.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446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introducin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cultures.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helpin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fun.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94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builds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cohesivenes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classroo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community.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107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Promotin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Buildin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relationships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emotionall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by: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elements.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570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givin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opportunitie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other.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feelings.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manipulat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hands.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56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by: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361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successfull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273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themselve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feeling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openly.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technique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form.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creativity.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749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56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114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76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apprenticeshi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arts?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380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displayin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finishe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like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159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artwork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artisti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vision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decision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piec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clay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254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watc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yo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participat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49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118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626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624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dispositions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skills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feelings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35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physica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brai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techniques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subjects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emotiona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861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above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49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118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626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40" w:bottom="280" w:left="700" w:right="8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Englis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(ELLs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integrate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classroo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they: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Englis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speakers.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494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self-confidenc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communicate.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don’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much.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watch.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94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builds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cohesivenes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classroo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community.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035" w:right="56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107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Promotin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relationshi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healin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that: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500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relievin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stress.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excep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visua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disease.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littl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one’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health.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relievin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stress.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3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multicultura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that: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486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Englis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spatia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concepts.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graphi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symbols.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0" w:right="469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Englis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understand.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encourag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dominan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creative.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94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builds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cohesivenes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classroo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community.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107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Promotin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60"/>
        </w:sectPr>
      </w:pPr>
      <w:rPr/>
    </w:p>
    <w:p>
      <w:pPr>
        <w:spacing w:before="84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Standard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competencies: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creating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conceiving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reflecting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knowing.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575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creating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performing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connecting.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describing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creating.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assessing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performing.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3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115" w:right="4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3115" w:right="1248" w:firstLine="-259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Promotin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3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Subjectiv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Answer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socially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cognitively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creatively.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3115" w:right="220" w:firstLine="-2595"/>
        <w:jc w:val="left"/>
        <w:tabs>
          <w:tab w:pos="3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improv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larg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muscle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hand-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coordination.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15" w:right="19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Socially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opportunitie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cooperativel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others,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supplies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communicat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feelings.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15" w:right="101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relax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self-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confidence.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15" w:right="5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Cognitively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decisions,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formulat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solv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problems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logic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mistake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acceptin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context.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15" w:right="5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preliterat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symbol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communicatin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feelings.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115" w:right="58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experimen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solv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problem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uniqu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ways.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115" w:right="4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3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620" w:right="7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Piage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Vygotsky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like?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3035" w:right="174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should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open-ende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possibl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solutions.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035" w:right="5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artistic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thinkin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interac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shar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create.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035" w:right="4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intelligence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one.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Linguistic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manipulat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writte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symbol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language.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22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Logical-mathematical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manipulat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numerica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pattern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ways.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035" w:right="3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Spatial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visualiz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configuratio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object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two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three-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dimensiona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space.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Musical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manipulat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rhyth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sound.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Bodily-kinesthetic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solv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problem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things.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Interpersonal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others.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Intrapersonal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oneself.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1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Naturalistic-environmental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characteristics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world.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3035" w:right="4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categorie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Chard.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vocabulary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39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Disposition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characterize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artist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Feelings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emotiona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035" w:right="4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curricul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developmentally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practice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standards.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achiev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goals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Apply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Essay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taugh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tabs>
          <w:tab w:pos="3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u w:val="single" w:color="000000"/>
        </w:rPr>
        <w:t>Grading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u w:val="single" w:color="000000"/>
        </w:rPr>
        <w:t>Rubric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115" w:right="1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—intellectually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perceptually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creatively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socially—an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(pp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5­10)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interrelationship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Vygotsky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Piaget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Gardne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(pp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10-13).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115" w:right="50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—intellectually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perceptually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creatively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socially—an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(pp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5­10).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3115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essa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areas—intellectually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perceptually,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socially—an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(pp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5­10).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3115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essa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areas—intellectually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perceptually,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—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misidentifie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(pp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5­10).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3115" w:right="4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areas—intellectually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linguistically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physically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emotionally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perceptually,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creatively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socially—o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error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blank.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3115" w:right="54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GROW.KOST.06.01.0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young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NATIONAL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STANDARDS: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DAP.0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enhanc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NAEYC.0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Promotin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31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Bloom's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Analyze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sectPr>
      <w:pgSz w:w="12240" w:h="15840"/>
      <w:pgMar w:top="640" w:bottom="280" w:left="6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2014-02-14T14:02:06Z</dcterms:created>
  <dcterms:modified xsi:type="dcterms:W3CDTF">2014-02-14T14:02:06Z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2014-02-14T00:00:00Z</vt:filetime>
  </property>
  <property fmtid="{D5CDD505-2E9C-101B-9397-08002B2CF9AE}" pid="3" name="LastSaved">
    <vt:filetime>2014-02-14T00:00:00Z</vt:filetime>
  </property>
</Properties>
</file>