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5F7" w:rsidRPr="00810DF4" w:rsidRDefault="00ED75F7" w:rsidP="00C525A3">
      <w:pPr>
        <w:rPr>
          <w:rFonts w:ascii="Calibri" w:hAnsi="Calibri" w:cs="Calibri"/>
          <w:sz w:val="8"/>
          <w:szCs w:val="16"/>
        </w:rPr>
      </w:pPr>
      <w:bookmarkStart w:id="0" w:name="_GoBack"/>
      <w:bookmarkEnd w:id="0"/>
    </w:p>
    <w:p w:rsidR="00875BD3" w:rsidRPr="00810DF4" w:rsidRDefault="000B0AB0" w:rsidP="00875BD3">
      <w:pPr>
        <w:rPr>
          <w:rFonts w:ascii="Calibri" w:hAnsi="Calibri" w:cs="Calibri"/>
          <w:b/>
          <w:sz w:val="40"/>
          <w:szCs w:val="40"/>
        </w:rPr>
      </w:pPr>
      <w:r>
        <w:rPr>
          <w:rFonts w:ascii="Calibri" w:hAnsi="Calibri" w:cs="Calibri"/>
          <w:b/>
          <w:sz w:val="40"/>
          <w:szCs w:val="40"/>
        </w:rPr>
        <w:t>Unit 1 – The Legal Environment</w:t>
      </w:r>
    </w:p>
    <w:p w:rsidR="00A37E04" w:rsidRDefault="00A37E04" w:rsidP="002126B0">
      <w:pPr>
        <w:pStyle w:val="Topheading"/>
        <w:rPr>
          <w:rFonts w:ascii="Calibri" w:hAnsi="Calibri" w:cs="Calibri"/>
          <w:sz w:val="32"/>
          <w:szCs w:val="32"/>
        </w:rPr>
      </w:pPr>
      <w:r>
        <w:rPr>
          <w:rFonts w:ascii="Calibri" w:hAnsi="Calibri" w:cs="Calibri"/>
          <w:sz w:val="32"/>
          <w:szCs w:val="32"/>
        </w:rPr>
        <w:t>Chapter 1 – Introduction to Law</w:t>
      </w:r>
      <w:r w:rsidR="000B0AB0">
        <w:rPr>
          <w:rFonts w:ascii="Calibri" w:hAnsi="Calibri" w:cs="Calibri"/>
          <w:sz w:val="32"/>
          <w:szCs w:val="32"/>
        </w:rPr>
        <w:t>*</w:t>
      </w:r>
    </w:p>
    <w:p w:rsidR="00ED75F7" w:rsidRPr="00810DF4" w:rsidRDefault="00ED75F7" w:rsidP="002126B0">
      <w:pPr>
        <w:pStyle w:val="Topheading"/>
        <w:rPr>
          <w:rFonts w:ascii="Calibri" w:hAnsi="Calibri" w:cs="Calibri"/>
          <w:sz w:val="32"/>
          <w:szCs w:val="32"/>
        </w:rPr>
      </w:pPr>
      <w:r w:rsidRPr="00810DF4">
        <w:rPr>
          <w:rFonts w:ascii="Calibri" w:hAnsi="Calibri" w:cs="Calibri"/>
          <w:sz w:val="32"/>
          <w:szCs w:val="32"/>
        </w:rPr>
        <w:t>Chapter Overview</w:t>
      </w:r>
    </w:p>
    <w:p w:rsidR="00ED75F7" w:rsidRPr="00810DF4" w:rsidRDefault="00ED75F7" w:rsidP="001D5F1C">
      <w:pPr>
        <w:pStyle w:val="Heading30"/>
        <w:spacing w:before="120" w:after="40"/>
        <w:rPr>
          <w:rFonts w:ascii="Calibri" w:hAnsi="Calibri" w:cs="Calibri"/>
          <w:sz w:val="28"/>
          <w:szCs w:val="28"/>
        </w:rPr>
      </w:pPr>
      <w:r w:rsidRPr="00810DF4">
        <w:rPr>
          <w:rFonts w:ascii="Calibri" w:hAnsi="Calibri" w:cs="Calibri"/>
          <w:sz w:val="28"/>
          <w:szCs w:val="28"/>
        </w:rPr>
        <w:t>Chapter Theme</w:t>
      </w:r>
    </w:p>
    <w:p w:rsidR="00ED75F7" w:rsidRPr="00810DF4" w:rsidRDefault="00ED75F7">
      <w:pPr>
        <w:rPr>
          <w:rFonts w:ascii="Calibri" w:hAnsi="Calibri" w:cs="Calibri"/>
        </w:rPr>
      </w:pPr>
      <w:r w:rsidRPr="00810DF4">
        <w:rPr>
          <w:rFonts w:ascii="Calibri" w:hAnsi="Calibri" w:cs="Calibri"/>
        </w:rPr>
        <w:t xml:space="preserve">The principles discussed in this book are practical. </w:t>
      </w:r>
      <w:r w:rsidR="00B46E31" w:rsidRPr="00810DF4">
        <w:rPr>
          <w:rFonts w:ascii="Calibri" w:hAnsi="Calibri" w:cs="Calibri"/>
        </w:rPr>
        <w:t xml:space="preserve"> </w:t>
      </w:r>
      <w:r w:rsidRPr="00810DF4">
        <w:rPr>
          <w:rFonts w:ascii="Calibri" w:hAnsi="Calibri" w:cs="Calibri"/>
        </w:rPr>
        <w:t xml:space="preserve">Neither the book nor the course is a theoretical exercise. </w:t>
      </w:r>
      <w:r w:rsidR="00B46E31" w:rsidRPr="00810DF4">
        <w:rPr>
          <w:rFonts w:ascii="Calibri" w:hAnsi="Calibri" w:cs="Calibri"/>
        </w:rPr>
        <w:t xml:space="preserve"> </w:t>
      </w:r>
      <w:r w:rsidRPr="00810DF4">
        <w:rPr>
          <w:rFonts w:ascii="Calibri" w:hAnsi="Calibri" w:cs="Calibri"/>
        </w:rPr>
        <w:t xml:space="preserve">The law will affect </w:t>
      </w:r>
      <w:r w:rsidR="00B46E31" w:rsidRPr="00810DF4">
        <w:rPr>
          <w:rFonts w:ascii="Calibri" w:hAnsi="Calibri" w:cs="Calibri"/>
        </w:rPr>
        <w:t>students</w:t>
      </w:r>
      <w:r w:rsidRPr="00810DF4">
        <w:rPr>
          <w:rFonts w:ascii="Calibri" w:hAnsi="Calibri" w:cs="Calibri"/>
          <w:i/>
        </w:rPr>
        <w:t xml:space="preserve">, </w:t>
      </w:r>
      <w:r w:rsidRPr="00810DF4">
        <w:rPr>
          <w:rFonts w:ascii="Calibri" w:hAnsi="Calibri" w:cs="Calibri"/>
        </w:rPr>
        <w:t xml:space="preserve">regardless of </w:t>
      </w:r>
      <w:r w:rsidR="0003532A" w:rsidRPr="00810DF4">
        <w:rPr>
          <w:rFonts w:ascii="Calibri" w:hAnsi="Calibri" w:cs="Calibri"/>
        </w:rPr>
        <w:t>their</w:t>
      </w:r>
      <w:r w:rsidR="00B46E31" w:rsidRPr="00810DF4">
        <w:rPr>
          <w:rFonts w:ascii="Calibri" w:hAnsi="Calibri" w:cs="Calibri"/>
        </w:rPr>
        <w:t xml:space="preserve"> </w:t>
      </w:r>
      <w:r w:rsidRPr="00810DF4">
        <w:rPr>
          <w:rFonts w:ascii="Calibri" w:hAnsi="Calibri" w:cs="Calibri"/>
        </w:rPr>
        <w:t>career</w:t>
      </w:r>
      <w:r w:rsidR="00E7051B">
        <w:rPr>
          <w:rFonts w:ascii="Calibri" w:hAnsi="Calibri" w:cs="Calibri"/>
        </w:rPr>
        <w:t>s</w:t>
      </w:r>
      <w:r w:rsidRPr="00810DF4">
        <w:rPr>
          <w:rFonts w:ascii="Calibri" w:hAnsi="Calibri" w:cs="Calibri"/>
        </w:rPr>
        <w:t xml:space="preserve">, whether </w:t>
      </w:r>
      <w:r w:rsidR="00B46E31" w:rsidRPr="00810DF4">
        <w:rPr>
          <w:rFonts w:ascii="Calibri" w:hAnsi="Calibri" w:cs="Calibri"/>
        </w:rPr>
        <w:t xml:space="preserve">they </w:t>
      </w:r>
      <w:r w:rsidRPr="00810DF4">
        <w:rPr>
          <w:rFonts w:ascii="Calibri" w:hAnsi="Calibri" w:cs="Calibri"/>
        </w:rPr>
        <w:t xml:space="preserve">want it to or not. </w:t>
      </w:r>
      <w:r w:rsidR="00B46E31" w:rsidRPr="00810DF4">
        <w:rPr>
          <w:rFonts w:ascii="Calibri" w:hAnsi="Calibri" w:cs="Calibri"/>
        </w:rPr>
        <w:t xml:space="preserve"> </w:t>
      </w:r>
      <w:r w:rsidRPr="00810DF4">
        <w:rPr>
          <w:rFonts w:ascii="Calibri" w:hAnsi="Calibri" w:cs="Calibri"/>
        </w:rPr>
        <w:t xml:space="preserve">The more </w:t>
      </w:r>
      <w:r w:rsidR="00B46E31" w:rsidRPr="00810DF4">
        <w:rPr>
          <w:rFonts w:ascii="Calibri" w:hAnsi="Calibri" w:cs="Calibri"/>
        </w:rPr>
        <w:t xml:space="preserve">students </w:t>
      </w:r>
      <w:r w:rsidRPr="00810DF4">
        <w:rPr>
          <w:rFonts w:ascii="Calibri" w:hAnsi="Calibri" w:cs="Calibri"/>
        </w:rPr>
        <w:t>understand the law</w:t>
      </w:r>
      <w:r w:rsidR="00E7051B">
        <w:rPr>
          <w:rFonts w:ascii="Calibri" w:hAnsi="Calibri" w:cs="Calibri"/>
        </w:rPr>
        <w:t xml:space="preserve">, </w:t>
      </w:r>
      <w:r w:rsidRPr="00810DF4">
        <w:rPr>
          <w:rFonts w:ascii="Calibri" w:hAnsi="Calibri" w:cs="Calibri"/>
        </w:rPr>
        <w:t xml:space="preserve">the more </w:t>
      </w:r>
      <w:r w:rsidR="00B46E31" w:rsidRPr="00810DF4">
        <w:rPr>
          <w:rFonts w:ascii="Calibri" w:hAnsi="Calibri" w:cs="Calibri"/>
        </w:rPr>
        <w:t>they</w:t>
      </w:r>
      <w:r w:rsidRPr="00810DF4">
        <w:rPr>
          <w:rFonts w:ascii="Calibri" w:hAnsi="Calibri" w:cs="Calibri"/>
        </w:rPr>
        <w:t xml:space="preserve"> can use it </w:t>
      </w:r>
      <w:r w:rsidR="008F4EA0" w:rsidRPr="00810DF4">
        <w:rPr>
          <w:rFonts w:ascii="Calibri" w:hAnsi="Calibri" w:cs="Calibri"/>
        </w:rPr>
        <w:t>productively</w:t>
      </w:r>
      <w:r w:rsidRPr="00810DF4">
        <w:rPr>
          <w:rFonts w:ascii="Calibri" w:hAnsi="Calibri" w:cs="Calibri"/>
        </w:rPr>
        <w:t>.</w:t>
      </w:r>
    </w:p>
    <w:p w:rsidR="00F538CA" w:rsidRPr="00810DF4" w:rsidRDefault="00F538CA" w:rsidP="00431A6E">
      <w:pPr>
        <w:pStyle w:val="NoSpacing"/>
        <w:rPr>
          <w:rFonts w:ascii="Calibri" w:hAnsi="Calibri" w:cs="Calibri"/>
          <w:b/>
        </w:rPr>
      </w:pPr>
    </w:p>
    <w:p w:rsidR="005D7105" w:rsidRPr="00810DF4" w:rsidRDefault="005D7105" w:rsidP="0024174E">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 xml:space="preserve">Approaching </w:t>
      </w:r>
      <w:r w:rsidR="00E30084" w:rsidRPr="00810DF4">
        <w:rPr>
          <w:rFonts w:ascii="Calibri" w:hAnsi="Calibri" w:cs="Calibri"/>
        </w:rPr>
        <w:t xml:space="preserve">the Teaching of </w:t>
      </w:r>
      <w:r w:rsidRPr="00810DF4">
        <w:rPr>
          <w:rFonts w:ascii="Calibri" w:hAnsi="Calibri" w:cs="Calibri"/>
        </w:rPr>
        <w:t>Law</w:t>
      </w:r>
    </w:p>
    <w:p w:rsidR="005D7105" w:rsidRPr="00810DF4" w:rsidRDefault="005D7105" w:rsidP="0024174E">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Whether teaching in an undergraduate or MBA program students generally fall into one of four categories</w:t>
      </w:r>
      <w:proofErr w:type="gramStart"/>
      <w:r w:rsidRPr="00810DF4">
        <w:rPr>
          <w:rFonts w:ascii="Calibri" w:hAnsi="Calibri" w:cs="Calibri"/>
        </w:rPr>
        <w:t>:  (</w:t>
      </w:r>
      <w:proofErr w:type="gramEnd"/>
      <w:r w:rsidRPr="00810DF4">
        <w:rPr>
          <w:rFonts w:ascii="Calibri" w:hAnsi="Calibri" w:cs="Calibri"/>
        </w:rPr>
        <w:t xml:space="preserve">1) </w:t>
      </w:r>
      <w:r w:rsidR="008F4EA0" w:rsidRPr="00810DF4">
        <w:rPr>
          <w:rFonts w:ascii="Calibri" w:hAnsi="Calibri" w:cs="Calibri"/>
        </w:rPr>
        <w:t>those who</w:t>
      </w:r>
      <w:r w:rsidR="002C63BC" w:rsidRPr="00810DF4">
        <w:rPr>
          <w:rFonts w:ascii="Calibri" w:hAnsi="Calibri" w:cs="Calibri"/>
        </w:rPr>
        <w:t xml:space="preserve"> do not </w:t>
      </w:r>
      <w:r w:rsidR="008F4EA0" w:rsidRPr="00810DF4">
        <w:rPr>
          <w:rFonts w:ascii="Calibri" w:hAnsi="Calibri" w:cs="Calibri"/>
        </w:rPr>
        <w:t>intend law as a career but approach the material with an open mind</w:t>
      </w:r>
      <w:r w:rsidRPr="00810DF4">
        <w:rPr>
          <w:rFonts w:ascii="Calibri" w:hAnsi="Calibri" w:cs="Calibri"/>
        </w:rPr>
        <w:t>;  (2) those in whom the course kindles a strong interest in law</w:t>
      </w:r>
      <w:r w:rsidR="002C63BC" w:rsidRPr="00810DF4">
        <w:rPr>
          <w:rFonts w:ascii="Calibri" w:hAnsi="Calibri" w:cs="Calibri"/>
        </w:rPr>
        <w:t>,</w:t>
      </w:r>
      <w:r w:rsidRPr="00810DF4">
        <w:rPr>
          <w:rFonts w:ascii="Calibri" w:hAnsi="Calibri" w:cs="Calibri"/>
        </w:rPr>
        <w:t xml:space="preserve"> who for the first time consider law as a career;  (3) </w:t>
      </w:r>
      <w:r w:rsidR="008F4EA0" w:rsidRPr="00810DF4">
        <w:rPr>
          <w:rFonts w:ascii="Calibri" w:hAnsi="Calibri" w:cs="Calibri"/>
        </w:rPr>
        <w:t>those who enter the course with a strong interest in law and plan to attend law school</w:t>
      </w:r>
      <w:r w:rsidR="008F4EA0" w:rsidRPr="00810DF4" w:rsidDel="008F4EA0">
        <w:rPr>
          <w:rFonts w:ascii="Calibri" w:hAnsi="Calibri" w:cs="Calibri"/>
        </w:rPr>
        <w:t xml:space="preserve"> </w:t>
      </w:r>
      <w:r w:rsidRPr="00810DF4">
        <w:rPr>
          <w:rFonts w:ascii="Calibri" w:hAnsi="Calibri" w:cs="Calibri"/>
        </w:rPr>
        <w:t>; and (4)  those who are in the course only because their program</w:t>
      </w:r>
      <w:r w:rsidR="002C63BC" w:rsidRPr="00810DF4">
        <w:rPr>
          <w:rFonts w:ascii="Calibri" w:hAnsi="Calibri" w:cs="Calibri"/>
        </w:rPr>
        <w:t xml:space="preserve"> requires it</w:t>
      </w:r>
      <w:r w:rsidRPr="00810DF4">
        <w:rPr>
          <w:rFonts w:ascii="Calibri" w:hAnsi="Calibri" w:cs="Calibri"/>
        </w:rPr>
        <w:t xml:space="preserve">.  </w:t>
      </w:r>
      <w:r w:rsidR="008F4EA0" w:rsidRPr="00810DF4">
        <w:rPr>
          <w:rFonts w:ascii="Calibri" w:hAnsi="Calibri" w:cs="Calibri"/>
        </w:rPr>
        <w:t>The</w:t>
      </w:r>
      <w:r w:rsidRPr="00810DF4">
        <w:rPr>
          <w:rFonts w:ascii="Calibri" w:hAnsi="Calibri" w:cs="Calibri"/>
        </w:rPr>
        <w:t xml:space="preserve"> </w:t>
      </w:r>
      <w:r w:rsidR="008F4EA0" w:rsidRPr="00810DF4">
        <w:rPr>
          <w:rFonts w:ascii="Calibri" w:hAnsi="Calibri" w:cs="Calibri"/>
        </w:rPr>
        <w:t>instructor</w:t>
      </w:r>
      <w:r w:rsidR="00684BDA" w:rsidRPr="00810DF4">
        <w:rPr>
          <w:rFonts w:ascii="Calibri" w:hAnsi="Calibri" w:cs="Calibri"/>
        </w:rPr>
        <w:t>’</w:t>
      </w:r>
      <w:r w:rsidR="008F4EA0" w:rsidRPr="00810DF4">
        <w:rPr>
          <w:rFonts w:ascii="Calibri" w:hAnsi="Calibri" w:cs="Calibri"/>
        </w:rPr>
        <w:t>s job</w:t>
      </w:r>
      <w:r w:rsidRPr="00810DF4">
        <w:rPr>
          <w:rFonts w:ascii="Calibri" w:hAnsi="Calibri" w:cs="Calibri"/>
        </w:rPr>
        <w:t xml:space="preserve"> is to try to engage</w:t>
      </w:r>
      <w:r w:rsidR="002C63BC" w:rsidRPr="00810DF4">
        <w:rPr>
          <w:rFonts w:ascii="Calibri" w:hAnsi="Calibri" w:cs="Calibri"/>
        </w:rPr>
        <w:t xml:space="preserve"> students in</w:t>
      </w:r>
      <w:r w:rsidRPr="00810DF4">
        <w:rPr>
          <w:rFonts w:ascii="Calibri" w:hAnsi="Calibri" w:cs="Calibri"/>
        </w:rPr>
        <w:t xml:space="preserve"> all four categories.  Students in categories (</w:t>
      </w:r>
      <w:r w:rsidR="008F4EA0" w:rsidRPr="00810DF4">
        <w:rPr>
          <w:rFonts w:ascii="Calibri" w:hAnsi="Calibri" w:cs="Calibri"/>
        </w:rPr>
        <w:t>2</w:t>
      </w:r>
      <w:r w:rsidRPr="00810DF4">
        <w:rPr>
          <w:rFonts w:ascii="Calibri" w:hAnsi="Calibri" w:cs="Calibri"/>
        </w:rPr>
        <w:t>) and (</w:t>
      </w:r>
      <w:r w:rsidR="008F4EA0" w:rsidRPr="00810DF4">
        <w:rPr>
          <w:rFonts w:ascii="Calibri" w:hAnsi="Calibri" w:cs="Calibri"/>
        </w:rPr>
        <w:t>3</w:t>
      </w:r>
      <w:r w:rsidRPr="00810DF4">
        <w:rPr>
          <w:rFonts w:ascii="Calibri" w:hAnsi="Calibri" w:cs="Calibri"/>
        </w:rPr>
        <w:t xml:space="preserve">) </w:t>
      </w:r>
      <w:r w:rsidR="008F4EA0" w:rsidRPr="00810DF4">
        <w:rPr>
          <w:rFonts w:ascii="Calibri" w:hAnsi="Calibri" w:cs="Calibri"/>
        </w:rPr>
        <w:t>may be more</w:t>
      </w:r>
      <w:r w:rsidRPr="00810DF4">
        <w:rPr>
          <w:rFonts w:ascii="Calibri" w:hAnsi="Calibri" w:cs="Calibri"/>
        </w:rPr>
        <w:t xml:space="preserve"> willing to explore the nuances of legal principles and see connections between legal topics.  Students in categories (</w:t>
      </w:r>
      <w:r w:rsidR="008F4EA0" w:rsidRPr="00810DF4">
        <w:rPr>
          <w:rFonts w:ascii="Calibri" w:hAnsi="Calibri" w:cs="Calibri"/>
        </w:rPr>
        <w:t>1</w:t>
      </w:r>
      <w:r w:rsidRPr="00810DF4">
        <w:rPr>
          <w:rFonts w:ascii="Calibri" w:hAnsi="Calibri" w:cs="Calibri"/>
        </w:rPr>
        <w:t xml:space="preserve">) and (4) </w:t>
      </w:r>
      <w:r w:rsidR="008F4EA0" w:rsidRPr="00810DF4">
        <w:rPr>
          <w:rFonts w:ascii="Calibri" w:hAnsi="Calibri" w:cs="Calibri"/>
        </w:rPr>
        <w:t>may</w:t>
      </w:r>
      <w:r w:rsidRPr="00810DF4">
        <w:rPr>
          <w:rFonts w:ascii="Calibri" w:hAnsi="Calibri" w:cs="Calibri"/>
        </w:rPr>
        <w:t xml:space="preserve"> respond most favorably to practical applications</w:t>
      </w:r>
      <w:r w:rsidR="002C63BC" w:rsidRPr="00810DF4">
        <w:rPr>
          <w:rFonts w:ascii="Calibri" w:hAnsi="Calibri" w:cs="Calibri"/>
        </w:rPr>
        <w:t xml:space="preserve"> of the law</w:t>
      </w:r>
      <w:r w:rsidRPr="00810DF4">
        <w:rPr>
          <w:rFonts w:ascii="Calibri" w:hAnsi="Calibri" w:cs="Calibri"/>
        </w:rPr>
        <w:t>,</w:t>
      </w:r>
      <w:r w:rsidR="008F4EA0" w:rsidRPr="00810DF4">
        <w:rPr>
          <w:rFonts w:ascii="Calibri" w:hAnsi="Calibri" w:cs="Calibri"/>
        </w:rPr>
        <w:t xml:space="preserve"> such as</w:t>
      </w:r>
      <w:r w:rsidRPr="00810DF4">
        <w:rPr>
          <w:rFonts w:ascii="Calibri" w:hAnsi="Calibri" w:cs="Calibri"/>
        </w:rPr>
        <w:t xml:space="preserve"> understanding the law governing employment or </w:t>
      </w:r>
      <w:r w:rsidR="008F4EA0" w:rsidRPr="00810DF4">
        <w:rPr>
          <w:rFonts w:ascii="Calibri" w:hAnsi="Calibri" w:cs="Calibri"/>
        </w:rPr>
        <w:t xml:space="preserve">landlord/tenant </w:t>
      </w:r>
      <w:r w:rsidRPr="00810DF4">
        <w:rPr>
          <w:rFonts w:ascii="Calibri" w:hAnsi="Calibri" w:cs="Calibri"/>
        </w:rPr>
        <w:t xml:space="preserve">relationships.  </w:t>
      </w:r>
    </w:p>
    <w:p w:rsidR="00ED75F7" w:rsidRPr="00A37E04" w:rsidRDefault="00ED7438" w:rsidP="006C3BD0">
      <w:pPr>
        <w:pStyle w:val="StyleStyleHeading1Before6ptNotBold"/>
      </w:pPr>
      <w:r w:rsidRPr="00A37E04">
        <w:t>Issues for Discussion</w:t>
      </w:r>
    </w:p>
    <w:p w:rsidR="00ED75F7" w:rsidRPr="00810DF4" w:rsidRDefault="00ED75F7" w:rsidP="00A37E04">
      <w:pPr>
        <w:pStyle w:val="Heading30"/>
        <w:pBdr>
          <w:top w:val="single" w:sz="4" w:space="1" w:color="auto"/>
          <w:left w:val="single" w:sz="4" w:space="4" w:color="auto"/>
          <w:bottom w:val="single" w:sz="4" w:space="1" w:color="auto"/>
          <w:right w:val="single" w:sz="4" w:space="4" w:color="auto"/>
        </w:pBdr>
        <w:tabs>
          <w:tab w:val="clear" w:pos="7289"/>
          <w:tab w:val="left" w:pos="1965"/>
        </w:tabs>
        <w:spacing w:before="120" w:after="40"/>
        <w:rPr>
          <w:rFonts w:ascii="Calibri" w:hAnsi="Calibri" w:cs="Calibri"/>
        </w:rPr>
      </w:pPr>
      <w:r w:rsidRPr="00810DF4">
        <w:rPr>
          <w:rFonts w:ascii="Calibri" w:hAnsi="Calibri" w:cs="Calibri"/>
        </w:rPr>
        <w:t>Complexity</w:t>
      </w:r>
      <w:r w:rsidR="006158CB" w:rsidRPr="00810DF4">
        <w:rPr>
          <w:rFonts w:ascii="Calibri" w:hAnsi="Calibri" w:cs="Calibri"/>
        </w:rPr>
        <w:tab/>
      </w:r>
    </w:p>
    <w:p w:rsidR="00ED75F7" w:rsidRPr="00810DF4" w:rsidRDefault="00ED75F7" w:rsidP="00A37E0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It is often frustrating to students, citizens, and even lawyers that law is so complex. </w:t>
      </w:r>
      <w:r w:rsidR="00AE375E" w:rsidRPr="00810DF4">
        <w:rPr>
          <w:rFonts w:ascii="Calibri" w:hAnsi="Calibri" w:cs="Calibri"/>
        </w:rPr>
        <w:t xml:space="preserve"> </w:t>
      </w:r>
      <w:r w:rsidRPr="00810DF4">
        <w:rPr>
          <w:rFonts w:ascii="Calibri" w:hAnsi="Calibri" w:cs="Calibri"/>
        </w:rPr>
        <w:t>Anglo</w:t>
      </w:r>
      <w:r w:rsidRPr="00810DF4">
        <w:rPr>
          <w:rFonts w:ascii="Calibri" w:hAnsi="Calibri" w:cs="Calibri"/>
        </w:rPr>
        <w:noBreakHyphen/>
        <w:t>American legal history consists, in part, of</w:t>
      </w:r>
      <w:r w:rsidR="008F4EA0" w:rsidRPr="00810DF4">
        <w:rPr>
          <w:rFonts w:ascii="Calibri" w:hAnsi="Calibri" w:cs="Calibri"/>
        </w:rPr>
        <w:t xml:space="preserve"> a </w:t>
      </w:r>
      <w:r w:rsidRPr="00810DF4">
        <w:rPr>
          <w:rFonts w:ascii="Calibri" w:hAnsi="Calibri" w:cs="Calibri"/>
        </w:rPr>
        <w:t>clash of powerful, competing interests</w:t>
      </w:r>
      <w:r w:rsidR="008F4EA0" w:rsidRPr="00810DF4">
        <w:rPr>
          <w:rFonts w:ascii="Calibri" w:hAnsi="Calibri" w:cs="Calibri"/>
        </w:rPr>
        <w:t xml:space="preserve">:  </w:t>
      </w:r>
      <w:r w:rsidRPr="00810DF4">
        <w:rPr>
          <w:rFonts w:ascii="Calibri" w:hAnsi="Calibri" w:cs="Calibri"/>
        </w:rPr>
        <w:t>property</w:t>
      </w:r>
      <w:r w:rsidR="008F4EA0" w:rsidRPr="00810DF4">
        <w:rPr>
          <w:rFonts w:ascii="Calibri" w:hAnsi="Calibri" w:cs="Calibri"/>
        </w:rPr>
        <w:t xml:space="preserve"> ownership</w:t>
      </w:r>
      <w:r w:rsidRPr="00810DF4">
        <w:rPr>
          <w:rFonts w:ascii="Calibri" w:hAnsi="Calibri" w:cs="Calibri"/>
        </w:rPr>
        <w:t xml:space="preserve">, ethics, raw power, business practices, personal responsibility, </w:t>
      </w:r>
      <w:r w:rsidR="008F4EA0" w:rsidRPr="00810DF4">
        <w:rPr>
          <w:rFonts w:ascii="Calibri" w:hAnsi="Calibri" w:cs="Calibri"/>
        </w:rPr>
        <w:t xml:space="preserve">social mores, </w:t>
      </w:r>
      <w:r w:rsidRPr="00810DF4">
        <w:rPr>
          <w:rFonts w:ascii="Calibri" w:hAnsi="Calibri" w:cs="Calibri"/>
        </w:rPr>
        <w:t>and the need for predictability</w:t>
      </w:r>
      <w:r w:rsidR="008F4EA0" w:rsidRPr="00810DF4">
        <w:rPr>
          <w:rFonts w:ascii="Calibri" w:hAnsi="Calibri" w:cs="Calibri"/>
        </w:rPr>
        <w:t>, to list a few</w:t>
      </w:r>
      <w:r w:rsidRPr="00810DF4">
        <w:rPr>
          <w:rFonts w:ascii="Calibri" w:hAnsi="Calibri" w:cs="Calibri"/>
        </w:rPr>
        <w:t xml:space="preserve">. </w:t>
      </w:r>
      <w:r w:rsidR="00AE375E" w:rsidRPr="00810DF4">
        <w:rPr>
          <w:rFonts w:ascii="Calibri" w:hAnsi="Calibri" w:cs="Calibri"/>
        </w:rPr>
        <w:t xml:space="preserve"> </w:t>
      </w:r>
      <w:r w:rsidRPr="00810DF4">
        <w:rPr>
          <w:rFonts w:ascii="Calibri" w:hAnsi="Calibri" w:cs="Calibri"/>
        </w:rPr>
        <w:t xml:space="preserve">To understand the interplay of these forces is to </w:t>
      </w:r>
      <w:r w:rsidR="002C63BC" w:rsidRPr="00810DF4">
        <w:rPr>
          <w:rFonts w:ascii="Calibri" w:hAnsi="Calibri" w:cs="Calibri"/>
        </w:rPr>
        <w:t xml:space="preserve">understand </w:t>
      </w:r>
      <w:r w:rsidRPr="00810DF4">
        <w:rPr>
          <w:rFonts w:ascii="Calibri" w:hAnsi="Calibri" w:cs="Calibri"/>
        </w:rPr>
        <w:t>why law is complicated.</w:t>
      </w:r>
    </w:p>
    <w:p w:rsidR="00AE375E" w:rsidRPr="00810DF4" w:rsidRDefault="00AE375E" w:rsidP="00A37E0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Ambiguity</w:t>
      </w:r>
    </w:p>
    <w:p w:rsidR="00AE375E" w:rsidRDefault="00AE375E" w:rsidP="00A37E0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A related point is that many students—indeed, many non-lawyers—dislike the </w:t>
      </w:r>
      <w:r w:rsidR="008F4EA0" w:rsidRPr="00810DF4">
        <w:rPr>
          <w:rFonts w:ascii="Calibri" w:hAnsi="Calibri" w:cs="Calibri"/>
        </w:rPr>
        <w:t>law</w:t>
      </w:r>
      <w:r w:rsidR="00684BDA" w:rsidRPr="00810DF4">
        <w:rPr>
          <w:rFonts w:ascii="Calibri" w:hAnsi="Calibri" w:cs="Calibri"/>
        </w:rPr>
        <w:t>’</w:t>
      </w:r>
      <w:r w:rsidR="008F4EA0" w:rsidRPr="00810DF4">
        <w:rPr>
          <w:rFonts w:ascii="Calibri" w:hAnsi="Calibri" w:cs="Calibri"/>
        </w:rPr>
        <w:t xml:space="preserve">s </w:t>
      </w:r>
      <w:r w:rsidRPr="00810DF4">
        <w:rPr>
          <w:rFonts w:ascii="Calibri" w:hAnsi="Calibri" w:cs="Calibri"/>
        </w:rPr>
        <w:t xml:space="preserve">ambiguity.  They want to learn </w:t>
      </w:r>
      <w:r w:rsidR="00684BDA" w:rsidRPr="00810DF4">
        <w:rPr>
          <w:rFonts w:ascii="Calibri" w:hAnsi="Calibri" w:cs="Calibri"/>
        </w:rPr>
        <w:t>“</w:t>
      </w:r>
      <w:r w:rsidRPr="00810DF4">
        <w:rPr>
          <w:rFonts w:ascii="Calibri" w:hAnsi="Calibri" w:cs="Calibri"/>
        </w:rPr>
        <w:t>the law</w:t>
      </w:r>
      <w:r w:rsidR="00684BDA" w:rsidRPr="00810DF4">
        <w:rPr>
          <w:rFonts w:ascii="Calibri" w:hAnsi="Calibri" w:cs="Calibri"/>
        </w:rPr>
        <w:t>”</w:t>
      </w:r>
      <w:r w:rsidRPr="00810DF4">
        <w:rPr>
          <w:rFonts w:ascii="Calibri" w:hAnsi="Calibri" w:cs="Calibri"/>
        </w:rPr>
        <w:t xml:space="preserve"> as a set of rules with </w:t>
      </w:r>
      <w:r w:rsidR="0003532A" w:rsidRPr="00810DF4">
        <w:rPr>
          <w:rFonts w:ascii="Calibri" w:hAnsi="Calibri" w:cs="Calibri"/>
        </w:rPr>
        <w:t>unvarying</w:t>
      </w:r>
      <w:r w:rsidRPr="00810DF4">
        <w:rPr>
          <w:rFonts w:ascii="Calibri" w:hAnsi="Calibri" w:cs="Calibri"/>
        </w:rPr>
        <w:t xml:space="preserve"> application</w:t>
      </w:r>
      <w:r w:rsidR="002C63BC" w:rsidRPr="00810DF4">
        <w:rPr>
          <w:rFonts w:ascii="Calibri" w:hAnsi="Calibri" w:cs="Calibri"/>
        </w:rPr>
        <w:t>,</w:t>
      </w:r>
      <w:r w:rsidRPr="00810DF4">
        <w:rPr>
          <w:rFonts w:ascii="Calibri" w:hAnsi="Calibri" w:cs="Calibri"/>
        </w:rPr>
        <w:t xml:space="preserve"> and are uncomfortable with the </w:t>
      </w:r>
      <w:r w:rsidR="00684BDA" w:rsidRPr="00810DF4">
        <w:rPr>
          <w:rFonts w:ascii="Calibri" w:hAnsi="Calibri" w:cs="Calibri"/>
        </w:rPr>
        <w:t>“</w:t>
      </w:r>
      <w:r w:rsidRPr="00810DF4">
        <w:rPr>
          <w:rFonts w:ascii="Calibri" w:hAnsi="Calibri" w:cs="Calibri"/>
        </w:rPr>
        <w:t>what if</w:t>
      </w:r>
      <w:r w:rsidR="00684BDA" w:rsidRPr="00810DF4">
        <w:rPr>
          <w:rFonts w:ascii="Calibri" w:hAnsi="Calibri" w:cs="Calibri"/>
        </w:rPr>
        <w:t>”</w:t>
      </w:r>
      <w:r w:rsidRPr="00810DF4">
        <w:rPr>
          <w:rFonts w:ascii="Calibri" w:hAnsi="Calibri" w:cs="Calibri"/>
        </w:rPr>
        <w:t xml:space="preserve"> scenarios through which lawyers learn to apply legal principles.  </w:t>
      </w:r>
      <w:r w:rsidR="002C63BC" w:rsidRPr="00810DF4">
        <w:rPr>
          <w:rFonts w:ascii="Calibri" w:hAnsi="Calibri" w:cs="Calibri"/>
        </w:rPr>
        <w:t>Students must learn</w:t>
      </w:r>
      <w:r w:rsidRPr="00810DF4">
        <w:rPr>
          <w:rFonts w:ascii="Calibri" w:hAnsi="Calibri" w:cs="Calibri"/>
        </w:rPr>
        <w:t xml:space="preserve"> that law acquires meaning only through application.  If students, especially those in categories (</w:t>
      </w:r>
      <w:r w:rsidR="008F4EA0" w:rsidRPr="00810DF4">
        <w:rPr>
          <w:rFonts w:ascii="Calibri" w:hAnsi="Calibri" w:cs="Calibri"/>
        </w:rPr>
        <w:t>1</w:t>
      </w:r>
      <w:r w:rsidRPr="00810DF4">
        <w:rPr>
          <w:rFonts w:ascii="Calibri" w:hAnsi="Calibri" w:cs="Calibri"/>
        </w:rPr>
        <w:t>) and (4) above, leave the course with greater understanding of why the law is ambiguous, why a lawyer</w:t>
      </w:r>
      <w:r w:rsidR="00684BDA" w:rsidRPr="00810DF4">
        <w:rPr>
          <w:rFonts w:ascii="Calibri" w:hAnsi="Calibri" w:cs="Calibri"/>
        </w:rPr>
        <w:t>’</w:t>
      </w:r>
      <w:r w:rsidRPr="00810DF4">
        <w:rPr>
          <w:rFonts w:ascii="Calibri" w:hAnsi="Calibri" w:cs="Calibri"/>
        </w:rPr>
        <w:t xml:space="preserve">s first response to a question about the law is often </w:t>
      </w:r>
      <w:r w:rsidR="00684BDA" w:rsidRPr="00810DF4">
        <w:rPr>
          <w:rFonts w:ascii="Calibri" w:hAnsi="Calibri" w:cs="Calibri"/>
        </w:rPr>
        <w:t>“</w:t>
      </w:r>
      <w:r w:rsidR="008F4EA0" w:rsidRPr="00810DF4">
        <w:rPr>
          <w:rFonts w:ascii="Calibri" w:hAnsi="Calibri" w:cs="Calibri"/>
        </w:rPr>
        <w:t>i</w:t>
      </w:r>
      <w:r w:rsidRPr="00810DF4">
        <w:rPr>
          <w:rFonts w:ascii="Calibri" w:hAnsi="Calibri" w:cs="Calibri"/>
        </w:rPr>
        <w:t>t depends,</w:t>
      </w:r>
      <w:r w:rsidR="00684BDA" w:rsidRPr="00810DF4">
        <w:rPr>
          <w:rFonts w:ascii="Calibri" w:hAnsi="Calibri" w:cs="Calibri"/>
        </w:rPr>
        <w:t>”</w:t>
      </w:r>
      <w:r w:rsidRPr="00810DF4">
        <w:rPr>
          <w:rFonts w:ascii="Calibri" w:hAnsi="Calibri" w:cs="Calibri"/>
        </w:rPr>
        <w:t xml:space="preserve"> then the</w:t>
      </w:r>
      <w:r w:rsidR="008F4EA0" w:rsidRPr="00810DF4">
        <w:rPr>
          <w:rFonts w:ascii="Calibri" w:hAnsi="Calibri" w:cs="Calibri"/>
        </w:rPr>
        <w:t xml:space="preserve"> instructor</w:t>
      </w:r>
      <w:r w:rsidRPr="00810DF4">
        <w:rPr>
          <w:rFonts w:ascii="Calibri" w:hAnsi="Calibri" w:cs="Calibri"/>
        </w:rPr>
        <w:t xml:space="preserve"> should consider it a success.</w:t>
      </w:r>
    </w:p>
    <w:p w:rsidR="00A37E04" w:rsidRPr="00810DF4" w:rsidRDefault="00A37E04" w:rsidP="00AE375E">
      <w:pPr>
        <w:rPr>
          <w:rFonts w:ascii="Calibri" w:hAnsi="Calibri" w:cs="Calibri"/>
        </w:rPr>
      </w:pPr>
    </w:p>
    <w:p w:rsidR="00E30084" w:rsidRPr="00810DF4" w:rsidRDefault="00E30084" w:rsidP="00E3008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Competing Interests</w:t>
      </w:r>
    </w:p>
    <w:p w:rsidR="00E30084" w:rsidRPr="00810DF4" w:rsidRDefault="00E30084" w:rsidP="00E3008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From a newspaper article about a legal issue, students should identify two or more </w:t>
      </w:r>
      <w:r w:rsidRPr="00810DF4">
        <w:rPr>
          <w:rFonts w:ascii="Calibri" w:hAnsi="Calibri" w:cs="Calibri"/>
          <w:i/>
        </w:rPr>
        <w:t xml:space="preserve">competing </w:t>
      </w:r>
      <w:r w:rsidRPr="00810DF4">
        <w:rPr>
          <w:rFonts w:ascii="Calibri" w:hAnsi="Calibri" w:cs="Calibri"/>
        </w:rPr>
        <w:t xml:space="preserve">interests.  In an article about tobacco litigation, they might compare the tobacco companies’ property interest in a profitable commodity, the companies’ obligation to divulge what they knew concerning nicotine, the personal responsibility of those who chose to smoke, the state’s interest in reducing medical costs, the </w:t>
      </w:r>
      <w:r w:rsidRPr="00810DF4">
        <w:rPr>
          <w:rFonts w:ascii="Calibri" w:hAnsi="Calibri" w:cs="Calibri"/>
        </w:rPr>
        <w:lastRenderedPageBreak/>
        <w:t>companies’ right to free speech (advertising), the federal government’s interest in regulating smoking, and the state’s obligation to protect children.  The more important the legal issue, the less likely there is a simple solution to make everyone happy.</w:t>
      </w:r>
    </w:p>
    <w:p w:rsidR="00E30084" w:rsidRPr="00810DF4" w:rsidRDefault="00E30084" w:rsidP="00E3008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Experience with Lawyers</w:t>
      </w:r>
    </w:p>
    <w:p w:rsidR="00E30084" w:rsidRPr="00810DF4" w:rsidRDefault="00E30084" w:rsidP="00E3008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If one is teaching graduate students or others who have actual business experience working with lawyers, it can be an excellent introduction to the course to elicit the pros and cons of those experiences.  One fun way to do so is to ask students “why lawyers are great” and “why lawyers are frustrating.”  Typical reasons given for “why lawyers are great</w:t>
      </w:r>
      <w:proofErr w:type="gramStart"/>
      <w:r w:rsidRPr="00810DF4">
        <w:rPr>
          <w:rFonts w:ascii="Calibri" w:hAnsi="Calibri" w:cs="Calibri"/>
        </w:rPr>
        <w:t>:”  “</w:t>
      </w:r>
      <w:proofErr w:type="gramEnd"/>
      <w:r w:rsidR="00E7051B">
        <w:rPr>
          <w:rFonts w:ascii="Calibri" w:hAnsi="Calibri" w:cs="Calibri"/>
        </w:rPr>
        <w:t>T</w:t>
      </w:r>
      <w:r w:rsidRPr="00810DF4">
        <w:rPr>
          <w:rFonts w:ascii="Calibri" w:hAnsi="Calibri" w:cs="Calibri"/>
        </w:rPr>
        <w:t>hey help me avoid getting into trouble;” “</w:t>
      </w:r>
      <w:r w:rsidR="00E7051B">
        <w:rPr>
          <w:rFonts w:ascii="Calibri" w:hAnsi="Calibri" w:cs="Calibri"/>
        </w:rPr>
        <w:t>T</w:t>
      </w:r>
      <w:r w:rsidRPr="00810DF4">
        <w:rPr>
          <w:rFonts w:ascii="Calibri" w:hAnsi="Calibri" w:cs="Calibri"/>
        </w:rPr>
        <w:t>hey help to get me out of trouble;” and, “I can blame things on them.”  Typical reasons given for “why lawyers are frustrating</w:t>
      </w:r>
      <w:proofErr w:type="gramStart"/>
      <w:r w:rsidRPr="00810DF4">
        <w:rPr>
          <w:rFonts w:ascii="Calibri" w:hAnsi="Calibri" w:cs="Calibri"/>
        </w:rPr>
        <w:t>:  “</w:t>
      </w:r>
      <w:proofErr w:type="gramEnd"/>
      <w:r w:rsidR="00E7051B">
        <w:rPr>
          <w:rFonts w:ascii="Calibri" w:hAnsi="Calibri" w:cs="Calibri"/>
        </w:rPr>
        <w:t>T</w:t>
      </w:r>
      <w:r w:rsidRPr="00810DF4">
        <w:rPr>
          <w:rFonts w:ascii="Calibri" w:hAnsi="Calibri" w:cs="Calibri"/>
        </w:rPr>
        <w:t>hey are expensive;” “</w:t>
      </w:r>
      <w:r w:rsidR="00E7051B">
        <w:rPr>
          <w:rFonts w:ascii="Calibri" w:hAnsi="Calibri" w:cs="Calibri"/>
        </w:rPr>
        <w:t>T</w:t>
      </w:r>
      <w:r w:rsidRPr="00810DF4">
        <w:rPr>
          <w:rFonts w:ascii="Calibri" w:hAnsi="Calibri" w:cs="Calibri"/>
        </w:rPr>
        <w:t>hey make</w:t>
      </w:r>
      <w:r w:rsidR="00E7051B">
        <w:rPr>
          <w:rFonts w:ascii="Calibri" w:hAnsi="Calibri" w:cs="Calibri"/>
        </w:rPr>
        <w:t xml:space="preserve"> everything too complicated;” “T</w:t>
      </w:r>
      <w:r w:rsidRPr="00810DF4">
        <w:rPr>
          <w:rFonts w:ascii="Calibri" w:hAnsi="Calibri" w:cs="Calibri"/>
        </w:rPr>
        <w:t>hey are slow;” “</w:t>
      </w:r>
      <w:r w:rsidR="00E7051B">
        <w:rPr>
          <w:rFonts w:ascii="Calibri" w:hAnsi="Calibri" w:cs="Calibri"/>
        </w:rPr>
        <w:t>T</w:t>
      </w:r>
      <w:r w:rsidRPr="00810DF4">
        <w:rPr>
          <w:rFonts w:ascii="Calibri" w:hAnsi="Calibri" w:cs="Calibri"/>
        </w:rPr>
        <w:t>hey don’t respond to my questions;” “</w:t>
      </w:r>
      <w:r w:rsidR="00E7051B">
        <w:rPr>
          <w:rFonts w:ascii="Calibri" w:hAnsi="Calibri" w:cs="Calibri"/>
        </w:rPr>
        <w:t>T</w:t>
      </w:r>
      <w:r w:rsidRPr="00810DF4">
        <w:rPr>
          <w:rFonts w:ascii="Calibri" w:hAnsi="Calibri" w:cs="Calibri"/>
        </w:rPr>
        <w:t>hey tell me wha</w:t>
      </w:r>
      <w:r w:rsidR="00E7051B">
        <w:rPr>
          <w:rFonts w:ascii="Calibri" w:hAnsi="Calibri" w:cs="Calibri"/>
        </w:rPr>
        <w:t>t I don’t want to hear;” and, “T</w:t>
      </w:r>
      <w:r w:rsidRPr="00810DF4">
        <w:rPr>
          <w:rFonts w:ascii="Calibri" w:hAnsi="Calibri" w:cs="Calibri"/>
        </w:rPr>
        <w:t>hey don’t know how to give “yes or no” answers.”</w:t>
      </w:r>
    </w:p>
    <w:p w:rsidR="00E30084" w:rsidRPr="00810DF4" w:rsidRDefault="00E30084" w:rsidP="00AE375E">
      <w:pPr>
        <w:rPr>
          <w:rFonts w:ascii="Calibri" w:hAnsi="Calibri" w:cs="Calibri"/>
        </w:rPr>
      </w:pPr>
    </w:p>
    <w:p w:rsidR="006158CB" w:rsidRPr="006C3BD0" w:rsidRDefault="00E30084" w:rsidP="006C3BD0">
      <w:pPr>
        <w:pStyle w:val="StyleStyleHeading1Before6ptNotBold"/>
      </w:pPr>
      <w:r w:rsidRPr="006C3BD0">
        <w:t xml:space="preserve">1-1 </w:t>
      </w:r>
      <w:r w:rsidR="005A7BB0" w:rsidRPr="006C3BD0">
        <w:t>EXPLORING THE LAW</w:t>
      </w:r>
      <w:r w:rsidR="006D483F" w:rsidRPr="006C3BD0">
        <w:t xml:space="preserve"> </w:t>
      </w:r>
    </w:p>
    <w:p w:rsidR="005A7BB0" w:rsidRDefault="005A7BB0" w:rsidP="006158CB">
      <w:pPr>
        <w:rPr>
          <w:rFonts w:ascii="Calibri" w:hAnsi="Calibri" w:cs="Calibri"/>
        </w:rPr>
      </w:pPr>
      <w:r>
        <w:rPr>
          <w:rFonts w:ascii="Calibri" w:hAnsi="Calibri" w:cs="Calibri"/>
          <w:b/>
        </w:rPr>
        <w:tab/>
      </w:r>
      <w:r w:rsidRPr="005A7BB0">
        <w:rPr>
          <w:rFonts w:ascii="Calibri" w:hAnsi="Calibri" w:cs="Calibri"/>
          <w:b/>
        </w:rPr>
        <w:t>The strong reach of the law touches nearly everything we do, especially at work.</w:t>
      </w:r>
      <w:r>
        <w:rPr>
          <w:rFonts w:ascii="Calibri" w:hAnsi="Calibri" w:cs="Calibri"/>
        </w:rPr>
        <w:t xml:space="preserve"> </w:t>
      </w:r>
      <w:r w:rsidR="006158CB" w:rsidRPr="00810DF4">
        <w:rPr>
          <w:rFonts w:ascii="Calibri" w:hAnsi="Calibri" w:cs="Calibri"/>
        </w:rPr>
        <w:t xml:space="preserve">At work, </w:t>
      </w:r>
      <w:r>
        <w:rPr>
          <w:rFonts w:ascii="Calibri" w:hAnsi="Calibri" w:cs="Calibri"/>
        </w:rPr>
        <w:t xml:space="preserve">a mid—level manager might face issues of </w:t>
      </w:r>
      <w:r w:rsidR="00084C07">
        <w:rPr>
          <w:rFonts w:ascii="Calibri" w:hAnsi="Calibri" w:cs="Calibri"/>
        </w:rPr>
        <w:t xml:space="preserve">harassment of a subordinate by a coworker (employment law), </w:t>
      </w:r>
      <w:r>
        <w:rPr>
          <w:rFonts w:ascii="Calibri" w:hAnsi="Calibri" w:cs="Calibri"/>
        </w:rPr>
        <w:t xml:space="preserve">negotiating a contract with a game developer (contract law), researching to see whether similar games already exist which might diminish her ability to market the new game (intellectual property law), a worker </w:t>
      </w:r>
      <w:r w:rsidR="00084C07">
        <w:rPr>
          <w:rFonts w:ascii="Calibri" w:hAnsi="Calibri" w:cs="Calibri"/>
        </w:rPr>
        <w:t xml:space="preserve">who may be using drugs (constitutional law and employment law), </w:t>
      </w:r>
      <w:r w:rsidR="00F46BE5">
        <w:rPr>
          <w:rFonts w:ascii="Calibri" w:hAnsi="Calibri" w:cs="Calibri"/>
        </w:rPr>
        <w:t xml:space="preserve">potential liability for injury caused by an employee on drugs (tort law and agency law). </w:t>
      </w:r>
    </w:p>
    <w:p w:rsidR="005A7BB0" w:rsidRDefault="005A7BB0" w:rsidP="006158CB">
      <w:pPr>
        <w:rPr>
          <w:rFonts w:ascii="Calibri" w:hAnsi="Calibri" w:cs="Calibri"/>
        </w:rPr>
      </w:pPr>
      <w:r>
        <w:rPr>
          <w:rFonts w:ascii="Calibri" w:hAnsi="Calibri" w:cs="Calibri"/>
          <w:b/>
        </w:rPr>
        <w:tab/>
      </w:r>
      <w:r w:rsidRPr="005A7BB0">
        <w:rPr>
          <w:rFonts w:ascii="Calibri" w:hAnsi="Calibri" w:cs="Calibri"/>
          <w:b/>
        </w:rPr>
        <w:t>Law is also essential.</w:t>
      </w:r>
      <w:r>
        <w:rPr>
          <w:rFonts w:ascii="Calibri" w:hAnsi="Calibri" w:cs="Calibri"/>
        </w:rPr>
        <w:t xml:space="preserve"> Every society of historical record had some legal system. Our legal system is largely based upon other English model, but many other societies contributed ideas. </w:t>
      </w:r>
    </w:p>
    <w:p w:rsidR="005A7BB0" w:rsidRDefault="005A7BB0" w:rsidP="006158CB">
      <w:pPr>
        <w:rPr>
          <w:rFonts w:ascii="Calibri" w:hAnsi="Calibri" w:cs="Calibri"/>
          <w:b/>
        </w:rPr>
      </w:pPr>
      <w:r>
        <w:rPr>
          <w:rFonts w:ascii="Calibri" w:hAnsi="Calibri" w:cs="Calibri"/>
        </w:rPr>
        <w:tab/>
      </w:r>
      <w:r w:rsidRPr="005A7BB0">
        <w:rPr>
          <w:rFonts w:ascii="Calibri" w:hAnsi="Calibri" w:cs="Calibri"/>
          <w:b/>
        </w:rPr>
        <w:t xml:space="preserve">The law is </w:t>
      </w:r>
      <w:r w:rsidR="00F46BE5">
        <w:rPr>
          <w:rFonts w:ascii="Calibri" w:hAnsi="Calibri" w:cs="Calibri"/>
          <w:b/>
        </w:rPr>
        <w:t xml:space="preserve">intriguing. </w:t>
      </w:r>
      <w:r w:rsidR="00F46BE5">
        <w:rPr>
          <w:rFonts w:ascii="Calibri" w:hAnsi="Calibri" w:cs="Calibri"/>
        </w:rPr>
        <w:t xml:space="preserve">When a large verdict is rendered, people ask whether the jury’s decision was right? Did the jury react emotionally? Or perhaps the anger caused by terrible trauma </w:t>
      </w:r>
      <w:r w:rsidR="00F46BE5" w:rsidRPr="00F46BE5">
        <w:rPr>
          <w:rFonts w:ascii="Calibri" w:hAnsi="Calibri" w:cs="Calibri"/>
          <w:i/>
        </w:rPr>
        <w:t>should</w:t>
      </w:r>
      <w:r w:rsidR="00F46BE5">
        <w:rPr>
          <w:rFonts w:ascii="Calibri" w:hAnsi="Calibri" w:cs="Calibri"/>
        </w:rPr>
        <w:t xml:space="preserve"> be a part of a court case. </w:t>
      </w:r>
      <w:r w:rsidRPr="005A7BB0">
        <w:rPr>
          <w:rFonts w:ascii="Calibri" w:hAnsi="Calibri" w:cs="Calibri"/>
          <w:b/>
        </w:rPr>
        <w:t xml:space="preserve"> </w:t>
      </w:r>
    </w:p>
    <w:p w:rsidR="00122CDB" w:rsidRPr="005A7BB0" w:rsidRDefault="00122CDB" w:rsidP="006158CB">
      <w:pPr>
        <w:rPr>
          <w:rFonts w:ascii="Calibri" w:hAnsi="Calibri" w:cs="Calibri"/>
          <w:b/>
        </w:rPr>
      </w:pPr>
    </w:p>
    <w:p w:rsidR="00ED75F7" w:rsidRPr="006C3BD0" w:rsidRDefault="00F46BE5" w:rsidP="00936D93">
      <w:pPr>
        <w:pStyle w:val="StyleHeading1Before6pt"/>
        <w:rPr>
          <w:rFonts w:ascii="Calibri" w:hAnsi="Calibri" w:cs="Calibri"/>
          <w:szCs w:val="32"/>
        </w:rPr>
      </w:pPr>
      <w:r w:rsidRPr="006C3BD0">
        <w:rPr>
          <w:rFonts w:ascii="Calibri" w:hAnsi="Calibri" w:cs="Calibri"/>
          <w:szCs w:val="32"/>
        </w:rPr>
        <w:t>1-1a</w:t>
      </w:r>
      <w:r w:rsidR="009D6825" w:rsidRPr="006C3BD0">
        <w:rPr>
          <w:rFonts w:ascii="Calibri" w:hAnsi="Calibri" w:cs="Calibri"/>
          <w:szCs w:val="32"/>
        </w:rPr>
        <w:t xml:space="preserve"> </w:t>
      </w:r>
      <w:r w:rsidR="00ED75F7" w:rsidRPr="006C3BD0">
        <w:rPr>
          <w:rFonts w:ascii="Calibri" w:hAnsi="Calibri" w:cs="Calibri"/>
          <w:szCs w:val="32"/>
        </w:rPr>
        <w:t>Sources of Contemporary Law</w:t>
      </w:r>
    </w:p>
    <w:p w:rsidR="006C3BD0" w:rsidRDefault="006C3BD0" w:rsidP="00231C29">
      <w:pPr>
        <w:pStyle w:val="Heading30"/>
        <w:spacing w:before="120" w:after="40"/>
        <w:rPr>
          <w:rFonts w:ascii="Calibri" w:hAnsi="Calibri" w:cs="Calibri"/>
          <w:b w:val="0"/>
          <w:szCs w:val="22"/>
        </w:rPr>
      </w:pPr>
      <w:r w:rsidRPr="006C3BD0">
        <w:rPr>
          <w:rFonts w:ascii="Calibri" w:hAnsi="Calibri" w:cs="Calibri"/>
          <w:b w:val="0"/>
          <w:szCs w:val="22"/>
        </w:rPr>
        <w:t xml:space="preserve">It </w:t>
      </w:r>
      <w:r>
        <w:rPr>
          <w:rFonts w:ascii="Calibri" w:hAnsi="Calibri" w:cs="Calibri"/>
          <w:b w:val="0"/>
          <w:szCs w:val="22"/>
        </w:rPr>
        <w:t xml:space="preserve">would be nice if we could look up “the law” in one book, memorize it, and then apply it </w:t>
      </w:r>
      <w:r w:rsidR="000E613D">
        <w:rPr>
          <w:rFonts w:ascii="Calibri" w:hAnsi="Calibri" w:cs="Calibri"/>
          <w:b w:val="0"/>
          <w:szCs w:val="22"/>
        </w:rPr>
        <w:t>b</w:t>
      </w:r>
      <w:r>
        <w:rPr>
          <w:rFonts w:ascii="Calibri" w:hAnsi="Calibri" w:cs="Calibri"/>
          <w:b w:val="0"/>
          <w:szCs w:val="22"/>
        </w:rPr>
        <w:t xml:space="preserve">ut the law is not that simple. Principles and rules of law come from many different sources. Why? </w:t>
      </w:r>
    </w:p>
    <w:p w:rsidR="006C3BD0" w:rsidRDefault="006C3BD0" w:rsidP="00231C29">
      <w:pPr>
        <w:pStyle w:val="Heading30"/>
        <w:spacing w:before="120" w:after="40"/>
        <w:rPr>
          <w:rFonts w:ascii="Calibri" w:hAnsi="Calibri" w:cs="Calibri"/>
          <w:b w:val="0"/>
          <w:szCs w:val="22"/>
        </w:rPr>
      </w:pPr>
      <w:r>
        <w:rPr>
          <w:rFonts w:ascii="Calibri" w:hAnsi="Calibri" w:cs="Calibri"/>
          <w:b w:val="0"/>
          <w:szCs w:val="22"/>
        </w:rPr>
        <w:t>We inherited a complex structure of laws from England. And ours is a nation born in revolution and created, in large part, to protect the rights of its people from the government.</w:t>
      </w:r>
    </w:p>
    <w:p w:rsidR="006C3BD0" w:rsidRDefault="006C3BD0" w:rsidP="006C3BD0">
      <w:pPr>
        <w:rPr>
          <w:rFonts w:ascii="Calibri" w:hAnsi="Calibri" w:cs="Calibri"/>
        </w:rPr>
      </w:pPr>
      <w:r w:rsidRPr="008A18A6">
        <w:rPr>
          <w:rFonts w:ascii="Calibri" w:hAnsi="Calibri" w:cs="Calibri"/>
          <w:b/>
          <w:color w:val="047C2C"/>
        </w:rPr>
        <w:t>Federalism</w:t>
      </w:r>
      <w:r w:rsidRPr="008A18A6">
        <w:rPr>
          <w:rFonts w:ascii="Calibri" w:hAnsi="Calibri" w:cs="Calibri"/>
          <w:color w:val="047C2C"/>
        </w:rPr>
        <w:t xml:space="preserve">: </w:t>
      </w:r>
      <w:r>
        <w:rPr>
          <w:rFonts w:ascii="Calibri" w:hAnsi="Calibri" w:cs="Calibri"/>
        </w:rPr>
        <w:t xml:space="preserve">A double-layered system of government, with the national and state governments each exercising important but limited powers. </w:t>
      </w:r>
    </w:p>
    <w:p w:rsidR="006C3BD0" w:rsidRDefault="006C3BD0" w:rsidP="006C3BD0">
      <w:pPr>
        <w:rPr>
          <w:rFonts w:ascii="Calibri" w:hAnsi="Calibri" w:cs="Calibri"/>
        </w:rPr>
      </w:pPr>
      <w:r w:rsidRPr="008A18A6">
        <w:rPr>
          <w:rFonts w:ascii="Calibri" w:hAnsi="Calibri" w:cs="Calibri"/>
          <w:b/>
          <w:color w:val="047C2C"/>
        </w:rPr>
        <w:t>U.S. Constitution</w:t>
      </w:r>
      <w:r w:rsidRPr="008A18A6">
        <w:rPr>
          <w:rFonts w:ascii="Calibri" w:hAnsi="Calibri" w:cs="Calibri"/>
          <w:color w:val="047C2C"/>
        </w:rPr>
        <w:t xml:space="preserve">: </w:t>
      </w:r>
      <w:r>
        <w:rPr>
          <w:rFonts w:ascii="Calibri" w:hAnsi="Calibri" w:cs="Calibri"/>
        </w:rPr>
        <w:t xml:space="preserve">The supreme law of the United States. </w:t>
      </w:r>
    </w:p>
    <w:p w:rsidR="00231C29" w:rsidRPr="00810DF4" w:rsidRDefault="00231C29" w:rsidP="00231C29">
      <w:pPr>
        <w:pStyle w:val="Heading30"/>
        <w:spacing w:before="120" w:after="40"/>
        <w:rPr>
          <w:rFonts w:ascii="Calibri" w:hAnsi="Calibri" w:cs="Calibri"/>
          <w:sz w:val="28"/>
          <w:szCs w:val="28"/>
        </w:rPr>
      </w:pPr>
      <w:r w:rsidRPr="00810DF4">
        <w:rPr>
          <w:rFonts w:ascii="Calibri" w:hAnsi="Calibri" w:cs="Calibri"/>
          <w:sz w:val="28"/>
          <w:szCs w:val="28"/>
        </w:rPr>
        <w:t>United States Constitution</w:t>
      </w:r>
    </w:p>
    <w:p w:rsidR="00231C29" w:rsidRPr="00810DF4" w:rsidRDefault="006C52BF" w:rsidP="00231C29">
      <w:pPr>
        <w:rPr>
          <w:rFonts w:ascii="Calibri" w:hAnsi="Calibri" w:cs="Calibri"/>
        </w:rPr>
      </w:pPr>
      <w:r>
        <w:rPr>
          <w:rFonts w:ascii="Calibri" w:hAnsi="Calibri" w:cs="Calibri"/>
        </w:rPr>
        <w:t xml:space="preserve">America’s greatest legal achievement was the writing of the U.S. Constitution. Any law that conflicts with the U.S. Constitution is void. The Federal Constitution establishes: </w:t>
      </w:r>
    </w:p>
    <w:p w:rsidR="00B361A8" w:rsidRPr="00810DF4" w:rsidRDefault="00B361A8" w:rsidP="00231C29">
      <w:pPr>
        <w:rPr>
          <w:rFonts w:ascii="Calibri" w:hAnsi="Calibri" w:cs="Calibri"/>
        </w:rPr>
      </w:pPr>
    </w:p>
    <w:p w:rsidR="00674A5C" w:rsidRPr="00A37E04" w:rsidRDefault="009D6825" w:rsidP="00231C29">
      <w:pPr>
        <w:rPr>
          <w:rFonts w:ascii="Calibri" w:hAnsi="Calibri" w:cs="Calibri"/>
          <w:b/>
          <w:sz w:val="24"/>
          <w:szCs w:val="24"/>
        </w:rPr>
      </w:pPr>
      <w:r w:rsidRPr="00A37E04">
        <w:rPr>
          <w:rFonts w:ascii="Calibri" w:hAnsi="Calibri" w:cs="Calibri"/>
          <w:b/>
          <w:sz w:val="24"/>
          <w:szCs w:val="24"/>
        </w:rPr>
        <w:t>Branches of Government</w:t>
      </w:r>
      <w:r w:rsidR="00674A5C" w:rsidRPr="00A37E04">
        <w:rPr>
          <w:rFonts w:ascii="Calibri" w:hAnsi="Calibri" w:cs="Calibri"/>
          <w:b/>
          <w:sz w:val="24"/>
          <w:szCs w:val="24"/>
        </w:rPr>
        <w:t xml:space="preserve"> </w:t>
      </w:r>
    </w:p>
    <w:p w:rsidR="009D6825" w:rsidRPr="00810DF4" w:rsidRDefault="00674A5C" w:rsidP="00231C29">
      <w:pPr>
        <w:rPr>
          <w:rFonts w:ascii="Calibri" w:hAnsi="Calibri" w:cs="Calibri"/>
        </w:rPr>
      </w:pPr>
      <w:r w:rsidRPr="00810DF4">
        <w:rPr>
          <w:rFonts w:ascii="Calibri" w:hAnsi="Calibri" w:cs="Calibri"/>
        </w:rPr>
        <w:t>The Founding Fathers sought a division of government power, not wanting all power centralized in anyone.</w:t>
      </w:r>
      <w:r w:rsidRPr="00810DF4">
        <w:rPr>
          <w:rFonts w:ascii="Calibri" w:hAnsi="Calibri" w:cs="Calibri"/>
          <w:b/>
        </w:rPr>
        <w:t xml:space="preserve"> </w:t>
      </w:r>
      <w:r w:rsidRPr="00810DF4">
        <w:rPr>
          <w:rFonts w:ascii="Calibri" w:hAnsi="Calibri" w:cs="Calibri"/>
        </w:rPr>
        <w:t xml:space="preserve">The Constitution divides legal authority into three pieces: </w:t>
      </w:r>
    </w:p>
    <w:p w:rsidR="00231C29" w:rsidRPr="00810DF4" w:rsidRDefault="00231C29" w:rsidP="00231C29">
      <w:pPr>
        <w:rPr>
          <w:rFonts w:ascii="Calibri" w:hAnsi="Calibri" w:cs="Calibri"/>
        </w:rPr>
      </w:pPr>
      <w:r w:rsidRPr="00810DF4">
        <w:rPr>
          <w:rFonts w:ascii="Calibri" w:hAnsi="Calibri" w:cs="Calibri"/>
          <w:b/>
          <w:i/>
        </w:rPr>
        <w:lastRenderedPageBreak/>
        <w:t>Legislative power</w:t>
      </w:r>
      <w:r w:rsidRPr="00810DF4">
        <w:rPr>
          <w:rFonts w:ascii="Calibri" w:hAnsi="Calibri" w:cs="Calibri"/>
        </w:rPr>
        <w:t xml:space="preserve"> is the ability to create new laws; it is balanced by executive power of the veto and judicial power of interpretation and </w:t>
      </w:r>
      <w:r w:rsidR="00595C6B" w:rsidRPr="00810DF4">
        <w:rPr>
          <w:rFonts w:ascii="Calibri" w:hAnsi="Calibri" w:cs="Calibri"/>
        </w:rPr>
        <w:t>determination of validity.</w:t>
      </w:r>
      <w:r w:rsidR="006C52BF">
        <w:rPr>
          <w:rFonts w:ascii="Calibri" w:hAnsi="Calibri" w:cs="Calibri"/>
        </w:rPr>
        <w:t xml:space="preserve"> Article I </w:t>
      </w:r>
      <w:proofErr w:type="gramStart"/>
      <w:r w:rsidR="006C52BF">
        <w:rPr>
          <w:rFonts w:ascii="Calibri" w:hAnsi="Calibri" w:cs="Calibri"/>
        </w:rPr>
        <w:t>creates</w:t>
      </w:r>
      <w:proofErr w:type="gramEnd"/>
      <w:r w:rsidR="006C52BF">
        <w:rPr>
          <w:rFonts w:ascii="Calibri" w:hAnsi="Calibri" w:cs="Calibri"/>
        </w:rPr>
        <w:t xml:space="preserve"> Congress, comprised of a Senate and a House of Representatives.</w:t>
      </w:r>
    </w:p>
    <w:p w:rsidR="00595C6B" w:rsidRPr="00810DF4" w:rsidRDefault="00595C6B" w:rsidP="00231C29">
      <w:pPr>
        <w:rPr>
          <w:rFonts w:ascii="Calibri" w:hAnsi="Calibri" w:cs="Calibri"/>
        </w:rPr>
      </w:pPr>
      <w:r w:rsidRPr="00810DF4">
        <w:rPr>
          <w:rFonts w:ascii="Calibri" w:hAnsi="Calibri" w:cs="Calibri"/>
          <w:b/>
          <w:i/>
        </w:rPr>
        <w:t>Executive power</w:t>
      </w:r>
      <w:r w:rsidR="00EA5FAB" w:rsidRPr="00810DF4">
        <w:rPr>
          <w:rFonts w:ascii="Calibri" w:hAnsi="Calibri" w:cs="Calibri"/>
        </w:rPr>
        <w:t xml:space="preserve"> is the authori</w:t>
      </w:r>
      <w:r w:rsidRPr="00810DF4">
        <w:rPr>
          <w:rFonts w:ascii="Calibri" w:hAnsi="Calibri" w:cs="Calibri"/>
        </w:rPr>
        <w:t>ty to enforce laws; it is balanced by the legislative power to override a veto and to impeach and the judicial power to interpret.</w:t>
      </w:r>
      <w:r w:rsidR="006C52BF">
        <w:rPr>
          <w:rFonts w:ascii="Calibri" w:hAnsi="Calibri" w:cs="Calibri"/>
        </w:rPr>
        <w:t xml:space="preserve"> Article II makes the president the Commander-in-Chief. </w:t>
      </w:r>
    </w:p>
    <w:p w:rsidR="00595C6B" w:rsidRPr="00810DF4" w:rsidRDefault="00595C6B" w:rsidP="00231C29">
      <w:pPr>
        <w:rPr>
          <w:rFonts w:ascii="Calibri" w:hAnsi="Calibri" w:cs="Calibri"/>
        </w:rPr>
      </w:pPr>
      <w:r w:rsidRPr="00810DF4">
        <w:rPr>
          <w:rFonts w:ascii="Calibri" w:hAnsi="Calibri" w:cs="Calibri"/>
          <w:b/>
          <w:i/>
        </w:rPr>
        <w:t>Judicial power</w:t>
      </w:r>
      <w:r w:rsidRPr="00810DF4">
        <w:rPr>
          <w:rFonts w:ascii="Calibri" w:hAnsi="Calibri" w:cs="Calibri"/>
        </w:rPr>
        <w:t xml:space="preserve"> is the power to interpret </w:t>
      </w:r>
      <w:r w:rsidR="00B361A8" w:rsidRPr="00810DF4">
        <w:rPr>
          <w:rFonts w:ascii="Calibri" w:hAnsi="Calibri" w:cs="Calibri"/>
        </w:rPr>
        <w:t>laws and determine their validity</w:t>
      </w:r>
      <w:r w:rsidR="00444D13" w:rsidRPr="00810DF4">
        <w:rPr>
          <w:rFonts w:ascii="Calibri" w:hAnsi="Calibri" w:cs="Calibri"/>
        </w:rPr>
        <w:t xml:space="preserve">; it is balanced by the executive power to appoint justices and legislative power to approve justice nominees. Congress can also amend the Constitution </w:t>
      </w:r>
      <w:r w:rsidR="00D44A65" w:rsidRPr="00810DF4">
        <w:rPr>
          <w:rFonts w:ascii="Calibri" w:hAnsi="Calibri" w:cs="Calibri"/>
        </w:rPr>
        <w:t>with the approval of the states.</w:t>
      </w:r>
      <w:r w:rsidR="00E34A77" w:rsidRPr="00810DF4">
        <w:rPr>
          <w:rFonts w:ascii="Calibri" w:hAnsi="Calibri" w:cs="Calibri"/>
        </w:rPr>
        <w:t xml:space="preserve"> It is often every bit as important as the ability to create laws in the first place. For instance, the Supreme Court ruled that</w:t>
      </w:r>
      <w:r w:rsidR="00EA5FAB" w:rsidRPr="00810DF4">
        <w:rPr>
          <w:rFonts w:ascii="Calibri" w:hAnsi="Calibri" w:cs="Calibri"/>
        </w:rPr>
        <w:t xml:space="preserve"> privacy provisions o</w:t>
      </w:r>
      <w:r w:rsidR="00E34A77" w:rsidRPr="00810DF4">
        <w:rPr>
          <w:rFonts w:ascii="Calibri" w:hAnsi="Calibri" w:cs="Calibri"/>
        </w:rPr>
        <w:t>f</w:t>
      </w:r>
      <w:r w:rsidR="00EA5FAB" w:rsidRPr="00810DF4">
        <w:rPr>
          <w:rFonts w:ascii="Calibri" w:hAnsi="Calibri" w:cs="Calibri"/>
        </w:rPr>
        <w:t xml:space="preserve"> </w:t>
      </w:r>
      <w:r w:rsidR="00E34A77" w:rsidRPr="00810DF4">
        <w:rPr>
          <w:rFonts w:ascii="Calibri" w:hAnsi="Calibri" w:cs="Calibri"/>
        </w:rPr>
        <w:t>the Constitution protect a woman’s right to abortion, although neither the word “privacy” nor “abortion” appears in the text of the Constitution.</w:t>
      </w:r>
      <w:r w:rsidR="00E34A77" w:rsidRPr="00810DF4">
        <w:rPr>
          <w:rStyle w:val="FootnoteReference"/>
          <w:rFonts w:ascii="Calibri" w:hAnsi="Calibri" w:cs="Calibri"/>
        </w:rPr>
        <w:footnoteReference w:id="1"/>
      </w:r>
      <w:r w:rsidR="00EA5FAB" w:rsidRPr="00810DF4">
        <w:rPr>
          <w:rFonts w:ascii="Calibri" w:hAnsi="Calibri" w:cs="Calibri"/>
        </w:rPr>
        <w:t xml:space="preserve"> At times, courts void laws altogether. In </w:t>
      </w:r>
      <w:r w:rsidR="006C52BF">
        <w:rPr>
          <w:rFonts w:ascii="Calibri" w:hAnsi="Calibri" w:cs="Calibri"/>
        </w:rPr>
        <w:t xml:space="preserve">2016, </w:t>
      </w:r>
      <w:r w:rsidR="00EA5FAB" w:rsidRPr="00810DF4">
        <w:rPr>
          <w:rFonts w:ascii="Calibri" w:hAnsi="Calibri" w:cs="Calibri"/>
        </w:rPr>
        <w:t xml:space="preserve">the Supreme Court </w:t>
      </w:r>
      <w:r w:rsidR="006C52BF">
        <w:rPr>
          <w:rFonts w:ascii="Calibri" w:hAnsi="Calibri" w:cs="Calibri"/>
        </w:rPr>
        <w:t xml:space="preserve">struck down a Texas law regulating abortion clinics and the doctors who worked in them. The Court found that those rules created an undue burden for Texas women by causing many clinics to close and making abortions unreasonably difficult to obtain. </w:t>
      </w:r>
    </w:p>
    <w:p w:rsidR="00674A5C" w:rsidRDefault="00674A5C" w:rsidP="00231C29">
      <w:pPr>
        <w:rPr>
          <w:rFonts w:ascii="Calibri" w:hAnsi="Calibri" w:cs="Calibri"/>
        </w:rPr>
      </w:pPr>
    </w:p>
    <w:p w:rsidR="00674A5C" w:rsidRPr="00A37E04" w:rsidRDefault="00674A5C" w:rsidP="00231C29">
      <w:pPr>
        <w:rPr>
          <w:rFonts w:ascii="Calibri" w:hAnsi="Calibri" w:cs="Calibri"/>
          <w:sz w:val="24"/>
          <w:szCs w:val="24"/>
        </w:rPr>
      </w:pPr>
      <w:r w:rsidRPr="00A37E04">
        <w:rPr>
          <w:rFonts w:ascii="Calibri" w:hAnsi="Calibri" w:cs="Calibri"/>
          <w:b/>
          <w:sz w:val="24"/>
          <w:szCs w:val="24"/>
        </w:rPr>
        <w:t>Checks and Balances</w:t>
      </w:r>
      <w:r w:rsidRPr="00A37E04">
        <w:rPr>
          <w:rFonts w:ascii="Calibri" w:hAnsi="Calibri" w:cs="Calibri"/>
          <w:sz w:val="24"/>
          <w:szCs w:val="24"/>
        </w:rPr>
        <w:t xml:space="preserve">  </w:t>
      </w:r>
    </w:p>
    <w:p w:rsidR="005D02D5" w:rsidRPr="00810DF4" w:rsidRDefault="00674A5C" w:rsidP="00231C29">
      <w:pPr>
        <w:rPr>
          <w:rFonts w:ascii="Calibri" w:hAnsi="Calibri" w:cs="Calibri"/>
        </w:rPr>
      </w:pPr>
      <w:r w:rsidRPr="00810DF4">
        <w:rPr>
          <w:rFonts w:ascii="Calibri" w:hAnsi="Calibri" w:cs="Calibri"/>
        </w:rPr>
        <w:t xml:space="preserve">The authors of the Constitution also wanted to give each part of the government some power over the other two branches. They wanted to create a system that, without broad agreement, would tend towards inaction. The president can veto Congressional legislation. Congress can impeach the president. The Supreme Court can void laws passed by Congress. The president appoints judges, but they must be approved by the Senate. Congress can override the Supreme Court by amending the Constitution. The president and Congress influence the Supreme Court by controlling who is placed on the court in the first place. </w:t>
      </w:r>
      <w:r w:rsidR="006C52BF">
        <w:rPr>
          <w:rFonts w:ascii="Calibri" w:hAnsi="Calibri" w:cs="Calibri"/>
        </w:rPr>
        <w:t xml:space="preserve">Many of these checks and balances will be examined in more detail </w:t>
      </w:r>
      <w:r w:rsidR="006C3BD0">
        <w:rPr>
          <w:rFonts w:ascii="Calibri" w:hAnsi="Calibri" w:cs="Calibri"/>
        </w:rPr>
        <w:t xml:space="preserve">later in the text. </w:t>
      </w:r>
    </w:p>
    <w:p w:rsidR="006C52BF" w:rsidRDefault="006C52BF" w:rsidP="00231C29">
      <w:pPr>
        <w:rPr>
          <w:rFonts w:ascii="Calibri" w:hAnsi="Calibri" w:cs="Calibri"/>
        </w:rPr>
      </w:pPr>
    </w:p>
    <w:p w:rsidR="00BF712D" w:rsidRPr="002F6B37" w:rsidRDefault="00BF712D" w:rsidP="00BF712D">
      <w:pPr>
        <w:pStyle w:val="Heading30"/>
        <w:spacing w:before="120" w:after="40"/>
        <w:rPr>
          <w:rFonts w:ascii="Calibri" w:hAnsi="Calibri" w:cs="Calibri"/>
          <w:sz w:val="24"/>
          <w:szCs w:val="24"/>
        </w:rPr>
      </w:pPr>
      <w:r w:rsidRPr="002F6B37">
        <w:rPr>
          <w:rFonts w:ascii="Calibri" w:hAnsi="Calibri" w:cs="Calibri"/>
          <w:sz w:val="24"/>
          <w:szCs w:val="24"/>
        </w:rPr>
        <w:t xml:space="preserve">Fundamental Rights </w:t>
      </w:r>
    </w:p>
    <w:p w:rsidR="00BF712D" w:rsidRPr="00810DF4" w:rsidRDefault="00BF712D" w:rsidP="00BF712D">
      <w:pPr>
        <w:rPr>
          <w:rFonts w:ascii="Calibri" w:hAnsi="Calibri" w:cs="Calibri"/>
        </w:rPr>
      </w:pPr>
      <w:r w:rsidRPr="00810DF4">
        <w:rPr>
          <w:rFonts w:ascii="Calibri" w:hAnsi="Calibri" w:cs="Calibri"/>
        </w:rPr>
        <w:t>The Constitution also grants many of our most basic liberties</w:t>
      </w:r>
      <w:r w:rsidR="00B361A8" w:rsidRPr="00810DF4">
        <w:rPr>
          <w:rFonts w:ascii="Calibri" w:hAnsi="Calibri" w:cs="Calibri"/>
        </w:rPr>
        <w:t>, generally</w:t>
      </w:r>
      <w:r w:rsidRPr="00810DF4">
        <w:rPr>
          <w:rFonts w:ascii="Calibri" w:hAnsi="Calibri" w:cs="Calibri"/>
        </w:rPr>
        <w:t xml:space="preserve"> found in the amendments to the Constitution. </w:t>
      </w:r>
      <w:r w:rsidR="006C52BF">
        <w:rPr>
          <w:rFonts w:ascii="Calibri" w:hAnsi="Calibri" w:cs="Calibri"/>
        </w:rPr>
        <w:t xml:space="preserve">The First Amendment guarantees the rights of free speech, free press, and the free exercise of religion. The Fourth, Fifth, and Sixth protect the rights of any person accused of a crime. Other Amendments ensure that the government treats all people equally, and that it pays for any property it takes from a citizen. </w:t>
      </w:r>
    </w:p>
    <w:p w:rsidR="00D44A65" w:rsidRPr="00810DF4" w:rsidRDefault="00D44A65" w:rsidP="00BF712D">
      <w:pPr>
        <w:pStyle w:val="Heading30"/>
        <w:spacing w:before="120" w:after="40"/>
        <w:rPr>
          <w:rFonts w:ascii="Calibri" w:hAnsi="Calibri" w:cs="Calibri"/>
          <w:sz w:val="28"/>
          <w:szCs w:val="28"/>
        </w:rPr>
      </w:pPr>
      <w:r w:rsidRPr="00810DF4">
        <w:rPr>
          <w:rFonts w:ascii="Calibri" w:hAnsi="Calibri" w:cs="Calibri"/>
          <w:sz w:val="28"/>
          <w:szCs w:val="28"/>
        </w:rPr>
        <w:t>Statutes</w:t>
      </w:r>
    </w:p>
    <w:p w:rsidR="0098453B" w:rsidRDefault="0098453B" w:rsidP="00D44A65">
      <w:pPr>
        <w:rPr>
          <w:rFonts w:ascii="Calibri" w:hAnsi="Calibri" w:cs="Calibri"/>
        </w:rPr>
      </w:pPr>
      <w:r w:rsidRPr="008A18A6">
        <w:rPr>
          <w:rFonts w:ascii="Calibri" w:hAnsi="Calibri" w:cs="Calibri"/>
          <w:b/>
          <w:color w:val="047C2C"/>
        </w:rPr>
        <w:t>Statute</w:t>
      </w:r>
      <w:r w:rsidRPr="008A18A6">
        <w:rPr>
          <w:rFonts w:ascii="Calibri" w:hAnsi="Calibri" w:cs="Calibri"/>
          <w:color w:val="047C2C"/>
        </w:rPr>
        <w:t xml:space="preserve">: </w:t>
      </w:r>
      <w:r>
        <w:rPr>
          <w:rFonts w:ascii="Calibri" w:hAnsi="Calibri" w:cs="Calibri"/>
        </w:rPr>
        <w:t xml:space="preserve">A law created by a legislature. </w:t>
      </w:r>
    </w:p>
    <w:p w:rsidR="0098453B" w:rsidRDefault="0098453B" w:rsidP="00D44A65">
      <w:pPr>
        <w:rPr>
          <w:rFonts w:ascii="Calibri" w:hAnsi="Calibri" w:cs="Calibri"/>
        </w:rPr>
      </w:pPr>
    </w:p>
    <w:p w:rsidR="00D44A65" w:rsidRDefault="00D44A65" w:rsidP="00D44A65">
      <w:pPr>
        <w:rPr>
          <w:rFonts w:ascii="Calibri" w:hAnsi="Calibri" w:cs="Calibri"/>
        </w:rPr>
      </w:pPr>
      <w:r w:rsidRPr="00810DF4">
        <w:rPr>
          <w:rFonts w:ascii="Calibri" w:hAnsi="Calibri" w:cs="Calibri"/>
        </w:rPr>
        <w:t xml:space="preserve">The Constitution gives to the Congress the power to pass laws on various subjects. A proposed law is called a bill; a bill </w:t>
      </w:r>
      <w:r w:rsidR="003F5426" w:rsidRPr="00810DF4">
        <w:rPr>
          <w:rFonts w:ascii="Calibri" w:hAnsi="Calibri" w:cs="Calibri"/>
        </w:rPr>
        <w:t xml:space="preserve">created by a legislature </w:t>
      </w:r>
      <w:r w:rsidRPr="00810DF4">
        <w:rPr>
          <w:rFonts w:ascii="Calibri" w:hAnsi="Calibri" w:cs="Calibri"/>
        </w:rPr>
        <w:t xml:space="preserve">that has become law is called a </w:t>
      </w:r>
      <w:r w:rsidRPr="00810DF4">
        <w:rPr>
          <w:rFonts w:ascii="Calibri" w:hAnsi="Calibri" w:cs="Calibri"/>
          <w:b/>
        </w:rPr>
        <w:t>statute</w:t>
      </w:r>
      <w:r w:rsidRPr="00810DF4">
        <w:rPr>
          <w:rFonts w:ascii="Calibri" w:hAnsi="Calibri" w:cs="Calibri"/>
        </w:rPr>
        <w:t>.</w:t>
      </w:r>
      <w:r w:rsidR="00A31807" w:rsidRPr="00810DF4">
        <w:rPr>
          <w:rFonts w:ascii="Calibri" w:hAnsi="Calibri" w:cs="Calibri"/>
        </w:rPr>
        <w:t xml:space="preserve">  </w:t>
      </w:r>
    </w:p>
    <w:p w:rsidR="00122CDB" w:rsidRPr="00810DF4" w:rsidRDefault="00122CDB" w:rsidP="00D44A65">
      <w:pPr>
        <w:rPr>
          <w:rFonts w:ascii="Calibri" w:hAnsi="Calibri" w:cs="Calibri"/>
        </w:rPr>
      </w:pPr>
    </w:p>
    <w:p w:rsidR="00D44A65" w:rsidRPr="00810DF4" w:rsidRDefault="00D44A65" w:rsidP="00D44A65">
      <w:pPr>
        <w:pStyle w:val="Heading30"/>
        <w:spacing w:before="120" w:after="40"/>
        <w:rPr>
          <w:rFonts w:ascii="Calibri" w:hAnsi="Calibri" w:cs="Calibri"/>
          <w:sz w:val="28"/>
          <w:szCs w:val="28"/>
        </w:rPr>
      </w:pPr>
      <w:r w:rsidRPr="00810DF4">
        <w:rPr>
          <w:rFonts w:ascii="Calibri" w:hAnsi="Calibri" w:cs="Calibri"/>
          <w:sz w:val="28"/>
          <w:szCs w:val="28"/>
        </w:rPr>
        <w:t>Common Law</w:t>
      </w:r>
    </w:p>
    <w:p w:rsidR="00F31246" w:rsidRDefault="00F31246" w:rsidP="00D44A65">
      <w:pPr>
        <w:rPr>
          <w:rFonts w:ascii="Calibri" w:hAnsi="Calibri" w:cs="Calibri"/>
        </w:rPr>
      </w:pPr>
      <w:r w:rsidRPr="008A18A6">
        <w:rPr>
          <w:rFonts w:ascii="Calibri" w:hAnsi="Calibri" w:cs="Calibri"/>
          <w:b/>
          <w:i/>
          <w:color w:val="047C2C"/>
        </w:rPr>
        <w:t>Stare decisis</w:t>
      </w:r>
      <w:r w:rsidRPr="00F31246">
        <w:rPr>
          <w:rFonts w:ascii="Calibri" w:hAnsi="Calibri" w:cs="Calibri"/>
          <w:i/>
          <w:color w:val="047C2C"/>
        </w:rPr>
        <w:t>:</w:t>
      </w:r>
      <w:r w:rsidRPr="006C52BF">
        <w:rPr>
          <w:rFonts w:ascii="Calibri" w:hAnsi="Calibri" w:cs="Calibri"/>
          <w:color w:val="047C2C"/>
        </w:rPr>
        <w:t xml:space="preserve"> </w:t>
      </w:r>
      <w:r>
        <w:rPr>
          <w:rFonts w:ascii="Calibri" w:hAnsi="Calibri" w:cs="Calibri"/>
        </w:rPr>
        <w:t xml:space="preserve">The principle that precedent is binding on later cases. </w:t>
      </w:r>
    </w:p>
    <w:p w:rsidR="00F31246" w:rsidRDefault="00F31246" w:rsidP="00D44A65">
      <w:pPr>
        <w:rPr>
          <w:rFonts w:ascii="Calibri" w:hAnsi="Calibri" w:cs="Calibri"/>
        </w:rPr>
      </w:pPr>
    </w:p>
    <w:p w:rsidR="00D44A65" w:rsidRPr="00810DF4" w:rsidRDefault="00D44A65" w:rsidP="00D44A65">
      <w:pPr>
        <w:rPr>
          <w:rFonts w:ascii="Calibri" w:hAnsi="Calibri" w:cs="Calibri"/>
        </w:rPr>
      </w:pPr>
      <w:r w:rsidRPr="00810DF4">
        <w:rPr>
          <w:rFonts w:ascii="Calibri" w:hAnsi="Calibri" w:cs="Calibri"/>
        </w:rPr>
        <w:t xml:space="preserve">The collective body of court decisions throughout history comprise the common law.  Judges of all courts below the Supreme Court will refer to previous cases (precedent) to rule on present cases.  </w:t>
      </w:r>
      <w:r w:rsidRPr="00C4230C">
        <w:rPr>
          <w:rFonts w:ascii="Calibri" w:hAnsi="Calibri" w:cs="Calibri"/>
          <w:b/>
        </w:rPr>
        <w:t xml:space="preserve">The principle that precedent is binding on later cases is called </w:t>
      </w:r>
      <w:r w:rsidRPr="00C4230C">
        <w:rPr>
          <w:rFonts w:ascii="Calibri" w:hAnsi="Calibri" w:cs="Calibri"/>
          <w:b/>
          <w:i/>
        </w:rPr>
        <w:t>stare decisis</w:t>
      </w:r>
      <w:r w:rsidRPr="00C4230C">
        <w:rPr>
          <w:rFonts w:ascii="Calibri" w:hAnsi="Calibri" w:cs="Calibri"/>
          <w:b/>
        </w:rPr>
        <w:t>, mean</w:t>
      </w:r>
      <w:r w:rsidR="00755055" w:rsidRPr="00C4230C">
        <w:rPr>
          <w:rFonts w:ascii="Calibri" w:hAnsi="Calibri" w:cs="Calibri"/>
          <w:b/>
        </w:rPr>
        <w:t>ing</w:t>
      </w:r>
      <w:r w:rsidRPr="00C4230C">
        <w:rPr>
          <w:rFonts w:ascii="Calibri" w:hAnsi="Calibri" w:cs="Calibri"/>
          <w:b/>
        </w:rPr>
        <w:t xml:space="preserve">, </w:t>
      </w:r>
      <w:r w:rsidR="00684BDA" w:rsidRPr="00C4230C">
        <w:rPr>
          <w:rFonts w:ascii="Calibri" w:hAnsi="Calibri" w:cs="Calibri"/>
          <w:b/>
        </w:rPr>
        <w:t>“</w:t>
      </w:r>
      <w:r w:rsidRPr="00C4230C">
        <w:rPr>
          <w:rFonts w:ascii="Calibri" w:hAnsi="Calibri" w:cs="Calibri"/>
          <w:b/>
        </w:rPr>
        <w:t>let the decision stand.</w:t>
      </w:r>
      <w:r w:rsidR="00684BDA" w:rsidRPr="00C4230C">
        <w:rPr>
          <w:rFonts w:ascii="Calibri" w:hAnsi="Calibri" w:cs="Calibri"/>
          <w:b/>
        </w:rPr>
        <w:t>”</w:t>
      </w:r>
      <w:r w:rsidR="00C4230C">
        <w:rPr>
          <w:rFonts w:ascii="Calibri" w:hAnsi="Calibri" w:cs="Calibri"/>
        </w:rPr>
        <w:t xml:space="preserve"> But </w:t>
      </w:r>
      <w:r w:rsidR="00C4230C">
        <w:rPr>
          <w:rFonts w:ascii="Calibri" w:hAnsi="Calibri" w:cs="Calibri"/>
        </w:rPr>
        <w:lastRenderedPageBreak/>
        <w:t>note that pre</w:t>
      </w:r>
      <w:r w:rsidR="005D02D5" w:rsidRPr="00810DF4">
        <w:rPr>
          <w:rFonts w:ascii="Calibri" w:hAnsi="Calibri" w:cs="Calibri"/>
        </w:rPr>
        <w:t xml:space="preserve">cedent is binding only on </w:t>
      </w:r>
      <w:r w:rsidR="005D02D5" w:rsidRPr="00810DF4">
        <w:rPr>
          <w:rFonts w:ascii="Calibri" w:hAnsi="Calibri" w:cs="Calibri"/>
          <w:i/>
        </w:rPr>
        <w:t xml:space="preserve">lower </w:t>
      </w:r>
      <w:r w:rsidR="005D02D5" w:rsidRPr="00810DF4">
        <w:rPr>
          <w:rFonts w:ascii="Calibri" w:hAnsi="Calibri" w:cs="Calibri"/>
        </w:rPr>
        <w:t>courts, which can be quite beneficial. In 1896, the Supreme Court decided that segregation was legal under certain conditions.</w:t>
      </w:r>
      <w:r w:rsidR="005D02D5" w:rsidRPr="00810DF4">
        <w:rPr>
          <w:rStyle w:val="FootnoteReference"/>
          <w:rFonts w:ascii="Calibri" w:hAnsi="Calibri" w:cs="Calibri"/>
        </w:rPr>
        <w:footnoteReference w:id="2"/>
      </w:r>
      <w:r w:rsidR="005D02D5" w:rsidRPr="00810DF4">
        <w:rPr>
          <w:rFonts w:ascii="Calibri" w:hAnsi="Calibri" w:cs="Calibri"/>
        </w:rPr>
        <w:t xml:space="preserve"> In 1954, faced with the same issue, the court changed its mind.</w:t>
      </w:r>
      <w:r w:rsidR="005D02D5" w:rsidRPr="00810DF4">
        <w:rPr>
          <w:rStyle w:val="FootnoteReference"/>
          <w:rFonts w:ascii="Calibri" w:hAnsi="Calibri" w:cs="Calibri"/>
        </w:rPr>
        <w:footnoteReference w:id="3"/>
      </w:r>
    </w:p>
    <w:p w:rsidR="00D44A65" w:rsidRPr="00810DF4" w:rsidRDefault="00D44A65" w:rsidP="00D44A65">
      <w:pPr>
        <w:pStyle w:val="Heading30"/>
        <w:spacing w:before="120" w:after="40"/>
        <w:rPr>
          <w:rFonts w:ascii="Calibri" w:hAnsi="Calibri" w:cs="Calibri"/>
          <w:sz w:val="28"/>
          <w:szCs w:val="28"/>
        </w:rPr>
      </w:pPr>
      <w:r w:rsidRPr="00810DF4">
        <w:rPr>
          <w:rFonts w:ascii="Calibri" w:hAnsi="Calibri" w:cs="Calibri"/>
          <w:sz w:val="28"/>
          <w:szCs w:val="28"/>
        </w:rPr>
        <w:t>Court Orders</w:t>
      </w:r>
    </w:p>
    <w:p w:rsidR="00D44A65" w:rsidRPr="00810DF4" w:rsidRDefault="00D44A65" w:rsidP="00D44A65">
      <w:pPr>
        <w:rPr>
          <w:rFonts w:ascii="Calibri" w:hAnsi="Calibri" w:cs="Calibri"/>
        </w:rPr>
      </w:pPr>
      <w:r w:rsidRPr="00810DF4">
        <w:rPr>
          <w:rFonts w:ascii="Calibri" w:hAnsi="Calibri" w:cs="Calibri"/>
        </w:rPr>
        <w:t xml:space="preserve">Sometimes judges issue court orders on a </w:t>
      </w:r>
      <w:proofErr w:type="gramStart"/>
      <w:r w:rsidRPr="00810DF4">
        <w:rPr>
          <w:rFonts w:ascii="Calibri" w:hAnsi="Calibri" w:cs="Calibri"/>
        </w:rPr>
        <w:t>particular person</w:t>
      </w:r>
      <w:proofErr w:type="gramEnd"/>
      <w:r w:rsidRPr="00810DF4">
        <w:rPr>
          <w:rFonts w:ascii="Calibri" w:hAnsi="Calibri" w:cs="Calibri"/>
        </w:rPr>
        <w:t xml:space="preserve"> or entity.  This may be an order to do something or an order to refrain from some action.</w:t>
      </w:r>
    </w:p>
    <w:p w:rsidR="00D44A65" w:rsidRPr="00810DF4" w:rsidRDefault="00D44A65" w:rsidP="00D44A65">
      <w:pPr>
        <w:pStyle w:val="Heading30"/>
        <w:spacing w:before="120" w:after="40"/>
        <w:rPr>
          <w:rFonts w:ascii="Calibri" w:hAnsi="Calibri" w:cs="Calibri"/>
          <w:sz w:val="28"/>
          <w:szCs w:val="28"/>
        </w:rPr>
      </w:pPr>
      <w:r w:rsidRPr="00810DF4">
        <w:rPr>
          <w:rFonts w:ascii="Calibri" w:hAnsi="Calibri" w:cs="Calibri"/>
          <w:sz w:val="28"/>
          <w:szCs w:val="28"/>
        </w:rPr>
        <w:t>Administrative Law</w:t>
      </w:r>
    </w:p>
    <w:p w:rsidR="00D44A65" w:rsidRPr="00810DF4" w:rsidRDefault="00D44A65" w:rsidP="00D44A65">
      <w:pPr>
        <w:rPr>
          <w:rFonts w:ascii="Calibri" w:hAnsi="Calibri" w:cs="Calibri"/>
        </w:rPr>
      </w:pPr>
      <w:r w:rsidRPr="00810DF4">
        <w:rPr>
          <w:rFonts w:ascii="Calibri" w:hAnsi="Calibri" w:cs="Calibri"/>
        </w:rPr>
        <w:t>Administrative agencies are created by Congress or by an order of the President.  Their purpose is to carry out the day-to-day work of enforcing the statutes passed by Congress.  Agencies have the power to create regulations</w:t>
      </w:r>
      <w:r w:rsidR="0019147F" w:rsidRPr="00810DF4">
        <w:rPr>
          <w:rFonts w:ascii="Calibri" w:hAnsi="Calibri" w:cs="Calibri"/>
        </w:rPr>
        <w:t>,</w:t>
      </w:r>
      <w:r w:rsidRPr="00810DF4">
        <w:rPr>
          <w:rFonts w:ascii="Calibri" w:hAnsi="Calibri" w:cs="Calibri"/>
        </w:rPr>
        <w:t xml:space="preserve"> which are as binding as laws.</w:t>
      </w:r>
    </w:p>
    <w:p w:rsidR="00BF712D" w:rsidRPr="00810DF4" w:rsidRDefault="00BF712D" w:rsidP="00D44A65">
      <w:pPr>
        <w:rPr>
          <w:rFonts w:ascii="Calibri" w:hAnsi="Calibri" w:cs="Calibri"/>
        </w:rPr>
      </w:pPr>
    </w:p>
    <w:p w:rsidR="00ED75F7" w:rsidRPr="00F31246" w:rsidRDefault="00563D8B" w:rsidP="00D44A65">
      <w:pPr>
        <w:pStyle w:val="StyleHeading1Before6pt"/>
        <w:tabs>
          <w:tab w:val="clear" w:pos="7385"/>
          <w:tab w:val="left" w:pos="3735"/>
        </w:tabs>
        <w:rPr>
          <w:rFonts w:ascii="Calibri" w:hAnsi="Calibri" w:cs="Calibri"/>
          <w:szCs w:val="32"/>
        </w:rPr>
      </w:pPr>
      <w:r w:rsidRPr="00F31246">
        <w:rPr>
          <w:rFonts w:ascii="Calibri" w:hAnsi="Calibri" w:cs="Calibri"/>
          <w:szCs w:val="32"/>
        </w:rPr>
        <w:t>1-</w:t>
      </w:r>
      <w:r w:rsidR="00F31246" w:rsidRPr="00F31246">
        <w:rPr>
          <w:rFonts w:ascii="Calibri" w:hAnsi="Calibri" w:cs="Calibri"/>
          <w:szCs w:val="32"/>
        </w:rPr>
        <w:t>1b</w:t>
      </w:r>
      <w:r w:rsidR="00674A5C" w:rsidRPr="00F31246">
        <w:rPr>
          <w:rFonts w:ascii="Calibri" w:hAnsi="Calibri" w:cs="Calibri"/>
          <w:szCs w:val="32"/>
        </w:rPr>
        <w:t xml:space="preserve"> </w:t>
      </w:r>
      <w:r w:rsidR="00D44A65" w:rsidRPr="00F31246">
        <w:rPr>
          <w:rFonts w:ascii="Calibri" w:hAnsi="Calibri" w:cs="Calibri"/>
          <w:szCs w:val="32"/>
        </w:rPr>
        <w:t>Classifications</w:t>
      </w:r>
      <w:r w:rsidR="00D44A65" w:rsidRPr="00F31246">
        <w:rPr>
          <w:rFonts w:ascii="Calibri" w:hAnsi="Calibri" w:cs="Calibri"/>
          <w:szCs w:val="32"/>
        </w:rPr>
        <w:tab/>
      </w:r>
    </w:p>
    <w:p w:rsidR="00D44A65" w:rsidRPr="00810DF4" w:rsidRDefault="00D44A65" w:rsidP="00D44A65">
      <w:pPr>
        <w:pStyle w:val="Heading30"/>
        <w:spacing w:before="120" w:after="40"/>
        <w:rPr>
          <w:rFonts w:ascii="Calibri" w:hAnsi="Calibri" w:cs="Calibri"/>
          <w:sz w:val="28"/>
          <w:szCs w:val="28"/>
        </w:rPr>
      </w:pPr>
      <w:r w:rsidRPr="00810DF4">
        <w:rPr>
          <w:rFonts w:ascii="Calibri" w:hAnsi="Calibri" w:cs="Calibri"/>
          <w:sz w:val="28"/>
          <w:szCs w:val="28"/>
        </w:rPr>
        <w:t xml:space="preserve">Criminal </w:t>
      </w:r>
      <w:r w:rsidR="00BF712D" w:rsidRPr="00810DF4">
        <w:rPr>
          <w:rFonts w:ascii="Calibri" w:hAnsi="Calibri" w:cs="Calibri"/>
          <w:sz w:val="28"/>
          <w:szCs w:val="28"/>
        </w:rPr>
        <w:t>and</w:t>
      </w:r>
      <w:r w:rsidRPr="00810DF4">
        <w:rPr>
          <w:rFonts w:ascii="Calibri" w:hAnsi="Calibri" w:cs="Calibri"/>
          <w:sz w:val="28"/>
          <w:szCs w:val="28"/>
        </w:rPr>
        <w:t xml:space="preserve"> Civil Law</w:t>
      </w:r>
    </w:p>
    <w:p w:rsidR="0098453B" w:rsidRDefault="00443FC0" w:rsidP="00D44A65">
      <w:pPr>
        <w:rPr>
          <w:rFonts w:ascii="Calibri" w:hAnsi="Calibri" w:cs="Calibri"/>
        </w:rPr>
      </w:pPr>
      <w:r w:rsidRPr="008A18A6">
        <w:rPr>
          <w:rFonts w:ascii="Calibri" w:hAnsi="Calibri" w:cs="Calibri"/>
          <w:b/>
          <w:color w:val="047C2C"/>
        </w:rPr>
        <w:t>Criminal law</w:t>
      </w:r>
      <w:r w:rsidR="0098453B" w:rsidRPr="008A18A6">
        <w:rPr>
          <w:rFonts w:ascii="Calibri" w:hAnsi="Calibri" w:cs="Calibri"/>
          <w:b/>
          <w:color w:val="047C2C"/>
        </w:rPr>
        <w:t xml:space="preserve">: </w:t>
      </w:r>
      <w:r w:rsidR="0098453B" w:rsidRPr="0098453B">
        <w:rPr>
          <w:rFonts w:ascii="Calibri" w:hAnsi="Calibri" w:cs="Calibri"/>
        </w:rPr>
        <w:t>C</w:t>
      </w:r>
      <w:r w:rsidR="00F31246">
        <w:rPr>
          <w:rFonts w:ascii="Calibri" w:hAnsi="Calibri" w:cs="Calibri"/>
        </w:rPr>
        <w:t xml:space="preserve">oncerns behavior so threatening that society prohibits it. </w:t>
      </w:r>
      <w:r w:rsidRPr="00810DF4">
        <w:rPr>
          <w:rFonts w:ascii="Calibri" w:hAnsi="Calibri" w:cs="Calibri"/>
        </w:rPr>
        <w:t xml:space="preserve"> </w:t>
      </w:r>
    </w:p>
    <w:p w:rsidR="0098453B" w:rsidRDefault="00443FC0" w:rsidP="00D44A65">
      <w:pPr>
        <w:rPr>
          <w:rFonts w:ascii="Calibri" w:hAnsi="Calibri" w:cs="Calibri"/>
        </w:rPr>
      </w:pPr>
      <w:r w:rsidRPr="008A18A6">
        <w:rPr>
          <w:rFonts w:ascii="Calibri" w:hAnsi="Calibri" w:cs="Calibri"/>
          <w:b/>
          <w:color w:val="047C2C"/>
        </w:rPr>
        <w:t>Civil law</w:t>
      </w:r>
      <w:r w:rsidR="0098453B" w:rsidRPr="00563D8B">
        <w:rPr>
          <w:rFonts w:ascii="Calibri" w:hAnsi="Calibri" w:cs="Calibri"/>
          <w:color w:val="047C2C"/>
        </w:rPr>
        <w:t xml:space="preserve">: </w:t>
      </w:r>
      <w:r w:rsidR="00F31246">
        <w:rPr>
          <w:rFonts w:ascii="Calibri" w:hAnsi="Calibri" w:cs="Calibri"/>
        </w:rPr>
        <w:t>R</w:t>
      </w:r>
      <w:r w:rsidRPr="00810DF4">
        <w:rPr>
          <w:rFonts w:ascii="Calibri" w:hAnsi="Calibri" w:cs="Calibri"/>
        </w:rPr>
        <w:t xml:space="preserve">egulates the rights and duties between parties. </w:t>
      </w:r>
    </w:p>
    <w:p w:rsidR="0098453B" w:rsidRDefault="0098453B" w:rsidP="00D44A65">
      <w:pPr>
        <w:rPr>
          <w:rFonts w:ascii="Calibri" w:hAnsi="Calibri" w:cs="Calibri"/>
        </w:rPr>
      </w:pPr>
    </w:p>
    <w:p w:rsidR="00563D8B" w:rsidRDefault="005C52B5" w:rsidP="00D44A65">
      <w:pPr>
        <w:rPr>
          <w:rFonts w:ascii="Calibri" w:hAnsi="Calibri" w:cs="Calibri"/>
        </w:rPr>
      </w:pPr>
      <w:r w:rsidRPr="00563D8B">
        <w:rPr>
          <w:rFonts w:ascii="Calibri" w:hAnsi="Calibri" w:cs="Calibri"/>
          <w:b/>
        </w:rPr>
        <w:t>Criminal law concerns behavior so threatening that society outlaws it altogether.</w:t>
      </w:r>
      <w:r w:rsidRPr="00810DF4">
        <w:rPr>
          <w:rFonts w:ascii="Calibri" w:hAnsi="Calibri" w:cs="Calibri"/>
        </w:rPr>
        <w:t xml:space="preserve">  </w:t>
      </w:r>
      <w:r w:rsidR="00563D8B">
        <w:rPr>
          <w:rFonts w:ascii="Calibri" w:hAnsi="Calibri" w:cs="Calibri"/>
        </w:rPr>
        <w:t>The government itself prosecutes the wrongdoer. The victim is not in charge of the case, although she may appear as a witness.  The government will seek to punish the defendant with a prison sentence, a fine, or both. If there is a fine, the money goes to the state, not to the injured party.</w:t>
      </w:r>
    </w:p>
    <w:p w:rsidR="00F31246" w:rsidRDefault="00F31246" w:rsidP="00D44A65">
      <w:pPr>
        <w:rPr>
          <w:rFonts w:ascii="Calibri" w:hAnsi="Calibri" w:cs="Calibri"/>
        </w:rPr>
      </w:pPr>
    </w:p>
    <w:p w:rsidR="00C64D71" w:rsidRPr="00810DF4" w:rsidRDefault="005C52B5" w:rsidP="00D44A65">
      <w:pPr>
        <w:rPr>
          <w:rFonts w:ascii="Calibri" w:hAnsi="Calibri" w:cs="Calibri"/>
        </w:rPr>
      </w:pPr>
      <w:r w:rsidRPr="00563D8B">
        <w:rPr>
          <w:rFonts w:ascii="Calibri" w:hAnsi="Calibri" w:cs="Calibri"/>
          <w:b/>
        </w:rPr>
        <w:t>Civil law</w:t>
      </w:r>
      <w:r w:rsidRPr="00810DF4">
        <w:rPr>
          <w:rFonts w:ascii="Calibri" w:hAnsi="Calibri" w:cs="Calibri"/>
        </w:rPr>
        <w:t xml:space="preserve"> </w:t>
      </w:r>
      <w:r w:rsidR="00563D8B">
        <w:rPr>
          <w:rFonts w:ascii="Calibri" w:hAnsi="Calibri" w:cs="Calibri"/>
        </w:rPr>
        <w:t xml:space="preserve">is different, and most of this book is about civil law. </w:t>
      </w:r>
      <w:r w:rsidR="00563D8B" w:rsidRPr="00563D8B">
        <w:rPr>
          <w:rFonts w:ascii="Calibri" w:hAnsi="Calibri" w:cs="Calibri"/>
          <w:b/>
        </w:rPr>
        <w:t>The civil law regulates the rights and duties between parties</w:t>
      </w:r>
      <w:r w:rsidR="00563D8B">
        <w:rPr>
          <w:rFonts w:ascii="Calibri" w:hAnsi="Calibri" w:cs="Calibri"/>
        </w:rPr>
        <w:t>. It d</w:t>
      </w:r>
      <w:r w:rsidR="00D44A65" w:rsidRPr="00810DF4">
        <w:rPr>
          <w:rFonts w:ascii="Calibri" w:hAnsi="Calibri" w:cs="Calibri"/>
        </w:rPr>
        <w:t>oes not involve guilt or punishment, two legal concepts with which students are likely most familiar</w:t>
      </w:r>
      <w:r w:rsidRPr="00810DF4">
        <w:rPr>
          <w:rFonts w:ascii="Calibri" w:hAnsi="Calibri" w:cs="Calibri"/>
        </w:rPr>
        <w:t xml:space="preserve"> Chapter </w:t>
      </w:r>
      <w:r w:rsidR="00F31246">
        <w:rPr>
          <w:rFonts w:ascii="Calibri" w:hAnsi="Calibri" w:cs="Calibri"/>
        </w:rPr>
        <w:t>6</w:t>
      </w:r>
      <w:r w:rsidR="00D44A65" w:rsidRPr="00810DF4">
        <w:rPr>
          <w:rFonts w:ascii="Calibri" w:hAnsi="Calibri" w:cs="Calibri"/>
        </w:rPr>
        <w:t xml:space="preserve"> addresses criminal law.</w:t>
      </w:r>
      <w:r w:rsidRPr="00810DF4">
        <w:rPr>
          <w:rFonts w:ascii="Calibri" w:hAnsi="Calibri" w:cs="Calibri"/>
        </w:rPr>
        <w:t xml:space="preserve"> </w:t>
      </w:r>
      <w:r w:rsidR="00C64D71" w:rsidRPr="00810DF4">
        <w:rPr>
          <w:rFonts w:ascii="Calibri" w:hAnsi="Calibri" w:cs="Calibri"/>
        </w:rPr>
        <w:t xml:space="preserve">Some conduct involves both civil and criminal law, as we will see in the </w:t>
      </w:r>
      <w:r w:rsidR="00C64D71" w:rsidRPr="00810DF4">
        <w:rPr>
          <w:rFonts w:ascii="Calibri" w:hAnsi="Calibri" w:cs="Calibri"/>
          <w:i/>
        </w:rPr>
        <w:t>Pub Zone</w:t>
      </w:r>
      <w:r w:rsidR="00C64D71" w:rsidRPr="00810DF4">
        <w:rPr>
          <w:rFonts w:ascii="Calibri" w:hAnsi="Calibri" w:cs="Calibri"/>
        </w:rPr>
        <w:t xml:space="preserve"> case. </w:t>
      </w:r>
    </w:p>
    <w:p w:rsidR="00D44A65" w:rsidRPr="00810DF4" w:rsidRDefault="00D44A65" w:rsidP="00D44A65">
      <w:pPr>
        <w:pStyle w:val="Heading30"/>
        <w:spacing w:before="120" w:after="40"/>
        <w:rPr>
          <w:rFonts w:ascii="Calibri" w:hAnsi="Calibri" w:cs="Calibri"/>
          <w:sz w:val="28"/>
          <w:szCs w:val="28"/>
        </w:rPr>
      </w:pPr>
      <w:r w:rsidRPr="00810DF4">
        <w:rPr>
          <w:rFonts w:ascii="Calibri" w:hAnsi="Calibri" w:cs="Calibri"/>
          <w:sz w:val="28"/>
          <w:szCs w:val="28"/>
        </w:rPr>
        <w:t>Law and Morality</w:t>
      </w:r>
    </w:p>
    <w:p w:rsidR="00C64D71" w:rsidRDefault="00D44A65" w:rsidP="00D44A65">
      <w:pPr>
        <w:rPr>
          <w:rFonts w:ascii="Calibri" w:hAnsi="Calibri" w:cs="Calibri"/>
        </w:rPr>
      </w:pPr>
      <w:r w:rsidRPr="00810DF4">
        <w:rPr>
          <w:rFonts w:ascii="Calibri" w:hAnsi="Calibri" w:cs="Calibri"/>
        </w:rPr>
        <w:t xml:space="preserve">Law and morality are clearly different yet obviously related.  </w:t>
      </w:r>
      <w:r w:rsidR="00C64D71" w:rsidRPr="00810DF4">
        <w:rPr>
          <w:rFonts w:ascii="Calibri" w:hAnsi="Calibri" w:cs="Calibri"/>
        </w:rPr>
        <w:t xml:space="preserve">Often the law duplicates what all of us would regard as a moral position. But we have had laws that we now clearly regard as immoral. Finally, there are legal issues where the morality is less clear. </w:t>
      </w:r>
    </w:p>
    <w:p w:rsidR="00F31246" w:rsidRDefault="00F31246" w:rsidP="00D44A65">
      <w:pPr>
        <w:rPr>
          <w:rFonts w:ascii="Calibri" w:hAnsi="Calibri" w:cs="Calibri"/>
        </w:rPr>
      </w:pPr>
    </w:p>
    <w:p w:rsidR="00F31246" w:rsidRDefault="00F31246" w:rsidP="00D44A65">
      <w:pPr>
        <w:rPr>
          <w:rFonts w:ascii="Calibri" w:hAnsi="Calibri" w:cs="Calibri"/>
        </w:rPr>
      </w:pPr>
      <w:r>
        <w:rPr>
          <w:rFonts w:ascii="Calibri" w:hAnsi="Calibri" w:cs="Calibri"/>
        </w:rPr>
        <w:t xml:space="preserve">We have had laws that we now clearly regard as immoral. Seventy-five years ago, a factory owner could legally fire a worker for any reason at all, including, for example, her religion. </w:t>
      </w:r>
    </w:p>
    <w:p w:rsidR="00F31246" w:rsidRDefault="00F31246" w:rsidP="00D44A65">
      <w:pPr>
        <w:rPr>
          <w:rFonts w:ascii="Calibri" w:hAnsi="Calibri" w:cs="Calibri"/>
        </w:rPr>
      </w:pPr>
    </w:p>
    <w:p w:rsidR="00F31246" w:rsidRPr="00810DF4" w:rsidRDefault="00F31246" w:rsidP="00D44A65">
      <w:pPr>
        <w:rPr>
          <w:rFonts w:ascii="Calibri" w:hAnsi="Calibri" w:cs="Calibri"/>
        </w:rPr>
      </w:pPr>
      <w:r>
        <w:rPr>
          <w:rFonts w:ascii="Calibri" w:hAnsi="Calibri" w:cs="Calibri"/>
        </w:rPr>
        <w:t xml:space="preserve">Finally, there are legal issues where the morality is not so clear. Suppose you serve alcohol to a guest who becomes intoxicated and then causes an automobile accident, seriously injuring a pedestrian? Should you, the social host, be liable? This is an issue of tort liability which we will examine in Chapter 9. Students will have the opportunity to re=examine their own moral beliefs, when we cover Chapter 2 on ethics. </w:t>
      </w:r>
    </w:p>
    <w:p w:rsidR="00C64D71" w:rsidRDefault="00C64D71" w:rsidP="00D44A65">
      <w:pPr>
        <w:rPr>
          <w:rFonts w:ascii="Calibri" w:hAnsi="Calibri" w:cs="Calibri"/>
        </w:rPr>
      </w:pPr>
    </w:p>
    <w:p w:rsidR="00F31246" w:rsidRPr="00810DF4" w:rsidRDefault="00F31246" w:rsidP="00D44A65">
      <w:pPr>
        <w:rPr>
          <w:rFonts w:ascii="Calibri" w:hAnsi="Calibri" w:cs="Calibri"/>
        </w:rPr>
      </w:pPr>
    </w:p>
    <w:p w:rsidR="001D12B0" w:rsidRDefault="001D12B0" w:rsidP="00936D93">
      <w:pPr>
        <w:pStyle w:val="StyleHeading1Before6pt"/>
        <w:rPr>
          <w:rFonts w:ascii="Calibri" w:hAnsi="Calibri" w:cs="Calibri"/>
          <w:sz w:val="36"/>
          <w:szCs w:val="36"/>
        </w:rPr>
      </w:pPr>
    </w:p>
    <w:p w:rsidR="003E3722" w:rsidRPr="00B40429" w:rsidRDefault="00F31246" w:rsidP="0098453B">
      <w:pPr>
        <w:rPr>
          <w:rFonts w:ascii="Calibri" w:hAnsi="Calibri" w:cs="Calibri"/>
          <w:b/>
          <w:sz w:val="32"/>
          <w:szCs w:val="32"/>
        </w:rPr>
      </w:pPr>
      <w:r>
        <w:rPr>
          <w:rFonts w:ascii="Calibri" w:hAnsi="Calibri" w:cs="Calibri"/>
          <w:b/>
          <w:sz w:val="32"/>
          <w:szCs w:val="32"/>
        </w:rPr>
        <w:t>1-1c</w:t>
      </w:r>
      <w:r w:rsidR="003E3722" w:rsidRPr="00B40429">
        <w:rPr>
          <w:rFonts w:ascii="Calibri" w:hAnsi="Calibri" w:cs="Calibri"/>
          <w:b/>
          <w:sz w:val="32"/>
          <w:szCs w:val="32"/>
        </w:rPr>
        <w:t xml:space="preserve"> Working with the Book’s Features</w:t>
      </w:r>
    </w:p>
    <w:p w:rsidR="00A93075" w:rsidRPr="00B40429" w:rsidRDefault="00A93075" w:rsidP="0098453B">
      <w:pPr>
        <w:rPr>
          <w:rFonts w:ascii="Calibri" w:hAnsi="Calibri" w:cs="Calibri"/>
          <w:b/>
          <w:sz w:val="28"/>
          <w:szCs w:val="28"/>
        </w:rPr>
      </w:pPr>
      <w:r w:rsidRPr="00B40429">
        <w:rPr>
          <w:rFonts w:ascii="Calibri" w:hAnsi="Calibri" w:cs="Calibri"/>
          <w:b/>
          <w:sz w:val="28"/>
          <w:szCs w:val="28"/>
        </w:rPr>
        <w:t>Analyzing a Case</w:t>
      </w:r>
    </w:p>
    <w:p w:rsidR="00E2650B" w:rsidRPr="00B40429" w:rsidRDefault="008A18A6" w:rsidP="0098453B">
      <w:pPr>
        <w:rPr>
          <w:rFonts w:ascii="Calibri" w:hAnsi="Calibri" w:cs="Calibri"/>
        </w:rPr>
      </w:pPr>
      <w:r>
        <w:rPr>
          <w:rFonts w:ascii="Calibri" w:hAnsi="Calibri" w:cs="Calibri"/>
        </w:rPr>
        <w:t xml:space="preserve">A law case is the decision a court has made in a civil lawsuit or criminal prosecution. </w:t>
      </w:r>
      <w:r w:rsidR="00E2650B" w:rsidRPr="00B40429">
        <w:rPr>
          <w:rFonts w:ascii="Calibri" w:hAnsi="Calibri" w:cs="Calibri"/>
        </w:rPr>
        <w:t xml:space="preserve">Cases are the heart of the law and an important part of this book. Reading them effectively takes practice. This chapter’s opening scenario is fictional, but the following real case involves a similar situation. Who can be held liable for the assault? </w:t>
      </w:r>
    </w:p>
    <w:p w:rsidR="0098453B" w:rsidRPr="00B40429" w:rsidRDefault="0098453B" w:rsidP="0098453B">
      <w:pPr>
        <w:rPr>
          <w:rFonts w:ascii="Calibri" w:hAnsi="Calibri" w:cs="Calibri"/>
        </w:rPr>
      </w:pPr>
    </w:p>
    <w:p w:rsidR="00647E16" w:rsidRPr="00B40429" w:rsidRDefault="00647E16" w:rsidP="0098453B">
      <w:pPr>
        <w:rPr>
          <w:rFonts w:ascii="Calibri" w:hAnsi="Calibri" w:cs="Calibri"/>
          <w:b/>
          <w:sz w:val="24"/>
          <w:szCs w:val="24"/>
        </w:rPr>
      </w:pPr>
      <w:r w:rsidRPr="00B40429">
        <w:rPr>
          <w:rFonts w:ascii="Calibri" w:hAnsi="Calibri" w:cs="Calibri"/>
          <w:b/>
          <w:sz w:val="24"/>
          <w:szCs w:val="24"/>
        </w:rPr>
        <w:t>Analysis</w:t>
      </w:r>
    </w:p>
    <w:p w:rsidR="0098453B" w:rsidRPr="00B40429" w:rsidRDefault="0098453B" w:rsidP="0098453B">
      <w:pPr>
        <w:rPr>
          <w:rFonts w:ascii="Calibri" w:hAnsi="Calibri" w:cs="Calibri"/>
        </w:rPr>
      </w:pPr>
      <w:r w:rsidRPr="008A18A6">
        <w:rPr>
          <w:rFonts w:ascii="Calibri" w:hAnsi="Calibri" w:cs="Calibri"/>
          <w:b/>
          <w:color w:val="047C2C"/>
        </w:rPr>
        <w:t>Plaintif</w:t>
      </w:r>
      <w:r w:rsidRPr="00FB41F1">
        <w:rPr>
          <w:rFonts w:ascii="Calibri" w:hAnsi="Calibri" w:cs="Calibri"/>
          <w:b/>
          <w:color w:val="047C2C"/>
        </w:rPr>
        <w:t>f:</w:t>
      </w:r>
      <w:r w:rsidRPr="00FB41F1">
        <w:rPr>
          <w:rFonts w:ascii="Calibri" w:hAnsi="Calibri" w:cs="Calibri"/>
          <w:color w:val="047C2C"/>
        </w:rPr>
        <w:t xml:space="preserve"> </w:t>
      </w:r>
      <w:r w:rsidRPr="00B40429">
        <w:rPr>
          <w:rFonts w:ascii="Calibri" w:hAnsi="Calibri" w:cs="Calibri"/>
        </w:rPr>
        <w:t>The party who is suing.</w:t>
      </w:r>
    </w:p>
    <w:p w:rsidR="0098453B" w:rsidRDefault="0098453B" w:rsidP="0098453B">
      <w:pPr>
        <w:rPr>
          <w:rFonts w:ascii="Calibri" w:hAnsi="Calibri" w:cs="Calibri"/>
        </w:rPr>
      </w:pPr>
      <w:r w:rsidRPr="00FB41F1">
        <w:rPr>
          <w:rFonts w:ascii="Calibri" w:hAnsi="Calibri" w:cs="Calibri"/>
          <w:b/>
          <w:color w:val="047C2C"/>
        </w:rPr>
        <w:t>Defendant:</w:t>
      </w:r>
      <w:r w:rsidRPr="00FB41F1">
        <w:rPr>
          <w:rFonts w:ascii="Calibri" w:hAnsi="Calibri" w:cs="Calibri"/>
          <w:color w:val="047C2C"/>
        </w:rPr>
        <w:t xml:space="preserve"> </w:t>
      </w:r>
      <w:r w:rsidRPr="00B40429">
        <w:rPr>
          <w:rFonts w:ascii="Calibri" w:hAnsi="Calibri" w:cs="Calibri"/>
        </w:rPr>
        <w:t xml:space="preserve">The party being sued. </w:t>
      </w:r>
    </w:p>
    <w:p w:rsidR="008A18A6" w:rsidRDefault="008A18A6" w:rsidP="0098453B">
      <w:pPr>
        <w:rPr>
          <w:rFonts w:ascii="Calibri" w:hAnsi="Calibri" w:cs="Calibri"/>
        </w:rPr>
      </w:pPr>
      <w:r w:rsidRPr="008A18A6">
        <w:rPr>
          <w:rFonts w:ascii="Calibri" w:hAnsi="Calibri" w:cs="Calibri"/>
          <w:b/>
          <w:color w:val="047C2C"/>
        </w:rPr>
        <w:t>Holding:</w:t>
      </w:r>
      <w:r w:rsidRPr="008A18A6">
        <w:rPr>
          <w:rFonts w:ascii="Calibri" w:hAnsi="Calibri" w:cs="Calibri"/>
          <w:color w:val="047C2C"/>
        </w:rPr>
        <w:t xml:space="preserve"> </w:t>
      </w:r>
      <w:r>
        <w:rPr>
          <w:rFonts w:ascii="Calibri" w:hAnsi="Calibri" w:cs="Calibri"/>
        </w:rPr>
        <w:t>A court’s decision</w:t>
      </w:r>
    </w:p>
    <w:p w:rsidR="008A18A6" w:rsidRDefault="008A18A6" w:rsidP="0098453B">
      <w:pPr>
        <w:rPr>
          <w:rFonts w:ascii="Calibri" w:hAnsi="Calibri" w:cs="Calibri"/>
        </w:rPr>
      </w:pPr>
      <w:r w:rsidRPr="008A18A6">
        <w:rPr>
          <w:rFonts w:ascii="Calibri" w:hAnsi="Calibri" w:cs="Calibri"/>
          <w:b/>
          <w:color w:val="047C2C"/>
        </w:rPr>
        <w:t>Reverse:</w:t>
      </w:r>
      <w:r w:rsidRPr="008A18A6">
        <w:rPr>
          <w:rFonts w:ascii="Calibri" w:hAnsi="Calibri" w:cs="Calibri"/>
          <w:color w:val="047C2C"/>
        </w:rPr>
        <w:t xml:space="preserve"> </w:t>
      </w:r>
      <w:r>
        <w:rPr>
          <w:rFonts w:ascii="Calibri" w:hAnsi="Calibri" w:cs="Calibri"/>
        </w:rPr>
        <w:t>To declare the lower court’s ruling wrong and voice</w:t>
      </w:r>
    </w:p>
    <w:p w:rsidR="008A18A6" w:rsidRDefault="008A18A6" w:rsidP="0098453B">
      <w:pPr>
        <w:rPr>
          <w:rFonts w:ascii="Calibri" w:hAnsi="Calibri" w:cs="Calibri"/>
        </w:rPr>
      </w:pPr>
      <w:r w:rsidRPr="008A18A6">
        <w:rPr>
          <w:rFonts w:ascii="Calibri" w:hAnsi="Calibri" w:cs="Calibri"/>
          <w:b/>
          <w:color w:val="047C2C"/>
        </w:rPr>
        <w:t>Remand:</w:t>
      </w:r>
      <w:r w:rsidRPr="008A18A6">
        <w:rPr>
          <w:rFonts w:ascii="Calibri" w:hAnsi="Calibri" w:cs="Calibri"/>
          <w:color w:val="047C2C"/>
        </w:rPr>
        <w:t xml:space="preserve"> </w:t>
      </w:r>
      <w:r>
        <w:rPr>
          <w:rFonts w:ascii="Calibri" w:hAnsi="Calibri" w:cs="Calibri"/>
        </w:rPr>
        <w:t>To send a case back down to a lower court.</w:t>
      </w:r>
    </w:p>
    <w:p w:rsidR="008A18A6" w:rsidRDefault="008A18A6" w:rsidP="0098453B">
      <w:pPr>
        <w:rPr>
          <w:rFonts w:ascii="Calibri" w:hAnsi="Calibri" w:cs="Calibri"/>
        </w:rPr>
      </w:pPr>
      <w:r w:rsidRPr="008A18A6">
        <w:rPr>
          <w:rFonts w:ascii="Calibri" w:hAnsi="Calibri" w:cs="Calibri"/>
          <w:b/>
          <w:color w:val="047C2C"/>
        </w:rPr>
        <w:t>Affirm:</w:t>
      </w:r>
      <w:r w:rsidRPr="008A18A6">
        <w:rPr>
          <w:rFonts w:ascii="Calibri" w:hAnsi="Calibri" w:cs="Calibri"/>
          <w:color w:val="047C2C"/>
        </w:rPr>
        <w:t xml:space="preserve"> </w:t>
      </w:r>
      <w:r>
        <w:rPr>
          <w:rFonts w:ascii="Calibri" w:hAnsi="Calibri" w:cs="Calibri"/>
        </w:rPr>
        <w:t>To uphold a lower court’s ruling.</w:t>
      </w:r>
    </w:p>
    <w:p w:rsidR="008A18A6" w:rsidRDefault="008A18A6" w:rsidP="0098453B">
      <w:pPr>
        <w:rPr>
          <w:rFonts w:ascii="Calibri" w:hAnsi="Calibri" w:cs="Calibri"/>
        </w:rPr>
      </w:pPr>
    </w:p>
    <w:p w:rsidR="008A18A6" w:rsidRPr="00B40429" w:rsidRDefault="008A18A6" w:rsidP="0098453B">
      <w:pPr>
        <w:rPr>
          <w:rFonts w:ascii="Calibri" w:hAnsi="Calibri" w:cs="Calibri"/>
        </w:rPr>
      </w:pPr>
    </w:p>
    <w:p w:rsidR="00647E16" w:rsidRPr="00B40429" w:rsidRDefault="00647E16" w:rsidP="0098453B">
      <w:pPr>
        <w:rPr>
          <w:rFonts w:ascii="Calibri" w:hAnsi="Calibri" w:cs="Calibri"/>
        </w:rPr>
      </w:pPr>
      <w:r w:rsidRPr="00B40429">
        <w:rPr>
          <w:rFonts w:ascii="Calibri" w:hAnsi="Calibri" w:cs="Calibri"/>
        </w:rPr>
        <w:t>The case name is “Kuehn v. Pub Zone.” Karl Kuehn is the plaintiff, who is suing. The Pub Zone is the defendant, and is being sued. The next line gives the legal citation, which indicates where to find the case in a law library. We explain in the footnote how to locate a book if you plan to do research.</w:t>
      </w:r>
      <w:r w:rsidRPr="000E613D">
        <w:rPr>
          <w:rFonts w:ascii="Calibri" w:hAnsi="Calibri" w:cs="Calibri"/>
          <w:vertAlign w:val="superscript"/>
        </w:rPr>
        <w:footnoteReference w:id="4"/>
      </w:r>
    </w:p>
    <w:p w:rsidR="00647E16" w:rsidRPr="00B40429" w:rsidRDefault="00647E16" w:rsidP="00936D93">
      <w:pPr>
        <w:pStyle w:val="StyleHeading1Before6pt"/>
        <w:rPr>
          <w:rFonts w:ascii="Calibri" w:hAnsi="Calibri" w:cs="Calibri"/>
          <w:b w:val="0"/>
          <w:sz w:val="22"/>
          <w:szCs w:val="22"/>
        </w:rPr>
      </w:pPr>
    </w:p>
    <w:p w:rsidR="00A93075" w:rsidRPr="00810DF4" w:rsidRDefault="004A7B66" w:rsidP="00D06A38">
      <w:pPr>
        <w:pStyle w:val="StyleHeading3Before6pt"/>
        <w:rPr>
          <w:rFonts w:ascii="Calibri" w:hAnsi="Calibri" w:cs="Calibri"/>
          <w:b w:val="0"/>
          <w:bCs w:val="0"/>
          <w:szCs w:val="22"/>
        </w:rPr>
      </w:pPr>
      <w:r>
        <w:rPr>
          <w:rFonts w:ascii="Calibri" w:hAnsi="Calibri" w:cs="Calibri"/>
          <w:noProof/>
        </w:rPr>
        <w:drawing>
          <wp:inline distT="0" distB="0" distL="0" distR="0">
            <wp:extent cx="409575" cy="381000"/>
            <wp:effectExtent l="0" t="0" r="0" b="0"/>
            <wp:docPr id="3" name="Picture 3" descr="j0199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19975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381000"/>
                    </a:xfrm>
                    <a:prstGeom prst="rect">
                      <a:avLst/>
                    </a:prstGeom>
                    <a:noFill/>
                    <a:ln>
                      <a:noFill/>
                    </a:ln>
                  </pic:spPr>
                </pic:pic>
              </a:graphicData>
            </a:graphic>
          </wp:inline>
        </w:drawing>
      </w:r>
      <w:r w:rsidR="00A93075" w:rsidRPr="00810DF4">
        <w:rPr>
          <w:rFonts w:ascii="Calibri" w:hAnsi="Calibri" w:cs="Calibri"/>
          <w:bCs w:val="0"/>
          <w:sz w:val="28"/>
          <w:szCs w:val="28"/>
        </w:rPr>
        <w:t xml:space="preserve">Case:  </w:t>
      </w:r>
      <w:r w:rsidR="00A93075" w:rsidRPr="002F6B37">
        <w:rPr>
          <w:rFonts w:ascii="Calibri" w:hAnsi="Calibri" w:cs="Calibri"/>
          <w:bCs w:val="0"/>
          <w:sz w:val="28"/>
          <w:szCs w:val="28"/>
        </w:rPr>
        <w:t>Kuehn v Pub Zone</w:t>
      </w:r>
      <w:r w:rsidR="00E2650B" w:rsidRPr="002F6B37">
        <w:rPr>
          <w:rFonts w:ascii="Calibri" w:hAnsi="Calibri" w:cs="Calibri"/>
          <w:bCs w:val="0"/>
          <w:sz w:val="18"/>
          <w:szCs w:val="16"/>
          <w:vertAlign w:val="superscript"/>
        </w:rPr>
        <w:t>,</w:t>
      </w:r>
      <w:r w:rsidR="00E2650B" w:rsidRPr="00810DF4">
        <w:rPr>
          <w:rFonts w:ascii="Calibri" w:hAnsi="Calibri" w:cs="Calibri"/>
          <w:bCs w:val="0"/>
          <w:sz w:val="18"/>
          <w:szCs w:val="16"/>
          <w:vertAlign w:val="superscript"/>
        </w:rPr>
        <w:t xml:space="preserve"> </w:t>
      </w:r>
      <w:r w:rsidR="00E2650B" w:rsidRPr="00810DF4">
        <w:rPr>
          <w:rFonts w:ascii="Calibri" w:hAnsi="Calibri" w:cs="Calibri"/>
          <w:b w:val="0"/>
          <w:bCs w:val="0"/>
          <w:szCs w:val="22"/>
        </w:rPr>
        <w:t>C364 N.J. Super, 301, Court of New Jersey, 2003</w:t>
      </w:r>
    </w:p>
    <w:p w:rsidR="00E2650B" w:rsidRPr="00810DF4" w:rsidRDefault="00E2650B" w:rsidP="00D06A38">
      <w:pPr>
        <w:pStyle w:val="StyleHeading3Before6pt"/>
        <w:rPr>
          <w:rFonts w:ascii="Calibri" w:hAnsi="Calibri" w:cs="Calibri"/>
          <w:bCs w:val="0"/>
          <w:szCs w:val="22"/>
        </w:rPr>
      </w:pPr>
    </w:p>
    <w:p w:rsidR="00DB7F9F" w:rsidRPr="00810DF4" w:rsidRDefault="00A93075" w:rsidP="00DB7F9F">
      <w:pPr>
        <w:rPr>
          <w:rFonts w:ascii="Calibri" w:hAnsi="Calibri" w:cs="Calibri"/>
        </w:rPr>
      </w:pPr>
      <w:r w:rsidRPr="00810DF4">
        <w:rPr>
          <w:rFonts w:ascii="Calibri" w:hAnsi="Calibri" w:cs="Calibri"/>
          <w:b/>
        </w:rPr>
        <w:t>Facts:</w:t>
      </w:r>
      <w:r w:rsidRPr="00810DF4">
        <w:rPr>
          <w:rFonts w:ascii="Calibri" w:hAnsi="Calibri" w:cs="Calibri"/>
        </w:rPr>
        <w:t xml:space="preserve"> </w:t>
      </w:r>
      <w:r w:rsidR="00DB7F9F" w:rsidRPr="00810DF4">
        <w:rPr>
          <w:rFonts w:ascii="Calibri" w:hAnsi="Calibri" w:cs="Calibri"/>
        </w:rPr>
        <w:t xml:space="preserve"> Maria Kerkoulas owned the Pub Zone bar, frequented by many motorcycle gangs, and knew from her own experience and conversations with police that some of the gangs, including the Pagans, were dangerous and prone to attack customers for no reason.  Kerkoulas posted a sign prohibiting any motorcycle gangs from entering the bar while wearing </w:t>
      </w:r>
      <w:r w:rsidR="00684BDA" w:rsidRPr="00810DF4">
        <w:rPr>
          <w:rFonts w:ascii="Calibri" w:hAnsi="Calibri" w:cs="Calibri"/>
        </w:rPr>
        <w:t>“</w:t>
      </w:r>
      <w:r w:rsidR="00DB7F9F" w:rsidRPr="00810DF4">
        <w:rPr>
          <w:rFonts w:ascii="Calibri" w:hAnsi="Calibri" w:cs="Calibri"/>
        </w:rPr>
        <w:t>colors,</w:t>
      </w:r>
      <w:r w:rsidR="00684BDA" w:rsidRPr="00810DF4">
        <w:rPr>
          <w:rFonts w:ascii="Calibri" w:hAnsi="Calibri" w:cs="Calibri"/>
        </w:rPr>
        <w:t>”</w:t>
      </w:r>
      <w:r w:rsidR="00DB7F9F" w:rsidRPr="00810DF4">
        <w:rPr>
          <w:rFonts w:ascii="Calibri" w:hAnsi="Calibri" w:cs="Calibri"/>
        </w:rPr>
        <w:t xml:space="preserve"> that is, </w:t>
      </w:r>
      <w:r w:rsidR="00780A77" w:rsidRPr="00810DF4">
        <w:rPr>
          <w:rFonts w:ascii="Calibri" w:hAnsi="Calibri" w:cs="Calibri"/>
        </w:rPr>
        <w:t xml:space="preserve">gang </w:t>
      </w:r>
      <w:r w:rsidR="00DB7F9F" w:rsidRPr="00810DF4">
        <w:rPr>
          <w:rFonts w:ascii="Calibri" w:hAnsi="Calibri" w:cs="Calibri"/>
        </w:rPr>
        <w:t xml:space="preserve">insignia.  Based on </w:t>
      </w:r>
      <w:r w:rsidR="00C34F9F" w:rsidRPr="00810DF4">
        <w:rPr>
          <w:rFonts w:ascii="Calibri" w:hAnsi="Calibri" w:cs="Calibri"/>
        </w:rPr>
        <w:t xml:space="preserve">her </w:t>
      </w:r>
      <w:r w:rsidR="00DB7F9F" w:rsidRPr="00810DF4">
        <w:rPr>
          <w:rFonts w:ascii="Calibri" w:hAnsi="Calibri" w:cs="Calibri"/>
        </w:rPr>
        <w:t>experience</w:t>
      </w:r>
      <w:r w:rsidR="00C34F9F" w:rsidRPr="00810DF4">
        <w:rPr>
          <w:rFonts w:ascii="Calibri" w:hAnsi="Calibri" w:cs="Calibri"/>
        </w:rPr>
        <w:t>,</w:t>
      </w:r>
      <w:r w:rsidR="00DB7F9F" w:rsidRPr="00810DF4">
        <w:rPr>
          <w:rFonts w:ascii="Calibri" w:hAnsi="Calibri" w:cs="Calibri"/>
        </w:rPr>
        <w:t xml:space="preserve"> she believed that gangs without their colors were less prone to violence.  </w:t>
      </w:r>
    </w:p>
    <w:p w:rsidR="00DB7F9F" w:rsidRPr="00810DF4" w:rsidRDefault="00DB7F9F" w:rsidP="00DB7F9F">
      <w:pPr>
        <w:rPr>
          <w:rFonts w:ascii="Calibri" w:hAnsi="Calibri" w:cs="Calibri"/>
        </w:rPr>
      </w:pPr>
      <w:r w:rsidRPr="00810DF4">
        <w:rPr>
          <w:rFonts w:ascii="Calibri" w:hAnsi="Calibri" w:cs="Calibri"/>
        </w:rPr>
        <w:t xml:space="preserve">Rhino, Backdraft, and several other Pagans pushed past the bouncer wearing colors and approached the bar.  Although she saw their </w:t>
      </w:r>
      <w:r w:rsidR="00BE3FA4" w:rsidRPr="00810DF4">
        <w:rPr>
          <w:rFonts w:ascii="Calibri" w:hAnsi="Calibri" w:cs="Calibri"/>
        </w:rPr>
        <w:t>colors,</w:t>
      </w:r>
      <w:r w:rsidRPr="00810DF4">
        <w:rPr>
          <w:rFonts w:ascii="Calibri" w:hAnsi="Calibri" w:cs="Calibri"/>
        </w:rPr>
        <w:t xml:space="preserve"> Kerkoulas served them one drink.  They later moved towards the back of the pub, and Kerkoulas believed they were departing.  In fact, they followed a customer named Karl Kuehn to the men</w:t>
      </w:r>
      <w:r w:rsidR="00684BDA" w:rsidRPr="00810DF4">
        <w:rPr>
          <w:rFonts w:ascii="Calibri" w:hAnsi="Calibri" w:cs="Calibri"/>
        </w:rPr>
        <w:t>’</w:t>
      </w:r>
      <w:r w:rsidRPr="00810DF4">
        <w:rPr>
          <w:rFonts w:ascii="Calibri" w:hAnsi="Calibri" w:cs="Calibri"/>
        </w:rPr>
        <w:t>s room, where without any provocation they savagely beat him, causing serious injuries.</w:t>
      </w:r>
    </w:p>
    <w:p w:rsidR="005C2294" w:rsidRPr="00810DF4" w:rsidRDefault="005C2294" w:rsidP="00B86A3F">
      <w:pPr>
        <w:rPr>
          <w:rFonts w:ascii="Calibri" w:hAnsi="Calibri" w:cs="Calibri"/>
        </w:rPr>
      </w:pPr>
      <w:r w:rsidRPr="00810DF4">
        <w:rPr>
          <w:rFonts w:ascii="Calibri" w:hAnsi="Calibri" w:cs="Calibri"/>
        </w:rPr>
        <w:t xml:space="preserve">Kuehn sued the Pub Zone.  The jury awarded him $300,000 in damages.  </w:t>
      </w:r>
      <w:r w:rsidR="00C34F9F" w:rsidRPr="00810DF4">
        <w:rPr>
          <w:rFonts w:ascii="Calibri" w:hAnsi="Calibri" w:cs="Calibri"/>
        </w:rPr>
        <w:t>T</w:t>
      </w:r>
      <w:r w:rsidRPr="00810DF4">
        <w:rPr>
          <w:rFonts w:ascii="Calibri" w:hAnsi="Calibri" w:cs="Calibri"/>
        </w:rPr>
        <w:t>he trial court judge overruled the jury</w:t>
      </w:r>
      <w:r w:rsidR="00684BDA" w:rsidRPr="00810DF4">
        <w:rPr>
          <w:rFonts w:ascii="Calibri" w:hAnsi="Calibri" w:cs="Calibri"/>
        </w:rPr>
        <w:t>’</w:t>
      </w:r>
      <w:r w:rsidRPr="00810DF4">
        <w:rPr>
          <w:rFonts w:ascii="Calibri" w:hAnsi="Calibri" w:cs="Calibri"/>
        </w:rPr>
        <w:t>s verdict</w:t>
      </w:r>
      <w:r w:rsidR="00C34F9F" w:rsidRPr="00810DF4">
        <w:rPr>
          <w:rFonts w:ascii="Calibri" w:hAnsi="Calibri" w:cs="Calibri"/>
        </w:rPr>
        <w:t xml:space="preserve"> and</w:t>
      </w:r>
      <w:r w:rsidRPr="00810DF4">
        <w:rPr>
          <w:rFonts w:ascii="Calibri" w:hAnsi="Calibri" w:cs="Calibri"/>
        </w:rPr>
        <w:t xml:space="preserve"> granted judgment for the Pub Zone, meaning that the tavern owed nothing. </w:t>
      </w:r>
      <w:r w:rsidR="00570E93" w:rsidRPr="00810DF4">
        <w:rPr>
          <w:rFonts w:ascii="Calibri" w:hAnsi="Calibri" w:cs="Calibri"/>
          <w:b/>
        </w:rPr>
        <w:t xml:space="preserve"> </w:t>
      </w:r>
      <w:r w:rsidRPr="00810DF4">
        <w:rPr>
          <w:rFonts w:ascii="Calibri" w:hAnsi="Calibri" w:cs="Calibri"/>
        </w:rPr>
        <w:t>The judge ruled that the pub</w:t>
      </w:r>
      <w:r w:rsidR="00684BDA" w:rsidRPr="00810DF4">
        <w:rPr>
          <w:rFonts w:ascii="Calibri" w:hAnsi="Calibri" w:cs="Calibri"/>
        </w:rPr>
        <w:t>’</w:t>
      </w:r>
      <w:r w:rsidRPr="00810DF4">
        <w:rPr>
          <w:rFonts w:ascii="Calibri" w:hAnsi="Calibri" w:cs="Calibri"/>
        </w:rPr>
        <w:t xml:space="preserve">s owner could not have foreseen the attack on Kuehn, and had no duty to protect him from an outlaw motorcycle gang. </w:t>
      </w:r>
      <w:r w:rsidR="00570E93" w:rsidRPr="00810DF4">
        <w:rPr>
          <w:rFonts w:ascii="Calibri" w:hAnsi="Calibri" w:cs="Calibri"/>
          <w:b/>
        </w:rPr>
        <w:t xml:space="preserve"> </w:t>
      </w:r>
      <w:r w:rsidRPr="00810DF4">
        <w:rPr>
          <w:rFonts w:ascii="Calibri" w:hAnsi="Calibri" w:cs="Calibri"/>
        </w:rPr>
        <w:t>Kuehn appealed.</w:t>
      </w:r>
    </w:p>
    <w:p w:rsidR="00E2650B" w:rsidRPr="00810DF4" w:rsidRDefault="00E2650B" w:rsidP="00B86A3F">
      <w:pPr>
        <w:rPr>
          <w:rFonts w:ascii="Calibri" w:hAnsi="Calibri" w:cs="Calibri"/>
        </w:rPr>
      </w:pPr>
    </w:p>
    <w:p w:rsidR="005C2294" w:rsidRPr="00810DF4" w:rsidRDefault="005C2294" w:rsidP="00B86A3F">
      <w:pPr>
        <w:rPr>
          <w:rFonts w:ascii="Calibri" w:hAnsi="Calibri" w:cs="Calibri"/>
        </w:rPr>
      </w:pPr>
      <w:r w:rsidRPr="00810DF4">
        <w:rPr>
          <w:rFonts w:ascii="Calibri" w:hAnsi="Calibri" w:cs="Calibri"/>
          <w:b/>
        </w:rPr>
        <w:t>Issue:</w:t>
      </w:r>
      <w:r w:rsidRPr="00810DF4">
        <w:rPr>
          <w:rFonts w:ascii="Calibri" w:hAnsi="Calibri" w:cs="Calibri"/>
        </w:rPr>
        <w:t xml:space="preserve">  </w:t>
      </w:r>
      <w:r w:rsidRPr="00810DF4">
        <w:rPr>
          <w:rFonts w:ascii="Calibri" w:hAnsi="Calibri" w:cs="Calibri"/>
          <w:b/>
        </w:rPr>
        <w:t>Did the Pub Zone have a duty to protect Kuehn from the Pagans</w:t>
      </w:r>
      <w:r w:rsidR="00684BDA" w:rsidRPr="00810DF4">
        <w:rPr>
          <w:rFonts w:ascii="Calibri" w:hAnsi="Calibri" w:cs="Calibri"/>
          <w:b/>
        </w:rPr>
        <w:t>’</w:t>
      </w:r>
      <w:r w:rsidRPr="00810DF4">
        <w:rPr>
          <w:rFonts w:ascii="Calibri" w:hAnsi="Calibri" w:cs="Calibri"/>
          <w:b/>
        </w:rPr>
        <w:t xml:space="preserve"> attack?</w:t>
      </w:r>
    </w:p>
    <w:p w:rsidR="00E2650B" w:rsidRPr="00810DF4" w:rsidRDefault="00E2650B" w:rsidP="00B86A3F">
      <w:pPr>
        <w:rPr>
          <w:rFonts w:ascii="Calibri" w:hAnsi="Calibri" w:cs="Calibri"/>
        </w:rPr>
      </w:pPr>
    </w:p>
    <w:p w:rsidR="005C2294" w:rsidRPr="00810DF4" w:rsidRDefault="0072767C" w:rsidP="00B86A3F">
      <w:pPr>
        <w:rPr>
          <w:rFonts w:ascii="Calibri" w:hAnsi="Calibri" w:cs="Calibri"/>
        </w:rPr>
      </w:pPr>
      <w:r w:rsidRPr="00810DF4">
        <w:rPr>
          <w:rFonts w:ascii="Calibri" w:hAnsi="Calibri" w:cs="Calibri"/>
          <w:b/>
        </w:rPr>
        <w:t>Holding:</w:t>
      </w:r>
      <w:r w:rsidRPr="00810DF4">
        <w:rPr>
          <w:rFonts w:ascii="Calibri" w:hAnsi="Calibri" w:cs="Calibri"/>
        </w:rPr>
        <w:t xml:space="preserve">  Yes.  </w:t>
      </w:r>
      <w:r w:rsidR="005C2294" w:rsidRPr="00810DF4">
        <w:rPr>
          <w:rFonts w:ascii="Calibri" w:hAnsi="Calibri" w:cs="Calibri"/>
        </w:rPr>
        <w:t xml:space="preserve">Whether a duty exists depends upon an evaluation of </w:t>
      </w:r>
      <w:proofErr w:type="gramStart"/>
      <w:r w:rsidR="005C2294" w:rsidRPr="00810DF4">
        <w:rPr>
          <w:rFonts w:ascii="Calibri" w:hAnsi="Calibri" w:cs="Calibri"/>
        </w:rPr>
        <w:t>a number of</w:t>
      </w:r>
      <w:proofErr w:type="gramEnd"/>
      <w:r w:rsidR="005C2294" w:rsidRPr="00810DF4">
        <w:rPr>
          <w:rFonts w:ascii="Calibri" w:hAnsi="Calibri" w:cs="Calibri"/>
        </w:rPr>
        <w:t xml:space="preserve"> factors including the nature of the underlying risk of harm, the opportunity and ability to exercise care to prevent the harm, </w:t>
      </w:r>
      <w:r w:rsidR="005C2294" w:rsidRPr="00810DF4">
        <w:rPr>
          <w:rFonts w:ascii="Calibri" w:hAnsi="Calibri" w:cs="Calibri"/>
        </w:rPr>
        <w:lastRenderedPageBreak/>
        <w:t>the comparative interests of, and the relationships between or among the parties, and, based on considerations of public policy and fairness, the societal interest in the proposed solution.</w:t>
      </w:r>
    </w:p>
    <w:p w:rsidR="00E2650B" w:rsidRPr="00810DF4" w:rsidRDefault="00E2650B" w:rsidP="00B86A3F">
      <w:pPr>
        <w:rPr>
          <w:rFonts w:ascii="Calibri" w:hAnsi="Calibri" w:cs="Calibri"/>
        </w:rPr>
      </w:pPr>
    </w:p>
    <w:p w:rsidR="005C2294" w:rsidRPr="00810DF4" w:rsidRDefault="005C2294" w:rsidP="00B86A3F">
      <w:pPr>
        <w:rPr>
          <w:rFonts w:ascii="Calibri" w:hAnsi="Calibri" w:cs="Calibri"/>
        </w:rPr>
      </w:pPr>
      <w:r w:rsidRPr="00810DF4">
        <w:rPr>
          <w:rFonts w:ascii="Calibri" w:hAnsi="Calibri" w:cs="Calibri"/>
        </w:rPr>
        <w:t>Since the possessor [of a business] is not an insurer of the visitor</w:t>
      </w:r>
      <w:r w:rsidR="00684BDA" w:rsidRPr="00810DF4">
        <w:rPr>
          <w:rFonts w:ascii="Calibri" w:hAnsi="Calibri" w:cs="Calibri"/>
        </w:rPr>
        <w:t>’</w:t>
      </w:r>
      <w:r w:rsidRPr="00810DF4">
        <w:rPr>
          <w:rFonts w:ascii="Calibri" w:hAnsi="Calibri" w:cs="Calibri"/>
        </w:rPr>
        <w:t xml:space="preserve">s safety, he is ordinarily under no duty to exercise any care until he knows or has reason to know that the acts of the third person are occurring, or are about to occur.  He may, however, know or have reason to know, from </w:t>
      </w:r>
      <w:proofErr w:type="gramStart"/>
      <w:r w:rsidRPr="00810DF4">
        <w:rPr>
          <w:rFonts w:ascii="Calibri" w:hAnsi="Calibri" w:cs="Calibri"/>
        </w:rPr>
        <w:t>past experience</w:t>
      </w:r>
      <w:proofErr w:type="gramEnd"/>
      <w:r w:rsidRPr="00810DF4">
        <w:rPr>
          <w:rFonts w:ascii="Calibri" w:hAnsi="Calibri" w:cs="Calibri"/>
        </w:rPr>
        <w:t xml:space="preserve">, that there is a likelihood of conduct on the part of third persons in general which is likely to endanger the safety of the visitor, even though he has no reason to expect it on the part of any particular individual.  </w:t>
      </w:r>
    </w:p>
    <w:p w:rsidR="00E2650B" w:rsidRPr="00810DF4" w:rsidRDefault="00E2650B" w:rsidP="00B86A3F">
      <w:pPr>
        <w:rPr>
          <w:rFonts w:ascii="Calibri" w:hAnsi="Calibri" w:cs="Calibri"/>
        </w:rPr>
      </w:pPr>
    </w:p>
    <w:p w:rsidR="005C2294" w:rsidRPr="00810DF4" w:rsidRDefault="0072767C" w:rsidP="00B86A3F">
      <w:pPr>
        <w:rPr>
          <w:rFonts w:ascii="Calibri" w:hAnsi="Calibri" w:cs="Calibri"/>
        </w:rPr>
      </w:pPr>
      <w:r w:rsidRPr="00810DF4">
        <w:rPr>
          <w:rFonts w:ascii="Calibri" w:hAnsi="Calibri" w:cs="Calibri"/>
        </w:rPr>
        <w:t>T</w:t>
      </w:r>
      <w:r w:rsidR="005C2294" w:rsidRPr="00810DF4">
        <w:rPr>
          <w:rFonts w:ascii="Calibri" w:hAnsi="Calibri" w:cs="Calibri"/>
        </w:rPr>
        <w:t>he totality of the circumstances presented in this case give rise to a duty on the part of the Pub Zone to have taken reasonable precautions against the danger posed by the Pagans as a group</w:t>
      </w:r>
      <w:r w:rsidR="0000494F" w:rsidRPr="00810DF4">
        <w:rPr>
          <w:rFonts w:ascii="Calibri" w:hAnsi="Calibri" w:cs="Calibri"/>
        </w:rPr>
        <w:t xml:space="preserve">.  </w:t>
      </w:r>
      <w:r w:rsidRPr="00810DF4">
        <w:rPr>
          <w:rFonts w:ascii="Calibri" w:hAnsi="Calibri" w:cs="Calibri"/>
        </w:rPr>
        <w:t>T</w:t>
      </w:r>
      <w:r w:rsidR="005C2294" w:rsidRPr="00810DF4">
        <w:rPr>
          <w:rFonts w:ascii="Calibri" w:hAnsi="Calibri" w:cs="Calibri"/>
        </w:rPr>
        <w:t xml:space="preserve">here was no reason to suspect any </w:t>
      </w:r>
      <w:proofErr w:type="gramStart"/>
      <w:r w:rsidR="005C2294" w:rsidRPr="00810DF4">
        <w:rPr>
          <w:rFonts w:ascii="Calibri" w:hAnsi="Calibri" w:cs="Calibri"/>
        </w:rPr>
        <w:t>particular Pagan</w:t>
      </w:r>
      <w:proofErr w:type="gramEnd"/>
      <w:r w:rsidR="005C2294" w:rsidRPr="00810DF4">
        <w:rPr>
          <w:rFonts w:ascii="Calibri" w:hAnsi="Calibri" w:cs="Calibri"/>
        </w:rPr>
        <w:t xml:space="preserve"> of violent conduct</w:t>
      </w:r>
      <w:r w:rsidRPr="00810DF4">
        <w:rPr>
          <w:rFonts w:ascii="Calibri" w:hAnsi="Calibri" w:cs="Calibri"/>
        </w:rPr>
        <w:t>, but</w:t>
      </w:r>
      <w:r w:rsidR="00BE3FA4" w:rsidRPr="00810DF4">
        <w:rPr>
          <w:rFonts w:ascii="Calibri" w:hAnsi="Calibri" w:cs="Calibri"/>
        </w:rPr>
        <w:t xml:space="preserve"> Kerkoulas knew </w:t>
      </w:r>
      <w:r w:rsidR="005C2294" w:rsidRPr="00810DF4">
        <w:rPr>
          <w:rFonts w:ascii="Calibri" w:hAnsi="Calibri" w:cs="Calibri"/>
        </w:rPr>
        <w:t xml:space="preserve">the gang collectively </w:t>
      </w:r>
      <w:r w:rsidR="00BE3FA4" w:rsidRPr="00810DF4">
        <w:rPr>
          <w:rFonts w:ascii="Calibri" w:hAnsi="Calibri" w:cs="Calibri"/>
        </w:rPr>
        <w:t>had</w:t>
      </w:r>
      <w:r w:rsidR="005C2294" w:rsidRPr="00810DF4">
        <w:rPr>
          <w:rFonts w:ascii="Calibri" w:hAnsi="Calibri" w:cs="Calibri"/>
        </w:rPr>
        <w:t xml:space="preserve"> engage</w:t>
      </w:r>
      <w:r w:rsidR="00BE3FA4" w:rsidRPr="00810DF4">
        <w:rPr>
          <w:rFonts w:ascii="Calibri" w:hAnsi="Calibri" w:cs="Calibri"/>
        </w:rPr>
        <w:t>d</w:t>
      </w:r>
      <w:r w:rsidR="005C2294" w:rsidRPr="00810DF4">
        <w:rPr>
          <w:rFonts w:ascii="Calibri" w:hAnsi="Calibri" w:cs="Calibri"/>
        </w:rPr>
        <w:t xml:space="preserve"> in random violence.  Thus, Kerkoulas had knowledge</w:t>
      </w:r>
      <w:r w:rsidR="00C34F9F" w:rsidRPr="00810DF4">
        <w:rPr>
          <w:rFonts w:ascii="Calibri" w:hAnsi="Calibri" w:cs="Calibri"/>
        </w:rPr>
        <w:t>,</w:t>
      </w:r>
      <w:r w:rsidR="005C2294" w:rsidRPr="00810DF4">
        <w:rPr>
          <w:rFonts w:ascii="Calibri" w:hAnsi="Calibri" w:cs="Calibri"/>
        </w:rPr>
        <w:t xml:space="preserve"> as the result of </w:t>
      </w:r>
      <w:proofErr w:type="gramStart"/>
      <w:r w:rsidR="005C2294" w:rsidRPr="00810DF4">
        <w:rPr>
          <w:rFonts w:ascii="Calibri" w:hAnsi="Calibri" w:cs="Calibri"/>
        </w:rPr>
        <w:t>past experience</w:t>
      </w:r>
      <w:proofErr w:type="gramEnd"/>
      <w:r w:rsidR="005C2294" w:rsidRPr="00810DF4">
        <w:rPr>
          <w:rFonts w:ascii="Calibri" w:hAnsi="Calibri" w:cs="Calibri"/>
        </w:rPr>
        <w:t xml:space="preserve"> and from other sources</w:t>
      </w:r>
      <w:r w:rsidR="00C34F9F" w:rsidRPr="00810DF4">
        <w:rPr>
          <w:rFonts w:ascii="Calibri" w:hAnsi="Calibri" w:cs="Calibri"/>
        </w:rPr>
        <w:t>,</w:t>
      </w:r>
      <w:r w:rsidR="005C2294" w:rsidRPr="00810DF4">
        <w:rPr>
          <w:rFonts w:ascii="Calibri" w:hAnsi="Calibri" w:cs="Calibri"/>
        </w:rPr>
        <w:t xml:space="preserve"> that there was a likelihood of conduct on the part of third persons in general that was likely to endanger the safety of a patron at some unspecified future time</w:t>
      </w:r>
      <w:r w:rsidR="0000494F" w:rsidRPr="00810DF4">
        <w:rPr>
          <w:rFonts w:ascii="Calibri" w:hAnsi="Calibri" w:cs="Calibri"/>
        </w:rPr>
        <w:t>.</w:t>
      </w:r>
      <w:r w:rsidR="0000494F" w:rsidRPr="00810DF4">
        <w:rPr>
          <w:rFonts w:ascii="Calibri" w:hAnsi="Calibri" w:cs="Calibri"/>
          <w:b/>
        </w:rPr>
        <w:t xml:space="preserve">  </w:t>
      </w:r>
      <w:r w:rsidR="005C2294" w:rsidRPr="00810DF4">
        <w:rPr>
          <w:rFonts w:ascii="Calibri" w:hAnsi="Calibri" w:cs="Calibri"/>
        </w:rPr>
        <w:t>A duty to take precautions against the endangering conduct thus arose.</w:t>
      </w:r>
    </w:p>
    <w:p w:rsidR="00E2650B" w:rsidRPr="00810DF4" w:rsidRDefault="00E2650B" w:rsidP="00B86A3F">
      <w:pPr>
        <w:rPr>
          <w:rFonts w:ascii="Calibri" w:hAnsi="Calibri" w:cs="Calibri"/>
        </w:rPr>
      </w:pPr>
    </w:p>
    <w:p w:rsidR="00ED75F7" w:rsidRPr="00810DF4" w:rsidRDefault="00ED75F7" w:rsidP="00B86A3F">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 xml:space="preserve"> </w:t>
      </w:r>
      <w:r w:rsidRPr="00810DF4">
        <w:rPr>
          <w:rFonts w:ascii="Calibri" w:hAnsi="Calibri" w:cs="Calibri"/>
          <w:b/>
        </w:rPr>
        <w:t>What kind of case is this, civil or criminal?</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Civil.</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difference</w:t>
      </w:r>
      <w:r w:rsidR="00570E93"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In a civil suit, one party is suing the other.  In a criminal prosecution, the government is seeking to punish someone for conduct that society will not tolerate.</w:t>
      </w:r>
    </w:p>
    <w:p w:rsidR="00ED75F7" w:rsidRPr="00810DF4" w:rsidRDefault="00ED75F7" w:rsidP="0035637D">
      <w:pPr>
        <w:pStyle w:val="Question"/>
        <w:rPr>
          <w:rFonts w:ascii="Calibri" w:hAnsi="Calibri" w:cs="Calibri"/>
          <w:b/>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Who is the </w:t>
      </w:r>
      <w:r w:rsidRPr="00810DF4">
        <w:rPr>
          <w:rFonts w:ascii="Calibri" w:hAnsi="Calibri" w:cs="Calibri"/>
          <w:b/>
          <w:i/>
        </w:rPr>
        <w:t>plaintiff</w:t>
      </w:r>
      <w:r w:rsidRPr="00810DF4">
        <w:rPr>
          <w:rFonts w:ascii="Calibri" w:hAnsi="Calibri" w:cs="Calibri"/>
          <w:b/>
        </w:rPr>
        <w:t xml:space="preserve"> </w:t>
      </w:r>
      <w:r w:rsidR="003F5426" w:rsidRPr="00810DF4">
        <w:rPr>
          <w:rFonts w:ascii="Calibri" w:hAnsi="Calibri" w:cs="Calibri"/>
          <w:b/>
        </w:rPr>
        <w:t xml:space="preserve">(the party who is suing) </w:t>
      </w:r>
      <w:r w:rsidRPr="00810DF4">
        <w:rPr>
          <w:rFonts w:ascii="Calibri" w:hAnsi="Calibri" w:cs="Calibri"/>
          <w:b/>
        </w:rPr>
        <w:t xml:space="preserve">and who the </w:t>
      </w:r>
      <w:r w:rsidRPr="00810DF4">
        <w:rPr>
          <w:rFonts w:ascii="Calibri" w:hAnsi="Calibri" w:cs="Calibri"/>
          <w:b/>
          <w:i/>
        </w:rPr>
        <w:t>defendant</w:t>
      </w:r>
      <w:r w:rsidR="003F5426" w:rsidRPr="00810DF4">
        <w:rPr>
          <w:rFonts w:ascii="Calibri" w:hAnsi="Calibri" w:cs="Calibri"/>
          <w:b/>
        </w:rPr>
        <w:t xml:space="preserve"> (the party being sued)</w:t>
      </w:r>
      <w:r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570E93" w:rsidRPr="00810DF4">
        <w:rPr>
          <w:rFonts w:ascii="Calibri" w:hAnsi="Calibri" w:cs="Calibri"/>
        </w:rPr>
        <w:t xml:space="preserve">Kuehn </w:t>
      </w:r>
      <w:r w:rsidRPr="00810DF4">
        <w:rPr>
          <w:rFonts w:ascii="Calibri" w:hAnsi="Calibri" w:cs="Calibri"/>
        </w:rPr>
        <w:t xml:space="preserve">is the plaintiff and </w:t>
      </w:r>
      <w:r w:rsidR="00570E93" w:rsidRPr="00810DF4">
        <w:rPr>
          <w:rFonts w:ascii="Calibri" w:hAnsi="Calibri" w:cs="Calibri"/>
        </w:rPr>
        <w:t xml:space="preserve">Pub Zone is </w:t>
      </w:r>
      <w:r w:rsidRPr="00810DF4">
        <w:rPr>
          <w:rFonts w:ascii="Calibri" w:hAnsi="Calibri" w:cs="Calibri"/>
        </w:rPr>
        <w:t>the defendant.</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key issue in this civil suit?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Whether</w:t>
      </w:r>
      <w:r w:rsidR="00570E93" w:rsidRPr="00810DF4">
        <w:rPr>
          <w:rFonts w:ascii="Calibri" w:hAnsi="Calibri" w:cs="Calibri"/>
        </w:rPr>
        <w:t xml:space="preserve"> Pub Zone</w:t>
      </w:r>
      <w:r w:rsidRPr="00810DF4">
        <w:rPr>
          <w:rFonts w:ascii="Calibri" w:hAnsi="Calibri" w:cs="Calibri"/>
        </w:rPr>
        <w:t xml:space="preserve"> had a duty to protect </w:t>
      </w:r>
      <w:r w:rsidR="00570E93" w:rsidRPr="00810DF4">
        <w:rPr>
          <w:rFonts w:ascii="Calibri" w:hAnsi="Calibri" w:cs="Calibri"/>
        </w:rPr>
        <w:t>Kuehn</w:t>
      </w:r>
      <w:r w:rsidRPr="00810DF4">
        <w:rPr>
          <w:rFonts w:ascii="Calibri" w:hAnsi="Calibri" w:cs="Calibri"/>
        </w:rPr>
        <w:t>.</w:t>
      </w:r>
    </w:p>
    <w:p w:rsidR="00ED75F7" w:rsidRPr="00810DF4" w:rsidRDefault="00ED75F7" w:rsidP="0035637D">
      <w:pPr>
        <w:pStyle w:val="Question"/>
        <w:rPr>
          <w:rFonts w:ascii="Calibri" w:hAnsi="Calibri" w:cs="Calibri"/>
          <w:b/>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Why does </w:t>
      </w:r>
      <w:r w:rsidR="00570E93" w:rsidRPr="00810DF4">
        <w:rPr>
          <w:rFonts w:ascii="Calibri" w:hAnsi="Calibri" w:cs="Calibri"/>
          <w:b/>
        </w:rPr>
        <w:t>Pub Zone</w:t>
      </w:r>
      <w:r w:rsidRPr="00810DF4">
        <w:rPr>
          <w:rFonts w:ascii="Calibri" w:hAnsi="Calibri" w:cs="Calibri"/>
          <w:b/>
        </w:rPr>
        <w:t xml:space="preserve"> claim it had no duty to </w:t>
      </w:r>
      <w:r w:rsidR="00570E93" w:rsidRPr="00810DF4">
        <w:rPr>
          <w:rFonts w:ascii="Calibri" w:hAnsi="Calibri" w:cs="Calibri"/>
          <w:b/>
        </w:rPr>
        <w:t>Kuehn</w:t>
      </w:r>
      <w:r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676D30" w:rsidRPr="00810DF4">
        <w:rPr>
          <w:rFonts w:ascii="Calibri" w:hAnsi="Calibri" w:cs="Calibri"/>
        </w:rPr>
        <w:t>Pub Zone argued that t</w:t>
      </w:r>
      <w:r w:rsidRPr="00810DF4">
        <w:rPr>
          <w:rFonts w:ascii="Calibri" w:hAnsi="Calibri" w:cs="Calibri"/>
        </w:rPr>
        <w:t>he attac</w:t>
      </w:r>
      <w:r w:rsidR="00280244" w:rsidRPr="00810DF4">
        <w:rPr>
          <w:rFonts w:ascii="Calibri" w:hAnsi="Calibri" w:cs="Calibri"/>
        </w:rPr>
        <w:t xml:space="preserve">k was unforeseeable and </w:t>
      </w:r>
      <w:r w:rsidR="00676D30" w:rsidRPr="00810DF4">
        <w:rPr>
          <w:rFonts w:ascii="Calibri" w:hAnsi="Calibri" w:cs="Calibri"/>
        </w:rPr>
        <w:t xml:space="preserve">that </w:t>
      </w:r>
      <w:r w:rsidR="00280244" w:rsidRPr="00810DF4">
        <w:rPr>
          <w:rFonts w:ascii="Calibri" w:hAnsi="Calibri" w:cs="Calibri"/>
        </w:rPr>
        <w:t xml:space="preserve">Pub Zone was not responsible for </w:t>
      </w:r>
      <w:r w:rsidR="00C67C36" w:rsidRPr="00810DF4">
        <w:rPr>
          <w:rFonts w:ascii="Calibri" w:hAnsi="Calibri" w:cs="Calibri"/>
        </w:rPr>
        <w:t>guaranteeing</w:t>
      </w:r>
      <w:r w:rsidR="00280244" w:rsidRPr="00810DF4">
        <w:rPr>
          <w:rFonts w:ascii="Calibri" w:hAnsi="Calibri" w:cs="Calibri"/>
        </w:rPr>
        <w:t xml:space="preserve"> the personal safety of its patrons.</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did the trial court conclude?</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C67C36" w:rsidRPr="00810DF4">
        <w:rPr>
          <w:rFonts w:ascii="Calibri" w:hAnsi="Calibri" w:cs="Calibri"/>
        </w:rPr>
        <w:t xml:space="preserve">Although the jury found in favor of Kuehn and awarded him $300,000 in damages, the trial court judge overruled the verdict and damage award and granted judgment for </w:t>
      </w:r>
      <w:r w:rsidR="00570E93" w:rsidRPr="00810DF4">
        <w:rPr>
          <w:rFonts w:ascii="Calibri" w:hAnsi="Calibri" w:cs="Calibri"/>
        </w:rPr>
        <w:t>Pub Zone</w:t>
      </w:r>
      <w:r w:rsidR="00C67C36" w:rsidRPr="00810DF4">
        <w:rPr>
          <w:rFonts w:ascii="Calibri" w:hAnsi="Calibri" w:cs="Calibri"/>
        </w:rPr>
        <w:t>.</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did the appellate court decide?</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That </w:t>
      </w:r>
      <w:r w:rsidR="00570E93" w:rsidRPr="00810DF4">
        <w:rPr>
          <w:rFonts w:ascii="Calibri" w:hAnsi="Calibri" w:cs="Calibri"/>
        </w:rPr>
        <w:t>Pub Zone</w:t>
      </w:r>
      <w:r w:rsidRPr="00810DF4">
        <w:rPr>
          <w:rFonts w:ascii="Calibri" w:hAnsi="Calibri" w:cs="Calibri"/>
        </w:rPr>
        <w:t xml:space="preserve"> </w:t>
      </w:r>
      <w:r w:rsidRPr="00810DF4">
        <w:rPr>
          <w:rFonts w:ascii="Calibri" w:hAnsi="Calibri" w:cs="Calibri"/>
          <w:i/>
        </w:rPr>
        <w:t>did</w:t>
      </w:r>
      <w:r w:rsidRPr="00810DF4">
        <w:rPr>
          <w:rFonts w:ascii="Calibri" w:hAnsi="Calibri" w:cs="Calibri"/>
        </w:rPr>
        <w:t xml:space="preserve"> have a duty</w:t>
      </w:r>
      <w:r w:rsidR="00C67C36" w:rsidRPr="00810DF4">
        <w:rPr>
          <w:rFonts w:ascii="Calibri" w:hAnsi="Calibri" w:cs="Calibri"/>
        </w:rPr>
        <w:t xml:space="preserve"> to protect Kuehn</w:t>
      </w:r>
      <w:r w:rsidR="0000494F" w:rsidRPr="00810DF4">
        <w:rPr>
          <w:rFonts w:ascii="Calibri" w:hAnsi="Calibri" w:cs="Calibri"/>
        </w:rPr>
        <w:t>.</w:t>
      </w:r>
      <w:r w:rsidR="00C67C36" w:rsidRPr="00810DF4">
        <w:rPr>
          <w:rFonts w:ascii="Calibri" w:hAnsi="Calibri" w:cs="Calibri"/>
        </w:rPr>
        <w:t xml:space="preserve">  </w:t>
      </w:r>
      <w:r w:rsidRPr="00810DF4">
        <w:rPr>
          <w:rFonts w:ascii="Calibri" w:hAnsi="Calibri" w:cs="Calibri"/>
        </w:rPr>
        <w:t>The cour</w:t>
      </w:r>
      <w:r w:rsidR="00C67C36" w:rsidRPr="00810DF4">
        <w:rPr>
          <w:rFonts w:ascii="Calibri" w:hAnsi="Calibri" w:cs="Calibri"/>
        </w:rPr>
        <w:t>t reinstated the jury verdict and damage award.</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Why did the court decide that </w:t>
      </w:r>
      <w:r w:rsidR="00570E93" w:rsidRPr="00810DF4">
        <w:rPr>
          <w:rFonts w:ascii="Calibri" w:hAnsi="Calibri" w:cs="Calibri"/>
          <w:b/>
        </w:rPr>
        <w:t>Pub Zone</w:t>
      </w:r>
      <w:r w:rsidRPr="00810DF4">
        <w:rPr>
          <w:rFonts w:ascii="Calibri" w:hAnsi="Calibri" w:cs="Calibri"/>
          <w:b/>
        </w:rPr>
        <w:t xml:space="preserve"> had a duty?</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280244" w:rsidRPr="00810DF4">
        <w:rPr>
          <w:rFonts w:ascii="Calibri" w:hAnsi="Calibri" w:cs="Calibri"/>
        </w:rPr>
        <w:t>Kerkoulas</w:t>
      </w:r>
      <w:r w:rsidR="00684BDA" w:rsidRPr="00810DF4">
        <w:rPr>
          <w:rFonts w:ascii="Calibri" w:hAnsi="Calibri" w:cs="Calibri"/>
        </w:rPr>
        <w:t>’</w:t>
      </w:r>
      <w:r w:rsidR="00280244" w:rsidRPr="00810DF4">
        <w:rPr>
          <w:rFonts w:ascii="Calibri" w:hAnsi="Calibri" w:cs="Calibri"/>
        </w:rPr>
        <w:t xml:space="preserve"> sign prohibiting patrons from wearing gang colors</w:t>
      </w:r>
      <w:r w:rsidR="00C34F9F" w:rsidRPr="00810DF4">
        <w:rPr>
          <w:rFonts w:ascii="Calibri" w:hAnsi="Calibri" w:cs="Calibri"/>
        </w:rPr>
        <w:t>,</w:t>
      </w:r>
      <w:r w:rsidR="00280244" w:rsidRPr="00810DF4">
        <w:rPr>
          <w:rFonts w:ascii="Calibri" w:hAnsi="Calibri" w:cs="Calibri"/>
        </w:rPr>
        <w:t xml:space="preserve"> </w:t>
      </w:r>
      <w:r w:rsidR="00C67C36" w:rsidRPr="00810DF4">
        <w:rPr>
          <w:rFonts w:ascii="Calibri" w:hAnsi="Calibri" w:cs="Calibri"/>
        </w:rPr>
        <w:t>and the Pub Zone</w:t>
      </w:r>
      <w:r w:rsidR="00684BDA" w:rsidRPr="00810DF4">
        <w:rPr>
          <w:rFonts w:ascii="Calibri" w:hAnsi="Calibri" w:cs="Calibri"/>
        </w:rPr>
        <w:t>’</w:t>
      </w:r>
      <w:r w:rsidR="00C67C36" w:rsidRPr="00810DF4">
        <w:rPr>
          <w:rFonts w:ascii="Calibri" w:hAnsi="Calibri" w:cs="Calibri"/>
        </w:rPr>
        <w:t xml:space="preserve">s practice of calling police when </w:t>
      </w:r>
      <w:r w:rsidR="0003532A" w:rsidRPr="00810DF4">
        <w:rPr>
          <w:rFonts w:ascii="Calibri" w:hAnsi="Calibri" w:cs="Calibri"/>
        </w:rPr>
        <w:t>patrons</w:t>
      </w:r>
      <w:r w:rsidR="00C67C36" w:rsidRPr="00810DF4">
        <w:rPr>
          <w:rFonts w:ascii="Calibri" w:hAnsi="Calibri" w:cs="Calibri"/>
        </w:rPr>
        <w:t xml:space="preserve"> violated this rule</w:t>
      </w:r>
      <w:r w:rsidR="00C34F9F" w:rsidRPr="00810DF4">
        <w:rPr>
          <w:rFonts w:ascii="Calibri" w:hAnsi="Calibri" w:cs="Calibri"/>
        </w:rPr>
        <w:t>,</w:t>
      </w:r>
      <w:r w:rsidR="00C67C36" w:rsidRPr="00810DF4">
        <w:rPr>
          <w:rFonts w:ascii="Calibri" w:hAnsi="Calibri" w:cs="Calibri"/>
        </w:rPr>
        <w:t xml:space="preserve"> </w:t>
      </w:r>
      <w:r w:rsidR="00280244" w:rsidRPr="00810DF4">
        <w:rPr>
          <w:rFonts w:ascii="Calibri" w:hAnsi="Calibri" w:cs="Calibri"/>
        </w:rPr>
        <w:t>show</w:t>
      </w:r>
      <w:r w:rsidR="00C67C36" w:rsidRPr="00810DF4">
        <w:rPr>
          <w:rFonts w:ascii="Calibri" w:hAnsi="Calibri" w:cs="Calibri"/>
        </w:rPr>
        <w:t>ed</w:t>
      </w:r>
      <w:r w:rsidR="00280244" w:rsidRPr="00810DF4">
        <w:rPr>
          <w:rFonts w:ascii="Calibri" w:hAnsi="Calibri" w:cs="Calibri"/>
        </w:rPr>
        <w:t xml:space="preserve"> </w:t>
      </w:r>
      <w:r w:rsidR="00C34F9F" w:rsidRPr="00810DF4">
        <w:rPr>
          <w:rFonts w:ascii="Calibri" w:hAnsi="Calibri" w:cs="Calibri"/>
        </w:rPr>
        <w:t>the Pub</w:t>
      </w:r>
      <w:r w:rsidR="00684BDA" w:rsidRPr="00810DF4">
        <w:rPr>
          <w:rFonts w:ascii="Calibri" w:hAnsi="Calibri" w:cs="Calibri"/>
        </w:rPr>
        <w:t>’</w:t>
      </w:r>
      <w:r w:rsidR="00C34F9F" w:rsidRPr="00810DF4">
        <w:rPr>
          <w:rFonts w:ascii="Calibri" w:hAnsi="Calibri" w:cs="Calibri"/>
        </w:rPr>
        <w:t xml:space="preserve">s </w:t>
      </w:r>
      <w:r w:rsidR="00C67C36" w:rsidRPr="00810DF4">
        <w:rPr>
          <w:rFonts w:ascii="Calibri" w:hAnsi="Calibri" w:cs="Calibri"/>
        </w:rPr>
        <w:t>awareness</w:t>
      </w:r>
      <w:r w:rsidR="00280244" w:rsidRPr="00810DF4">
        <w:rPr>
          <w:rFonts w:ascii="Calibri" w:hAnsi="Calibri" w:cs="Calibri"/>
        </w:rPr>
        <w:t xml:space="preserve"> of the risk of violence </w:t>
      </w:r>
      <w:r w:rsidR="00D80EA8" w:rsidRPr="00810DF4">
        <w:rPr>
          <w:rFonts w:ascii="Calibri" w:hAnsi="Calibri" w:cs="Calibri"/>
        </w:rPr>
        <w:t xml:space="preserve">of </w:t>
      </w:r>
      <w:r w:rsidR="00280244" w:rsidRPr="00810DF4">
        <w:rPr>
          <w:rFonts w:ascii="Calibri" w:hAnsi="Calibri" w:cs="Calibri"/>
        </w:rPr>
        <w:t>such gangs</w:t>
      </w:r>
      <w:r w:rsidR="0000494F" w:rsidRPr="00810DF4">
        <w:rPr>
          <w:rFonts w:ascii="Calibri" w:hAnsi="Calibri" w:cs="Calibri"/>
        </w:rPr>
        <w:t xml:space="preserve">.  </w:t>
      </w:r>
      <w:r w:rsidR="00C67C36" w:rsidRPr="00810DF4">
        <w:rPr>
          <w:rFonts w:ascii="Calibri" w:hAnsi="Calibri" w:cs="Calibri"/>
        </w:rPr>
        <w:t xml:space="preserve">Kerkoulas also </w:t>
      </w:r>
      <w:r w:rsidR="00280244" w:rsidRPr="00810DF4">
        <w:rPr>
          <w:rFonts w:ascii="Calibri" w:hAnsi="Calibri" w:cs="Calibri"/>
        </w:rPr>
        <w:t xml:space="preserve">knew that the Pagans had participated in past acts of random violence.  </w:t>
      </w:r>
      <w:r w:rsidR="00BE3FA4" w:rsidRPr="00810DF4">
        <w:rPr>
          <w:rFonts w:ascii="Calibri" w:hAnsi="Calibri" w:cs="Calibri"/>
        </w:rPr>
        <w:t>Thus,</w:t>
      </w:r>
      <w:r w:rsidR="00280244" w:rsidRPr="00810DF4">
        <w:rPr>
          <w:rFonts w:ascii="Calibri" w:hAnsi="Calibri" w:cs="Calibri"/>
        </w:rPr>
        <w:t xml:space="preserve"> Pub Zone had a duty to take precautions against such violence.</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0035637D" w:rsidRPr="00810DF4">
        <w:rPr>
          <w:rFonts w:ascii="Calibri" w:hAnsi="Calibri" w:cs="Calibri"/>
          <w:b/>
        </w:rPr>
        <w:t>What should Pub Zone have done to satisfy its duty</w:t>
      </w:r>
      <w:r w:rsidRPr="00810DF4">
        <w:rPr>
          <w:rFonts w:ascii="Calibri" w:hAnsi="Calibri" w:cs="Calibri"/>
          <w:b/>
        </w:rPr>
        <w:t>?</w:t>
      </w:r>
    </w:p>
    <w:p w:rsidR="00ED75F7" w:rsidRPr="00810DF4" w:rsidRDefault="00ED75F7" w:rsidP="003E3722">
      <w:pPr>
        <w:pStyle w:val="Question"/>
        <w:keepNext/>
        <w:rPr>
          <w:rFonts w:ascii="Calibri" w:hAnsi="Calibri" w:cs="Calibri"/>
        </w:rPr>
      </w:pPr>
      <w:r w:rsidRPr="00810DF4">
        <w:rPr>
          <w:rFonts w:ascii="Calibri" w:hAnsi="Calibri" w:cs="Calibri"/>
          <w:b/>
        </w:rPr>
        <w:t>Answer:</w:t>
      </w:r>
      <w:r w:rsidR="003E3722" w:rsidRPr="00810DF4">
        <w:rPr>
          <w:rFonts w:ascii="Calibri" w:hAnsi="Calibri" w:cs="Calibri"/>
          <w:b/>
        </w:rPr>
        <w:t xml:space="preserve"> </w:t>
      </w:r>
      <w:r w:rsidR="0035637D" w:rsidRPr="00810DF4">
        <w:rPr>
          <w:rFonts w:ascii="Calibri" w:hAnsi="Calibri" w:cs="Calibri"/>
        </w:rPr>
        <w:t>Enforce its existing rules</w:t>
      </w:r>
      <w:r w:rsidRPr="00810DF4">
        <w:rPr>
          <w:rFonts w:ascii="Calibri" w:hAnsi="Calibri" w:cs="Calibri"/>
        </w:rPr>
        <w:t>.</w:t>
      </w:r>
      <w:r w:rsidR="0035637D" w:rsidRPr="00810DF4">
        <w:rPr>
          <w:rFonts w:ascii="Calibri" w:hAnsi="Calibri" w:cs="Calibri"/>
        </w:rPr>
        <w:t xml:space="preserve">  Despite Pub Zone</w:t>
      </w:r>
      <w:r w:rsidR="00684BDA" w:rsidRPr="00810DF4">
        <w:rPr>
          <w:rFonts w:ascii="Calibri" w:hAnsi="Calibri" w:cs="Calibri"/>
        </w:rPr>
        <w:t>’</w:t>
      </w:r>
      <w:r w:rsidR="0035637D" w:rsidRPr="00810DF4">
        <w:rPr>
          <w:rFonts w:ascii="Calibri" w:hAnsi="Calibri" w:cs="Calibri"/>
        </w:rPr>
        <w:t>s policy against gang colors</w:t>
      </w:r>
      <w:r w:rsidR="00D80EA8" w:rsidRPr="00810DF4">
        <w:rPr>
          <w:rFonts w:ascii="Calibri" w:hAnsi="Calibri" w:cs="Calibri"/>
        </w:rPr>
        <w:t>,</w:t>
      </w:r>
      <w:r w:rsidR="0035637D" w:rsidRPr="00810DF4">
        <w:rPr>
          <w:rFonts w:ascii="Calibri" w:hAnsi="Calibri" w:cs="Calibri"/>
        </w:rPr>
        <w:t xml:space="preserve"> Kerkoulas allowed the Pagans to remain in the bar and drink</w:t>
      </w:r>
      <w:r w:rsidR="00C34F9F" w:rsidRPr="00810DF4">
        <w:rPr>
          <w:rFonts w:ascii="Calibri" w:hAnsi="Calibri" w:cs="Calibri"/>
        </w:rPr>
        <w:t>.</w:t>
      </w:r>
      <w:r w:rsidR="003E3722" w:rsidRPr="00810DF4">
        <w:rPr>
          <w:rFonts w:ascii="Calibri" w:hAnsi="Calibri" w:cs="Calibri"/>
        </w:rPr>
        <w:t xml:space="preserve"> </w:t>
      </w:r>
      <w:r w:rsidRPr="00810DF4">
        <w:rPr>
          <w:rFonts w:ascii="Calibri" w:hAnsi="Calibri" w:cs="Calibri"/>
        </w:rPr>
        <w:t xml:space="preserve">Train </w:t>
      </w:r>
      <w:r w:rsidR="0035637D" w:rsidRPr="00810DF4">
        <w:rPr>
          <w:rFonts w:ascii="Calibri" w:hAnsi="Calibri" w:cs="Calibri"/>
        </w:rPr>
        <w:t xml:space="preserve">bouncers and </w:t>
      </w:r>
      <w:r w:rsidRPr="00810DF4">
        <w:rPr>
          <w:rFonts w:ascii="Calibri" w:hAnsi="Calibri" w:cs="Calibri"/>
        </w:rPr>
        <w:t xml:space="preserve">all </w:t>
      </w:r>
      <w:r w:rsidR="0035637D" w:rsidRPr="00810DF4">
        <w:rPr>
          <w:rFonts w:ascii="Calibri" w:hAnsi="Calibri" w:cs="Calibri"/>
        </w:rPr>
        <w:t xml:space="preserve">other </w:t>
      </w:r>
      <w:r w:rsidRPr="00810DF4">
        <w:rPr>
          <w:rFonts w:ascii="Calibri" w:hAnsi="Calibri" w:cs="Calibri"/>
        </w:rPr>
        <w:t xml:space="preserve">staff to </w:t>
      </w:r>
      <w:r w:rsidR="0035637D" w:rsidRPr="00810DF4">
        <w:rPr>
          <w:rFonts w:ascii="Calibri" w:hAnsi="Calibri" w:cs="Calibri"/>
        </w:rPr>
        <w:t>be aware of patrons from whom such violence is foreseeable.  If such patrons refuse to leave the club when asked</w:t>
      </w:r>
      <w:r w:rsidR="00BE3FA4" w:rsidRPr="00810DF4">
        <w:rPr>
          <w:rFonts w:ascii="Calibri" w:hAnsi="Calibri" w:cs="Calibri"/>
        </w:rPr>
        <w:t>,</w:t>
      </w:r>
      <w:r w:rsidR="0035637D" w:rsidRPr="00810DF4">
        <w:rPr>
          <w:rFonts w:ascii="Calibri" w:hAnsi="Calibri" w:cs="Calibri"/>
        </w:rPr>
        <w:t xml:space="preserve"> Pub Zone should be consistent in calling the police to address the problem</w:t>
      </w:r>
      <w:r w:rsidRPr="00810DF4">
        <w:rPr>
          <w:rFonts w:ascii="Calibri" w:hAnsi="Calibri" w:cs="Calibri"/>
        </w:rPr>
        <w:t>.</w:t>
      </w:r>
    </w:p>
    <w:p w:rsidR="003E3722" w:rsidRPr="00810DF4" w:rsidRDefault="003E3722" w:rsidP="00647E16">
      <w:pPr>
        <w:pStyle w:val="ListBullet"/>
        <w:rPr>
          <w:rFonts w:ascii="Calibri" w:hAnsi="Calibri" w:cs="Calibri"/>
        </w:rPr>
      </w:pPr>
    </w:p>
    <w:p w:rsidR="00642B8F" w:rsidRPr="00810DF4" w:rsidRDefault="00647E16" w:rsidP="00647E16">
      <w:pPr>
        <w:pStyle w:val="ListBullet"/>
        <w:rPr>
          <w:rFonts w:ascii="Calibri" w:hAnsi="Calibri" w:cs="Calibri"/>
        </w:rPr>
      </w:pPr>
      <w:r w:rsidRPr="00810DF4">
        <w:rPr>
          <w:rFonts w:ascii="Calibri" w:hAnsi="Calibri" w:cs="Calibri"/>
        </w:rPr>
        <w:lastRenderedPageBreak/>
        <w:t>Exam Strategy</w:t>
      </w:r>
    </w:p>
    <w:p w:rsidR="00647E16" w:rsidRDefault="005E21C8" w:rsidP="00647E16">
      <w:pPr>
        <w:pStyle w:val="ListBullet"/>
        <w:rPr>
          <w:rFonts w:ascii="Calibri" w:hAnsi="Calibri" w:cs="Calibri"/>
          <w:b w:val="0"/>
          <w:sz w:val="22"/>
          <w:szCs w:val="22"/>
        </w:rPr>
      </w:pPr>
      <w:r>
        <w:rPr>
          <w:rFonts w:ascii="Calibri" w:hAnsi="Calibri" w:cs="Calibri"/>
          <w:b w:val="0"/>
          <w:sz w:val="22"/>
          <w:szCs w:val="22"/>
        </w:rPr>
        <w:t>This feature gives the student</w:t>
      </w:r>
      <w:r w:rsidR="00647E16" w:rsidRPr="00810DF4">
        <w:rPr>
          <w:rFonts w:ascii="Calibri" w:hAnsi="Calibri" w:cs="Calibri"/>
          <w:b w:val="0"/>
          <w:sz w:val="22"/>
          <w:szCs w:val="22"/>
        </w:rPr>
        <w:t xml:space="preserve"> practice analyzing cases the way lawyers do – and the way </w:t>
      </w:r>
      <w:r>
        <w:rPr>
          <w:rFonts w:ascii="Calibri" w:hAnsi="Calibri" w:cs="Calibri"/>
          <w:b w:val="0"/>
          <w:sz w:val="22"/>
          <w:szCs w:val="22"/>
        </w:rPr>
        <w:t>they</w:t>
      </w:r>
      <w:r w:rsidR="00647E16" w:rsidRPr="00810DF4">
        <w:rPr>
          <w:rFonts w:ascii="Calibri" w:hAnsi="Calibri" w:cs="Calibri"/>
          <w:b w:val="0"/>
          <w:sz w:val="22"/>
          <w:szCs w:val="22"/>
        </w:rPr>
        <w:t xml:space="preserve"> </w:t>
      </w:r>
      <w:r w:rsidR="00647E16" w:rsidRPr="00810DF4">
        <w:rPr>
          <w:rFonts w:ascii="Calibri" w:hAnsi="Calibri" w:cs="Calibri"/>
          <w:b w:val="0"/>
          <w:i/>
          <w:sz w:val="22"/>
          <w:szCs w:val="22"/>
        </w:rPr>
        <w:t>must</w:t>
      </w:r>
      <w:r w:rsidR="00647E16" w:rsidRPr="00810DF4">
        <w:rPr>
          <w:rFonts w:ascii="Calibri" w:hAnsi="Calibri" w:cs="Calibri"/>
          <w:b w:val="0"/>
          <w:sz w:val="22"/>
          <w:szCs w:val="22"/>
        </w:rPr>
        <w:t xml:space="preserve"> on tests. Law exams are different from most others because you must determine the issue from the fac</w:t>
      </w:r>
      <w:r w:rsidR="00FB41F1">
        <w:rPr>
          <w:rFonts w:ascii="Calibri" w:hAnsi="Calibri" w:cs="Calibri"/>
          <w:b w:val="0"/>
          <w:sz w:val="22"/>
          <w:szCs w:val="22"/>
        </w:rPr>
        <w:t>t</w:t>
      </w:r>
      <w:r w:rsidR="00647E16" w:rsidRPr="00810DF4">
        <w:rPr>
          <w:rFonts w:ascii="Calibri" w:hAnsi="Calibri" w:cs="Calibri"/>
          <w:b w:val="0"/>
          <w:sz w:val="22"/>
          <w:szCs w:val="22"/>
        </w:rPr>
        <w:t xml:space="preserve">s provided. </w:t>
      </w:r>
      <w:r w:rsidR="00FB41F1">
        <w:rPr>
          <w:rFonts w:ascii="Calibri" w:hAnsi="Calibri" w:cs="Calibri"/>
          <w:b w:val="0"/>
          <w:sz w:val="22"/>
          <w:szCs w:val="22"/>
        </w:rPr>
        <w:t>See below for an example.</w:t>
      </w:r>
      <w:r w:rsidR="00647E16" w:rsidRPr="00810DF4">
        <w:rPr>
          <w:rFonts w:ascii="Calibri" w:hAnsi="Calibri" w:cs="Calibri"/>
          <w:b w:val="0"/>
          <w:sz w:val="22"/>
          <w:szCs w:val="22"/>
        </w:rPr>
        <w:t xml:space="preserve"> </w:t>
      </w:r>
    </w:p>
    <w:p w:rsidR="008A18A6" w:rsidRDefault="008A18A6" w:rsidP="00647E16">
      <w:pPr>
        <w:pStyle w:val="ListBullet"/>
        <w:rPr>
          <w:rFonts w:ascii="Calibri" w:hAnsi="Calibri" w:cs="Calibri"/>
          <w:b w:val="0"/>
          <w:sz w:val="22"/>
          <w:szCs w:val="22"/>
        </w:rPr>
      </w:pPr>
    </w:p>
    <w:p w:rsidR="008A18A6" w:rsidRPr="00810DF4" w:rsidRDefault="008A18A6" w:rsidP="00647E16">
      <w:pPr>
        <w:pStyle w:val="ListBullet"/>
        <w:rPr>
          <w:rFonts w:ascii="Calibri" w:hAnsi="Calibri" w:cs="Calibri"/>
          <w:b w:val="0"/>
          <w:sz w:val="22"/>
          <w:szCs w:val="22"/>
        </w:rPr>
      </w:pPr>
      <w:r>
        <w:drawing>
          <wp:inline distT="0" distB="0" distL="0" distR="0" wp14:anchorId="19C3C997" wp14:editId="302D00C1">
            <wp:extent cx="4781550" cy="29776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94892" cy="2985945"/>
                    </a:xfrm>
                    <a:prstGeom prst="rect">
                      <a:avLst/>
                    </a:prstGeom>
                  </pic:spPr>
                </pic:pic>
              </a:graphicData>
            </a:graphic>
          </wp:inline>
        </w:drawing>
      </w:r>
    </w:p>
    <w:p w:rsidR="00647E16" w:rsidRDefault="00647E16" w:rsidP="00647E16">
      <w:pPr>
        <w:pStyle w:val="ListBullet"/>
        <w:rPr>
          <w:rFonts w:ascii="Calibri" w:hAnsi="Calibri" w:cs="Calibri"/>
          <w:b w:val="0"/>
          <w:sz w:val="22"/>
          <w:szCs w:val="22"/>
        </w:rPr>
      </w:pPr>
    </w:p>
    <w:p w:rsidR="003E3722" w:rsidRPr="00810DF4" w:rsidRDefault="00642B8F" w:rsidP="00647E16">
      <w:pPr>
        <w:pStyle w:val="ListBullet"/>
        <w:rPr>
          <w:rFonts w:ascii="Calibri" w:hAnsi="Calibri" w:cs="Calibri"/>
        </w:rPr>
      </w:pPr>
      <w:r w:rsidRPr="00810DF4">
        <w:rPr>
          <w:rFonts w:ascii="Calibri" w:hAnsi="Calibri" w:cs="Calibri"/>
        </w:rPr>
        <w:t>You Be the Judge</w:t>
      </w:r>
    </w:p>
    <w:p w:rsidR="00647E16" w:rsidRPr="00810DF4" w:rsidRDefault="00647E16" w:rsidP="00647E16">
      <w:pPr>
        <w:pStyle w:val="ListBullet"/>
        <w:rPr>
          <w:rFonts w:ascii="Calibri" w:hAnsi="Calibri" w:cs="Calibri"/>
          <w:b w:val="0"/>
          <w:sz w:val="22"/>
          <w:szCs w:val="22"/>
        </w:rPr>
      </w:pPr>
      <w:r w:rsidRPr="00810DF4">
        <w:rPr>
          <w:rFonts w:ascii="Calibri" w:hAnsi="Calibri" w:cs="Calibri"/>
          <w:b w:val="0"/>
          <w:sz w:val="22"/>
          <w:szCs w:val="22"/>
        </w:rPr>
        <w:t>Many cases involve difficult decisions for juries and judges. Often both parties have legitimate, opposing arguments. Most chapters will have a feature called, “You Be the Judge,” in which the facts of a case are presented, but not thte court’s holding. We leave it to the stude</w:t>
      </w:r>
      <w:r w:rsidR="00405765" w:rsidRPr="00810DF4">
        <w:rPr>
          <w:rFonts w:ascii="Calibri" w:hAnsi="Calibri" w:cs="Calibri"/>
          <w:b w:val="0"/>
          <w:sz w:val="22"/>
          <w:szCs w:val="22"/>
        </w:rPr>
        <w:t>n</w:t>
      </w:r>
      <w:r w:rsidRPr="00810DF4">
        <w:rPr>
          <w:rFonts w:ascii="Calibri" w:hAnsi="Calibri" w:cs="Calibri"/>
          <w:b w:val="0"/>
          <w:sz w:val="22"/>
          <w:szCs w:val="22"/>
        </w:rPr>
        <w:t>ts</w:t>
      </w:r>
      <w:r w:rsidR="00405765" w:rsidRPr="00810DF4">
        <w:rPr>
          <w:rFonts w:ascii="Calibri" w:hAnsi="Calibri" w:cs="Calibri"/>
          <w:b w:val="0"/>
          <w:sz w:val="22"/>
          <w:szCs w:val="22"/>
        </w:rPr>
        <w:t xml:space="preserve"> to debate and decide which position is stronger, or add their own arguments to those given. </w:t>
      </w:r>
    </w:p>
    <w:p w:rsidR="00ED75F7" w:rsidRPr="00810DF4" w:rsidRDefault="004A7B66" w:rsidP="00D06A38">
      <w:pPr>
        <w:pStyle w:val="StyleHeading3Before6pt"/>
        <w:rPr>
          <w:rFonts w:ascii="Calibri" w:hAnsi="Calibri" w:cs="Calibri"/>
        </w:rPr>
      </w:pPr>
      <w:r>
        <w:rPr>
          <w:rFonts w:ascii="Calibri" w:hAnsi="Calibri" w:cs="Calibri"/>
          <w:noProof/>
        </w:rPr>
        <mc:AlternateContent>
          <mc:Choice Requires="wpc">
            <w:drawing>
              <wp:inline distT="0" distB="0" distL="0" distR="0">
                <wp:extent cx="396240" cy="390525"/>
                <wp:effectExtent l="0" t="0" r="3810" b="0"/>
                <wp:docPr id="37" name="Canvas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28" name="Group 39"/>
                        <wpg:cNvGrpSpPr>
                          <a:grpSpLocks/>
                        </wpg:cNvGrpSpPr>
                        <wpg:grpSpPr bwMode="auto">
                          <a:xfrm>
                            <a:off x="2540" y="7620"/>
                            <a:ext cx="393700" cy="382905"/>
                            <a:chOff x="4" y="12"/>
                            <a:chExt cx="620" cy="603"/>
                          </a:xfrm>
                        </wpg:grpSpPr>
                        <wps:wsp>
                          <wps:cNvPr id="29" name="Freeform 40"/>
                          <wps:cNvSpPr>
                            <a:spLocks/>
                          </wps:cNvSpPr>
                          <wps:spPr bwMode="auto">
                            <a:xfrm>
                              <a:off x="45" y="250"/>
                              <a:ext cx="267" cy="333"/>
                            </a:xfrm>
                            <a:custGeom>
                              <a:avLst/>
                              <a:gdLst>
                                <a:gd name="T0" fmla="*/ 5 w 1067"/>
                                <a:gd name="T1" fmla="*/ 1229 h 1333"/>
                                <a:gd name="T2" fmla="*/ 1 w 1067"/>
                                <a:gd name="T3" fmla="*/ 1236 h 1333"/>
                                <a:gd name="T4" fmla="*/ 0 w 1067"/>
                                <a:gd name="T5" fmla="*/ 1245 h 1333"/>
                                <a:gd name="T6" fmla="*/ 2 w 1067"/>
                                <a:gd name="T7" fmla="*/ 1254 h 1333"/>
                                <a:gd name="T8" fmla="*/ 9 w 1067"/>
                                <a:gd name="T9" fmla="*/ 1261 h 1333"/>
                                <a:gd name="T10" fmla="*/ 13 w 1067"/>
                                <a:gd name="T11" fmla="*/ 1263 h 1333"/>
                                <a:gd name="T12" fmla="*/ 23 w 1067"/>
                                <a:gd name="T13" fmla="*/ 1271 h 1333"/>
                                <a:gd name="T14" fmla="*/ 37 w 1067"/>
                                <a:gd name="T15" fmla="*/ 1282 h 1333"/>
                                <a:gd name="T16" fmla="*/ 53 w 1067"/>
                                <a:gd name="T17" fmla="*/ 1295 h 1333"/>
                                <a:gd name="T18" fmla="*/ 70 w 1067"/>
                                <a:gd name="T19" fmla="*/ 1308 h 1333"/>
                                <a:gd name="T20" fmla="*/ 84 w 1067"/>
                                <a:gd name="T21" fmla="*/ 1319 h 1333"/>
                                <a:gd name="T22" fmla="*/ 94 w 1067"/>
                                <a:gd name="T23" fmla="*/ 1327 h 1333"/>
                                <a:gd name="T24" fmla="*/ 98 w 1067"/>
                                <a:gd name="T25" fmla="*/ 1329 h 1333"/>
                                <a:gd name="T26" fmla="*/ 102 w 1067"/>
                                <a:gd name="T27" fmla="*/ 1332 h 1333"/>
                                <a:gd name="T28" fmla="*/ 107 w 1067"/>
                                <a:gd name="T29" fmla="*/ 1333 h 1333"/>
                                <a:gd name="T30" fmla="*/ 111 w 1067"/>
                                <a:gd name="T31" fmla="*/ 1333 h 1333"/>
                                <a:gd name="T32" fmla="*/ 115 w 1067"/>
                                <a:gd name="T33" fmla="*/ 1333 h 1333"/>
                                <a:gd name="T34" fmla="*/ 120 w 1067"/>
                                <a:gd name="T35" fmla="*/ 1332 h 1333"/>
                                <a:gd name="T36" fmla="*/ 124 w 1067"/>
                                <a:gd name="T37" fmla="*/ 1331 h 1333"/>
                                <a:gd name="T38" fmla="*/ 127 w 1067"/>
                                <a:gd name="T39" fmla="*/ 1328 h 1333"/>
                                <a:gd name="T40" fmla="*/ 130 w 1067"/>
                                <a:gd name="T41" fmla="*/ 1324 h 1333"/>
                                <a:gd name="T42" fmla="*/ 1067 w 1067"/>
                                <a:gd name="T43" fmla="*/ 61 h 1333"/>
                                <a:gd name="T44" fmla="*/ 994 w 1067"/>
                                <a:gd name="T45" fmla="*/ 0 h 1333"/>
                                <a:gd name="T46" fmla="*/ 965 w 1067"/>
                                <a:gd name="T47" fmla="*/ 37 h 1333"/>
                                <a:gd name="T48" fmla="*/ 933 w 1067"/>
                                <a:gd name="T49" fmla="*/ 75 h 1333"/>
                                <a:gd name="T50" fmla="*/ 900 w 1067"/>
                                <a:gd name="T51" fmla="*/ 117 h 1333"/>
                                <a:gd name="T52" fmla="*/ 865 w 1067"/>
                                <a:gd name="T53" fmla="*/ 161 h 1333"/>
                                <a:gd name="T54" fmla="*/ 828 w 1067"/>
                                <a:gd name="T55" fmla="*/ 205 h 1333"/>
                                <a:gd name="T56" fmla="*/ 791 w 1067"/>
                                <a:gd name="T57" fmla="*/ 252 h 1333"/>
                                <a:gd name="T58" fmla="*/ 752 w 1067"/>
                                <a:gd name="T59" fmla="*/ 301 h 1333"/>
                                <a:gd name="T60" fmla="*/ 712 w 1067"/>
                                <a:gd name="T61" fmla="*/ 351 h 1333"/>
                                <a:gd name="T62" fmla="*/ 673 w 1067"/>
                                <a:gd name="T63" fmla="*/ 400 h 1333"/>
                                <a:gd name="T64" fmla="*/ 632 w 1067"/>
                                <a:gd name="T65" fmla="*/ 451 h 1333"/>
                                <a:gd name="T66" fmla="*/ 590 w 1067"/>
                                <a:gd name="T67" fmla="*/ 502 h 1333"/>
                                <a:gd name="T68" fmla="*/ 549 w 1067"/>
                                <a:gd name="T69" fmla="*/ 553 h 1333"/>
                                <a:gd name="T70" fmla="*/ 508 w 1067"/>
                                <a:gd name="T71" fmla="*/ 604 h 1333"/>
                                <a:gd name="T72" fmla="*/ 467 w 1067"/>
                                <a:gd name="T73" fmla="*/ 655 h 1333"/>
                                <a:gd name="T74" fmla="*/ 426 w 1067"/>
                                <a:gd name="T75" fmla="*/ 706 h 1333"/>
                                <a:gd name="T76" fmla="*/ 387 w 1067"/>
                                <a:gd name="T77" fmla="*/ 755 h 1333"/>
                                <a:gd name="T78" fmla="*/ 348 w 1067"/>
                                <a:gd name="T79" fmla="*/ 803 h 1333"/>
                                <a:gd name="T80" fmla="*/ 310 w 1067"/>
                                <a:gd name="T81" fmla="*/ 850 h 1333"/>
                                <a:gd name="T82" fmla="*/ 273 w 1067"/>
                                <a:gd name="T83" fmla="*/ 895 h 1333"/>
                                <a:gd name="T84" fmla="*/ 238 w 1067"/>
                                <a:gd name="T85" fmla="*/ 939 h 1333"/>
                                <a:gd name="T86" fmla="*/ 205 w 1067"/>
                                <a:gd name="T87" fmla="*/ 980 h 1333"/>
                                <a:gd name="T88" fmla="*/ 173 w 1067"/>
                                <a:gd name="T89" fmla="*/ 1020 h 1333"/>
                                <a:gd name="T90" fmla="*/ 144 w 1067"/>
                                <a:gd name="T91" fmla="*/ 1055 h 1333"/>
                                <a:gd name="T92" fmla="*/ 117 w 1067"/>
                                <a:gd name="T93" fmla="*/ 1090 h 1333"/>
                                <a:gd name="T94" fmla="*/ 93 w 1067"/>
                                <a:gd name="T95" fmla="*/ 1120 h 1333"/>
                                <a:gd name="T96" fmla="*/ 70 w 1067"/>
                                <a:gd name="T97" fmla="*/ 1147 h 1333"/>
                                <a:gd name="T98" fmla="*/ 51 w 1067"/>
                                <a:gd name="T99" fmla="*/ 1171 h 1333"/>
                                <a:gd name="T100" fmla="*/ 35 w 1067"/>
                                <a:gd name="T101" fmla="*/ 1192 h 1333"/>
                                <a:gd name="T102" fmla="*/ 23 w 1067"/>
                                <a:gd name="T103" fmla="*/ 1207 h 1333"/>
                                <a:gd name="T104" fmla="*/ 13 w 1067"/>
                                <a:gd name="T105" fmla="*/ 1219 h 1333"/>
                                <a:gd name="T106" fmla="*/ 7 w 1067"/>
                                <a:gd name="T107" fmla="*/ 1226 h 1333"/>
                                <a:gd name="T108" fmla="*/ 5 w 1067"/>
                                <a:gd name="T109" fmla="*/ 1229 h 1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067" h="1333">
                                  <a:moveTo>
                                    <a:pt x="5" y="1229"/>
                                  </a:moveTo>
                                  <a:lnTo>
                                    <a:pt x="1" y="1236"/>
                                  </a:lnTo>
                                  <a:lnTo>
                                    <a:pt x="0" y="1245"/>
                                  </a:lnTo>
                                  <a:lnTo>
                                    <a:pt x="2" y="1254"/>
                                  </a:lnTo>
                                  <a:lnTo>
                                    <a:pt x="9" y="1261"/>
                                  </a:lnTo>
                                  <a:lnTo>
                                    <a:pt x="13" y="1263"/>
                                  </a:lnTo>
                                  <a:lnTo>
                                    <a:pt x="23" y="1271"/>
                                  </a:lnTo>
                                  <a:lnTo>
                                    <a:pt x="37" y="1282"/>
                                  </a:lnTo>
                                  <a:lnTo>
                                    <a:pt x="53" y="1295"/>
                                  </a:lnTo>
                                  <a:lnTo>
                                    <a:pt x="70" y="1308"/>
                                  </a:lnTo>
                                  <a:lnTo>
                                    <a:pt x="84" y="1319"/>
                                  </a:lnTo>
                                  <a:lnTo>
                                    <a:pt x="94" y="1327"/>
                                  </a:lnTo>
                                  <a:lnTo>
                                    <a:pt x="98" y="1329"/>
                                  </a:lnTo>
                                  <a:lnTo>
                                    <a:pt x="102" y="1332"/>
                                  </a:lnTo>
                                  <a:lnTo>
                                    <a:pt x="107" y="1333"/>
                                  </a:lnTo>
                                  <a:lnTo>
                                    <a:pt x="111" y="1333"/>
                                  </a:lnTo>
                                  <a:lnTo>
                                    <a:pt x="115" y="1333"/>
                                  </a:lnTo>
                                  <a:lnTo>
                                    <a:pt x="120" y="1332"/>
                                  </a:lnTo>
                                  <a:lnTo>
                                    <a:pt x="124" y="1331"/>
                                  </a:lnTo>
                                  <a:lnTo>
                                    <a:pt x="127" y="1328"/>
                                  </a:lnTo>
                                  <a:lnTo>
                                    <a:pt x="130" y="1324"/>
                                  </a:lnTo>
                                  <a:lnTo>
                                    <a:pt x="1067" y="61"/>
                                  </a:lnTo>
                                  <a:lnTo>
                                    <a:pt x="994" y="0"/>
                                  </a:lnTo>
                                  <a:lnTo>
                                    <a:pt x="965" y="37"/>
                                  </a:lnTo>
                                  <a:lnTo>
                                    <a:pt x="933" y="75"/>
                                  </a:lnTo>
                                  <a:lnTo>
                                    <a:pt x="900" y="117"/>
                                  </a:lnTo>
                                  <a:lnTo>
                                    <a:pt x="865" y="161"/>
                                  </a:lnTo>
                                  <a:lnTo>
                                    <a:pt x="828" y="205"/>
                                  </a:lnTo>
                                  <a:lnTo>
                                    <a:pt x="791" y="252"/>
                                  </a:lnTo>
                                  <a:lnTo>
                                    <a:pt x="752" y="301"/>
                                  </a:lnTo>
                                  <a:lnTo>
                                    <a:pt x="712" y="351"/>
                                  </a:lnTo>
                                  <a:lnTo>
                                    <a:pt x="673" y="400"/>
                                  </a:lnTo>
                                  <a:lnTo>
                                    <a:pt x="632" y="451"/>
                                  </a:lnTo>
                                  <a:lnTo>
                                    <a:pt x="590" y="502"/>
                                  </a:lnTo>
                                  <a:lnTo>
                                    <a:pt x="549" y="553"/>
                                  </a:lnTo>
                                  <a:lnTo>
                                    <a:pt x="508" y="604"/>
                                  </a:lnTo>
                                  <a:lnTo>
                                    <a:pt x="467" y="655"/>
                                  </a:lnTo>
                                  <a:lnTo>
                                    <a:pt x="426" y="706"/>
                                  </a:lnTo>
                                  <a:lnTo>
                                    <a:pt x="387" y="755"/>
                                  </a:lnTo>
                                  <a:lnTo>
                                    <a:pt x="348" y="803"/>
                                  </a:lnTo>
                                  <a:lnTo>
                                    <a:pt x="310" y="850"/>
                                  </a:lnTo>
                                  <a:lnTo>
                                    <a:pt x="273" y="895"/>
                                  </a:lnTo>
                                  <a:lnTo>
                                    <a:pt x="238" y="939"/>
                                  </a:lnTo>
                                  <a:lnTo>
                                    <a:pt x="205" y="980"/>
                                  </a:lnTo>
                                  <a:lnTo>
                                    <a:pt x="173" y="1020"/>
                                  </a:lnTo>
                                  <a:lnTo>
                                    <a:pt x="144" y="1055"/>
                                  </a:lnTo>
                                  <a:lnTo>
                                    <a:pt x="117" y="1090"/>
                                  </a:lnTo>
                                  <a:lnTo>
                                    <a:pt x="93" y="1120"/>
                                  </a:lnTo>
                                  <a:lnTo>
                                    <a:pt x="70" y="1147"/>
                                  </a:lnTo>
                                  <a:lnTo>
                                    <a:pt x="51" y="1171"/>
                                  </a:lnTo>
                                  <a:lnTo>
                                    <a:pt x="35" y="1192"/>
                                  </a:lnTo>
                                  <a:lnTo>
                                    <a:pt x="23" y="1207"/>
                                  </a:lnTo>
                                  <a:lnTo>
                                    <a:pt x="13" y="1219"/>
                                  </a:lnTo>
                                  <a:lnTo>
                                    <a:pt x="7" y="1226"/>
                                  </a:lnTo>
                                  <a:lnTo>
                                    <a:pt x="5" y="12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0" name="Group 41"/>
                          <wpg:cNvGrpSpPr>
                            <a:grpSpLocks/>
                          </wpg:cNvGrpSpPr>
                          <wpg:grpSpPr bwMode="auto">
                            <a:xfrm>
                              <a:off x="4" y="12"/>
                              <a:ext cx="620" cy="603"/>
                              <a:chOff x="4" y="12"/>
                              <a:chExt cx="620" cy="603"/>
                            </a:xfrm>
                          </wpg:grpSpPr>
                          <wps:wsp>
                            <wps:cNvPr id="31" name="Freeform 42"/>
                            <wps:cNvSpPr>
                              <a:spLocks/>
                            </wps:cNvSpPr>
                            <wps:spPr bwMode="auto">
                              <a:xfrm>
                                <a:off x="4" y="12"/>
                                <a:ext cx="620" cy="603"/>
                              </a:xfrm>
                              <a:custGeom>
                                <a:avLst/>
                                <a:gdLst>
                                  <a:gd name="T0" fmla="*/ 297 w 620"/>
                                  <a:gd name="T1" fmla="*/ 164 h 603"/>
                                  <a:gd name="T2" fmla="*/ 422 w 620"/>
                                  <a:gd name="T3" fmla="*/ 201 h 603"/>
                                  <a:gd name="T4" fmla="*/ 464 w 620"/>
                                  <a:gd name="T5" fmla="*/ 217 h 603"/>
                                  <a:gd name="T6" fmla="*/ 475 w 620"/>
                                  <a:gd name="T7" fmla="*/ 216 h 603"/>
                                  <a:gd name="T8" fmla="*/ 489 w 620"/>
                                  <a:gd name="T9" fmla="*/ 231 h 603"/>
                                  <a:gd name="T10" fmla="*/ 392 w 620"/>
                                  <a:gd name="T11" fmla="*/ 351 h 603"/>
                                  <a:gd name="T12" fmla="*/ 380 w 620"/>
                                  <a:gd name="T13" fmla="*/ 350 h 603"/>
                                  <a:gd name="T14" fmla="*/ 369 w 620"/>
                                  <a:gd name="T15" fmla="*/ 332 h 603"/>
                                  <a:gd name="T16" fmla="*/ 350 w 620"/>
                                  <a:gd name="T17" fmla="*/ 291 h 603"/>
                                  <a:gd name="T18" fmla="*/ 128 w 620"/>
                                  <a:gd name="T19" fmla="*/ 531 h 603"/>
                                  <a:gd name="T20" fmla="*/ 166 w 620"/>
                                  <a:gd name="T21" fmla="*/ 562 h 603"/>
                                  <a:gd name="T22" fmla="*/ 207 w 620"/>
                                  <a:gd name="T23" fmla="*/ 585 h 603"/>
                                  <a:gd name="T24" fmla="*/ 250 w 620"/>
                                  <a:gd name="T25" fmla="*/ 599 h 603"/>
                                  <a:gd name="T26" fmla="*/ 292 w 620"/>
                                  <a:gd name="T27" fmla="*/ 603 h 603"/>
                                  <a:gd name="T28" fmla="*/ 329 w 620"/>
                                  <a:gd name="T29" fmla="*/ 598 h 603"/>
                                  <a:gd name="T30" fmla="*/ 360 w 620"/>
                                  <a:gd name="T31" fmla="*/ 585 h 603"/>
                                  <a:gd name="T32" fmla="*/ 387 w 620"/>
                                  <a:gd name="T33" fmla="*/ 562 h 603"/>
                                  <a:gd name="T34" fmla="*/ 409 w 620"/>
                                  <a:gd name="T35" fmla="*/ 531 h 603"/>
                                  <a:gd name="T36" fmla="*/ 426 w 620"/>
                                  <a:gd name="T37" fmla="*/ 490 h 603"/>
                                  <a:gd name="T38" fmla="*/ 278 w 620"/>
                                  <a:gd name="T39" fmla="*/ 434 h 603"/>
                                  <a:gd name="T40" fmla="*/ 288 w 620"/>
                                  <a:gd name="T41" fmla="*/ 393 h 603"/>
                                  <a:gd name="T42" fmla="*/ 449 w 620"/>
                                  <a:gd name="T43" fmla="*/ 399 h 603"/>
                                  <a:gd name="T44" fmla="*/ 505 w 620"/>
                                  <a:gd name="T45" fmla="*/ 336 h 603"/>
                                  <a:gd name="T46" fmla="*/ 576 w 620"/>
                                  <a:gd name="T47" fmla="*/ 286 h 603"/>
                                  <a:gd name="T48" fmla="*/ 620 w 620"/>
                                  <a:gd name="T49" fmla="*/ 207 h 603"/>
                                  <a:gd name="T50" fmla="*/ 615 w 620"/>
                                  <a:gd name="T51" fmla="*/ 167 h 603"/>
                                  <a:gd name="T52" fmla="*/ 600 w 620"/>
                                  <a:gd name="T53" fmla="*/ 136 h 603"/>
                                  <a:gd name="T54" fmla="*/ 575 w 620"/>
                                  <a:gd name="T55" fmla="*/ 107 h 603"/>
                                  <a:gd name="T56" fmla="*/ 542 w 620"/>
                                  <a:gd name="T57" fmla="*/ 80 h 603"/>
                                  <a:gd name="T58" fmla="*/ 489 w 620"/>
                                  <a:gd name="T59" fmla="*/ 49 h 603"/>
                                  <a:gd name="T60" fmla="*/ 429 w 620"/>
                                  <a:gd name="T61" fmla="*/ 25 h 603"/>
                                  <a:gd name="T62" fmla="*/ 366 w 620"/>
                                  <a:gd name="T63" fmla="*/ 8 h 603"/>
                                  <a:gd name="T64" fmla="*/ 323 w 620"/>
                                  <a:gd name="T65" fmla="*/ 2 h 603"/>
                                  <a:gd name="T66" fmla="*/ 285 w 620"/>
                                  <a:gd name="T67" fmla="*/ 0 h 603"/>
                                  <a:gd name="T68" fmla="*/ 248 w 620"/>
                                  <a:gd name="T69" fmla="*/ 2 h 603"/>
                                  <a:gd name="T70" fmla="*/ 213 w 620"/>
                                  <a:gd name="T71" fmla="*/ 8 h 603"/>
                                  <a:gd name="T72" fmla="*/ 178 w 620"/>
                                  <a:gd name="T73" fmla="*/ 18 h 603"/>
                                  <a:gd name="T74" fmla="*/ 146 w 620"/>
                                  <a:gd name="T75" fmla="*/ 31 h 603"/>
                                  <a:gd name="T76" fmla="*/ 113 w 620"/>
                                  <a:gd name="T77" fmla="*/ 50 h 603"/>
                                  <a:gd name="T78" fmla="*/ 80 w 620"/>
                                  <a:gd name="T79" fmla="*/ 77 h 603"/>
                                  <a:gd name="T80" fmla="*/ 50 w 620"/>
                                  <a:gd name="T81" fmla="*/ 109 h 603"/>
                                  <a:gd name="T82" fmla="*/ 22 w 620"/>
                                  <a:gd name="T83" fmla="*/ 150 h 603"/>
                                  <a:gd name="T84" fmla="*/ 3 w 620"/>
                                  <a:gd name="T85" fmla="*/ 211 h 603"/>
                                  <a:gd name="T86" fmla="*/ 2 w 620"/>
                                  <a:gd name="T87" fmla="*/ 283 h 603"/>
                                  <a:gd name="T88" fmla="*/ 20 w 620"/>
                                  <a:gd name="T89" fmla="*/ 360 h 603"/>
                                  <a:gd name="T90" fmla="*/ 53 w 620"/>
                                  <a:gd name="T91" fmla="*/ 434 h 603"/>
                                  <a:gd name="T92" fmla="*/ 257 w 620"/>
                                  <a:gd name="T93" fmla="*/ 214 h 603"/>
                                  <a:gd name="T94" fmla="*/ 266 w 620"/>
                                  <a:gd name="T95" fmla="*/ 143 h 603"/>
                                  <a:gd name="T96" fmla="*/ 196 w 620"/>
                                  <a:gd name="T97" fmla="*/ 192 h 603"/>
                                  <a:gd name="T98" fmla="*/ 184 w 620"/>
                                  <a:gd name="T99" fmla="*/ 188 h 603"/>
                                  <a:gd name="T100" fmla="*/ 177 w 620"/>
                                  <a:gd name="T101" fmla="*/ 168 h 603"/>
                                  <a:gd name="T102" fmla="*/ 279 w 620"/>
                                  <a:gd name="T103" fmla="*/ 57 h 603"/>
                                  <a:gd name="T104" fmla="*/ 289 w 620"/>
                                  <a:gd name="T105" fmla="*/ 62 h 603"/>
                                  <a:gd name="T106" fmla="*/ 250 w 620"/>
                                  <a:gd name="T107" fmla="*/ 131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20" h="603">
                                    <a:moveTo>
                                      <a:pt x="266" y="143"/>
                                    </a:moveTo>
                                    <a:lnTo>
                                      <a:pt x="302" y="101"/>
                                    </a:lnTo>
                                    <a:lnTo>
                                      <a:pt x="315" y="112"/>
                                    </a:lnTo>
                                    <a:lnTo>
                                      <a:pt x="284" y="150"/>
                                    </a:lnTo>
                                    <a:lnTo>
                                      <a:pt x="297" y="164"/>
                                    </a:lnTo>
                                    <a:lnTo>
                                      <a:pt x="329" y="123"/>
                                    </a:lnTo>
                                    <a:lnTo>
                                      <a:pt x="408" y="189"/>
                                    </a:lnTo>
                                    <a:lnTo>
                                      <a:pt x="378" y="227"/>
                                    </a:lnTo>
                                    <a:lnTo>
                                      <a:pt x="392" y="238"/>
                                    </a:lnTo>
                                    <a:lnTo>
                                      <a:pt x="422" y="201"/>
                                    </a:lnTo>
                                    <a:lnTo>
                                      <a:pt x="439" y="215"/>
                                    </a:lnTo>
                                    <a:lnTo>
                                      <a:pt x="408" y="252"/>
                                    </a:lnTo>
                                    <a:lnTo>
                                      <a:pt x="424" y="264"/>
                                    </a:lnTo>
                                    <a:lnTo>
                                      <a:pt x="462" y="218"/>
                                    </a:lnTo>
                                    <a:lnTo>
                                      <a:pt x="464" y="217"/>
                                    </a:lnTo>
                                    <a:lnTo>
                                      <a:pt x="466" y="216"/>
                                    </a:lnTo>
                                    <a:lnTo>
                                      <a:pt x="468" y="216"/>
                                    </a:lnTo>
                                    <a:lnTo>
                                      <a:pt x="470" y="216"/>
                                    </a:lnTo>
                                    <a:lnTo>
                                      <a:pt x="472" y="216"/>
                                    </a:lnTo>
                                    <a:lnTo>
                                      <a:pt x="475" y="216"/>
                                    </a:lnTo>
                                    <a:lnTo>
                                      <a:pt x="477" y="218"/>
                                    </a:lnTo>
                                    <a:lnTo>
                                      <a:pt x="480" y="219"/>
                                    </a:lnTo>
                                    <a:lnTo>
                                      <a:pt x="483" y="222"/>
                                    </a:lnTo>
                                    <a:lnTo>
                                      <a:pt x="487" y="226"/>
                                    </a:lnTo>
                                    <a:lnTo>
                                      <a:pt x="489" y="231"/>
                                    </a:lnTo>
                                    <a:lnTo>
                                      <a:pt x="489" y="235"/>
                                    </a:lnTo>
                                    <a:lnTo>
                                      <a:pt x="487" y="239"/>
                                    </a:lnTo>
                                    <a:lnTo>
                                      <a:pt x="395" y="349"/>
                                    </a:lnTo>
                                    <a:lnTo>
                                      <a:pt x="394" y="351"/>
                                    </a:lnTo>
                                    <a:lnTo>
                                      <a:pt x="392" y="351"/>
                                    </a:lnTo>
                                    <a:lnTo>
                                      <a:pt x="390" y="352"/>
                                    </a:lnTo>
                                    <a:lnTo>
                                      <a:pt x="388" y="352"/>
                                    </a:lnTo>
                                    <a:lnTo>
                                      <a:pt x="385" y="352"/>
                                    </a:lnTo>
                                    <a:lnTo>
                                      <a:pt x="383" y="351"/>
                                    </a:lnTo>
                                    <a:lnTo>
                                      <a:pt x="380" y="350"/>
                                    </a:lnTo>
                                    <a:lnTo>
                                      <a:pt x="378" y="348"/>
                                    </a:lnTo>
                                    <a:lnTo>
                                      <a:pt x="375" y="345"/>
                                    </a:lnTo>
                                    <a:lnTo>
                                      <a:pt x="371" y="341"/>
                                    </a:lnTo>
                                    <a:lnTo>
                                      <a:pt x="369" y="337"/>
                                    </a:lnTo>
                                    <a:lnTo>
                                      <a:pt x="369" y="332"/>
                                    </a:lnTo>
                                    <a:lnTo>
                                      <a:pt x="371" y="329"/>
                                    </a:lnTo>
                                    <a:lnTo>
                                      <a:pt x="424" y="264"/>
                                    </a:lnTo>
                                    <a:lnTo>
                                      <a:pt x="408" y="252"/>
                                    </a:lnTo>
                                    <a:lnTo>
                                      <a:pt x="365" y="304"/>
                                    </a:lnTo>
                                    <a:lnTo>
                                      <a:pt x="350" y="291"/>
                                    </a:lnTo>
                                    <a:lnTo>
                                      <a:pt x="392" y="238"/>
                                    </a:lnTo>
                                    <a:lnTo>
                                      <a:pt x="378" y="227"/>
                                    </a:lnTo>
                                    <a:lnTo>
                                      <a:pt x="336" y="280"/>
                                    </a:lnTo>
                                    <a:lnTo>
                                      <a:pt x="322" y="268"/>
                                    </a:lnTo>
                                    <a:lnTo>
                                      <a:pt x="128" y="531"/>
                                    </a:lnTo>
                                    <a:lnTo>
                                      <a:pt x="135" y="538"/>
                                    </a:lnTo>
                                    <a:lnTo>
                                      <a:pt x="143" y="545"/>
                                    </a:lnTo>
                                    <a:lnTo>
                                      <a:pt x="150" y="551"/>
                                    </a:lnTo>
                                    <a:lnTo>
                                      <a:pt x="158" y="557"/>
                                    </a:lnTo>
                                    <a:lnTo>
                                      <a:pt x="166" y="562"/>
                                    </a:lnTo>
                                    <a:lnTo>
                                      <a:pt x="174" y="568"/>
                                    </a:lnTo>
                                    <a:lnTo>
                                      <a:pt x="182" y="573"/>
                                    </a:lnTo>
                                    <a:lnTo>
                                      <a:pt x="190" y="577"/>
                                    </a:lnTo>
                                    <a:lnTo>
                                      <a:pt x="199" y="582"/>
                                    </a:lnTo>
                                    <a:lnTo>
                                      <a:pt x="207" y="585"/>
                                    </a:lnTo>
                                    <a:lnTo>
                                      <a:pt x="215" y="589"/>
                                    </a:lnTo>
                                    <a:lnTo>
                                      <a:pt x="224" y="592"/>
                                    </a:lnTo>
                                    <a:lnTo>
                                      <a:pt x="233" y="595"/>
                                    </a:lnTo>
                                    <a:lnTo>
                                      <a:pt x="241" y="597"/>
                                    </a:lnTo>
                                    <a:lnTo>
                                      <a:pt x="250" y="599"/>
                                    </a:lnTo>
                                    <a:lnTo>
                                      <a:pt x="259" y="601"/>
                                    </a:lnTo>
                                    <a:lnTo>
                                      <a:pt x="268" y="602"/>
                                    </a:lnTo>
                                    <a:lnTo>
                                      <a:pt x="276" y="603"/>
                                    </a:lnTo>
                                    <a:lnTo>
                                      <a:pt x="284" y="603"/>
                                    </a:lnTo>
                                    <a:lnTo>
                                      <a:pt x="292" y="603"/>
                                    </a:lnTo>
                                    <a:lnTo>
                                      <a:pt x="300" y="603"/>
                                    </a:lnTo>
                                    <a:lnTo>
                                      <a:pt x="308" y="602"/>
                                    </a:lnTo>
                                    <a:lnTo>
                                      <a:pt x="315" y="601"/>
                                    </a:lnTo>
                                    <a:lnTo>
                                      <a:pt x="322" y="599"/>
                                    </a:lnTo>
                                    <a:lnTo>
                                      <a:pt x="329" y="598"/>
                                    </a:lnTo>
                                    <a:lnTo>
                                      <a:pt x="335" y="596"/>
                                    </a:lnTo>
                                    <a:lnTo>
                                      <a:pt x="342" y="594"/>
                                    </a:lnTo>
                                    <a:lnTo>
                                      <a:pt x="348" y="591"/>
                                    </a:lnTo>
                                    <a:lnTo>
                                      <a:pt x="354" y="588"/>
                                    </a:lnTo>
                                    <a:lnTo>
                                      <a:pt x="360" y="585"/>
                                    </a:lnTo>
                                    <a:lnTo>
                                      <a:pt x="365" y="581"/>
                                    </a:lnTo>
                                    <a:lnTo>
                                      <a:pt x="371" y="577"/>
                                    </a:lnTo>
                                    <a:lnTo>
                                      <a:pt x="376" y="573"/>
                                    </a:lnTo>
                                    <a:lnTo>
                                      <a:pt x="381" y="568"/>
                                    </a:lnTo>
                                    <a:lnTo>
                                      <a:pt x="387" y="562"/>
                                    </a:lnTo>
                                    <a:lnTo>
                                      <a:pt x="391" y="557"/>
                                    </a:lnTo>
                                    <a:lnTo>
                                      <a:pt x="396" y="551"/>
                                    </a:lnTo>
                                    <a:lnTo>
                                      <a:pt x="401" y="545"/>
                                    </a:lnTo>
                                    <a:lnTo>
                                      <a:pt x="405" y="538"/>
                                    </a:lnTo>
                                    <a:lnTo>
                                      <a:pt x="409" y="531"/>
                                    </a:lnTo>
                                    <a:lnTo>
                                      <a:pt x="413" y="523"/>
                                    </a:lnTo>
                                    <a:lnTo>
                                      <a:pt x="416" y="516"/>
                                    </a:lnTo>
                                    <a:lnTo>
                                      <a:pt x="420" y="508"/>
                                    </a:lnTo>
                                    <a:lnTo>
                                      <a:pt x="423" y="499"/>
                                    </a:lnTo>
                                    <a:lnTo>
                                      <a:pt x="426" y="490"/>
                                    </a:lnTo>
                                    <a:lnTo>
                                      <a:pt x="429" y="482"/>
                                    </a:lnTo>
                                    <a:lnTo>
                                      <a:pt x="432" y="472"/>
                                    </a:lnTo>
                                    <a:lnTo>
                                      <a:pt x="434" y="463"/>
                                    </a:lnTo>
                                    <a:lnTo>
                                      <a:pt x="267" y="411"/>
                                    </a:lnTo>
                                    <a:lnTo>
                                      <a:pt x="278" y="434"/>
                                    </a:lnTo>
                                    <a:lnTo>
                                      <a:pt x="279" y="431"/>
                                    </a:lnTo>
                                    <a:lnTo>
                                      <a:pt x="279" y="427"/>
                                    </a:lnTo>
                                    <a:lnTo>
                                      <a:pt x="291" y="390"/>
                                    </a:lnTo>
                                    <a:lnTo>
                                      <a:pt x="282" y="422"/>
                                    </a:lnTo>
                                    <a:lnTo>
                                      <a:pt x="288" y="393"/>
                                    </a:lnTo>
                                    <a:lnTo>
                                      <a:pt x="286" y="418"/>
                                    </a:lnTo>
                                    <a:lnTo>
                                      <a:pt x="288" y="417"/>
                                    </a:lnTo>
                                    <a:lnTo>
                                      <a:pt x="290" y="417"/>
                                    </a:lnTo>
                                    <a:lnTo>
                                      <a:pt x="429" y="459"/>
                                    </a:lnTo>
                                    <a:lnTo>
                                      <a:pt x="449" y="399"/>
                                    </a:lnTo>
                                    <a:lnTo>
                                      <a:pt x="457" y="383"/>
                                    </a:lnTo>
                                    <a:lnTo>
                                      <a:pt x="467" y="369"/>
                                    </a:lnTo>
                                    <a:lnTo>
                                      <a:pt x="478" y="357"/>
                                    </a:lnTo>
                                    <a:lnTo>
                                      <a:pt x="491" y="346"/>
                                    </a:lnTo>
                                    <a:lnTo>
                                      <a:pt x="505" y="336"/>
                                    </a:lnTo>
                                    <a:lnTo>
                                      <a:pt x="519" y="326"/>
                                    </a:lnTo>
                                    <a:lnTo>
                                      <a:pt x="534" y="316"/>
                                    </a:lnTo>
                                    <a:lnTo>
                                      <a:pt x="549" y="307"/>
                                    </a:lnTo>
                                    <a:lnTo>
                                      <a:pt x="563" y="296"/>
                                    </a:lnTo>
                                    <a:lnTo>
                                      <a:pt x="576" y="286"/>
                                    </a:lnTo>
                                    <a:lnTo>
                                      <a:pt x="589" y="273"/>
                                    </a:lnTo>
                                    <a:lnTo>
                                      <a:pt x="599" y="260"/>
                                    </a:lnTo>
                                    <a:lnTo>
                                      <a:pt x="608" y="244"/>
                                    </a:lnTo>
                                    <a:lnTo>
                                      <a:pt x="615" y="227"/>
                                    </a:lnTo>
                                    <a:lnTo>
                                      <a:pt x="620" y="207"/>
                                    </a:lnTo>
                                    <a:lnTo>
                                      <a:pt x="620" y="198"/>
                                    </a:lnTo>
                                    <a:lnTo>
                                      <a:pt x="620" y="190"/>
                                    </a:lnTo>
                                    <a:lnTo>
                                      <a:pt x="619" y="181"/>
                                    </a:lnTo>
                                    <a:lnTo>
                                      <a:pt x="617" y="173"/>
                                    </a:lnTo>
                                    <a:lnTo>
                                      <a:pt x="615" y="167"/>
                                    </a:lnTo>
                                    <a:lnTo>
                                      <a:pt x="613" y="161"/>
                                    </a:lnTo>
                                    <a:lnTo>
                                      <a:pt x="610" y="154"/>
                                    </a:lnTo>
                                    <a:lnTo>
                                      <a:pt x="607" y="148"/>
                                    </a:lnTo>
                                    <a:lnTo>
                                      <a:pt x="604" y="142"/>
                                    </a:lnTo>
                                    <a:lnTo>
                                      <a:pt x="600" y="136"/>
                                    </a:lnTo>
                                    <a:lnTo>
                                      <a:pt x="595" y="130"/>
                                    </a:lnTo>
                                    <a:lnTo>
                                      <a:pt x="591" y="124"/>
                                    </a:lnTo>
                                    <a:lnTo>
                                      <a:pt x="586" y="118"/>
                                    </a:lnTo>
                                    <a:lnTo>
                                      <a:pt x="580" y="113"/>
                                    </a:lnTo>
                                    <a:lnTo>
                                      <a:pt x="575" y="107"/>
                                    </a:lnTo>
                                    <a:lnTo>
                                      <a:pt x="569" y="101"/>
                                    </a:lnTo>
                                    <a:lnTo>
                                      <a:pt x="562" y="96"/>
                                    </a:lnTo>
                                    <a:lnTo>
                                      <a:pt x="556" y="91"/>
                                    </a:lnTo>
                                    <a:lnTo>
                                      <a:pt x="549" y="85"/>
                                    </a:lnTo>
                                    <a:lnTo>
                                      <a:pt x="542" y="80"/>
                                    </a:lnTo>
                                    <a:lnTo>
                                      <a:pt x="532" y="74"/>
                                    </a:lnTo>
                                    <a:lnTo>
                                      <a:pt x="522" y="67"/>
                                    </a:lnTo>
                                    <a:lnTo>
                                      <a:pt x="511" y="61"/>
                                    </a:lnTo>
                                    <a:lnTo>
                                      <a:pt x="500" y="55"/>
                                    </a:lnTo>
                                    <a:lnTo>
                                      <a:pt x="489" y="49"/>
                                    </a:lnTo>
                                    <a:lnTo>
                                      <a:pt x="477" y="44"/>
                                    </a:lnTo>
                                    <a:lnTo>
                                      <a:pt x="466" y="39"/>
                                    </a:lnTo>
                                    <a:lnTo>
                                      <a:pt x="454" y="34"/>
                                    </a:lnTo>
                                    <a:lnTo>
                                      <a:pt x="442" y="29"/>
                                    </a:lnTo>
                                    <a:lnTo>
                                      <a:pt x="429" y="25"/>
                                    </a:lnTo>
                                    <a:lnTo>
                                      <a:pt x="417" y="21"/>
                                    </a:lnTo>
                                    <a:lnTo>
                                      <a:pt x="404" y="17"/>
                                    </a:lnTo>
                                    <a:lnTo>
                                      <a:pt x="392" y="14"/>
                                    </a:lnTo>
                                    <a:lnTo>
                                      <a:pt x="379" y="11"/>
                                    </a:lnTo>
                                    <a:lnTo>
                                      <a:pt x="366" y="8"/>
                                    </a:lnTo>
                                    <a:lnTo>
                                      <a:pt x="354" y="6"/>
                                    </a:lnTo>
                                    <a:lnTo>
                                      <a:pt x="346" y="5"/>
                                    </a:lnTo>
                                    <a:lnTo>
                                      <a:pt x="338" y="4"/>
                                    </a:lnTo>
                                    <a:lnTo>
                                      <a:pt x="331" y="3"/>
                                    </a:lnTo>
                                    <a:lnTo>
                                      <a:pt x="323" y="2"/>
                                    </a:lnTo>
                                    <a:lnTo>
                                      <a:pt x="315" y="1"/>
                                    </a:lnTo>
                                    <a:lnTo>
                                      <a:pt x="308" y="1"/>
                                    </a:lnTo>
                                    <a:lnTo>
                                      <a:pt x="300" y="0"/>
                                    </a:lnTo>
                                    <a:lnTo>
                                      <a:pt x="293" y="0"/>
                                    </a:lnTo>
                                    <a:lnTo>
                                      <a:pt x="285" y="0"/>
                                    </a:lnTo>
                                    <a:lnTo>
                                      <a:pt x="278" y="0"/>
                                    </a:lnTo>
                                    <a:lnTo>
                                      <a:pt x="270" y="1"/>
                                    </a:lnTo>
                                    <a:lnTo>
                                      <a:pt x="263" y="1"/>
                                    </a:lnTo>
                                    <a:lnTo>
                                      <a:pt x="255" y="2"/>
                                    </a:lnTo>
                                    <a:lnTo>
                                      <a:pt x="248" y="2"/>
                                    </a:lnTo>
                                    <a:lnTo>
                                      <a:pt x="241" y="3"/>
                                    </a:lnTo>
                                    <a:lnTo>
                                      <a:pt x="234" y="4"/>
                                    </a:lnTo>
                                    <a:lnTo>
                                      <a:pt x="227" y="6"/>
                                    </a:lnTo>
                                    <a:lnTo>
                                      <a:pt x="220" y="7"/>
                                    </a:lnTo>
                                    <a:lnTo>
                                      <a:pt x="213" y="8"/>
                                    </a:lnTo>
                                    <a:lnTo>
                                      <a:pt x="206" y="10"/>
                                    </a:lnTo>
                                    <a:lnTo>
                                      <a:pt x="199" y="12"/>
                                    </a:lnTo>
                                    <a:lnTo>
                                      <a:pt x="192" y="13"/>
                                    </a:lnTo>
                                    <a:lnTo>
                                      <a:pt x="185" y="16"/>
                                    </a:lnTo>
                                    <a:lnTo>
                                      <a:pt x="178" y="18"/>
                                    </a:lnTo>
                                    <a:lnTo>
                                      <a:pt x="172" y="20"/>
                                    </a:lnTo>
                                    <a:lnTo>
                                      <a:pt x="165" y="23"/>
                                    </a:lnTo>
                                    <a:lnTo>
                                      <a:pt x="159" y="26"/>
                                    </a:lnTo>
                                    <a:lnTo>
                                      <a:pt x="153" y="28"/>
                                    </a:lnTo>
                                    <a:lnTo>
                                      <a:pt x="146" y="31"/>
                                    </a:lnTo>
                                    <a:lnTo>
                                      <a:pt x="140" y="35"/>
                                    </a:lnTo>
                                    <a:lnTo>
                                      <a:pt x="134" y="38"/>
                                    </a:lnTo>
                                    <a:lnTo>
                                      <a:pt x="128" y="42"/>
                                    </a:lnTo>
                                    <a:lnTo>
                                      <a:pt x="120" y="46"/>
                                    </a:lnTo>
                                    <a:lnTo>
                                      <a:pt x="113" y="50"/>
                                    </a:lnTo>
                                    <a:lnTo>
                                      <a:pt x="106" y="55"/>
                                    </a:lnTo>
                                    <a:lnTo>
                                      <a:pt x="100" y="60"/>
                                    </a:lnTo>
                                    <a:lnTo>
                                      <a:pt x="93" y="66"/>
                                    </a:lnTo>
                                    <a:lnTo>
                                      <a:pt x="86" y="71"/>
                                    </a:lnTo>
                                    <a:lnTo>
                                      <a:pt x="80" y="77"/>
                                    </a:lnTo>
                                    <a:lnTo>
                                      <a:pt x="73" y="83"/>
                                    </a:lnTo>
                                    <a:lnTo>
                                      <a:pt x="67" y="89"/>
                                    </a:lnTo>
                                    <a:lnTo>
                                      <a:pt x="61" y="96"/>
                                    </a:lnTo>
                                    <a:lnTo>
                                      <a:pt x="56" y="102"/>
                                    </a:lnTo>
                                    <a:lnTo>
                                      <a:pt x="50" y="109"/>
                                    </a:lnTo>
                                    <a:lnTo>
                                      <a:pt x="44" y="116"/>
                                    </a:lnTo>
                                    <a:lnTo>
                                      <a:pt x="39" y="124"/>
                                    </a:lnTo>
                                    <a:lnTo>
                                      <a:pt x="34" y="131"/>
                                    </a:lnTo>
                                    <a:lnTo>
                                      <a:pt x="28" y="139"/>
                                    </a:lnTo>
                                    <a:lnTo>
                                      <a:pt x="22" y="150"/>
                                    </a:lnTo>
                                    <a:lnTo>
                                      <a:pt x="17" y="162"/>
                                    </a:lnTo>
                                    <a:lnTo>
                                      <a:pt x="12" y="173"/>
                                    </a:lnTo>
                                    <a:lnTo>
                                      <a:pt x="8" y="186"/>
                                    </a:lnTo>
                                    <a:lnTo>
                                      <a:pt x="5" y="198"/>
                                    </a:lnTo>
                                    <a:lnTo>
                                      <a:pt x="3" y="211"/>
                                    </a:lnTo>
                                    <a:lnTo>
                                      <a:pt x="1" y="224"/>
                                    </a:lnTo>
                                    <a:lnTo>
                                      <a:pt x="0" y="238"/>
                                    </a:lnTo>
                                    <a:lnTo>
                                      <a:pt x="0" y="252"/>
                                    </a:lnTo>
                                    <a:lnTo>
                                      <a:pt x="1" y="267"/>
                                    </a:lnTo>
                                    <a:lnTo>
                                      <a:pt x="2" y="283"/>
                                    </a:lnTo>
                                    <a:lnTo>
                                      <a:pt x="4" y="298"/>
                                    </a:lnTo>
                                    <a:lnTo>
                                      <a:pt x="7" y="314"/>
                                    </a:lnTo>
                                    <a:lnTo>
                                      <a:pt x="11" y="329"/>
                                    </a:lnTo>
                                    <a:lnTo>
                                      <a:pt x="15" y="344"/>
                                    </a:lnTo>
                                    <a:lnTo>
                                      <a:pt x="20" y="360"/>
                                    </a:lnTo>
                                    <a:lnTo>
                                      <a:pt x="25" y="375"/>
                                    </a:lnTo>
                                    <a:lnTo>
                                      <a:pt x="31" y="390"/>
                                    </a:lnTo>
                                    <a:lnTo>
                                      <a:pt x="38" y="405"/>
                                    </a:lnTo>
                                    <a:lnTo>
                                      <a:pt x="45" y="420"/>
                                    </a:lnTo>
                                    <a:lnTo>
                                      <a:pt x="53" y="434"/>
                                    </a:lnTo>
                                    <a:lnTo>
                                      <a:pt x="61" y="449"/>
                                    </a:lnTo>
                                    <a:lnTo>
                                      <a:pt x="70" y="462"/>
                                    </a:lnTo>
                                    <a:lnTo>
                                      <a:pt x="79" y="476"/>
                                    </a:lnTo>
                                    <a:lnTo>
                                      <a:pt x="277" y="230"/>
                                    </a:lnTo>
                                    <a:lnTo>
                                      <a:pt x="257" y="214"/>
                                    </a:lnTo>
                                    <a:lnTo>
                                      <a:pt x="297" y="164"/>
                                    </a:lnTo>
                                    <a:lnTo>
                                      <a:pt x="284" y="150"/>
                                    </a:lnTo>
                                    <a:lnTo>
                                      <a:pt x="243" y="202"/>
                                    </a:lnTo>
                                    <a:lnTo>
                                      <a:pt x="228" y="189"/>
                                    </a:lnTo>
                                    <a:lnTo>
                                      <a:pt x="266" y="143"/>
                                    </a:lnTo>
                                    <a:lnTo>
                                      <a:pt x="250" y="131"/>
                                    </a:lnTo>
                                    <a:lnTo>
                                      <a:pt x="202" y="189"/>
                                    </a:lnTo>
                                    <a:lnTo>
                                      <a:pt x="200" y="190"/>
                                    </a:lnTo>
                                    <a:lnTo>
                                      <a:pt x="199" y="191"/>
                                    </a:lnTo>
                                    <a:lnTo>
                                      <a:pt x="196" y="192"/>
                                    </a:lnTo>
                                    <a:lnTo>
                                      <a:pt x="194" y="192"/>
                                    </a:lnTo>
                                    <a:lnTo>
                                      <a:pt x="192" y="192"/>
                                    </a:lnTo>
                                    <a:lnTo>
                                      <a:pt x="189" y="191"/>
                                    </a:lnTo>
                                    <a:lnTo>
                                      <a:pt x="187" y="189"/>
                                    </a:lnTo>
                                    <a:lnTo>
                                      <a:pt x="184" y="188"/>
                                    </a:lnTo>
                                    <a:lnTo>
                                      <a:pt x="181" y="185"/>
                                    </a:lnTo>
                                    <a:lnTo>
                                      <a:pt x="177" y="181"/>
                                    </a:lnTo>
                                    <a:lnTo>
                                      <a:pt x="176" y="176"/>
                                    </a:lnTo>
                                    <a:lnTo>
                                      <a:pt x="176" y="172"/>
                                    </a:lnTo>
                                    <a:lnTo>
                                      <a:pt x="177" y="168"/>
                                    </a:lnTo>
                                    <a:lnTo>
                                      <a:pt x="269" y="58"/>
                                    </a:lnTo>
                                    <a:lnTo>
                                      <a:pt x="271" y="57"/>
                                    </a:lnTo>
                                    <a:lnTo>
                                      <a:pt x="273" y="57"/>
                                    </a:lnTo>
                                    <a:lnTo>
                                      <a:pt x="276" y="57"/>
                                    </a:lnTo>
                                    <a:lnTo>
                                      <a:pt x="279" y="57"/>
                                    </a:lnTo>
                                    <a:lnTo>
                                      <a:pt x="282" y="58"/>
                                    </a:lnTo>
                                    <a:lnTo>
                                      <a:pt x="284" y="59"/>
                                    </a:lnTo>
                                    <a:lnTo>
                                      <a:pt x="286" y="59"/>
                                    </a:lnTo>
                                    <a:lnTo>
                                      <a:pt x="289" y="62"/>
                                    </a:lnTo>
                                    <a:lnTo>
                                      <a:pt x="293" y="66"/>
                                    </a:lnTo>
                                    <a:lnTo>
                                      <a:pt x="295" y="71"/>
                                    </a:lnTo>
                                    <a:lnTo>
                                      <a:pt x="295" y="75"/>
                                    </a:lnTo>
                                    <a:lnTo>
                                      <a:pt x="294" y="79"/>
                                    </a:lnTo>
                                    <a:lnTo>
                                      <a:pt x="250" y="131"/>
                                    </a:lnTo>
                                    <a:lnTo>
                                      <a:pt x="266"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Oval 43"/>
                            <wps:cNvSpPr>
                              <a:spLocks noChangeArrowheads="1"/>
                            </wps:cNvSpPr>
                            <wps:spPr bwMode="auto">
                              <a:xfrm>
                                <a:off x="264" y="398"/>
                                <a:ext cx="167" cy="1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wgp>
                    </wpc:wpc>
                  </a:graphicData>
                </a:graphic>
              </wp:inline>
            </w:drawing>
          </mc:Choice>
          <mc:Fallback>
            <w:pict>
              <v:group w14:anchorId="5D57971A" id="Canvas 37" o:spid="_x0000_s1026" editas="canvas" style="width:31.2pt;height:30.75pt;mso-position-horizontal-relative:char;mso-position-vertical-relative:line" coordsize="39624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6240;height:390525;visibility:visible;mso-wrap-style:square">
                  <v:fill o:detectmouseclick="t"/>
                  <v:path o:connecttype="none"/>
                </v:shape>
                <v:group id="Group 39" o:spid="_x0000_s1028" style="position:absolute;left:2540;top:7620;width:393700;height:382905" coordorigin="4,12"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40" o:spid="_x0000_s1029" style="position:absolute;left:45;top:250;width:267;height:333;visibility:visible;mso-wrap-style:square;v-text-anchor:top" coordsize="1067,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" path="m5,1229r-4,7l,1245r2,9l9,1261r4,2l23,1271r14,11l53,1295r17,13l84,1319r10,8l98,1329r4,3l107,1333r4,l115,1333r5,-1l124,1331r3,-3l130,1324,1067,61,994,,965,37,933,75r-33,42l865,161r-37,44l791,252r-39,49l712,351r-39,49l632,451r-42,51l549,553r-41,51l467,655r-41,51l387,755r-39,48l310,850r-37,45l238,939r-33,41l173,1020r-29,35l117,1090r-24,30l70,1147r-19,24l35,1192r-12,15l13,1219r-6,7l5,1229xe" fillcolor="black" stroked="f">
                    <v:path arrowok="t" o:connecttype="custom" o:connectlocs="1,307;0,309;0,311;1,313;2,315;3,316;6,318;9,320;13,324;18,327;21,330;24,332;25,332;26,333;27,333;28,333;29,333;30,333;31,333;32,332;33,331;267,15;249,0;241,9;233,19;225,29;216,40;207,51;198,63;188,75;178,88;168,100;158,113;148,125;137,138;127,151;117,164;107,176;97,189;87,201;78,212;68,224;60,235;51,245;43,255;36,264;29,272;23,280;18,287;13,293;9,298;6,302;3,305;2,306;1,307" o:connectangles="0,0,0,0,0,0,0,0,0,0,0,0,0,0,0,0,0,0,0,0,0,0,0,0,0,0,0,0,0,0,0,0,0,0,0,0,0,0,0,0,0,0,0,0,0,0,0,0,0,0,0,0,0,0,0"/>
                  </v:shape>
                  <v:group id="Group 41" o:spid="_x0000_s1030" style="position:absolute;left:4;top:12;width:620;height:603" coordorigin="4,12"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42" o:spid="_x0000_s1031" style="position:absolute;left:4;top:12;width:620;height:603;visibility:visible;mso-wrap-style:square;v-text-anchor:top"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" path="m266,143r36,-42l315,112r-31,38l297,164r32,-41l408,189r-30,38l392,238r30,-37l439,215r-31,37l424,264r38,-46l464,217r2,-1l468,216r2,l472,216r3,l477,218r3,1l483,222r4,4l489,231r,4l487,239,395,349r-1,2l392,351r-2,1l388,352r-3,l383,351r-3,-1l378,348r-3,-3l371,341r-2,-4l369,332r2,-3l424,264,408,252r-43,52l350,291r42,-53l378,227r-42,53l322,268,128,531r7,7l143,545r7,6l158,557r8,5l174,568r8,5l190,577r9,5l207,585r8,4l224,592r9,3l241,597r9,2l259,601r9,1l276,603r8,l292,603r8,l308,602r7,-1l322,599r7,-1l335,596r7,-2l348,591r6,-3l360,585r5,-4l371,577r5,-4l381,568r6,-6l391,557r5,-6l401,545r4,-7l409,531r4,-8l416,516r4,-8l423,499r3,-9l429,482r3,-10l434,463,267,411r11,23l279,431r,-4l291,390r-9,32l288,393r-2,25l288,417r2,l429,459r20,-60l457,383r10,-14l478,357r13,-11l505,336r14,-10l534,316r15,-9l563,296r13,-10l589,273r10,-13l608,244r7,-17l620,207r,-9l620,190r-1,-9l617,173r-2,-6l613,161r-3,-7l607,148r-3,-6l600,136r-5,-6l591,124r-5,-6l580,113r-5,-6l569,101r-7,-5l556,91r-7,-6l542,80,532,74,522,67,511,61,500,55,489,49,477,44,466,39,454,34,442,29,429,25,417,21,404,17,392,14,379,11,366,8,354,6,346,5,338,4,331,3,323,2,315,1r-7,l300,r-7,l285,r-7,l270,1r-7,l255,2r-7,l241,3r-7,1l227,6r-7,1l213,8r-7,2l199,12r-7,1l185,16r-7,2l172,20r-7,3l159,26r-6,2l146,31r-6,4l134,38r-6,4l120,46r-7,4l106,55r-6,5l93,66r-7,5l80,77r-7,6l67,89r-6,7l56,102r-6,7l44,116r-5,8l34,131r-6,8l22,150r-5,12l12,173,8,186,5,198,3,211,1,224,,238r,14l1,267r1,16l4,298r3,16l11,329r4,15l20,360r5,15l31,390r7,15l45,420r8,14l61,449r9,13l79,476,277,230,257,214r40,-50l284,150r-41,52l228,189r38,-46l250,131r-48,58l200,190r-1,1l196,192r-2,l192,192r-3,-1l187,189r-3,-1l181,185r-4,-4l176,176r,-4l177,168,269,58r2,-1l273,57r3,l279,57r3,1l284,59r2,l289,62r4,4l295,71r,4l294,79r-44,52l266,143xe" fillcolor="black" stroked="f">
                      <v:path arrowok="t" o:connecttype="custom" o:connectlocs="297,164;422,201;464,217;475,216;489,231;392,351;380,350;369,332;350,291;128,531;166,562;207,585;250,599;292,603;329,598;360,585;387,562;409,531;426,490;278,434;288,393;449,399;505,336;576,286;620,207;615,167;600,136;575,107;542,80;489,49;429,25;366,8;323,2;285,0;248,2;213,8;178,18;146,31;113,50;80,77;50,109;22,150;3,211;2,283;20,360;53,434;257,214;266,143;196,192;184,188;177,168;279,57;289,62;250,131" o:connectangles="0,0,0,0,0,0,0,0,0,0,0,0,0,0,0,0,0,0,0,0,0,0,0,0,0,0,0,0,0,0,0,0,0,0,0,0,0,0,0,0,0,0,0,0,0,0,0,0,0,0,0,0,0,0"/>
                    </v:shape>
                    <v:oval id="Oval 43" o:spid="_x0000_s1032" style="position:absolute;left:264;top:398;width:167;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" fillcolor="black"/>
                  </v:group>
                </v:group>
                <w10:anchorlock/>
              </v:group>
            </w:pict>
          </mc:Fallback>
        </mc:AlternateContent>
      </w:r>
      <w:r w:rsidR="00ED75F7" w:rsidRPr="00810DF4">
        <w:rPr>
          <w:rFonts w:ascii="Calibri" w:hAnsi="Calibri" w:cs="Calibri"/>
          <w:sz w:val="28"/>
          <w:szCs w:val="28"/>
        </w:rPr>
        <w:t>You Be the Judge:</w:t>
      </w:r>
      <w:r w:rsidR="00D80EA8" w:rsidRPr="00810DF4">
        <w:rPr>
          <w:rFonts w:ascii="Calibri" w:hAnsi="Calibri" w:cs="Calibri"/>
          <w:sz w:val="28"/>
          <w:szCs w:val="28"/>
        </w:rPr>
        <w:t xml:space="preserve"> </w:t>
      </w:r>
      <w:r w:rsidR="00ED75F7" w:rsidRPr="00810DF4">
        <w:rPr>
          <w:rFonts w:ascii="Calibri" w:hAnsi="Calibri" w:cs="Calibri"/>
          <w:sz w:val="28"/>
          <w:szCs w:val="28"/>
        </w:rPr>
        <w:t xml:space="preserve"> </w:t>
      </w:r>
      <w:r w:rsidR="00954207">
        <w:rPr>
          <w:rFonts w:ascii="Calibri" w:hAnsi="Calibri" w:cs="Calibri"/>
          <w:sz w:val="28"/>
          <w:szCs w:val="28"/>
        </w:rPr>
        <w:t>Del Lago Partners, Inc. v. Smith</w:t>
      </w:r>
      <w:r w:rsidR="00165C38" w:rsidRPr="00810DF4">
        <w:rPr>
          <w:rStyle w:val="FootnoteReference"/>
          <w:rFonts w:ascii="Calibri" w:hAnsi="Calibri" w:cs="Calibri"/>
        </w:rPr>
        <w:footnoteReference w:id="5"/>
      </w:r>
    </w:p>
    <w:p w:rsidR="00D80EA8" w:rsidRPr="00810DF4" w:rsidRDefault="00ED75F7">
      <w:pPr>
        <w:rPr>
          <w:rFonts w:ascii="Calibri" w:hAnsi="Calibri" w:cs="Calibri"/>
        </w:rPr>
      </w:pPr>
      <w:r w:rsidRPr="00810DF4">
        <w:rPr>
          <w:rFonts w:ascii="Calibri" w:hAnsi="Calibri" w:cs="Calibri"/>
        </w:rPr>
        <w:t xml:space="preserve">Note: </w:t>
      </w:r>
      <w:r w:rsidR="003D26A3" w:rsidRPr="00810DF4">
        <w:rPr>
          <w:rFonts w:ascii="Calibri" w:hAnsi="Calibri" w:cs="Calibri"/>
        </w:rPr>
        <w:t xml:space="preserve"> </w:t>
      </w:r>
      <w:r w:rsidRPr="00810DF4">
        <w:rPr>
          <w:rFonts w:ascii="Calibri" w:hAnsi="Calibri" w:cs="Calibri"/>
        </w:rPr>
        <w:t xml:space="preserve">There are two reasons for using this case. </w:t>
      </w:r>
      <w:r w:rsidR="003D26A3" w:rsidRPr="00810DF4">
        <w:rPr>
          <w:rFonts w:ascii="Calibri" w:hAnsi="Calibri" w:cs="Calibri"/>
        </w:rPr>
        <w:t xml:space="preserve"> </w:t>
      </w:r>
      <w:r w:rsidRPr="00810DF4">
        <w:rPr>
          <w:rFonts w:ascii="Calibri" w:hAnsi="Calibri" w:cs="Calibri"/>
        </w:rPr>
        <w:t>First</w:t>
      </w:r>
      <w:r w:rsidR="00235815" w:rsidRPr="00810DF4">
        <w:rPr>
          <w:rFonts w:ascii="Calibri" w:hAnsi="Calibri" w:cs="Calibri"/>
        </w:rPr>
        <w:t xml:space="preserve"> is</w:t>
      </w:r>
      <w:r w:rsidRPr="00810DF4">
        <w:rPr>
          <w:rFonts w:ascii="Calibri" w:hAnsi="Calibri" w:cs="Calibri"/>
        </w:rPr>
        <w:t xml:space="preserve"> to introduce students to the </w:t>
      </w:r>
      <w:r w:rsidR="00684BDA" w:rsidRPr="00810DF4">
        <w:rPr>
          <w:rFonts w:ascii="Calibri" w:hAnsi="Calibri" w:cs="Calibri"/>
        </w:rPr>
        <w:t>“</w:t>
      </w:r>
      <w:r w:rsidRPr="00810DF4">
        <w:rPr>
          <w:rFonts w:ascii="Calibri" w:hAnsi="Calibri" w:cs="Calibri"/>
        </w:rPr>
        <w:t>You Be the Judge</w:t>
      </w:r>
      <w:r w:rsidR="00684BDA" w:rsidRPr="00810DF4">
        <w:rPr>
          <w:rFonts w:ascii="Calibri" w:hAnsi="Calibri" w:cs="Calibri"/>
        </w:rPr>
        <w:t>”</w:t>
      </w:r>
      <w:r w:rsidRPr="00810DF4">
        <w:rPr>
          <w:rFonts w:ascii="Calibri" w:hAnsi="Calibri" w:cs="Calibri"/>
        </w:rPr>
        <w:t xml:space="preserve"> feature. </w:t>
      </w:r>
      <w:r w:rsidR="003D26A3" w:rsidRPr="00810DF4">
        <w:rPr>
          <w:rFonts w:ascii="Calibri" w:hAnsi="Calibri" w:cs="Calibri"/>
        </w:rPr>
        <w:t xml:space="preserve"> </w:t>
      </w:r>
      <w:r w:rsidRPr="00810DF4">
        <w:rPr>
          <w:rFonts w:ascii="Calibri" w:hAnsi="Calibri" w:cs="Calibri"/>
        </w:rPr>
        <w:t xml:space="preserve">There is one such case in almost every chapter. </w:t>
      </w:r>
      <w:r w:rsidR="003D26A3" w:rsidRPr="00810DF4">
        <w:rPr>
          <w:rFonts w:ascii="Calibri" w:hAnsi="Calibri" w:cs="Calibri"/>
        </w:rPr>
        <w:t xml:space="preserve"> </w:t>
      </w:r>
      <w:r w:rsidRPr="00810DF4">
        <w:rPr>
          <w:rFonts w:ascii="Calibri" w:hAnsi="Calibri" w:cs="Calibri"/>
        </w:rPr>
        <w:t>The text provides the facts and issue and then, in place of the court</w:t>
      </w:r>
      <w:r w:rsidR="00684BDA" w:rsidRPr="00810DF4">
        <w:rPr>
          <w:rFonts w:ascii="Calibri" w:hAnsi="Calibri" w:cs="Calibri"/>
        </w:rPr>
        <w:t>’</w:t>
      </w:r>
      <w:r w:rsidRPr="00810DF4">
        <w:rPr>
          <w:rFonts w:ascii="Calibri" w:hAnsi="Calibri" w:cs="Calibri"/>
        </w:rPr>
        <w:t xml:space="preserve">s holding, gives competing arguments for the two sides. </w:t>
      </w:r>
      <w:r w:rsidR="003D26A3" w:rsidRPr="00810DF4">
        <w:rPr>
          <w:rFonts w:ascii="Calibri" w:hAnsi="Calibri" w:cs="Calibri"/>
        </w:rPr>
        <w:t xml:space="preserve"> </w:t>
      </w:r>
      <w:r w:rsidRPr="00810DF4">
        <w:rPr>
          <w:rFonts w:ascii="Calibri" w:hAnsi="Calibri" w:cs="Calibri"/>
        </w:rPr>
        <w:t xml:space="preserve">The </w:t>
      </w:r>
      <w:r w:rsidR="00BE3FA4" w:rsidRPr="00810DF4">
        <w:rPr>
          <w:rFonts w:ascii="Calibri" w:hAnsi="Calibri" w:cs="Calibri"/>
        </w:rPr>
        <w:t>text</w:t>
      </w:r>
      <w:r w:rsidR="00684BDA" w:rsidRPr="00810DF4">
        <w:rPr>
          <w:rFonts w:ascii="Calibri" w:hAnsi="Calibri" w:cs="Calibri"/>
        </w:rPr>
        <w:t>’</w:t>
      </w:r>
      <w:r w:rsidR="00BE3FA4" w:rsidRPr="00810DF4">
        <w:rPr>
          <w:rFonts w:ascii="Calibri" w:hAnsi="Calibri" w:cs="Calibri"/>
        </w:rPr>
        <w:t xml:space="preserve">s authors wrote the </w:t>
      </w:r>
      <w:r w:rsidRPr="00810DF4">
        <w:rPr>
          <w:rFonts w:ascii="Calibri" w:hAnsi="Calibri" w:cs="Calibri"/>
        </w:rPr>
        <w:t>arguments, often based on majority and/or dissenting opinions in the case.</w:t>
      </w:r>
      <w:r w:rsidR="003D26A3" w:rsidRPr="00810DF4">
        <w:rPr>
          <w:rFonts w:ascii="Calibri" w:hAnsi="Calibri" w:cs="Calibri"/>
        </w:rPr>
        <w:t xml:space="preserve"> </w:t>
      </w:r>
      <w:r w:rsidRPr="00810DF4">
        <w:rPr>
          <w:rFonts w:ascii="Calibri" w:hAnsi="Calibri" w:cs="Calibri"/>
        </w:rPr>
        <w:t xml:space="preserve"> Since students do not have the </w:t>
      </w:r>
      <w:r w:rsidR="00684BDA" w:rsidRPr="00810DF4">
        <w:rPr>
          <w:rFonts w:ascii="Calibri" w:hAnsi="Calibri" w:cs="Calibri"/>
        </w:rPr>
        <w:t>“</w:t>
      </w:r>
      <w:r w:rsidRPr="00810DF4">
        <w:rPr>
          <w:rFonts w:ascii="Calibri" w:hAnsi="Calibri" w:cs="Calibri"/>
        </w:rPr>
        <w:t>answer</w:t>
      </w:r>
      <w:r w:rsidR="00BE3FA4" w:rsidRPr="00810DF4">
        <w:rPr>
          <w:rFonts w:ascii="Calibri" w:hAnsi="Calibri" w:cs="Calibri"/>
        </w:rPr>
        <w:t>,</w:t>
      </w:r>
      <w:r w:rsidR="00684BDA" w:rsidRPr="00810DF4">
        <w:rPr>
          <w:rFonts w:ascii="Calibri" w:hAnsi="Calibri" w:cs="Calibri"/>
        </w:rPr>
        <w:t>”</w:t>
      </w:r>
      <w:r w:rsidRPr="00810DF4">
        <w:rPr>
          <w:rFonts w:ascii="Calibri" w:hAnsi="Calibri" w:cs="Calibri"/>
        </w:rPr>
        <w:t xml:space="preserve"> they are forced to think for themselves.</w:t>
      </w:r>
    </w:p>
    <w:p w:rsidR="0068605B" w:rsidRPr="00810DF4" w:rsidRDefault="0068605B">
      <w:pPr>
        <w:rPr>
          <w:rFonts w:ascii="Calibri" w:hAnsi="Calibri" w:cs="Calibri"/>
        </w:rPr>
      </w:pPr>
    </w:p>
    <w:p w:rsidR="00C71F2A" w:rsidRPr="00810DF4" w:rsidRDefault="00C34F9F">
      <w:pPr>
        <w:rPr>
          <w:rFonts w:ascii="Calibri" w:hAnsi="Calibri" w:cs="Calibri"/>
        </w:rPr>
      </w:pPr>
      <w:r w:rsidRPr="00810DF4">
        <w:rPr>
          <w:rFonts w:ascii="Calibri" w:hAnsi="Calibri" w:cs="Calibri"/>
        </w:rPr>
        <w:t>An i</w:t>
      </w:r>
      <w:r w:rsidR="00BE3FA4" w:rsidRPr="00810DF4">
        <w:rPr>
          <w:rFonts w:ascii="Calibri" w:hAnsi="Calibri" w:cs="Calibri"/>
        </w:rPr>
        <w:t>nstructor can use t</w:t>
      </w:r>
      <w:r w:rsidR="0068605B" w:rsidRPr="00810DF4">
        <w:rPr>
          <w:rFonts w:ascii="Calibri" w:hAnsi="Calibri" w:cs="Calibri"/>
        </w:rPr>
        <w:t>hese cases in many ways:</w:t>
      </w:r>
      <w:r w:rsidR="00235815" w:rsidRPr="00810DF4">
        <w:rPr>
          <w:rFonts w:ascii="Calibri" w:hAnsi="Calibri" w:cs="Calibri"/>
        </w:rPr>
        <w:t xml:space="preserve">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D</w:t>
      </w:r>
      <w:r w:rsidR="00235815" w:rsidRPr="00810DF4">
        <w:rPr>
          <w:rFonts w:ascii="Calibri" w:hAnsi="Calibri" w:cs="Calibri"/>
          <w:b w:val="0"/>
          <w:sz w:val="22"/>
          <w:szCs w:val="22"/>
        </w:rPr>
        <w:t>ivide</w:t>
      </w:r>
      <w:r w:rsidR="00BE3FA4" w:rsidRPr="00810DF4">
        <w:rPr>
          <w:rFonts w:ascii="Calibri" w:hAnsi="Calibri" w:cs="Calibri"/>
          <w:b w:val="0"/>
          <w:sz w:val="22"/>
          <w:szCs w:val="22"/>
        </w:rPr>
        <w:t xml:space="preserve"> the class</w:t>
      </w:r>
      <w:r w:rsidR="00235815" w:rsidRPr="00810DF4">
        <w:rPr>
          <w:rFonts w:ascii="Calibri" w:hAnsi="Calibri" w:cs="Calibri"/>
          <w:b w:val="0"/>
          <w:sz w:val="22"/>
          <w:szCs w:val="22"/>
        </w:rPr>
        <w:t xml:space="preserve"> in two and</w:t>
      </w:r>
      <w:r w:rsidR="00BE3FA4" w:rsidRPr="00810DF4">
        <w:rPr>
          <w:rFonts w:ascii="Calibri" w:hAnsi="Calibri" w:cs="Calibri"/>
          <w:b w:val="0"/>
          <w:sz w:val="22"/>
          <w:szCs w:val="22"/>
        </w:rPr>
        <w:t xml:space="preserve"> assign</w:t>
      </w:r>
      <w:r w:rsidR="00235815" w:rsidRPr="00810DF4">
        <w:rPr>
          <w:rFonts w:ascii="Calibri" w:hAnsi="Calibri" w:cs="Calibri"/>
          <w:b w:val="0"/>
          <w:sz w:val="22"/>
          <w:szCs w:val="22"/>
        </w:rPr>
        <w:t xml:space="preserve"> each side to argue for one of the partie</w:t>
      </w:r>
      <w:r w:rsidR="00ED75F7" w:rsidRPr="00810DF4">
        <w:rPr>
          <w:rFonts w:ascii="Calibri" w:hAnsi="Calibri" w:cs="Calibri"/>
          <w:b w:val="0"/>
          <w:sz w:val="22"/>
          <w:szCs w:val="22"/>
        </w:rPr>
        <w:t xml:space="preserve">s. </w:t>
      </w:r>
      <w:r w:rsidR="003D26A3" w:rsidRPr="00810DF4">
        <w:rPr>
          <w:rFonts w:ascii="Calibri" w:hAnsi="Calibri" w:cs="Calibri"/>
          <w:b w:val="0"/>
          <w:sz w:val="22"/>
          <w:szCs w:val="22"/>
        </w:rPr>
        <w:t xml:space="preserve">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H</w:t>
      </w:r>
      <w:r w:rsidR="00C34F9F" w:rsidRPr="00810DF4">
        <w:rPr>
          <w:rFonts w:ascii="Calibri" w:hAnsi="Calibri" w:cs="Calibri"/>
          <w:b w:val="0"/>
          <w:sz w:val="22"/>
          <w:szCs w:val="22"/>
        </w:rPr>
        <w:t>ave students</w:t>
      </w:r>
      <w:r w:rsidR="00235815" w:rsidRPr="00810DF4">
        <w:rPr>
          <w:rFonts w:ascii="Calibri" w:hAnsi="Calibri" w:cs="Calibri"/>
          <w:b w:val="0"/>
          <w:sz w:val="22"/>
          <w:szCs w:val="22"/>
        </w:rPr>
        <w:t xml:space="preserve"> </w:t>
      </w:r>
      <w:r w:rsidR="00ED75F7" w:rsidRPr="00810DF4">
        <w:rPr>
          <w:rFonts w:ascii="Calibri" w:hAnsi="Calibri" w:cs="Calibri"/>
          <w:b w:val="0"/>
          <w:sz w:val="22"/>
          <w:szCs w:val="22"/>
        </w:rPr>
        <w:t>vote on the outcome before and after revealing the court</w:t>
      </w:r>
      <w:r w:rsidR="00684BDA" w:rsidRPr="00810DF4">
        <w:rPr>
          <w:rFonts w:ascii="Calibri" w:hAnsi="Calibri" w:cs="Calibri"/>
          <w:b w:val="0"/>
          <w:sz w:val="22"/>
          <w:szCs w:val="22"/>
        </w:rPr>
        <w:t>’</w:t>
      </w:r>
      <w:r w:rsidR="00ED75F7" w:rsidRPr="00810DF4">
        <w:rPr>
          <w:rFonts w:ascii="Calibri" w:hAnsi="Calibri" w:cs="Calibri"/>
          <w:b w:val="0"/>
          <w:sz w:val="22"/>
          <w:szCs w:val="22"/>
        </w:rPr>
        <w:t xml:space="preserve">s holding.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R</w:t>
      </w:r>
      <w:r w:rsidR="00ED75F7" w:rsidRPr="00810DF4">
        <w:rPr>
          <w:rFonts w:ascii="Calibri" w:hAnsi="Calibri" w:cs="Calibri"/>
          <w:b w:val="0"/>
          <w:sz w:val="22"/>
          <w:szCs w:val="22"/>
        </w:rPr>
        <w:t xml:space="preserve">equire students to prepare a short paper giving their own </w:t>
      </w:r>
      <w:r w:rsidR="00684BDA" w:rsidRPr="00810DF4">
        <w:rPr>
          <w:rFonts w:ascii="Calibri" w:hAnsi="Calibri" w:cs="Calibri"/>
          <w:b w:val="0"/>
          <w:sz w:val="22"/>
          <w:szCs w:val="22"/>
        </w:rPr>
        <w:t>“</w:t>
      </w:r>
      <w:r w:rsidR="00ED75F7" w:rsidRPr="00810DF4">
        <w:rPr>
          <w:rFonts w:ascii="Calibri" w:hAnsi="Calibri" w:cs="Calibri"/>
          <w:b w:val="0"/>
          <w:sz w:val="22"/>
          <w:szCs w:val="22"/>
        </w:rPr>
        <w:t>holding.</w:t>
      </w:r>
      <w:r w:rsidR="00684BDA" w:rsidRPr="00810DF4">
        <w:rPr>
          <w:rFonts w:ascii="Calibri" w:hAnsi="Calibri" w:cs="Calibri"/>
          <w:b w:val="0"/>
          <w:sz w:val="22"/>
          <w:szCs w:val="22"/>
        </w:rPr>
        <w:t>”</w:t>
      </w:r>
      <w:r w:rsidR="00ED75F7" w:rsidRPr="00810DF4">
        <w:rPr>
          <w:rFonts w:ascii="Calibri" w:hAnsi="Calibri" w:cs="Calibri"/>
          <w:b w:val="0"/>
          <w:sz w:val="22"/>
          <w:szCs w:val="22"/>
        </w:rPr>
        <w:t xml:space="preserve"> </w:t>
      </w:r>
      <w:r w:rsidR="003D26A3" w:rsidRPr="00810DF4">
        <w:rPr>
          <w:rFonts w:ascii="Calibri" w:hAnsi="Calibri" w:cs="Calibri"/>
          <w:b w:val="0"/>
          <w:sz w:val="22"/>
          <w:szCs w:val="22"/>
        </w:rPr>
        <w:t xml:space="preserve"> </w:t>
      </w:r>
    </w:p>
    <w:p w:rsidR="00ED75F7"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H</w:t>
      </w:r>
      <w:r w:rsidR="003D26A3" w:rsidRPr="00810DF4">
        <w:rPr>
          <w:rFonts w:ascii="Calibri" w:hAnsi="Calibri" w:cs="Calibri"/>
          <w:b w:val="0"/>
          <w:sz w:val="22"/>
          <w:szCs w:val="22"/>
        </w:rPr>
        <w:t xml:space="preserve">ave one or two students argue each side before the </w:t>
      </w:r>
      <w:r w:rsidR="00684BDA" w:rsidRPr="00810DF4">
        <w:rPr>
          <w:rFonts w:ascii="Calibri" w:hAnsi="Calibri" w:cs="Calibri"/>
          <w:b w:val="0"/>
          <w:sz w:val="22"/>
          <w:szCs w:val="22"/>
        </w:rPr>
        <w:t>“</w:t>
      </w:r>
      <w:r w:rsidR="003D26A3" w:rsidRPr="00810DF4">
        <w:rPr>
          <w:rFonts w:ascii="Calibri" w:hAnsi="Calibri" w:cs="Calibri"/>
          <w:b w:val="0"/>
          <w:sz w:val="22"/>
          <w:szCs w:val="22"/>
        </w:rPr>
        <w:t>court</w:t>
      </w:r>
      <w:r w:rsidR="00684BDA" w:rsidRPr="00810DF4">
        <w:rPr>
          <w:rFonts w:ascii="Calibri" w:hAnsi="Calibri" w:cs="Calibri"/>
          <w:b w:val="0"/>
          <w:sz w:val="22"/>
          <w:szCs w:val="22"/>
        </w:rPr>
        <w:t>”</w:t>
      </w:r>
      <w:r w:rsidR="003D26A3" w:rsidRPr="00810DF4">
        <w:rPr>
          <w:rFonts w:ascii="Calibri" w:hAnsi="Calibri" w:cs="Calibri"/>
          <w:b w:val="0"/>
          <w:sz w:val="22"/>
          <w:szCs w:val="22"/>
        </w:rPr>
        <w:t xml:space="preserve"> (the professor and remaining students)</w:t>
      </w:r>
      <w:r w:rsidRPr="00810DF4">
        <w:rPr>
          <w:rFonts w:ascii="Calibri" w:hAnsi="Calibri" w:cs="Calibri"/>
          <w:b w:val="0"/>
          <w:sz w:val="22"/>
          <w:szCs w:val="22"/>
        </w:rPr>
        <w:t>.</w:t>
      </w:r>
    </w:p>
    <w:p w:rsidR="0068605B" w:rsidRPr="00810DF4" w:rsidRDefault="0068605B" w:rsidP="00647E16">
      <w:pPr>
        <w:pStyle w:val="ListBullet"/>
        <w:rPr>
          <w:rFonts w:ascii="Calibri" w:hAnsi="Calibri" w:cs="Calibri"/>
          <w:b w:val="0"/>
          <w:sz w:val="22"/>
          <w:szCs w:val="22"/>
        </w:rPr>
      </w:pPr>
    </w:p>
    <w:p w:rsidR="00ED75F7" w:rsidRPr="00810DF4" w:rsidRDefault="00ED75F7" w:rsidP="00C71F2A">
      <w:pPr>
        <w:rPr>
          <w:rFonts w:ascii="Calibri" w:hAnsi="Calibri" w:cs="Calibri"/>
        </w:rPr>
      </w:pPr>
      <w:r w:rsidRPr="00810DF4">
        <w:rPr>
          <w:rFonts w:ascii="Calibri" w:hAnsi="Calibri" w:cs="Calibri"/>
        </w:rPr>
        <w:lastRenderedPageBreak/>
        <w:t xml:space="preserve">The second reason for using this case is that it builds on the issue of negligence introduced in the </w:t>
      </w:r>
      <w:r w:rsidR="003D26A3" w:rsidRPr="00810DF4">
        <w:rPr>
          <w:rFonts w:ascii="Calibri" w:hAnsi="Calibri" w:cs="Calibri"/>
          <w:i/>
        </w:rPr>
        <w:t>Kuehn v Pub Zone</w:t>
      </w:r>
      <w:r w:rsidR="003D26A3" w:rsidRPr="00810DF4">
        <w:rPr>
          <w:rFonts w:ascii="Calibri" w:hAnsi="Calibri" w:cs="Calibri"/>
        </w:rPr>
        <w:t xml:space="preserve"> </w:t>
      </w:r>
      <w:r w:rsidRPr="00810DF4">
        <w:rPr>
          <w:rFonts w:ascii="Calibri" w:hAnsi="Calibri" w:cs="Calibri"/>
        </w:rPr>
        <w:t>case, above.</w:t>
      </w:r>
      <w:r w:rsidR="003D26A3" w:rsidRPr="00810DF4">
        <w:rPr>
          <w:rFonts w:ascii="Calibri" w:hAnsi="Calibri" w:cs="Calibri"/>
        </w:rPr>
        <w:t xml:space="preserve"> </w:t>
      </w:r>
      <w:r w:rsidR="007D59B8">
        <w:rPr>
          <w:rFonts w:ascii="Calibri" w:hAnsi="Calibri" w:cs="Calibri"/>
        </w:rPr>
        <w:t xml:space="preserve"> </w:t>
      </w:r>
      <w:r w:rsidR="00F95A60" w:rsidRPr="007D59B8">
        <w:rPr>
          <w:rFonts w:ascii="Calibri" w:hAnsi="Calibri" w:cs="Calibri"/>
        </w:rPr>
        <w:t>Th</w:t>
      </w:r>
      <w:r w:rsidR="00F95A60" w:rsidRPr="00810DF4">
        <w:rPr>
          <w:rFonts w:ascii="Calibri" w:hAnsi="Calibri" w:cs="Calibri"/>
        </w:rPr>
        <w:t>is time</w:t>
      </w:r>
      <w:r w:rsidR="00AF5DE4">
        <w:rPr>
          <w:rFonts w:ascii="Calibri" w:hAnsi="Calibri" w:cs="Calibri"/>
        </w:rPr>
        <w:t>,</w:t>
      </w:r>
      <w:r w:rsidR="00F95A60" w:rsidRPr="00810DF4">
        <w:rPr>
          <w:rFonts w:ascii="Calibri" w:hAnsi="Calibri" w:cs="Calibri"/>
        </w:rPr>
        <w:t xml:space="preserve"> the court confronts</w:t>
      </w:r>
      <w:r w:rsidR="007D59B8">
        <w:rPr>
          <w:rFonts w:ascii="Calibri" w:hAnsi="Calibri" w:cs="Calibri"/>
        </w:rPr>
        <w:t xml:space="preserve"> not only the question of whether a duty is owed, but also whether the injury was foreseeable. </w:t>
      </w:r>
    </w:p>
    <w:p w:rsidR="0068605B" w:rsidRPr="00810DF4" w:rsidRDefault="0068605B" w:rsidP="00C71F2A">
      <w:pPr>
        <w:rPr>
          <w:rFonts w:ascii="Calibri" w:hAnsi="Calibri" w:cs="Calibri"/>
        </w:rPr>
      </w:pPr>
    </w:p>
    <w:p w:rsidR="00954207" w:rsidRDefault="00ED75F7" w:rsidP="00F95A60">
      <w:pPr>
        <w:rPr>
          <w:rFonts w:ascii="Calibri" w:hAnsi="Calibri" w:cs="Calibri"/>
        </w:rPr>
      </w:pPr>
      <w:r w:rsidRPr="00785267">
        <w:rPr>
          <w:rFonts w:ascii="Calibri" w:hAnsi="Calibri" w:cs="Calibri"/>
          <w:b/>
          <w:u w:val="single"/>
        </w:rPr>
        <w:t>Facts:</w:t>
      </w:r>
      <w:r w:rsidR="00F95A60" w:rsidRPr="00810DF4">
        <w:rPr>
          <w:rFonts w:ascii="Calibri" w:hAnsi="Calibri" w:cs="Calibri"/>
        </w:rPr>
        <w:t xml:space="preserve">  </w:t>
      </w:r>
      <w:r w:rsidR="00954207">
        <w:rPr>
          <w:rFonts w:ascii="Calibri" w:hAnsi="Calibri" w:cs="Calibri"/>
        </w:rPr>
        <w:t xml:space="preserve">It was late night at the Del Lago hotel bar. Bradley Smith and 40 of his closest fraternity brothers had been partying there for hours. Around midnight, guests from a wedding party made a rowdy </w:t>
      </w:r>
      <w:r w:rsidR="00785267">
        <w:rPr>
          <w:rFonts w:ascii="Calibri" w:hAnsi="Calibri" w:cs="Calibri"/>
        </w:rPr>
        <w:t>entrance</w:t>
      </w:r>
      <w:r w:rsidR="00954207">
        <w:rPr>
          <w:rFonts w:ascii="Calibri" w:hAnsi="Calibri" w:cs="Calibri"/>
        </w:rPr>
        <w:t>. One of Smith’s friends brashly hit on a young woman in the wedding party, infuriating her date. Verbal confrontations ensued.</w:t>
      </w:r>
      <w:r w:rsidR="00785267">
        <w:rPr>
          <w:rFonts w:ascii="Calibri" w:hAnsi="Calibri" w:cs="Calibri"/>
        </w:rPr>
        <w:t xml:space="preserve"> For</w:t>
      </w:r>
      <w:r w:rsidR="00954207">
        <w:rPr>
          <w:rFonts w:ascii="Calibri" w:hAnsi="Calibri" w:cs="Calibri"/>
        </w:rPr>
        <w:t xml:space="preserve"> </w:t>
      </w:r>
      <w:r w:rsidR="00785267">
        <w:rPr>
          <w:rFonts w:ascii="Calibri" w:hAnsi="Calibri" w:cs="Calibri"/>
        </w:rPr>
        <w:t>t</w:t>
      </w:r>
      <w:r w:rsidR="00954207">
        <w:rPr>
          <w:rFonts w:ascii="Calibri" w:hAnsi="Calibri" w:cs="Calibri"/>
        </w:rPr>
        <w:t xml:space="preserve">he next 90 minutes, the fraternity members and the </w:t>
      </w:r>
      <w:r w:rsidR="00785267">
        <w:rPr>
          <w:rFonts w:ascii="Calibri" w:hAnsi="Calibri" w:cs="Calibri"/>
        </w:rPr>
        <w:t>wedding</w:t>
      </w:r>
      <w:r w:rsidR="00954207">
        <w:rPr>
          <w:rFonts w:ascii="Calibri" w:hAnsi="Calibri" w:cs="Calibri"/>
        </w:rPr>
        <w:t xml:space="preserve"> party exchanged escalating curses and </w:t>
      </w:r>
      <w:r w:rsidR="00785267">
        <w:rPr>
          <w:rFonts w:ascii="Calibri" w:hAnsi="Calibri" w:cs="Calibri"/>
        </w:rPr>
        <w:t>threats</w:t>
      </w:r>
      <w:r w:rsidR="00954207">
        <w:rPr>
          <w:rFonts w:ascii="Calibri" w:hAnsi="Calibri" w:cs="Calibri"/>
        </w:rPr>
        <w:t>, while the bartender looked on a</w:t>
      </w:r>
      <w:r w:rsidR="00785267">
        <w:rPr>
          <w:rFonts w:ascii="Calibri" w:hAnsi="Calibri" w:cs="Calibri"/>
        </w:rPr>
        <w:t>n</w:t>
      </w:r>
      <w:r w:rsidR="00954207">
        <w:rPr>
          <w:rFonts w:ascii="Calibri" w:hAnsi="Calibri" w:cs="Calibri"/>
        </w:rPr>
        <w:t xml:space="preserve">d served </w:t>
      </w:r>
      <w:r w:rsidR="00785267">
        <w:rPr>
          <w:rFonts w:ascii="Calibri" w:hAnsi="Calibri" w:cs="Calibri"/>
        </w:rPr>
        <w:t>drinks</w:t>
      </w:r>
      <w:r w:rsidR="00954207">
        <w:rPr>
          <w:rFonts w:ascii="Calibri" w:hAnsi="Calibri" w:cs="Calibri"/>
        </w:rPr>
        <w:t xml:space="preserve">.  Until… the inevitable occurred. Punches were thrown. Before Smith </w:t>
      </w:r>
      <w:r w:rsidR="00785267">
        <w:rPr>
          <w:rFonts w:ascii="Calibri" w:hAnsi="Calibri" w:cs="Calibri"/>
        </w:rPr>
        <w:t>knew</w:t>
      </w:r>
      <w:r w:rsidR="00954207">
        <w:rPr>
          <w:rFonts w:ascii="Calibri" w:hAnsi="Calibri" w:cs="Calibri"/>
        </w:rPr>
        <w:t xml:space="preserve"> it, someone placed him in a </w:t>
      </w:r>
      <w:r w:rsidR="00785267">
        <w:rPr>
          <w:rFonts w:ascii="Calibri" w:hAnsi="Calibri" w:cs="Calibri"/>
        </w:rPr>
        <w:t>headlock</w:t>
      </w:r>
      <w:r w:rsidR="00954207">
        <w:rPr>
          <w:rFonts w:ascii="Calibri" w:hAnsi="Calibri" w:cs="Calibri"/>
        </w:rPr>
        <w:t xml:space="preserve"> and threw him against a wall.</w:t>
      </w:r>
    </w:p>
    <w:p w:rsidR="002024C3" w:rsidRDefault="002024C3" w:rsidP="00F95A60">
      <w:pPr>
        <w:rPr>
          <w:rFonts w:ascii="Calibri" w:hAnsi="Calibri" w:cs="Calibri"/>
        </w:rPr>
      </w:pPr>
    </w:p>
    <w:p w:rsidR="00954207" w:rsidRDefault="00954207" w:rsidP="00F95A60">
      <w:pPr>
        <w:rPr>
          <w:rFonts w:ascii="Calibri" w:hAnsi="Calibri" w:cs="Calibri"/>
        </w:rPr>
      </w:pPr>
      <w:r>
        <w:rPr>
          <w:rFonts w:ascii="Calibri" w:hAnsi="Calibri" w:cs="Calibri"/>
        </w:rPr>
        <w:t>As dozens fought, the bar manager fumbled to call hotel security, but realized he did not even have the phone number. When security eventually arrived, the free-for-all had ended … and Smith had suffered a fractured skull, among other serious injuries.</w:t>
      </w:r>
    </w:p>
    <w:p w:rsidR="002024C3" w:rsidRDefault="002024C3" w:rsidP="00F95A60">
      <w:pPr>
        <w:rPr>
          <w:rFonts w:ascii="Calibri" w:hAnsi="Calibri" w:cs="Calibri"/>
        </w:rPr>
      </w:pPr>
    </w:p>
    <w:p w:rsidR="00F95A60" w:rsidRPr="00810DF4" w:rsidRDefault="00954207" w:rsidP="00F95A60">
      <w:pPr>
        <w:rPr>
          <w:rFonts w:ascii="Calibri" w:hAnsi="Calibri" w:cs="Calibri"/>
        </w:rPr>
      </w:pPr>
      <w:r>
        <w:rPr>
          <w:rFonts w:ascii="Calibri" w:hAnsi="Calibri" w:cs="Calibri"/>
        </w:rPr>
        <w:t>Smith sued Del Lago for negligence. He argued that the hotel was liable because it knew that the brawl was imminent and could have easily prevented it by calling security or ejecting the</w:t>
      </w:r>
      <w:r w:rsidR="00785267">
        <w:rPr>
          <w:rFonts w:ascii="Calibri" w:hAnsi="Calibri" w:cs="Calibri"/>
        </w:rPr>
        <w:t xml:space="preserve"> </w:t>
      </w:r>
      <w:r>
        <w:rPr>
          <w:rFonts w:ascii="Calibri" w:hAnsi="Calibri" w:cs="Calibri"/>
        </w:rPr>
        <w:t xml:space="preserve">angry drunks. The lower court agreed. The hotel appealed. </w:t>
      </w:r>
      <w:r w:rsidR="00F95A60" w:rsidRPr="00810DF4">
        <w:rPr>
          <w:rFonts w:ascii="Calibri" w:hAnsi="Calibri" w:cs="Calibri"/>
        </w:rPr>
        <w:t xml:space="preserve">  </w:t>
      </w:r>
    </w:p>
    <w:p w:rsidR="0068605B" w:rsidRPr="00810DF4" w:rsidRDefault="0068605B" w:rsidP="00F95A60">
      <w:pPr>
        <w:rPr>
          <w:rFonts w:ascii="Calibri" w:hAnsi="Calibri" w:cs="Calibri"/>
        </w:rPr>
      </w:pPr>
    </w:p>
    <w:p w:rsidR="00ED75F7" w:rsidRPr="00027C09" w:rsidRDefault="000E613D">
      <w:pPr>
        <w:tabs>
          <w:tab w:val="right" w:pos="7385"/>
        </w:tabs>
        <w:rPr>
          <w:rFonts w:ascii="Calibri" w:hAnsi="Calibri" w:cs="Calibri"/>
          <w:b/>
          <w:i/>
        </w:rPr>
      </w:pPr>
      <w:r>
        <w:rPr>
          <w:rFonts w:ascii="Calibri" w:hAnsi="Calibri" w:cs="Calibri"/>
          <w:b/>
        </w:rPr>
        <w:t>You Be t</w:t>
      </w:r>
      <w:r w:rsidR="008014F6" w:rsidRPr="00810DF4">
        <w:rPr>
          <w:rFonts w:ascii="Calibri" w:hAnsi="Calibri" w:cs="Calibri"/>
          <w:b/>
        </w:rPr>
        <w:t>he Judge:</w:t>
      </w:r>
      <w:r w:rsidR="008014F6" w:rsidRPr="00810DF4">
        <w:rPr>
          <w:rFonts w:ascii="Calibri" w:hAnsi="Calibri" w:cs="Calibri"/>
        </w:rPr>
        <w:t xml:space="preserve">  </w:t>
      </w:r>
      <w:r w:rsidR="008014F6" w:rsidRPr="00027C09">
        <w:rPr>
          <w:rFonts w:ascii="Calibri" w:hAnsi="Calibri" w:cs="Calibri"/>
          <w:b/>
          <w:i/>
        </w:rPr>
        <w:t xml:space="preserve">Did the </w:t>
      </w:r>
      <w:r w:rsidR="00785267" w:rsidRPr="00027C09">
        <w:rPr>
          <w:rFonts w:ascii="Calibri" w:hAnsi="Calibri" w:cs="Calibri"/>
          <w:b/>
          <w:i/>
        </w:rPr>
        <w:t>hotel</w:t>
      </w:r>
      <w:r w:rsidR="008014F6" w:rsidRPr="00027C09">
        <w:rPr>
          <w:rFonts w:ascii="Calibri" w:hAnsi="Calibri" w:cs="Calibri"/>
          <w:b/>
          <w:i/>
        </w:rPr>
        <w:t xml:space="preserve"> have a duty to </w:t>
      </w:r>
      <w:r w:rsidR="00785267" w:rsidRPr="00027C09">
        <w:rPr>
          <w:rFonts w:ascii="Calibri" w:hAnsi="Calibri" w:cs="Calibri"/>
          <w:b/>
          <w:i/>
        </w:rPr>
        <w:t>protect Smith from imminent assault</w:t>
      </w:r>
      <w:r w:rsidR="008014F6" w:rsidRPr="00027C09">
        <w:rPr>
          <w:rFonts w:ascii="Calibri" w:hAnsi="Calibri" w:cs="Calibri"/>
          <w:b/>
          <w:i/>
        </w:rPr>
        <w:t>?</w:t>
      </w:r>
    </w:p>
    <w:p w:rsidR="0068605B" w:rsidRPr="00810DF4" w:rsidRDefault="0068605B">
      <w:pPr>
        <w:tabs>
          <w:tab w:val="right" w:pos="7385"/>
        </w:tabs>
        <w:rPr>
          <w:rFonts w:ascii="Calibri" w:hAnsi="Calibri" w:cs="Calibri"/>
        </w:rPr>
      </w:pPr>
    </w:p>
    <w:p w:rsidR="008014F6" w:rsidRDefault="008014F6" w:rsidP="008014F6">
      <w:pPr>
        <w:rPr>
          <w:rFonts w:ascii="Calibri" w:hAnsi="Calibri" w:cs="Calibri"/>
        </w:rPr>
      </w:pPr>
      <w:r w:rsidRPr="00810DF4">
        <w:rPr>
          <w:rFonts w:ascii="Calibri" w:hAnsi="Calibri" w:cs="Calibri"/>
          <w:b/>
        </w:rPr>
        <w:t xml:space="preserve">Argument for the </w:t>
      </w:r>
      <w:r w:rsidR="00785267">
        <w:rPr>
          <w:rFonts w:ascii="Calibri" w:hAnsi="Calibri" w:cs="Calibri"/>
          <w:b/>
        </w:rPr>
        <w:t>Plaintiff-Appellant (Hotel):</w:t>
      </w:r>
      <w:r w:rsidRPr="00810DF4">
        <w:rPr>
          <w:rFonts w:ascii="Calibri" w:hAnsi="Calibri" w:cs="Calibri"/>
          <w:b/>
        </w:rPr>
        <w:t xml:space="preserve">  </w:t>
      </w:r>
      <w:r w:rsidRPr="00810DF4">
        <w:rPr>
          <w:rFonts w:ascii="Calibri" w:hAnsi="Calibri" w:cs="Calibri"/>
        </w:rPr>
        <w:t xml:space="preserve">Your honors, my client did </w:t>
      </w:r>
      <w:r w:rsidR="00785267">
        <w:rPr>
          <w:rFonts w:ascii="Calibri" w:hAnsi="Calibri" w:cs="Calibri"/>
        </w:rPr>
        <w:t>nothing wrong. The Del Lago staff did not create the danger. Smith was a grown man who drank voluntarily and joined the right knowing that he was at risk for injury. The hotel did not owe a duty to someone who engages in such reckless behavior. And let’s face it: Accidents happen, especially at a bar late at night. Moreover, a bar owner cannot possibly monitor the words exchanged between patrons that may lead to a fight.</w:t>
      </w:r>
    </w:p>
    <w:p w:rsidR="00027C09" w:rsidRDefault="00027C09" w:rsidP="008014F6">
      <w:pPr>
        <w:rPr>
          <w:rFonts w:ascii="Calibri" w:hAnsi="Calibri" w:cs="Calibri"/>
        </w:rPr>
      </w:pPr>
    </w:p>
    <w:p w:rsidR="00785267" w:rsidRPr="00810DF4" w:rsidRDefault="00785267" w:rsidP="008014F6">
      <w:pPr>
        <w:rPr>
          <w:rFonts w:ascii="Calibri" w:hAnsi="Calibri" w:cs="Calibri"/>
        </w:rPr>
      </w:pPr>
      <w:r>
        <w:rPr>
          <w:rFonts w:ascii="Calibri" w:hAnsi="Calibri" w:cs="Calibri"/>
        </w:rPr>
        <w:t xml:space="preserve">The law has developed sensibly. People are left to decide for themselves whether to jump into a dangerous situation. Smith made his decision, and Del Lago should not be held accountable for his poor choices. </w:t>
      </w:r>
    </w:p>
    <w:p w:rsidR="0068605B" w:rsidRPr="00810DF4" w:rsidRDefault="0068605B" w:rsidP="008014F6">
      <w:pPr>
        <w:rPr>
          <w:rFonts w:ascii="Calibri" w:hAnsi="Calibri" w:cs="Calibri"/>
        </w:rPr>
      </w:pPr>
    </w:p>
    <w:p w:rsidR="008014F6" w:rsidRDefault="008014F6" w:rsidP="00785267">
      <w:pPr>
        <w:rPr>
          <w:rFonts w:ascii="Calibri" w:hAnsi="Calibri" w:cs="Calibri"/>
        </w:rPr>
      </w:pPr>
      <w:r w:rsidRPr="00810DF4">
        <w:rPr>
          <w:rFonts w:ascii="Calibri" w:hAnsi="Calibri" w:cs="Calibri"/>
          <w:b/>
        </w:rPr>
        <w:t xml:space="preserve">Argument for the </w:t>
      </w:r>
      <w:r w:rsidR="00785267">
        <w:rPr>
          <w:rFonts w:ascii="Calibri" w:hAnsi="Calibri" w:cs="Calibri"/>
          <w:b/>
        </w:rPr>
        <w:t>Defendant-Appellee (Smith)</w:t>
      </w:r>
      <w:r w:rsidRPr="00810DF4">
        <w:rPr>
          <w:rFonts w:ascii="Calibri" w:hAnsi="Calibri" w:cs="Calibri"/>
          <w:b/>
        </w:rPr>
        <w:t xml:space="preserve">:   </w:t>
      </w:r>
      <w:r w:rsidRPr="00810DF4">
        <w:rPr>
          <w:rFonts w:ascii="Calibri" w:hAnsi="Calibri" w:cs="Calibri"/>
        </w:rPr>
        <w:t xml:space="preserve">Your honors, </w:t>
      </w:r>
      <w:r w:rsidR="00785267">
        <w:rPr>
          <w:rFonts w:ascii="Calibri" w:hAnsi="Calibri" w:cs="Calibri"/>
        </w:rPr>
        <w:t>Del Lago had a moral and legal duty to protect its guests from this obvious and imminent assault. When a business has knowledge of something that poses an unreasonable risk of harm to its patrons, it has a duty to take reasonable action to reduce or eliminate that risk. The hotel knew that a fight was going to break out, and should have taken the proper precautions to protects guests form that foreseeable danger.</w:t>
      </w:r>
    </w:p>
    <w:p w:rsidR="00027C09" w:rsidRDefault="00027C09" w:rsidP="00785267">
      <w:pPr>
        <w:rPr>
          <w:rFonts w:ascii="Calibri" w:hAnsi="Calibri" w:cs="Calibri"/>
        </w:rPr>
      </w:pPr>
    </w:p>
    <w:p w:rsidR="00785267" w:rsidRPr="00810DF4" w:rsidRDefault="00785267" w:rsidP="00785267">
      <w:pPr>
        <w:rPr>
          <w:rFonts w:ascii="Calibri" w:hAnsi="Calibri" w:cs="Calibri"/>
        </w:rPr>
      </w:pPr>
      <w:r>
        <w:rPr>
          <w:rFonts w:ascii="Calibri" w:hAnsi="Calibri" w:cs="Calibri"/>
        </w:rPr>
        <w:t xml:space="preserve">During the 90 minutes of escalating tensions, the bar staff continued to serve alcohol, ignored the blatant risks, and did not even call security. When the bar staff finally decided to call for </w:t>
      </w:r>
      <w:proofErr w:type="gramStart"/>
      <w:r>
        <w:rPr>
          <w:rFonts w:ascii="Calibri" w:hAnsi="Calibri" w:cs="Calibri"/>
        </w:rPr>
        <w:t>help,,</w:t>
      </w:r>
      <w:proofErr w:type="gramEnd"/>
      <w:r>
        <w:rPr>
          <w:rFonts w:ascii="Calibri" w:hAnsi="Calibri" w:cs="Calibri"/>
        </w:rPr>
        <w:t xml:space="preserve"> they did not even have the number. It was too little, too late. The establishment had already breached its duty of care to protects its guests from foreseeable harm. </w:t>
      </w:r>
    </w:p>
    <w:p w:rsidR="00AF4B4C" w:rsidRPr="00810DF4" w:rsidRDefault="00AF4B4C" w:rsidP="008014F6">
      <w:pPr>
        <w:rPr>
          <w:rFonts w:ascii="Calibri" w:hAnsi="Calibri" w:cs="Calibri"/>
        </w:rPr>
      </w:pPr>
    </w:p>
    <w:p w:rsidR="00AF4B4C" w:rsidRDefault="00AF4B4C" w:rsidP="008014F6">
      <w:pPr>
        <w:rPr>
          <w:rFonts w:ascii="Calibri" w:hAnsi="Calibri" w:cs="Calibri"/>
        </w:rPr>
      </w:pPr>
      <w:r w:rsidRPr="00810DF4">
        <w:rPr>
          <w:rFonts w:ascii="Calibri" w:hAnsi="Calibri" w:cs="Calibri"/>
          <w:b/>
        </w:rPr>
        <w:t>Holding:</w:t>
      </w:r>
      <w:r w:rsidRPr="00810DF4">
        <w:rPr>
          <w:rFonts w:ascii="Calibri" w:hAnsi="Calibri" w:cs="Calibri"/>
        </w:rPr>
        <w:t xml:space="preserve"> The </w:t>
      </w:r>
      <w:r w:rsidR="00221F5A">
        <w:rPr>
          <w:rFonts w:ascii="Calibri" w:hAnsi="Calibri" w:cs="Calibri"/>
        </w:rPr>
        <w:t>court of appeals affirmed the judgment of the Court of Appeals, upholding the decision of the jury</w:t>
      </w:r>
      <w:r w:rsidRPr="00810DF4">
        <w:rPr>
          <w:rFonts w:ascii="Calibri" w:hAnsi="Calibri" w:cs="Calibri"/>
        </w:rPr>
        <w:t>.</w:t>
      </w:r>
    </w:p>
    <w:p w:rsidR="002F6B37" w:rsidRPr="00810DF4" w:rsidRDefault="002F6B37" w:rsidP="008014F6">
      <w:pPr>
        <w:rPr>
          <w:rFonts w:ascii="Calibri" w:hAnsi="Calibri" w:cs="Calibri"/>
        </w:rPr>
      </w:pPr>
    </w:p>
    <w:p w:rsidR="00AF4B4C" w:rsidRPr="00810DF4" w:rsidRDefault="00AF4B4C" w:rsidP="00CE6141">
      <w:pPr>
        <w:tabs>
          <w:tab w:val="left" w:pos="450"/>
        </w:tabs>
        <w:rPr>
          <w:rFonts w:ascii="Calibri" w:hAnsi="Calibri" w:cs="Calibri"/>
          <w:szCs w:val="22"/>
        </w:rPr>
      </w:pPr>
      <w:r w:rsidRPr="00810DF4">
        <w:rPr>
          <w:rFonts w:ascii="Calibri" w:hAnsi="Calibri" w:cs="Calibri"/>
          <w:b/>
          <w:szCs w:val="22"/>
        </w:rPr>
        <w:t>Question:</w:t>
      </w:r>
      <w:r w:rsidRPr="00810DF4">
        <w:rPr>
          <w:rFonts w:ascii="Calibri" w:hAnsi="Calibri" w:cs="Calibri"/>
          <w:szCs w:val="22"/>
        </w:rPr>
        <w:t xml:space="preserve"> </w:t>
      </w:r>
      <w:r w:rsidR="00E03B75">
        <w:rPr>
          <w:rFonts w:ascii="Calibri" w:hAnsi="Calibri" w:cs="Calibri"/>
          <w:b/>
          <w:szCs w:val="22"/>
        </w:rPr>
        <w:t xml:space="preserve">Did the </w:t>
      </w:r>
      <w:r w:rsidR="00027C09">
        <w:rPr>
          <w:rFonts w:ascii="Calibri" w:hAnsi="Calibri" w:cs="Calibri"/>
          <w:b/>
          <w:szCs w:val="22"/>
        </w:rPr>
        <w:t xml:space="preserve">hotel </w:t>
      </w:r>
      <w:r w:rsidRPr="00810DF4">
        <w:rPr>
          <w:rFonts w:ascii="Calibri" w:hAnsi="Calibri" w:cs="Calibri"/>
          <w:b/>
          <w:szCs w:val="22"/>
        </w:rPr>
        <w:t>owe a duty</w:t>
      </w:r>
      <w:r w:rsidR="002024C3">
        <w:rPr>
          <w:rFonts w:ascii="Calibri" w:hAnsi="Calibri" w:cs="Calibri"/>
          <w:b/>
          <w:szCs w:val="22"/>
        </w:rPr>
        <w:t xml:space="preserve"> to the patron who was injured</w:t>
      </w:r>
      <w:r w:rsidRPr="00810DF4">
        <w:rPr>
          <w:rFonts w:ascii="Calibri" w:hAnsi="Calibri" w:cs="Calibri"/>
          <w:b/>
          <w:szCs w:val="22"/>
        </w:rPr>
        <w:t>?</w:t>
      </w:r>
    </w:p>
    <w:p w:rsidR="00C03F5B" w:rsidRDefault="00AF4B4C" w:rsidP="002F6B37">
      <w:pPr>
        <w:pStyle w:val="Default"/>
        <w:rPr>
          <w:rFonts w:ascii="Calibri" w:hAnsi="Calibri" w:cs="Calibri"/>
          <w:sz w:val="22"/>
          <w:szCs w:val="22"/>
        </w:rPr>
      </w:pPr>
      <w:r w:rsidRPr="00810DF4">
        <w:rPr>
          <w:rFonts w:ascii="Calibri" w:hAnsi="Calibri" w:cs="Calibri"/>
          <w:b/>
          <w:sz w:val="22"/>
          <w:szCs w:val="22"/>
        </w:rPr>
        <w:lastRenderedPageBreak/>
        <w:t>Answer:</w:t>
      </w:r>
      <w:r w:rsidRPr="00810DF4">
        <w:rPr>
          <w:rFonts w:ascii="Calibri" w:hAnsi="Calibri" w:cs="Calibri"/>
          <w:sz w:val="22"/>
          <w:szCs w:val="22"/>
        </w:rPr>
        <w:t xml:space="preserve"> Yes, </w:t>
      </w:r>
      <w:r w:rsidR="00C03F5B">
        <w:rPr>
          <w:rFonts w:ascii="Calibri" w:hAnsi="Calibri" w:cs="Calibri"/>
          <w:sz w:val="22"/>
          <w:szCs w:val="22"/>
        </w:rPr>
        <w:t xml:space="preserve">in this case, </w:t>
      </w:r>
      <w:r w:rsidRPr="00810DF4">
        <w:rPr>
          <w:rFonts w:ascii="Calibri" w:hAnsi="Calibri" w:cs="Calibri"/>
          <w:sz w:val="22"/>
          <w:szCs w:val="22"/>
        </w:rPr>
        <w:t xml:space="preserve">the </w:t>
      </w:r>
      <w:r w:rsidR="00C03F5B">
        <w:rPr>
          <w:rFonts w:ascii="Calibri" w:hAnsi="Calibri" w:cs="Calibri"/>
          <w:sz w:val="22"/>
          <w:szCs w:val="22"/>
        </w:rPr>
        <w:t>hotel</w:t>
      </w:r>
      <w:r w:rsidRPr="00810DF4">
        <w:rPr>
          <w:rFonts w:ascii="Calibri" w:hAnsi="Calibri" w:cs="Calibri"/>
          <w:sz w:val="22"/>
          <w:szCs w:val="22"/>
        </w:rPr>
        <w:t xml:space="preserve"> owed a duty to the </w:t>
      </w:r>
      <w:r w:rsidR="002024C3">
        <w:rPr>
          <w:rFonts w:ascii="Calibri" w:hAnsi="Calibri" w:cs="Calibri"/>
          <w:sz w:val="22"/>
          <w:szCs w:val="22"/>
        </w:rPr>
        <w:t xml:space="preserve">patron because it </w:t>
      </w:r>
      <w:r w:rsidR="00C03F5B">
        <w:rPr>
          <w:rFonts w:ascii="Calibri" w:hAnsi="Calibri" w:cs="Calibri"/>
          <w:sz w:val="22"/>
          <w:szCs w:val="22"/>
        </w:rPr>
        <w:t xml:space="preserve">had reason to know </w:t>
      </w:r>
      <w:r w:rsidR="002024C3">
        <w:rPr>
          <w:rFonts w:ascii="Calibri" w:hAnsi="Calibri" w:cs="Calibri"/>
          <w:sz w:val="22"/>
          <w:szCs w:val="22"/>
        </w:rPr>
        <w:t>that a</w:t>
      </w:r>
      <w:r w:rsidR="00027C09">
        <w:rPr>
          <w:rFonts w:ascii="Calibri" w:hAnsi="Calibri" w:cs="Calibri"/>
          <w:sz w:val="22"/>
          <w:szCs w:val="22"/>
        </w:rPr>
        <w:t>n imminent</w:t>
      </w:r>
      <w:r w:rsidR="00C03F5B">
        <w:rPr>
          <w:rFonts w:ascii="Calibri" w:hAnsi="Calibri" w:cs="Calibri"/>
          <w:sz w:val="22"/>
          <w:szCs w:val="22"/>
        </w:rPr>
        <w:t xml:space="preserve"> risk of harm </w:t>
      </w:r>
      <w:r w:rsidR="002024C3">
        <w:rPr>
          <w:rFonts w:ascii="Calibri" w:hAnsi="Calibri" w:cs="Calibri"/>
          <w:sz w:val="22"/>
          <w:szCs w:val="22"/>
        </w:rPr>
        <w:t xml:space="preserve">existed. </w:t>
      </w:r>
    </w:p>
    <w:p w:rsidR="00AF4B4C" w:rsidRPr="00810DF4" w:rsidRDefault="00AF4B4C" w:rsidP="002F6B37">
      <w:pPr>
        <w:pStyle w:val="Default"/>
        <w:rPr>
          <w:rFonts w:ascii="Calibri" w:hAnsi="Calibri" w:cs="Calibri"/>
          <w:sz w:val="22"/>
          <w:szCs w:val="22"/>
        </w:rPr>
      </w:pPr>
      <w:r w:rsidRPr="00810DF4">
        <w:rPr>
          <w:rFonts w:ascii="Calibri" w:hAnsi="Calibri" w:cs="Calibri"/>
          <w:b/>
          <w:sz w:val="22"/>
          <w:szCs w:val="22"/>
        </w:rPr>
        <w:t>Question:</w:t>
      </w:r>
      <w:r w:rsidRPr="00810DF4">
        <w:rPr>
          <w:rFonts w:ascii="Calibri" w:hAnsi="Calibri" w:cs="Calibri"/>
          <w:sz w:val="22"/>
          <w:szCs w:val="22"/>
        </w:rPr>
        <w:t xml:space="preserve"> </w:t>
      </w:r>
      <w:r w:rsidR="002024C3">
        <w:rPr>
          <w:rFonts w:ascii="Calibri" w:hAnsi="Calibri" w:cs="Calibri"/>
          <w:b/>
          <w:sz w:val="22"/>
          <w:szCs w:val="22"/>
        </w:rPr>
        <w:t>How did it breach</w:t>
      </w:r>
      <w:r w:rsidRPr="00810DF4">
        <w:rPr>
          <w:rFonts w:ascii="Calibri" w:hAnsi="Calibri" w:cs="Calibri"/>
          <w:b/>
          <w:sz w:val="22"/>
          <w:szCs w:val="22"/>
        </w:rPr>
        <w:t xml:space="preserve"> this duty?</w:t>
      </w:r>
    </w:p>
    <w:p w:rsidR="00AF4B4C" w:rsidRDefault="00AF4B4C" w:rsidP="002F6B37">
      <w:pPr>
        <w:pStyle w:val="Default"/>
        <w:rPr>
          <w:rFonts w:ascii="Calibri" w:hAnsi="Calibri" w:cs="Calibri"/>
          <w:sz w:val="22"/>
          <w:szCs w:val="22"/>
        </w:rPr>
      </w:pPr>
      <w:r w:rsidRPr="00810DF4">
        <w:rPr>
          <w:rFonts w:ascii="Calibri" w:hAnsi="Calibri" w:cs="Calibri"/>
          <w:b/>
          <w:sz w:val="22"/>
          <w:szCs w:val="22"/>
        </w:rPr>
        <w:t>Answer:</w:t>
      </w:r>
      <w:r w:rsidRPr="00810DF4">
        <w:rPr>
          <w:rFonts w:ascii="Calibri" w:hAnsi="Calibri" w:cs="Calibri"/>
          <w:sz w:val="22"/>
          <w:szCs w:val="22"/>
        </w:rPr>
        <w:t xml:space="preserve"> </w:t>
      </w:r>
      <w:r w:rsidR="002024C3">
        <w:rPr>
          <w:rFonts w:ascii="Calibri" w:hAnsi="Calibri" w:cs="Calibri"/>
          <w:sz w:val="22"/>
          <w:szCs w:val="22"/>
        </w:rPr>
        <w:t xml:space="preserve">For an hour and a half, </w:t>
      </w:r>
      <w:r w:rsidR="00027C09">
        <w:rPr>
          <w:rFonts w:ascii="Calibri" w:hAnsi="Calibri" w:cs="Calibri"/>
          <w:sz w:val="22"/>
          <w:szCs w:val="22"/>
        </w:rPr>
        <w:t>the hotel</w:t>
      </w:r>
      <w:r w:rsidR="002024C3">
        <w:rPr>
          <w:rFonts w:ascii="Calibri" w:hAnsi="Calibri" w:cs="Calibri"/>
          <w:sz w:val="22"/>
          <w:szCs w:val="22"/>
        </w:rPr>
        <w:t xml:space="preserve"> knowingly served rowdy and drunk rivals who were engaged in repeated and aggressive verbal and physical confrontations, which resulted in a full-scale brawl </w:t>
      </w:r>
      <w:proofErr w:type="gramStart"/>
      <w:r w:rsidR="002024C3">
        <w:rPr>
          <w:rFonts w:ascii="Calibri" w:hAnsi="Calibri" w:cs="Calibri"/>
          <w:sz w:val="22"/>
          <w:szCs w:val="22"/>
        </w:rPr>
        <w:t>The</w:t>
      </w:r>
      <w:proofErr w:type="gramEnd"/>
      <w:r w:rsidR="002024C3">
        <w:rPr>
          <w:rFonts w:ascii="Calibri" w:hAnsi="Calibri" w:cs="Calibri"/>
          <w:sz w:val="22"/>
          <w:szCs w:val="22"/>
        </w:rPr>
        <w:t xml:space="preserve"> staff observed, but did nothing to reduce the hostility, which was unreasonable in the circumstances. Injury was foreseeable.</w:t>
      </w:r>
    </w:p>
    <w:p w:rsidR="002024C3" w:rsidRPr="00810DF4" w:rsidRDefault="002024C3" w:rsidP="002024C3">
      <w:pPr>
        <w:pStyle w:val="Question"/>
        <w:ind w:left="0"/>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key issue in this civil suit?</w:t>
      </w:r>
    </w:p>
    <w:p w:rsidR="002024C3" w:rsidRDefault="002024C3" w:rsidP="002024C3">
      <w:pPr>
        <w:pStyle w:val="Question"/>
        <w:ind w:left="0"/>
        <w:rPr>
          <w:rFonts w:ascii="Calibri" w:hAnsi="Calibri" w:cs="Calibri"/>
        </w:rPr>
      </w:pPr>
      <w:r w:rsidRPr="00810DF4">
        <w:rPr>
          <w:rFonts w:ascii="Calibri" w:hAnsi="Calibri" w:cs="Calibri"/>
          <w:b/>
        </w:rPr>
        <w:t>Answer:</w:t>
      </w:r>
      <w:r w:rsidRPr="00810DF4">
        <w:rPr>
          <w:rFonts w:ascii="Calibri" w:hAnsi="Calibri" w:cs="Calibri"/>
        </w:rPr>
        <w:t xml:space="preserve">  </w:t>
      </w:r>
      <w:r w:rsidR="00027C09">
        <w:rPr>
          <w:rFonts w:ascii="Calibri" w:hAnsi="Calibri" w:cs="Calibri"/>
        </w:rPr>
        <w:t>The key issue is w</w:t>
      </w:r>
      <w:r w:rsidRPr="00810DF4">
        <w:rPr>
          <w:rFonts w:ascii="Calibri" w:hAnsi="Calibri" w:cs="Calibri"/>
        </w:rPr>
        <w:t xml:space="preserve">hether </w:t>
      </w:r>
      <w:r>
        <w:rPr>
          <w:rFonts w:ascii="Calibri" w:hAnsi="Calibri" w:cs="Calibri"/>
        </w:rPr>
        <w:t>the injury to a patron was foreseeable</w:t>
      </w:r>
      <w:r w:rsidRPr="00810DF4">
        <w:rPr>
          <w:rFonts w:ascii="Calibri" w:hAnsi="Calibri" w:cs="Calibri"/>
        </w:rPr>
        <w:t>.</w:t>
      </w:r>
    </w:p>
    <w:p w:rsidR="002024C3" w:rsidRDefault="002024C3" w:rsidP="002024C3">
      <w:pPr>
        <w:pStyle w:val="Question"/>
        <w:ind w:left="0"/>
        <w:rPr>
          <w:rFonts w:ascii="Calibri" w:hAnsi="Calibri" w:cs="Calibri"/>
        </w:rPr>
      </w:pPr>
      <w:r w:rsidRPr="00027C09">
        <w:rPr>
          <w:rFonts w:ascii="Calibri" w:hAnsi="Calibri" w:cs="Calibri"/>
          <w:b/>
        </w:rPr>
        <w:t>Question:</w:t>
      </w:r>
      <w:r>
        <w:rPr>
          <w:rFonts w:ascii="Calibri" w:hAnsi="Calibri" w:cs="Calibri"/>
        </w:rPr>
        <w:t xml:space="preserve"> </w:t>
      </w:r>
      <w:r w:rsidRPr="00027C09">
        <w:rPr>
          <w:rFonts w:ascii="Calibri" w:hAnsi="Calibri" w:cs="Calibri"/>
          <w:b/>
        </w:rPr>
        <w:t>What factors impose a duty of care upon such an establishment?</w:t>
      </w:r>
    </w:p>
    <w:p w:rsidR="002024C3" w:rsidRDefault="002024C3" w:rsidP="002024C3">
      <w:pPr>
        <w:pStyle w:val="Question"/>
        <w:ind w:left="0"/>
        <w:rPr>
          <w:rFonts w:ascii="Calibri" w:hAnsi="Calibri" w:cs="Calibri"/>
        </w:rPr>
      </w:pPr>
      <w:r w:rsidRPr="00027C09">
        <w:rPr>
          <w:rFonts w:ascii="Calibri" w:hAnsi="Calibri" w:cs="Calibri"/>
          <w:b/>
        </w:rPr>
        <w:t>Answer:</w:t>
      </w:r>
      <w:r>
        <w:rPr>
          <w:rFonts w:ascii="Calibri" w:hAnsi="Calibri" w:cs="Calibri"/>
        </w:rPr>
        <w:t xml:space="preserve"> When the establishment knows or has reason to know of an unreasonable risk of harm. In this case, </w:t>
      </w:r>
      <w:r w:rsidR="00027C09">
        <w:rPr>
          <w:rFonts w:ascii="Calibri" w:hAnsi="Calibri" w:cs="Calibri"/>
        </w:rPr>
        <w:t xml:space="preserve">the hotel </w:t>
      </w:r>
      <w:r>
        <w:rPr>
          <w:rFonts w:ascii="Calibri" w:hAnsi="Calibri" w:cs="Calibri"/>
        </w:rPr>
        <w:t xml:space="preserve">had actual and direct knowledge that a violent brawl was imminent between drunk, belligerent patrons, and had ample time and means to defuse the situation. </w:t>
      </w:r>
    </w:p>
    <w:p w:rsidR="002024C3" w:rsidRDefault="002024C3" w:rsidP="002024C3">
      <w:pPr>
        <w:pStyle w:val="Question"/>
        <w:ind w:left="0"/>
        <w:rPr>
          <w:rFonts w:ascii="Calibri" w:hAnsi="Calibri" w:cs="Calibri"/>
        </w:rPr>
      </w:pPr>
      <w:r w:rsidRPr="00027C09">
        <w:rPr>
          <w:rFonts w:ascii="Calibri" w:hAnsi="Calibri" w:cs="Calibri"/>
          <w:b/>
        </w:rPr>
        <w:t>Question</w:t>
      </w:r>
      <w:r>
        <w:rPr>
          <w:rFonts w:ascii="Calibri" w:hAnsi="Calibri" w:cs="Calibri"/>
        </w:rPr>
        <w:t xml:space="preserve">: </w:t>
      </w:r>
      <w:r w:rsidRPr="00027C09">
        <w:rPr>
          <w:rFonts w:ascii="Calibri" w:hAnsi="Calibri" w:cs="Calibri"/>
          <w:b/>
        </w:rPr>
        <w:t>Did the hotel breach its duty?</w:t>
      </w:r>
    </w:p>
    <w:p w:rsidR="002024C3" w:rsidRPr="00810DF4" w:rsidRDefault="002024C3" w:rsidP="002024C3">
      <w:pPr>
        <w:pStyle w:val="Question"/>
        <w:ind w:left="0"/>
        <w:rPr>
          <w:rFonts w:ascii="Calibri" w:hAnsi="Calibri" w:cs="Calibri"/>
        </w:rPr>
      </w:pPr>
      <w:r w:rsidRPr="00027C09">
        <w:rPr>
          <w:rFonts w:ascii="Calibri" w:hAnsi="Calibri" w:cs="Calibri"/>
          <w:b/>
        </w:rPr>
        <w:t>Answer:</w:t>
      </w:r>
      <w:r>
        <w:rPr>
          <w:rFonts w:ascii="Calibri" w:hAnsi="Calibri" w:cs="Calibri"/>
        </w:rPr>
        <w:t xml:space="preserve"> Yes, despite escalating verbal disputes and shoving between the groups over the course of 90 minutes, the hotel took no action, continued to serve drinks</w:t>
      </w:r>
      <w:r w:rsidR="00027C09">
        <w:rPr>
          <w:rFonts w:ascii="Calibri" w:hAnsi="Calibri" w:cs="Calibri"/>
        </w:rPr>
        <w:t xml:space="preserve"> and did not call security until it was too late</w:t>
      </w:r>
      <w:r>
        <w:rPr>
          <w:rFonts w:ascii="Calibri" w:hAnsi="Calibri" w:cs="Calibri"/>
        </w:rPr>
        <w:t xml:space="preserve">. </w:t>
      </w:r>
    </w:p>
    <w:p w:rsidR="00642B8F" w:rsidRPr="00810DF4" w:rsidRDefault="00642B8F" w:rsidP="008014F6">
      <w:pPr>
        <w:rPr>
          <w:rFonts w:ascii="Calibri" w:hAnsi="Calibri" w:cs="Calibri"/>
        </w:rPr>
      </w:pPr>
    </w:p>
    <w:p w:rsidR="00642B8F" w:rsidRPr="002F6B37" w:rsidRDefault="00642B8F" w:rsidP="008014F6">
      <w:pPr>
        <w:rPr>
          <w:rFonts w:ascii="Calibri" w:hAnsi="Calibri" w:cs="Calibri"/>
          <w:b/>
          <w:sz w:val="32"/>
          <w:szCs w:val="32"/>
        </w:rPr>
      </w:pPr>
      <w:r w:rsidRPr="002F6B37">
        <w:rPr>
          <w:rFonts w:ascii="Calibri" w:hAnsi="Calibri" w:cs="Calibri"/>
          <w:b/>
          <w:sz w:val="32"/>
          <w:szCs w:val="32"/>
        </w:rPr>
        <w:t>Chapter Conclusion</w:t>
      </w:r>
    </w:p>
    <w:p w:rsidR="00B803D2" w:rsidRDefault="00B803D2" w:rsidP="00B803D2">
      <w:pPr>
        <w:rPr>
          <w:rFonts w:ascii="Calibri" w:hAnsi="Calibri" w:cs="Calibri"/>
        </w:rPr>
      </w:pPr>
      <w:r w:rsidRPr="00810DF4">
        <w:rPr>
          <w:rFonts w:ascii="Calibri" w:hAnsi="Calibri" w:cs="Calibri"/>
        </w:rPr>
        <w:t xml:space="preserve">We depend upon the law to give us a stable nation and economy, a fair society, and a safe place to live and work. But while law is a vital tool for crafting the society we want, there are no easy answers about how to create it. In a democracy, we all participate in the crafting. A working knowledge of the law can build a successful career – and a solid democracy. </w:t>
      </w:r>
      <w:r w:rsidRPr="00810DF4">
        <w:rPr>
          <w:rFonts w:ascii="Calibri" w:hAnsi="Calibri" w:cs="Calibri"/>
        </w:rPr>
        <w:tab/>
      </w:r>
    </w:p>
    <w:p w:rsidR="008A18A6" w:rsidRDefault="008A18A6" w:rsidP="00B803D2">
      <w:pPr>
        <w:rPr>
          <w:rFonts w:ascii="Calibri" w:hAnsi="Calibri" w:cs="Calibri"/>
        </w:rPr>
      </w:pPr>
    </w:p>
    <w:p w:rsidR="008A18A6" w:rsidRPr="00810DF4" w:rsidRDefault="008A18A6" w:rsidP="008A18A6">
      <w:pPr>
        <w:rPr>
          <w:rFonts w:ascii="Calibri" w:hAnsi="Calibri" w:cs="Calibri"/>
        </w:rPr>
      </w:pPr>
      <w:r>
        <w:rPr>
          <w:rFonts w:ascii="Calibri" w:hAnsi="Calibri" w:cs="Calibri"/>
          <w:noProof/>
        </w:rPr>
        <w:drawing>
          <wp:inline distT="0" distB="0" distL="0" distR="0" wp14:anchorId="6BFA9FDF" wp14:editId="08D42AB2">
            <wp:extent cx="552450" cy="476250"/>
            <wp:effectExtent l="0" t="0" r="0" b="0"/>
            <wp:docPr id="38" name="Picture 150" descr="Description: C:\Users\Beth\Documents\Beth's work\BEATTY\Beatty STD6e\Mul choice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escription: C:\Users\Beth\Documents\Beth's work\BEATTY\Beatty STD6e\Mul choice icon.jpg"/>
                    <pic:cNvPicPr>
                      <a:picLocks noChangeAspect="1" noChangeArrowheads="1"/>
                    </pic:cNvPicPr>
                  </pic:nvPicPr>
                  <pic:blipFill>
                    <a:blip r:embed="rId10">
                      <a:extLst>
                        <a:ext uri="{28A0092B-C50C-407E-A947-70E740481C1C}">
                          <a14:useLocalDpi xmlns:a14="http://schemas.microsoft.com/office/drawing/2010/main" val="0"/>
                        </a:ext>
                      </a:extLst>
                    </a:blip>
                    <a:srcRect l="26042" t="30208" r="28448" b="30527"/>
                    <a:stretch>
                      <a:fillRect/>
                    </a:stretch>
                  </pic:blipFill>
                  <pic:spPr bwMode="auto">
                    <a:xfrm>
                      <a:off x="0" y="0"/>
                      <a:ext cx="552450" cy="476250"/>
                    </a:xfrm>
                    <a:prstGeom prst="rect">
                      <a:avLst/>
                    </a:prstGeom>
                    <a:noFill/>
                    <a:ln>
                      <a:noFill/>
                    </a:ln>
                  </pic:spPr>
                </pic:pic>
              </a:graphicData>
            </a:graphic>
          </wp:inline>
        </w:drawing>
      </w:r>
      <w:r>
        <w:rPr>
          <w:rStyle w:val="TopheadingCharCharChar"/>
          <w:rFonts w:ascii="Calibri" w:hAnsi="Calibri" w:cs="Calibri"/>
          <w:sz w:val="32"/>
          <w:szCs w:val="32"/>
        </w:rPr>
        <w:t>Matching</w:t>
      </w:r>
      <w:r w:rsidRPr="002F6B37">
        <w:rPr>
          <w:rStyle w:val="TopheadingCharCharChar"/>
          <w:rFonts w:ascii="Calibri" w:hAnsi="Calibri" w:cs="Calibri"/>
          <w:sz w:val="32"/>
          <w:szCs w:val="32"/>
        </w:rPr>
        <w:t xml:space="preserve"> Questions</w:t>
      </w:r>
    </w:p>
    <w:p w:rsidR="008A18A6" w:rsidRDefault="008A18A6" w:rsidP="00B803D2">
      <w:pPr>
        <w:rPr>
          <w:rFonts w:ascii="Calibri" w:hAnsi="Calibri" w:cs="Calibri"/>
        </w:rPr>
      </w:pPr>
      <w:r>
        <w:rPr>
          <w:rFonts w:ascii="Calibri" w:hAnsi="Calibri" w:cs="Calibri"/>
        </w:rPr>
        <w:t>Match the following terms with their definitions:</w:t>
      </w:r>
      <w:r w:rsidR="006B6AAA">
        <w:rPr>
          <w:rFonts w:ascii="Calibri" w:hAnsi="Calibri" w:cs="Calibri"/>
        </w:rPr>
        <w:t xml:space="preserve"> </w:t>
      </w:r>
    </w:p>
    <w:p w:rsidR="008A18A6" w:rsidRDefault="008A18A6" w:rsidP="00B803D2">
      <w:pPr>
        <w:rPr>
          <w:rFonts w:ascii="Calibri" w:hAnsi="Calibri" w:cs="Calibri"/>
        </w:rPr>
      </w:pPr>
      <w:r>
        <w:rPr>
          <w:rFonts w:ascii="Calibri" w:hAnsi="Calibri" w:cs="Calibri"/>
        </w:rPr>
        <w:t>_____A. Statute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1. Law created by judges</w:t>
      </w:r>
    </w:p>
    <w:p w:rsidR="008A18A6" w:rsidRDefault="008A18A6" w:rsidP="00B803D2">
      <w:pPr>
        <w:rPr>
          <w:rFonts w:ascii="Calibri" w:hAnsi="Calibri" w:cs="Calibri"/>
        </w:rPr>
      </w:pPr>
      <w:r>
        <w:rPr>
          <w:rFonts w:ascii="Calibri" w:hAnsi="Calibri" w:cs="Calibri"/>
        </w:rPr>
        <w:t>_____B. Administrative agencies</w:t>
      </w:r>
      <w:r>
        <w:rPr>
          <w:rFonts w:ascii="Calibri" w:hAnsi="Calibri" w:cs="Calibri"/>
        </w:rPr>
        <w:tab/>
      </w:r>
      <w:r>
        <w:rPr>
          <w:rFonts w:ascii="Calibri" w:hAnsi="Calibri" w:cs="Calibri"/>
        </w:rPr>
        <w:tab/>
      </w:r>
      <w:r>
        <w:rPr>
          <w:rFonts w:ascii="Calibri" w:hAnsi="Calibri" w:cs="Calibri"/>
        </w:rPr>
        <w:tab/>
        <w:t>2. Let the decision stand</w:t>
      </w:r>
    </w:p>
    <w:p w:rsidR="008A18A6" w:rsidRDefault="008A18A6" w:rsidP="00B803D2">
      <w:pPr>
        <w:rPr>
          <w:rFonts w:ascii="Calibri" w:hAnsi="Calibri" w:cs="Calibri"/>
        </w:rPr>
      </w:pPr>
      <w:r>
        <w:rPr>
          <w:rFonts w:ascii="Calibri" w:hAnsi="Calibri" w:cs="Calibri"/>
        </w:rPr>
        <w:t>_____C. Common law</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3. A law passed by Congress or a state legislature</w:t>
      </w:r>
    </w:p>
    <w:p w:rsidR="008A18A6" w:rsidRDefault="008A18A6" w:rsidP="00B803D2">
      <w:pPr>
        <w:rPr>
          <w:rFonts w:ascii="Calibri" w:hAnsi="Calibri" w:cs="Calibri"/>
        </w:rPr>
      </w:pPr>
      <w:r>
        <w:rPr>
          <w:rFonts w:ascii="Calibri" w:hAnsi="Calibri" w:cs="Calibri"/>
        </w:rPr>
        <w:t>_____D. Stare decisis</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4. The supreme law of the land</w:t>
      </w:r>
    </w:p>
    <w:p w:rsidR="008A18A6" w:rsidRDefault="008A18A6" w:rsidP="00B803D2">
      <w:pPr>
        <w:rPr>
          <w:rFonts w:ascii="Calibri" w:hAnsi="Calibri" w:cs="Calibri"/>
        </w:rPr>
      </w:pPr>
      <w:r>
        <w:rPr>
          <w:rFonts w:ascii="Calibri" w:hAnsi="Calibri" w:cs="Calibri"/>
        </w:rPr>
        <w:t>_____E. United States Constitution</w:t>
      </w:r>
      <w:r>
        <w:rPr>
          <w:rFonts w:ascii="Calibri" w:hAnsi="Calibri" w:cs="Calibri"/>
        </w:rPr>
        <w:tab/>
      </w:r>
      <w:r>
        <w:rPr>
          <w:rFonts w:ascii="Calibri" w:hAnsi="Calibri" w:cs="Calibri"/>
        </w:rPr>
        <w:tab/>
      </w:r>
      <w:r>
        <w:rPr>
          <w:rFonts w:ascii="Calibri" w:hAnsi="Calibri" w:cs="Calibri"/>
        </w:rPr>
        <w:tab/>
        <w:t>5. The IRS, the EPA, the FCC, the SEC</w:t>
      </w:r>
    </w:p>
    <w:p w:rsidR="008A18A6" w:rsidRDefault="008A18A6" w:rsidP="00B803D2">
      <w:pPr>
        <w:rPr>
          <w:rFonts w:ascii="Calibri" w:hAnsi="Calibri" w:cs="Calibri"/>
        </w:rPr>
      </w:pPr>
    </w:p>
    <w:p w:rsidR="008A18A6" w:rsidRPr="006B6AAA" w:rsidRDefault="008A18A6" w:rsidP="00B803D2">
      <w:pPr>
        <w:rPr>
          <w:rFonts w:ascii="Calibri" w:hAnsi="Calibri" w:cs="Calibri"/>
          <w:b/>
        </w:rPr>
      </w:pPr>
      <w:r w:rsidRPr="006B6AAA">
        <w:rPr>
          <w:rFonts w:ascii="Calibri" w:hAnsi="Calibri" w:cs="Calibri"/>
          <w:b/>
        </w:rPr>
        <w:t xml:space="preserve">Answers: </w:t>
      </w:r>
    </w:p>
    <w:p w:rsidR="006B6AAA" w:rsidRDefault="006B6AAA" w:rsidP="006B6AAA">
      <w:pPr>
        <w:pStyle w:val="ListParagraph"/>
        <w:numPr>
          <w:ilvl w:val="0"/>
          <w:numId w:val="42"/>
        </w:numPr>
        <w:rPr>
          <w:rFonts w:ascii="Calibri" w:hAnsi="Calibri" w:cs="Calibri"/>
        </w:rPr>
      </w:pPr>
      <w:r>
        <w:rPr>
          <w:rFonts w:ascii="Calibri" w:hAnsi="Calibri" w:cs="Calibri"/>
        </w:rPr>
        <w:t>Is 3</w:t>
      </w:r>
    </w:p>
    <w:p w:rsidR="006B6AAA" w:rsidRDefault="006B6AAA" w:rsidP="006B6AAA">
      <w:pPr>
        <w:pStyle w:val="ListParagraph"/>
        <w:numPr>
          <w:ilvl w:val="0"/>
          <w:numId w:val="42"/>
        </w:numPr>
        <w:rPr>
          <w:rFonts w:ascii="Calibri" w:hAnsi="Calibri" w:cs="Calibri"/>
        </w:rPr>
      </w:pPr>
      <w:r>
        <w:rPr>
          <w:rFonts w:ascii="Calibri" w:hAnsi="Calibri" w:cs="Calibri"/>
        </w:rPr>
        <w:t>Is 5</w:t>
      </w:r>
    </w:p>
    <w:p w:rsidR="006B6AAA" w:rsidRDefault="006B6AAA" w:rsidP="006B6AAA">
      <w:pPr>
        <w:pStyle w:val="ListParagraph"/>
        <w:numPr>
          <w:ilvl w:val="0"/>
          <w:numId w:val="42"/>
        </w:numPr>
        <w:rPr>
          <w:rFonts w:ascii="Calibri" w:hAnsi="Calibri" w:cs="Calibri"/>
        </w:rPr>
      </w:pPr>
      <w:r>
        <w:rPr>
          <w:rFonts w:ascii="Calibri" w:hAnsi="Calibri" w:cs="Calibri"/>
        </w:rPr>
        <w:t>Is 1</w:t>
      </w:r>
    </w:p>
    <w:p w:rsidR="006B6AAA" w:rsidRDefault="006B6AAA" w:rsidP="006B6AAA">
      <w:pPr>
        <w:pStyle w:val="ListParagraph"/>
        <w:numPr>
          <w:ilvl w:val="0"/>
          <w:numId w:val="42"/>
        </w:numPr>
        <w:rPr>
          <w:rFonts w:ascii="Calibri" w:hAnsi="Calibri" w:cs="Calibri"/>
        </w:rPr>
      </w:pPr>
      <w:r>
        <w:rPr>
          <w:rFonts w:ascii="Calibri" w:hAnsi="Calibri" w:cs="Calibri"/>
        </w:rPr>
        <w:t>Is 2</w:t>
      </w:r>
    </w:p>
    <w:p w:rsidR="006B6AAA" w:rsidRDefault="006B6AAA" w:rsidP="006B6AAA">
      <w:pPr>
        <w:pStyle w:val="ListParagraph"/>
        <w:numPr>
          <w:ilvl w:val="0"/>
          <w:numId w:val="42"/>
        </w:numPr>
        <w:rPr>
          <w:rFonts w:ascii="Calibri" w:hAnsi="Calibri" w:cs="Calibri"/>
        </w:rPr>
      </w:pPr>
      <w:r>
        <w:rPr>
          <w:rFonts w:ascii="Calibri" w:hAnsi="Calibri" w:cs="Calibri"/>
        </w:rPr>
        <w:t>Is 4</w:t>
      </w:r>
    </w:p>
    <w:p w:rsidR="006B6AAA" w:rsidRPr="006B6AAA" w:rsidRDefault="006B6AAA" w:rsidP="006B6AAA">
      <w:pPr>
        <w:ind w:left="360"/>
        <w:rPr>
          <w:rFonts w:ascii="Calibri" w:hAnsi="Calibri" w:cs="Calibri"/>
        </w:rPr>
      </w:pPr>
    </w:p>
    <w:p w:rsidR="008A18A6" w:rsidRPr="00810DF4" w:rsidRDefault="008A18A6" w:rsidP="008A18A6">
      <w:pPr>
        <w:rPr>
          <w:rFonts w:ascii="Calibri" w:hAnsi="Calibri" w:cs="Calibri"/>
        </w:rPr>
      </w:pPr>
      <w:r>
        <w:rPr>
          <w:rFonts w:ascii="Calibri" w:hAnsi="Calibri" w:cs="Calibri"/>
          <w:noProof/>
        </w:rPr>
        <w:drawing>
          <wp:inline distT="0" distB="0" distL="0" distR="0" wp14:anchorId="56BF6125" wp14:editId="06FEA043">
            <wp:extent cx="552450" cy="476250"/>
            <wp:effectExtent l="0" t="0" r="0" b="0"/>
            <wp:docPr id="39" name="Picture 150" descr="Description: C:\Users\Beth\Documents\Beth's work\BEATTY\Beatty STD6e\Mul choice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escription: C:\Users\Beth\Documents\Beth's work\BEATTY\Beatty STD6e\Mul choice icon.jpg"/>
                    <pic:cNvPicPr>
                      <a:picLocks noChangeAspect="1" noChangeArrowheads="1"/>
                    </pic:cNvPicPr>
                  </pic:nvPicPr>
                  <pic:blipFill>
                    <a:blip r:embed="rId10">
                      <a:extLst>
                        <a:ext uri="{28A0092B-C50C-407E-A947-70E740481C1C}">
                          <a14:useLocalDpi xmlns:a14="http://schemas.microsoft.com/office/drawing/2010/main" val="0"/>
                        </a:ext>
                      </a:extLst>
                    </a:blip>
                    <a:srcRect l="26042" t="30208" r="28448" b="30527"/>
                    <a:stretch>
                      <a:fillRect/>
                    </a:stretch>
                  </pic:blipFill>
                  <pic:spPr bwMode="auto">
                    <a:xfrm>
                      <a:off x="0" y="0"/>
                      <a:ext cx="552450" cy="476250"/>
                    </a:xfrm>
                    <a:prstGeom prst="rect">
                      <a:avLst/>
                    </a:prstGeom>
                    <a:noFill/>
                    <a:ln>
                      <a:noFill/>
                    </a:ln>
                  </pic:spPr>
                </pic:pic>
              </a:graphicData>
            </a:graphic>
          </wp:inline>
        </w:drawing>
      </w:r>
      <w:r>
        <w:rPr>
          <w:rStyle w:val="TopheadingCharCharChar"/>
          <w:rFonts w:ascii="Calibri" w:hAnsi="Calibri" w:cs="Calibri"/>
          <w:sz w:val="32"/>
          <w:szCs w:val="32"/>
        </w:rPr>
        <w:t>True/False</w:t>
      </w:r>
      <w:r w:rsidRPr="002F6B37">
        <w:rPr>
          <w:rStyle w:val="TopheadingCharCharChar"/>
          <w:rFonts w:ascii="Calibri" w:hAnsi="Calibri" w:cs="Calibri"/>
          <w:sz w:val="32"/>
          <w:szCs w:val="32"/>
        </w:rPr>
        <w:t xml:space="preserve"> Questions</w:t>
      </w:r>
    </w:p>
    <w:p w:rsidR="008A18A6" w:rsidRDefault="008A18A6" w:rsidP="008A18A6">
      <w:pPr>
        <w:rPr>
          <w:rFonts w:ascii="Calibri" w:hAnsi="Calibri" w:cs="Calibri"/>
        </w:rPr>
      </w:pPr>
      <w:r>
        <w:rPr>
          <w:rFonts w:ascii="Calibri" w:hAnsi="Calibri" w:cs="Calibri"/>
        </w:rPr>
        <w:t>Circle T for true or F for false:</w:t>
      </w:r>
      <w:r w:rsidR="00266047">
        <w:rPr>
          <w:rFonts w:ascii="Calibri" w:hAnsi="Calibri" w:cs="Calibri"/>
        </w:rPr>
        <w:t xml:space="preserve"> (</w:t>
      </w:r>
      <w:r w:rsidR="00266047" w:rsidRPr="006B6AAA">
        <w:rPr>
          <w:rFonts w:ascii="Calibri" w:hAnsi="Calibri" w:cs="Calibri"/>
          <w:b/>
        </w:rPr>
        <w:t>Correct answers are bolded)</w:t>
      </w:r>
    </w:p>
    <w:p w:rsidR="008A18A6" w:rsidRDefault="008A18A6" w:rsidP="008A18A6">
      <w:pPr>
        <w:pStyle w:val="ListParagraph"/>
        <w:numPr>
          <w:ilvl w:val="0"/>
          <w:numId w:val="41"/>
        </w:numPr>
        <w:rPr>
          <w:rFonts w:ascii="Calibri" w:hAnsi="Calibri" w:cs="Calibri"/>
        </w:rPr>
      </w:pPr>
      <w:r>
        <w:rPr>
          <w:rFonts w:ascii="Calibri" w:hAnsi="Calibri" w:cs="Calibri"/>
        </w:rPr>
        <w:t xml:space="preserve">  T     </w:t>
      </w:r>
      <w:r w:rsidRPr="00266047">
        <w:rPr>
          <w:rFonts w:ascii="Calibri" w:hAnsi="Calibri" w:cs="Calibri"/>
          <w:b/>
        </w:rPr>
        <w:t>F</w:t>
      </w:r>
      <w:r>
        <w:rPr>
          <w:rFonts w:ascii="Calibri" w:hAnsi="Calibri" w:cs="Calibri"/>
        </w:rPr>
        <w:tab/>
        <w:t>The idea that current cases must be decided based on earlier cases is called legal positivism.</w:t>
      </w:r>
    </w:p>
    <w:p w:rsidR="008A18A6" w:rsidRDefault="008A18A6" w:rsidP="008A18A6">
      <w:pPr>
        <w:pStyle w:val="ListParagraph"/>
        <w:numPr>
          <w:ilvl w:val="0"/>
          <w:numId w:val="41"/>
        </w:numPr>
        <w:rPr>
          <w:rFonts w:ascii="Calibri" w:hAnsi="Calibri" w:cs="Calibri"/>
        </w:rPr>
      </w:pPr>
      <w:r>
        <w:rPr>
          <w:rFonts w:ascii="Calibri" w:hAnsi="Calibri" w:cs="Calibri"/>
        </w:rPr>
        <w:lastRenderedPageBreak/>
        <w:t xml:space="preserve">  </w:t>
      </w:r>
      <w:r w:rsidRPr="00266047">
        <w:rPr>
          <w:rFonts w:ascii="Calibri" w:hAnsi="Calibri" w:cs="Calibri"/>
          <w:b/>
        </w:rPr>
        <w:t>T</w:t>
      </w:r>
      <w:r>
        <w:rPr>
          <w:rFonts w:ascii="Calibri" w:hAnsi="Calibri" w:cs="Calibri"/>
        </w:rPr>
        <w:t xml:space="preserve">     F</w:t>
      </w:r>
      <w:r>
        <w:rPr>
          <w:rFonts w:ascii="Calibri" w:hAnsi="Calibri" w:cs="Calibri"/>
        </w:rPr>
        <w:tab/>
        <w:t>Civil lawsuits are brought to court by the injured party, but criminal cases must be prosecuted by the government.</w:t>
      </w:r>
    </w:p>
    <w:p w:rsidR="008A18A6" w:rsidRDefault="008A18A6" w:rsidP="008A18A6">
      <w:pPr>
        <w:pStyle w:val="ListParagraph"/>
        <w:numPr>
          <w:ilvl w:val="0"/>
          <w:numId w:val="41"/>
        </w:numPr>
        <w:rPr>
          <w:rFonts w:ascii="Calibri" w:hAnsi="Calibri" w:cs="Calibri"/>
        </w:rPr>
      </w:pPr>
      <w:r>
        <w:rPr>
          <w:rFonts w:ascii="Calibri" w:hAnsi="Calibri" w:cs="Calibri"/>
        </w:rPr>
        <w:t xml:space="preserve">  T     </w:t>
      </w:r>
      <w:r w:rsidRPr="00266047">
        <w:rPr>
          <w:rFonts w:ascii="Calibri" w:hAnsi="Calibri" w:cs="Calibri"/>
          <w:b/>
        </w:rPr>
        <w:t>F</w:t>
      </w:r>
      <w:r>
        <w:rPr>
          <w:rFonts w:ascii="Calibri" w:hAnsi="Calibri" w:cs="Calibri"/>
        </w:rPr>
        <w:tab/>
        <w:t xml:space="preserve">Congress established the federal government by passing a series of statutes. </w:t>
      </w:r>
    </w:p>
    <w:p w:rsidR="008A18A6" w:rsidRDefault="00266047" w:rsidP="008A18A6">
      <w:pPr>
        <w:pStyle w:val="ListParagraph"/>
        <w:numPr>
          <w:ilvl w:val="0"/>
          <w:numId w:val="41"/>
        </w:numPr>
        <w:rPr>
          <w:rFonts w:ascii="Calibri" w:hAnsi="Calibri" w:cs="Calibri"/>
        </w:rPr>
      </w:pPr>
      <w:r>
        <w:rPr>
          <w:rFonts w:ascii="Calibri" w:hAnsi="Calibri" w:cs="Calibri"/>
        </w:rPr>
        <w:t xml:space="preserve">  T     </w:t>
      </w:r>
      <w:r w:rsidRPr="00266047">
        <w:rPr>
          <w:rFonts w:ascii="Calibri" w:hAnsi="Calibri" w:cs="Calibri"/>
          <w:b/>
        </w:rPr>
        <w:t>F</w:t>
      </w:r>
      <w:r>
        <w:rPr>
          <w:rFonts w:ascii="Calibri" w:hAnsi="Calibri" w:cs="Calibri"/>
        </w:rPr>
        <w:tab/>
        <w:t>The federal government has three branches: executive, legislative, and administrative.</w:t>
      </w:r>
    </w:p>
    <w:p w:rsidR="00266047" w:rsidRDefault="00266047" w:rsidP="008A18A6">
      <w:pPr>
        <w:pStyle w:val="ListParagraph"/>
        <w:numPr>
          <w:ilvl w:val="0"/>
          <w:numId w:val="41"/>
        </w:numPr>
        <w:rPr>
          <w:rFonts w:ascii="Calibri" w:hAnsi="Calibri" w:cs="Calibri"/>
        </w:rPr>
      </w:pPr>
      <w:r>
        <w:rPr>
          <w:rFonts w:ascii="Calibri" w:hAnsi="Calibri" w:cs="Calibri"/>
        </w:rPr>
        <w:t xml:space="preserve"> </w:t>
      </w:r>
      <w:r w:rsidRPr="00266047">
        <w:rPr>
          <w:rFonts w:ascii="Calibri" w:hAnsi="Calibri" w:cs="Calibri"/>
          <w:b/>
        </w:rPr>
        <w:t xml:space="preserve"> T</w:t>
      </w:r>
      <w:r>
        <w:rPr>
          <w:rFonts w:ascii="Calibri" w:hAnsi="Calibri" w:cs="Calibri"/>
        </w:rPr>
        <w:t xml:space="preserve">     F</w:t>
      </w:r>
      <w:r>
        <w:rPr>
          <w:rFonts w:ascii="Calibri" w:hAnsi="Calibri" w:cs="Calibri"/>
        </w:rPr>
        <w:tab/>
        <w:t xml:space="preserve">Law is different from morality, but the two are closely linked. </w:t>
      </w:r>
    </w:p>
    <w:p w:rsidR="00266047" w:rsidRDefault="00266047" w:rsidP="00266047">
      <w:pPr>
        <w:rPr>
          <w:rFonts w:ascii="Calibri" w:hAnsi="Calibri" w:cs="Calibri"/>
        </w:rPr>
      </w:pPr>
    </w:p>
    <w:p w:rsidR="00266047" w:rsidRPr="00266047" w:rsidRDefault="00266047" w:rsidP="00266047">
      <w:pPr>
        <w:rPr>
          <w:rFonts w:ascii="Calibri" w:hAnsi="Calibri" w:cs="Calibri"/>
        </w:rPr>
      </w:pPr>
    </w:p>
    <w:p w:rsidR="0051413D" w:rsidRPr="00810DF4" w:rsidRDefault="004A7B66" w:rsidP="0051413D">
      <w:pPr>
        <w:rPr>
          <w:rFonts w:ascii="Calibri" w:hAnsi="Calibri" w:cs="Calibri"/>
        </w:rPr>
      </w:pPr>
      <w:r>
        <w:rPr>
          <w:rFonts w:ascii="Calibri" w:hAnsi="Calibri" w:cs="Calibri"/>
          <w:noProof/>
        </w:rPr>
        <w:drawing>
          <wp:inline distT="0" distB="0" distL="0" distR="0">
            <wp:extent cx="552450" cy="476250"/>
            <wp:effectExtent l="0" t="0" r="0" b="0"/>
            <wp:docPr id="5" name="Picture 150" descr="Description: C:\Users\Beth\Documents\Beth's work\BEATTY\Beatty STD6e\Mul choice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escription: C:\Users\Beth\Documents\Beth's work\BEATTY\Beatty STD6e\Mul choice icon.jpg"/>
                    <pic:cNvPicPr>
                      <a:picLocks noChangeAspect="1" noChangeArrowheads="1"/>
                    </pic:cNvPicPr>
                  </pic:nvPicPr>
                  <pic:blipFill>
                    <a:blip r:embed="rId10">
                      <a:extLst>
                        <a:ext uri="{28A0092B-C50C-407E-A947-70E740481C1C}">
                          <a14:useLocalDpi xmlns:a14="http://schemas.microsoft.com/office/drawing/2010/main" val="0"/>
                        </a:ext>
                      </a:extLst>
                    </a:blip>
                    <a:srcRect l="26042" t="30208" r="28448" b="30527"/>
                    <a:stretch>
                      <a:fillRect/>
                    </a:stretch>
                  </pic:blipFill>
                  <pic:spPr bwMode="auto">
                    <a:xfrm>
                      <a:off x="0" y="0"/>
                      <a:ext cx="552450" cy="476250"/>
                    </a:xfrm>
                    <a:prstGeom prst="rect">
                      <a:avLst/>
                    </a:prstGeom>
                    <a:noFill/>
                    <a:ln>
                      <a:noFill/>
                    </a:ln>
                  </pic:spPr>
                </pic:pic>
              </a:graphicData>
            </a:graphic>
          </wp:inline>
        </w:drawing>
      </w:r>
      <w:r w:rsidR="0051413D" w:rsidRPr="002F6B37">
        <w:rPr>
          <w:rStyle w:val="TopheadingCharCharChar"/>
          <w:rFonts w:ascii="Calibri" w:hAnsi="Calibri" w:cs="Calibri"/>
          <w:sz w:val="32"/>
          <w:szCs w:val="32"/>
        </w:rPr>
        <w:t>Multiple Choice Questions</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 xml:space="preserve">1.  </w:t>
      </w:r>
      <w:r w:rsidR="006B6AAA">
        <w:rPr>
          <w:rFonts w:ascii="Calibri" w:hAnsi="Calibri" w:cs="Calibri"/>
        </w:rPr>
        <w:t>More U.S. law originates from one country than from any other. Which country</w:t>
      </w:r>
      <w:r w:rsidRPr="00810DF4">
        <w:rPr>
          <w:rFonts w:ascii="Calibri" w:hAnsi="Calibri" w:cs="Calibri"/>
        </w:rPr>
        <w:t>?</w:t>
      </w:r>
    </w:p>
    <w:p w:rsidR="0051413D" w:rsidRPr="00810DF4" w:rsidRDefault="006B6AAA" w:rsidP="002F6B37">
      <w:pPr>
        <w:numPr>
          <w:ilvl w:val="0"/>
          <w:numId w:val="36"/>
        </w:numPr>
        <w:rPr>
          <w:rFonts w:ascii="Calibri" w:hAnsi="Calibri" w:cs="Calibri"/>
        </w:rPr>
      </w:pPr>
      <w:r>
        <w:rPr>
          <w:rFonts w:ascii="Calibri" w:hAnsi="Calibri" w:cs="Calibri"/>
        </w:rPr>
        <w:t>France</w:t>
      </w:r>
      <w:r w:rsidR="0051413D" w:rsidRPr="00810DF4">
        <w:rPr>
          <w:rFonts w:ascii="Calibri" w:hAnsi="Calibri" w:cs="Calibri"/>
        </w:rPr>
        <w:t xml:space="preserve"> </w:t>
      </w:r>
    </w:p>
    <w:p w:rsidR="0051413D" w:rsidRPr="00810DF4" w:rsidRDefault="006B6AAA" w:rsidP="002F6B37">
      <w:pPr>
        <w:numPr>
          <w:ilvl w:val="0"/>
          <w:numId w:val="36"/>
        </w:numPr>
        <w:rPr>
          <w:rFonts w:ascii="Calibri" w:hAnsi="Calibri" w:cs="Calibri"/>
        </w:rPr>
      </w:pPr>
      <w:r>
        <w:rPr>
          <w:rFonts w:ascii="Calibri" w:hAnsi="Calibri" w:cs="Calibri"/>
        </w:rPr>
        <w:t>England</w:t>
      </w:r>
    </w:p>
    <w:p w:rsidR="0051413D" w:rsidRPr="00810DF4" w:rsidRDefault="006B6AAA" w:rsidP="002F6B37">
      <w:pPr>
        <w:numPr>
          <w:ilvl w:val="0"/>
          <w:numId w:val="36"/>
        </w:numPr>
        <w:rPr>
          <w:rFonts w:ascii="Calibri" w:hAnsi="Calibri" w:cs="Calibri"/>
        </w:rPr>
      </w:pPr>
      <w:r>
        <w:rPr>
          <w:rFonts w:ascii="Calibri" w:hAnsi="Calibri" w:cs="Calibri"/>
        </w:rPr>
        <w:t>Germany</w:t>
      </w:r>
    </w:p>
    <w:p w:rsidR="0051413D" w:rsidRDefault="006B6AAA" w:rsidP="002F6B37">
      <w:pPr>
        <w:numPr>
          <w:ilvl w:val="0"/>
          <w:numId w:val="36"/>
        </w:numPr>
        <w:rPr>
          <w:rFonts w:ascii="Calibri" w:hAnsi="Calibri" w:cs="Calibri"/>
        </w:rPr>
      </w:pPr>
      <w:r>
        <w:rPr>
          <w:rFonts w:ascii="Calibri" w:hAnsi="Calibri" w:cs="Calibri"/>
        </w:rPr>
        <w:t>Spain</w:t>
      </w:r>
    </w:p>
    <w:p w:rsidR="006B6AAA" w:rsidRPr="00810DF4" w:rsidRDefault="006B6AAA" w:rsidP="002F6B37">
      <w:pPr>
        <w:numPr>
          <w:ilvl w:val="0"/>
          <w:numId w:val="36"/>
        </w:numPr>
        <w:rPr>
          <w:rFonts w:ascii="Calibri" w:hAnsi="Calibri" w:cs="Calibri"/>
        </w:rPr>
      </w:pPr>
      <w:r>
        <w:rPr>
          <w:rFonts w:ascii="Calibri" w:hAnsi="Calibri" w:cs="Calibri"/>
        </w:rPr>
        <w:t>Canada</w:t>
      </w:r>
    </w:p>
    <w:p w:rsidR="0051413D" w:rsidRPr="00810DF4" w:rsidRDefault="0051413D" w:rsidP="0051413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6B6AAA">
        <w:rPr>
          <w:rFonts w:ascii="Calibri" w:hAnsi="Calibri" w:cs="Calibri"/>
        </w:rPr>
        <w:t>B</w:t>
      </w:r>
      <w:r w:rsidRPr="00810DF4">
        <w:rPr>
          <w:rFonts w:ascii="Calibri" w:hAnsi="Calibri" w:cs="Calibri"/>
        </w:rPr>
        <w:t xml:space="preserve">. </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 xml:space="preserve">2.  </w:t>
      </w:r>
      <w:r w:rsidR="006B6AAA">
        <w:rPr>
          <w:rFonts w:ascii="Calibri" w:hAnsi="Calibri" w:cs="Calibri"/>
        </w:rPr>
        <w:t xml:space="preserve">Under the United States Constitution, power that is not expressly given to the federal government is retained by: </w:t>
      </w:r>
    </w:p>
    <w:p w:rsidR="0051413D" w:rsidRPr="00810DF4" w:rsidRDefault="006B6AAA" w:rsidP="002F6B37">
      <w:pPr>
        <w:numPr>
          <w:ilvl w:val="0"/>
          <w:numId w:val="37"/>
        </w:numPr>
        <w:rPr>
          <w:rFonts w:ascii="Calibri" w:hAnsi="Calibri" w:cs="Calibri"/>
        </w:rPr>
      </w:pPr>
      <w:r>
        <w:rPr>
          <w:rFonts w:ascii="Calibri" w:hAnsi="Calibri" w:cs="Calibri"/>
        </w:rPr>
        <w:t>The courts</w:t>
      </w:r>
    </w:p>
    <w:p w:rsidR="0051413D" w:rsidRPr="00810DF4" w:rsidRDefault="006B6AAA" w:rsidP="002F6B37">
      <w:pPr>
        <w:numPr>
          <w:ilvl w:val="0"/>
          <w:numId w:val="37"/>
        </w:numPr>
        <w:rPr>
          <w:rFonts w:ascii="Calibri" w:hAnsi="Calibri" w:cs="Calibri"/>
        </w:rPr>
      </w:pPr>
      <w:r>
        <w:rPr>
          <w:rFonts w:ascii="Calibri" w:hAnsi="Calibri" w:cs="Calibri"/>
        </w:rPr>
        <w:t>The Congress</w:t>
      </w:r>
    </w:p>
    <w:p w:rsidR="0051413D" w:rsidRPr="00810DF4" w:rsidRDefault="006B6AAA" w:rsidP="002F6B37">
      <w:pPr>
        <w:numPr>
          <w:ilvl w:val="0"/>
          <w:numId w:val="37"/>
        </w:numPr>
        <w:rPr>
          <w:rFonts w:ascii="Calibri" w:hAnsi="Calibri" w:cs="Calibri"/>
        </w:rPr>
      </w:pPr>
      <w:r>
        <w:rPr>
          <w:rFonts w:ascii="Calibri" w:hAnsi="Calibri" w:cs="Calibri"/>
        </w:rPr>
        <w:t>The Founders</w:t>
      </w:r>
    </w:p>
    <w:p w:rsidR="0051413D" w:rsidRDefault="006B6AAA" w:rsidP="002F6B37">
      <w:pPr>
        <w:numPr>
          <w:ilvl w:val="0"/>
          <w:numId w:val="37"/>
        </w:numPr>
        <w:rPr>
          <w:rFonts w:ascii="Calibri" w:hAnsi="Calibri" w:cs="Calibri"/>
        </w:rPr>
      </w:pPr>
      <w:r>
        <w:rPr>
          <w:rFonts w:ascii="Calibri" w:hAnsi="Calibri" w:cs="Calibri"/>
        </w:rPr>
        <w:t>The states and the people</w:t>
      </w:r>
    </w:p>
    <w:p w:rsidR="006B6AAA" w:rsidRPr="00810DF4" w:rsidRDefault="006B6AAA" w:rsidP="002F6B37">
      <w:pPr>
        <w:numPr>
          <w:ilvl w:val="0"/>
          <w:numId w:val="37"/>
        </w:numPr>
        <w:rPr>
          <w:rFonts w:ascii="Calibri" w:hAnsi="Calibri" w:cs="Calibri"/>
        </w:rPr>
      </w:pPr>
      <w:r>
        <w:rPr>
          <w:rFonts w:ascii="Calibri" w:hAnsi="Calibri" w:cs="Calibri"/>
        </w:rPr>
        <w:t>International treaty</w:t>
      </w:r>
    </w:p>
    <w:p w:rsidR="0051413D" w:rsidRPr="00810DF4" w:rsidRDefault="0051413D" w:rsidP="0051413D">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D</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szCs w:val="22"/>
        </w:rPr>
        <w:t xml:space="preserve">3.  </w:t>
      </w:r>
      <w:r w:rsidR="005D4E8A">
        <w:rPr>
          <w:rFonts w:ascii="Calibri" w:hAnsi="Calibri" w:cs="Calibri"/>
          <w:szCs w:val="22"/>
        </w:rPr>
        <w:t>Judges use precedent to create what kind of law?</w:t>
      </w:r>
    </w:p>
    <w:p w:rsidR="005D4E8A" w:rsidRPr="00810DF4" w:rsidRDefault="005D4E8A" w:rsidP="005D4E8A">
      <w:pPr>
        <w:numPr>
          <w:ilvl w:val="0"/>
          <w:numId w:val="38"/>
        </w:numPr>
        <w:rPr>
          <w:rFonts w:ascii="Calibri" w:hAnsi="Calibri" w:cs="Calibri"/>
        </w:rPr>
      </w:pPr>
      <w:r w:rsidRPr="00810DF4">
        <w:rPr>
          <w:rFonts w:ascii="Calibri" w:hAnsi="Calibri" w:cs="Calibri"/>
        </w:rPr>
        <w:t>Common law</w:t>
      </w:r>
    </w:p>
    <w:p w:rsidR="0051413D" w:rsidRPr="00810DF4" w:rsidRDefault="005D4E8A" w:rsidP="002F6B37">
      <w:pPr>
        <w:numPr>
          <w:ilvl w:val="0"/>
          <w:numId w:val="38"/>
        </w:numPr>
        <w:rPr>
          <w:rFonts w:ascii="Calibri" w:hAnsi="Calibri" w:cs="Calibri"/>
        </w:rPr>
      </w:pPr>
      <w:r>
        <w:rPr>
          <w:rFonts w:ascii="Calibri" w:hAnsi="Calibri" w:cs="Calibri"/>
        </w:rPr>
        <w:t>Statutes</w:t>
      </w:r>
    </w:p>
    <w:p w:rsidR="0051413D" w:rsidRPr="00810DF4" w:rsidRDefault="005D4E8A" w:rsidP="002F6B37">
      <w:pPr>
        <w:numPr>
          <w:ilvl w:val="0"/>
          <w:numId w:val="38"/>
        </w:numPr>
        <w:rPr>
          <w:rFonts w:ascii="Calibri" w:hAnsi="Calibri" w:cs="Calibri"/>
        </w:rPr>
      </w:pPr>
      <w:r>
        <w:rPr>
          <w:rFonts w:ascii="Calibri" w:hAnsi="Calibri" w:cs="Calibri"/>
        </w:rPr>
        <w:t>National Law</w:t>
      </w:r>
    </w:p>
    <w:p w:rsidR="0051413D" w:rsidRDefault="005D4E8A" w:rsidP="002F6B37">
      <w:pPr>
        <w:numPr>
          <w:ilvl w:val="0"/>
          <w:numId w:val="38"/>
        </w:numPr>
        <w:rPr>
          <w:rFonts w:ascii="Calibri" w:hAnsi="Calibri" w:cs="Calibri"/>
        </w:rPr>
      </w:pPr>
      <w:r>
        <w:rPr>
          <w:rFonts w:ascii="Calibri" w:hAnsi="Calibri" w:cs="Calibri"/>
        </w:rPr>
        <w:t>Local law</w:t>
      </w:r>
    </w:p>
    <w:p w:rsidR="005D4E8A" w:rsidRPr="00810DF4" w:rsidRDefault="005D4E8A" w:rsidP="002F6B37">
      <w:pPr>
        <w:numPr>
          <w:ilvl w:val="0"/>
          <w:numId w:val="38"/>
        </w:numPr>
        <w:rPr>
          <w:rFonts w:ascii="Calibri" w:hAnsi="Calibri" w:cs="Calibri"/>
        </w:rPr>
      </w:pPr>
      <w:r>
        <w:rPr>
          <w:rFonts w:ascii="Calibri" w:hAnsi="Calibri" w:cs="Calibri"/>
        </w:rPr>
        <w:t>Empirical law</w:t>
      </w:r>
    </w:p>
    <w:p w:rsidR="0051413D" w:rsidRPr="00810DF4" w:rsidRDefault="0051413D" w:rsidP="0051413D">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w:t>
      </w:r>
      <w:r w:rsidR="005D4E8A">
        <w:rPr>
          <w:rFonts w:ascii="Calibri" w:hAnsi="Calibri" w:cs="Calibri"/>
        </w:rPr>
        <w:t xml:space="preserve">A </w:t>
      </w:r>
    </w:p>
    <w:p w:rsidR="0051413D" w:rsidRPr="00810DF4" w:rsidRDefault="0051413D" w:rsidP="0051413D">
      <w:pPr>
        <w:jc w:val="center"/>
        <w:rPr>
          <w:rFonts w:ascii="Calibri" w:hAnsi="Calibri" w:cs="Calibri"/>
        </w:rPr>
      </w:pPr>
    </w:p>
    <w:p w:rsidR="0051413D" w:rsidRPr="00810DF4" w:rsidRDefault="005D4E8A" w:rsidP="0051413D">
      <w:pPr>
        <w:rPr>
          <w:rFonts w:ascii="Calibri" w:hAnsi="Calibri" w:cs="Calibri"/>
        </w:rPr>
      </w:pPr>
      <w:r>
        <w:rPr>
          <w:rFonts w:ascii="Calibri" w:hAnsi="Calibri" w:cs="Calibri"/>
        </w:rPr>
        <w:t xml:space="preserve">4.  If </w:t>
      </w:r>
      <w:r w:rsidR="0051413D" w:rsidRPr="00810DF4">
        <w:rPr>
          <w:rFonts w:ascii="Calibri" w:hAnsi="Calibri" w:cs="Calibri"/>
        </w:rPr>
        <w:t xml:space="preserve">Congress creates a new statute with the </w:t>
      </w:r>
      <w:r>
        <w:rPr>
          <w:rFonts w:ascii="Calibri" w:hAnsi="Calibri" w:cs="Calibri"/>
        </w:rPr>
        <w:t>p</w:t>
      </w:r>
      <w:r w:rsidR="0051413D" w:rsidRPr="00810DF4">
        <w:rPr>
          <w:rFonts w:ascii="Calibri" w:hAnsi="Calibri" w:cs="Calibri"/>
        </w:rPr>
        <w:t>resident</w:t>
      </w:r>
      <w:r w:rsidR="00684BDA" w:rsidRPr="00810DF4">
        <w:rPr>
          <w:rFonts w:ascii="Calibri" w:hAnsi="Calibri" w:cs="Calibri"/>
        </w:rPr>
        <w:t>’</w:t>
      </w:r>
      <w:r w:rsidR="0051413D" w:rsidRPr="00810DF4">
        <w:rPr>
          <w:rFonts w:ascii="Calibri" w:hAnsi="Calibri" w:cs="Calibri"/>
        </w:rPr>
        <w:t>s support, it must pass the idea by a ____________ majority vote in the House and the Senate.  If the President vetoes a proposed statute and the Congress wishes to pass it without his support, the idea must pass by a ____________ majority vote in the House and Senate.</w:t>
      </w:r>
    </w:p>
    <w:p w:rsidR="0051413D" w:rsidRPr="00810DF4" w:rsidRDefault="0051413D" w:rsidP="002F6B37">
      <w:pPr>
        <w:numPr>
          <w:ilvl w:val="0"/>
          <w:numId w:val="40"/>
        </w:numPr>
        <w:rPr>
          <w:rFonts w:ascii="Calibri" w:hAnsi="Calibri" w:cs="Calibri"/>
        </w:rPr>
      </w:pPr>
      <w:r w:rsidRPr="00810DF4">
        <w:rPr>
          <w:rFonts w:ascii="Calibri" w:hAnsi="Calibri" w:cs="Calibri"/>
        </w:rPr>
        <w:t xml:space="preserve">simple; simple </w:t>
      </w:r>
    </w:p>
    <w:p w:rsidR="0051413D" w:rsidRPr="00810DF4" w:rsidRDefault="00C02459" w:rsidP="002F6B37">
      <w:pPr>
        <w:numPr>
          <w:ilvl w:val="0"/>
          <w:numId w:val="40"/>
        </w:numPr>
        <w:rPr>
          <w:rFonts w:ascii="Calibri" w:hAnsi="Calibri" w:cs="Calibri"/>
        </w:rPr>
      </w:pPr>
      <w:r w:rsidRPr="00810DF4">
        <w:rPr>
          <w:rFonts w:ascii="Calibri" w:hAnsi="Calibri" w:cs="Calibri"/>
        </w:rPr>
        <w:t>simple; two-thirds</w:t>
      </w:r>
    </w:p>
    <w:p w:rsidR="0051413D" w:rsidRPr="00810DF4" w:rsidRDefault="00C02459" w:rsidP="002F6B37">
      <w:pPr>
        <w:numPr>
          <w:ilvl w:val="0"/>
          <w:numId w:val="40"/>
        </w:numPr>
        <w:rPr>
          <w:rFonts w:ascii="Calibri" w:hAnsi="Calibri" w:cs="Calibri"/>
        </w:rPr>
      </w:pPr>
      <w:r w:rsidRPr="00810DF4">
        <w:rPr>
          <w:rFonts w:ascii="Calibri" w:hAnsi="Calibri" w:cs="Calibri"/>
        </w:rPr>
        <w:t>simple; three-fourths</w:t>
      </w:r>
    </w:p>
    <w:p w:rsidR="0051413D" w:rsidRPr="00810DF4" w:rsidRDefault="00C02459" w:rsidP="002F6B37">
      <w:pPr>
        <w:numPr>
          <w:ilvl w:val="0"/>
          <w:numId w:val="40"/>
        </w:numPr>
        <w:rPr>
          <w:rFonts w:ascii="Calibri" w:hAnsi="Calibri" w:cs="Calibri"/>
        </w:rPr>
      </w:pPr>
      <w:r w:rsidRPr="00810DF4">
        <w:rPr>
          <w:rFonts w:ascii="Calibri" w:hAnsi="Calibri" w:cs="Calibri"/>
        </w:rPr>
        <w:t>two-thirds, three-fourths</w:t>
      </w:r>
    </w:p>
    <w:p w:rsidR="00A32E39" w:rsidRPr="00810DF4" w:rsidRDefault="00A32E39" w:rsidP="00A32E39">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B. </w:t>
      </w:r>
      <w:r w:rsidR="00676D30" w:rsidRPr="00810DF4">
        <w:rPr>
          <w:rFonts w:ascii="Calibri" w:hAnsi="Calibri" w:cs="Calibri"/>
        </w:rPr>
        <w:t>– &gt;50</w:t>
      </w:r>
      <w:r w:rsidRPr="00810DF4">
        <w:rPr>
          <w:rFonts w:ascii="Calibri" w:hAnsi="Calibri" w:cs="Calibri"/>
        </w:rPr>
        <w:t>% to pass initially</w:t>
      </w:r>
      <w:r w:rsidR="00676D30" w:rsidRPr="00810DF4">
        <w:rPr>
          <w:rFonts w:ascii="Calibri" w:hAnsi="Calibri" w:cs="Calibri"/>
        </w:rPr>
        <w:t xml:space="preserve"> (a simple majority)</w:t>
      </w:r>
      <w:r w:rsidRPr="00810DF4">
        <w:rPr>
          <w:rFonts w:ascii="Calibri" w:hAnsi="Calibri" w:cs="Calibri"/>
        </w:rPr>
        <w:t>, 2/3 if an override is necessary.</w:t>
      </w:r>
    </w:p>
    <w:p w:rsidR="0051413D" w:rsidRPr="00810DF4" w:rsidRDefault="0051413D" w:rsidP="0051413D">
      <w:pPr>
        <w:rPr>
          <w:rFonts w:ascii="Calibri" w:hAnsi="Calibri" w:cs="Calibri"/>
        </w:rPr>
      </w:pPr>
    </w:p>
    <w:p w:rsidR="000E613D" w:rsidRDefault="000E6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lastRenderedPageBreak/>
        <w:t xml:space="preserve">5.  </w:t>
      </w:r>
      <w:r w:rsidR="005D4E8A">
        <w:rPr>
          <w:rFonts w:ascii="Calibri" w:hAnsi="Calibri" w:cs="Calibri"/>
        </w:rPr>
        <w:t>What part of the Constitution addresses most basic liberties?</w:t>
      </w:r>
    </w:p>
    <w:p w:rsidR="0051413D" w:rsidRPr="00810DF4" w:rsidRDefault="005D4E8A" w:rsidP="002F6B37">
      <w:pPr>
        <w:numPr>
          <w:ilvl w:val="0"/>
          <w:numId w:val="39"/>
        </w:numPr>
        <w:rPr>
          <w:rFonts w:ascii="Calibri" w:hAnsi="Calibri" w:cs="Calibri"/>
        </w:rPr>
      </w:pPr>
      <w:r>
        <w:rPr>
          <w:rFonts w:ascii="Calibri" w:hAnsi="Calibri" w:cs="Calibri"/>
        </w:rPr>
        <w:t>Article I</w:t>
      </w:r>
    </w:p>
    <w:p w:rsidR="0051413D" w:rsidRPr="00810DF4" w:rsidRDefault="005D4E8A" w:rsidP="002F6B37">
      <w:pPr>
        <w:numPr>
          <w:ilvl w:val="0"/>
          <w:numId w:val="39"/>
        </w:numPr>
        <w:rPr>
          <w:rFonts w:ascii="Calibri" w:hAnsi="Calibri" w:cs="Calibri"/>
        </w:rPr>
      </w:pPr>
      <w:r>
        <w:rPr>
          <w:rFonts w:ascii="Calibri" w:hAnsi="Calibri" w:cs="Calibri"/>
        </w:rPr>
        <w:t>Article II</w:t>
      </w:r>
    </w:p>
    <w:p w:rsidR="0051413D" w:rsidRPr="00810DF4" w:rsidRDefault="005D4E8A" w:rsidP="002F6B37">
      <w:pPr>
        <w:numPr>
          <w:ilvl w:val="0"/>
          <w:numId w:val="39"/>
        </w:numPr>
        <w:rPr>
          <w:rFonts w:ascii="Calibri" w:hAnsi="Calibri" w:cs="Calibri"/>
        </w:rPr>
      </w:pPr>
      <w:r>
        <w:rPr>
          <w:rFonts w:ascii="Calibri" w:hAnsi="Calibri" w:cs="Calibri"/>
        </w:rPr>
        <w:t>Article III</w:t>
      </w:r>
    </w:p>
    <w:p w:rsidR="0051413D" w:rsidRPr="00810DF4" w:rsidRDefault="005D4E8A" w:rsidP="002F6B37">
      <w:pPr>
        <w:numPr>
          <w:ilvl w:val="0"/>
          <w:numId w:val="39"/>
        </w:numPr>
        <w:rPr>
          <w:rFonts w:ascii="Calibri" w:hAnsi="Calibri" w:cs="Calibri"/>
        </w:rPr>
      </w:pPr>
      <w:r>
        <w:rPr>
          <w:rFonts w:ascii="Calibri" w:hAnsi="Calibri" w:cs="Calibri"/>
        </w:rPr>
        <w:t>The amendments</w:t>
      </w:r>
    </w:p>
    <w:p w:rsidR="00A32E39" w:rsidRPr="00810DF4" w:rsidRDefault="00A32E39" w:rsidP="00A32E39">
      <w:pPr>
        <w:pStyle w:val="BN"/>
        <w:spacing w:before="60"/>
        <w:ind w:firstLine="0"/>
        <w:rPr>
          <w:rFonts w:ascii="Calibri" w:hAnsi="Calibri" w:cs="Calibri"/>
        </w:rPr>
      </w:pPr>
      <w:r w:rsidRPr="002F6B37">
        <w:rPr>
          <w:rFonts w:ascii="Calibri" w:hAnsi="Calibri" w:cs="Calibri"/>
          <w:b/>
        </w:rPr>
        <w:t>Answer:</w:t>
      </w:r>
      <w:r w:rsidR="005D4E8A">
        <w:rPr>
          <w:rFonts w:ascii="Calibri" w:hAnsi="Calibri" w:cs="Calibri"/>
        </w:rPr>
        <w:t xml:space="preserve">  D  </w:t>
      </w:r>
    </w:p>
    <w:p w:rsidR="0051413D" w:rsidRPr="00810DF4" w:rsidRDefault="0051413D" w:rsidP="0051413D">
      <w:pPr>
        <w:pStyle w:val="NLList"/>
        <w:numPr>
          <w:ilvl w:val="0"/>
          <w:numId w:val="0"/>
        </w:numPr>
        <w:spacing w:before="100" w:after="100" w:line="480" w:lineRule="auto"/>
        <w:rPr>
          <w:rStyle w:val="FrutigerBoldItalic"/>
          <w:rFonts w:ascii="Calibri" w:hAnsi="Calibri" w:cs="Calibri"/>
          <w:b w:val="0"/>
          <w:i w:val="0"/>
          <w:sz w:val="20"/>
        </w:rPr>
      </w:pPr>
    </w:p>
    <w:p w:rsidR="00A32E39" w:rsidRPr="00810DF4" w:rsidRDefault="004A7B66" w:rsidP="00A32E39">
      <w:pPr>
        <w:pStyle w:val="StyleHeading1Before6pt"/>
        <w:rPr>
          <w:rFonts w:ascii="Calibri" w:hAnsi="Calibri" w:cs="Calibri"/>
        </w:rPr>
      </w:pPr>
      <w:r>
        <w:rPr>
          <w:rFonts w:ascii="Calibri" w:hAnsi="Calibri" w:cs="Calibri"/>
          <w:noProof/>
        </w:rPr>
        <mc:AlternateContent>
          <mc:Choice Requires="wpc">
            <w:drawing>
              <wp:inline distT="0" distB="0" distL="0" distR="0">
                <wp:extent cx="466725" cy="423545"/>
                <wp:effectExtent l="46990" t="0" r="635" b="6350"/>
                <wp:docPr id="197" name="Canvas 2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2" name="Group 214"/>
                        <wpg:cNvGrpSpPr>
                          <a:grpSpLocks/>
                        </wpg:cNvGrpSpPr>
                        <wpg:grpSpPr bwMode="auto">
                          <a:xfrm>
                            <a:off x="22860" y="28575"/>
                            <a:ext cx="405130" cy="388620"/>
                            <a:chOff x="1056" y="0"/>
                            <a:chExt cx="4194" cy="4167"/>
                          </a:xfrm>
                        </wpg:grpSpPr>
                        <wpg:grpSp>
                          <wpg:cNvPr id="13" name="Group 200"/>
                          <wpg:cNvGrpSpPr>
                            <a:grpSpLocks/>
                          </wpg:cNvGrpSpPr>
                          <wpg:grpSpPr bwMode="auto">
                            <a:xfrm>
                              <a:off x="1056" y="0"/>
                              <a:ext cx="4194" cy="4167"/>
                              <a:chOff x="1056" y="0"/>
                              <a:chExt cx="4194" cy="4167"/>
                            </a:xfrm>
                          </wpg:grpSpPr>
                          <wpg:grpSp>
                            <wpg:cNvPr id="14" name="Group 216"/>
                            <wpg:cNvGrpSpPr>
                              <a:grpSpLocks/>
                            </wpg:cNvGrpSpPr>
                            <wpg:grpSpPr bwMode="auto">
                              <a:xfrm>
                                <a:off x="1056" y="0"/>
                                <a:ext cx="4194" cy="4114"/>
                                <a:chOff x="910" y="101"/>
                                <a:chExt cx="4194" cy="4114"/>
                              </a:xfrm>
                            </wpg:grpSpPr>
                            <wps:wsp>
                              <wps:cNvPr id="15" name="Freeform 217"/>
                              <wps:cNvSpPr>
                                <a:spLocks/>
                              </wps:cNvSpPr>
                              <wps:spPr bwMode="auto">
                                <a:xfrm>
                                  <a:off x="994" y="1095"/>
                                  <a:ext cx="3528" cy="2948"/>
                                </a:xfrm>
                                <a:custGeom>
                                  <a:avLst/>
                                  <a:gdLst>
                                    <a:gd name="T0" fmla="*/ 2757 w 3453"/>
                                    <a:gd name="T1" fmla="*/ 1738 h 2835"/>
                                    <a:gd name="T2" fmla="*/ 2619 w 3453"/>
                                    <a:gd name="T3" fmla="*/ 1885 h 2835"/>
                                    <a:gd name="T4" fmla="*/ 2542 w 3453"/>
                                    <a:gd name="T5" fmla="*/ 2119 h 2835"/>
                                    <a:gd name="T6" fmla="*/ 2465 w 3453"/>
                                    <a:gd name="T7" fmla="*/ 2408 h 2835"/>
                                    <a:gd name="T8" fmla="*/ 2320 w 3453"/>
                                    <a:gd name="T9" fmla="*/ 2627 h 2835"/>
                                    <a:gd name="T10" fmla="*/ 2098 w 3453"/>
                                    <a:gd name="T11" fmla="*/ 2837 h 2835"/>
                                    <a:gd name="T12" fmla="*/ 1699 w 3453"/>
                                    <a:gd name="T13" fmla="*/ 2939 h 2835"/>
                                    <a:gd name="T14" fmla="*/ 1347 w 3453"/>
                                    <a:gd name="T15" fmla="*/ 2892 h 2835"/>
                                    <a:gd name="T16" fmla="*/ 864 w 3453"/>
                                    <a:gd name="T17" fmla="*/ 2665 h 2835"/>
                                    <a:gd name="T18" fmla="*/ 497 w 3453"/>
                                    <a:gd name="T19" fmla="*/ 2330 h 2835"/>
                                    <a:gd name="T20" fmla="*/ 121 w 3453"/>
                                    <a:gd name="T21" fmla="*/ 1792 h 2835"/>
                                    <a:gd name="T22" fmla="*/ 6 w 3453"/>
                                    <a:gd name="T23" fmla="*/ 1301 h 2835"/>
                                    <a:gd name="T24" fmla="*/ 83 w 3453"/>
                                    <a:gd name="T25" fmla="*/ 817 h 2835"/>
                                    <a:gd name="T26" fmla="*/ 396 w 3453"/>
                                    <a:gd name="T27" fmla="*/ 412 h 2835"/>
                                    <a:gd name="T28" fmla="*/ 1079 w 3453"/>
                                    <a:gd name="T29" fmla="*/ 92 h 2835"/>
                                    <a:gd name="T30" fmla="*/ 1600 w 3453"/>
                                    <a:gd name="T31" fmla="*/ 6 h 2835"/>
                                    <a:gd name="T32" fmla="*/ 2121 w 3453"/>
                                    <a:gd name="T33" fmla="*/ 53 h 2835"/>
                                    <a:gd name="T34" fmla="*/ 2688 w 3453"/>
                                    <a:gd name="T35" fmla="*/ 193 h 2835"/>
                                    <a:gd name="T36" fmla="*/ 3179 w 3453"/>
                                    <a:gd name="T37" fmla="*/ 427 h 2835"/>
                                    <a:gd name="T38" fmla="*/ 3462 w 3453"/>
                                    <a:gd name="T39" fmla="*/ 731 h 2835"/>
                                    <a:gd name="T40" fmla="*/ 3516 w 3453"/>
                                    <a:gd name="T41" fmla="*/ 1067 h 2835"/>
                                    <a:gd name="T42" fmla="*/ 3385 w 3453"/>
                                    <a:gd name="T43" fmla="*/ 1277 h 2835"/>
                                    <a:gd name="T44" fmla="*/ 3017 w 3453"/>
                                    <a:gd name="T45" fmla="*/ 1550 h 2835"/>
                                    <a:gd name="T46" fmla="*/ 2757 w 3453"/>
                                    <a:gd name="T47" fmla="*/ 1738 h 2835"/>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6" name="Freeform 218"/>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219"/>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20"/>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21"/>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Freeform 222"/>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3"/>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4"/>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Freeform 225"/>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6"/>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Freeform 227"/>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6" name="Freeform 228"/>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7" name="Freeform 229"/>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wpc:wpc>
                  </a:graphicData>
                </a:graphic>
              </wp:inline>
            </w:drawing>
          </mc:Choice>
          <mc:Fallback>
            <w:pict>
              <v:group w14:anchorId="4707F7DD" id="Canvas 297" o:spid="_x0000_s1026" editas="canvas" style="width:36.75pt;height:33.35pt;mso-position-horizontal-relative:char;mso-position-vertical-relative:line" coordsize="466725,423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">
                <v:shape id="_x0000_s1027" type="#_x0000_t75" style="position:absolute;width:466725;height:423545;visibility:visible;mso-wrap-style:square">
                  <v:fill o:detectmouseclick="t"/>
                  <v:path o:connecttype="none"/>
                </v:shape>
                <v:group id="Group 214" o:spid="_x0000_s1028" style="position:absolute;left:22860;top:28575;width:405130;height:388620"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200" o:spid="_x0000_s1029"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216" o:spid="_x0000_s1030"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217" o:spid="_x0000_s1031"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817,1807;2676,1960;2597,2203;2519,2504;2370,2732;2144,2950;1736,3056;1376,3007;883,2771;508,2423;124,1863;6,1353;85,850;405,428;1102,96;1635,6;2167,55;2746,201;3248,444;3537,760;3592,1110;3459,1328;3083,1612;2817,1807" o:connectangles="0,0,0,0,0,0,0,0,0,0,0,0,0,0,0,0,0,0,0,0,0,0,0,0"/>
                      </v:shape>
                      <v:shape id="Freeform 218" o:spid="_x0000_s1032"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219" o:spid="_x0000_s1033"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220" o:spid="_x0000_s1034"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221" o:spid="_x0000_s1035"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222" o:spid="_x0000_s1036"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223" o:spid="_x0000_s1037"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224" o:spid="_x0000_s1038"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225" o:spid="_x0000_s1039"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226" o:spid="_x0000_s1040"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227" o:spid="_x0000_s1041"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" path="m105,r84,99l,258,105,xe" fillcolor="black">
                        <v:path arrowok="t" o:connecttype="custom" o:connectlocs="105,0;189,99;0,258;105,0" o:connectangles="0,0,0,0"/>
                      </v:shape>
                    </v:group>
                    <v:shape id="Freeform 228" o:spid="_x0000_s1042"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" path="m105,r84,99l,258,105,xe" fillcolor="black">
                      <v:path arrowok="t" o:connecttype="custom" o:connectlocs="105,0;189,99;0,258;105,0" o:connectangles="0,0,0,0"/>
                    </v:shape>
                  </v:group>
                  <v:shape id="Freeform 229" o:spid="_x0000_s1043"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" path="m105,r84,99l,258,105,xe" fillcolor="black">
                    <v:path arrowok="t" o:connecttype="custom" o:connectlocs="105,0;189,99;0,258;105,0" o:connectangles="0,0,0,0"/>
                  </v:shape>
                </v:group>
                <w10:anchorlock/>
              </v:group>
            </w:pict>
          </mc:Fallback>
        </mc:AlternateContent>
      </w:r>
      <w:r w:rsidR="00DB5E83" w:rsidRPr="002F6B37">
        <w:rPr>
          <w:rStyle w:val="TopheadingCharCharChar"/>
          <w:rFonts w:ascii="Calibri" w:hAnsi="Calibri" w:cs="Calibri"/>
          <w:b/>
          <w:sz w:val="32"/>
          <w:szCs w:val="32"/>
        </w:rPr>
        <w:t xml:space="preserve">Case </w:t>
      </w:r>
      <w:r w:rsidR="00A32E39" w:rsidRPr="002F6B37">
        <w:rPr>
          <w:rStyle w:val="TopheadingCharCharChar"/>
          <w:rFonts w:ascii="Calibri" w:hAnsi="Calibri" w:cs="Calibri"/>
          <w:b/>
          <w:sz w:val="32"/>
          <w:szCs w:val="32"/>
        </w:rPr>
        <w:t>Questions</w:t>
      </w:r>
    </w:p>
    <w:p w:rsidR="00A32E39" w:rsidRPr="00810DF4" w:rsidRDefault="00A32E39" w:rsidP="0051413D">
      <w:pPr>
        <w:rPr>
          <w:rFonts w:ascii="Calibri" w:hAnsi="Calibri" w:cs="Calibri"/>
        </w:rPr>
      </w:pPr>
    </w:p>
    <w:p w:rsidR="0051413D" w:rsidRPr="00810DF4" w:rsidRDefault="0051413D" w:rsidP="00EE28D5">
      <w:pPr>
        <w:pStyle w:val="BN"/>
        <w:spacing w:before="60"/>
        <w:rPr>
          <w:rFonts w:ascii="Calibri" w:hAnsi="Calibri" w:cs="Calibri"/>
        </w:rPr>
      </w:pPr>
      <w:r w:rsidRPr="00810DF4">
        <w:rPr>
          <w:rFonts w:ascii="Calibri" w:hAnsi="Calibri" w:cs="Calibri"/>
        </w:rPr>
        <w:t xml:space="preserve">1.  </w:t>
      </w:r>
      <w:r w:rsidR="00B63094">
        <w:rPr>
          <w:rFonts w:ascii="Calibri" w:hAnsi="Calibri" w:cs="Calibri"/>
        </w:rPr>
        <w:t xml:space="preserve">Union organizers at a hospital wanted to distribute leaflets to potential union members, but hospital rules prohibited leafleting in areas of patient care, hallways, cafeterias, and any areas open to the public. The National Labor Relations Board (NLRB) ruled that these restrictions violated the law and ordered the hospital to permit the activities in the cafeteria and coffee shop. The NLRB cannot create common law or statutory law. What kind of law was it creating? </w:t>
      </w:r>
      <w:r w:rsidR="00EE28D5">
        <w:rPr>
          <w:rFonts w:ascii="Calibri" w:hAnsi="Calibri" w:cs="Calibri"/>
        </w:rPr>
        <w:t xml:space="preserve"> </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B63094">
        <w:rPr>
          <w:rFonts w:ascii="Calibri" w:hAnsi="Calibri" w:cs="Calibri"/>
        </w:rPr>
        <w:t xml:space="preserve">Administrative law. As an administrative agency, the NLRB has the authority and jurisdiction to create such regulations in furtherance of its agency mission and mandate. </w:t>
      </w:r>
    </w:p>
    <w:p w:rsidR="00E64FB8" w:rsidRPr="00810DF4" w:rsidRDefault="00E64FB8" w:rsidP="00A32E39">
      <w:pPr>
        <w:pStyle w:val="BN"/>
        <w:spacing w:before="60"/>
        <w:rPr>
          <w:rFonts w:ascii="Calibri" w:hAnsi="Calibri" w:cs="Calibri"/>
          <w:bCs/>
          <w:iCs/>
        </w:rPr>
      </w:pPr>
    </w:p>
    <w:p w:rsidR="00B63094" w:rsidRPr="00810DF4" w:rsidRDefault="0051413D" w:rsidP="00B63094">
      <w:pPr>
        <w:pStyle w:val="BN"/>
        <w:spacing w:before="60"/>
        <w:rPr>
          <w:rFonts w:ascii="Calibri" w:hAnsi="Calibri" w:cs="Calibri"/>
        </w:rPr>
      </w:pPr>
      <w:r w:rsidRPr="00810DF4">
        <w:rPr>
          <w:rFonts w:ascii="Calibri" w:hAnsi="Calibri" w:cs="Calibri"/>
          <w:bCs/>
          <w:iCs/>
        </w:rPr>
        <w:t>2</w:t>
      </w:r>
      <w:r w:rsidRPr="00810DF4">
        <w:rPr>
          <w:rFonts w:ascii="Calibri" w:hAnsi="Calibri" w:cs="Calibri"/>
          <w:b/>
          <w:bCs/>
          <w:iCs/>
        </w:rPr>
        <w:t xml:space="preserve">. </w:t>
      </w:r>
      <w:r w:rsidR="00B63094">
        <w:rPr>
          <w:rFonts w:ascii="Calibri" w:hAnsi="Calibri" w:cs="Calibri"/>
        </w:rPr>
        <w:t xml:space="preserve">The stock market crash of 1929 and the Great Depression that followed were caused in part because so many investors blindly put their money into stocks they knew nothing about. During the 1920s, it was often impossible for an investor to find out what a corporation was planning to do with its money, who was running the corporation, and many other vital facts. Congress responded by passing the Securities Act of 1933, which required a corporation to divulge more information about itself before it could seek money for a new stock issue. What kind of law did Congress create? Explain the relationship between voters, Congress, and the law.  </w:t>
      </w:r>
    </w:p>
    <w:p w:rsidR="00B63094" w:rsidRPr="00810DF4" w:rsidRDefault="00B63094" w:rsidP="00B63094">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Pr>
          <w:rFonts w:ascii="Calibri" w:hAnsi="Calibri" w:cs="Calibri"/>
        </w:rPr>
        <w:t>Congress created a statutory law, as authorized by Article II of the Constitution</w:t>
      </w:r>
      <w:r w:rsidRPr="00810DF4">
        <w:rPr>
          <w:rFonts w:ascii="Calibri" w:hAnsi="Calibri" w:cs="Calibri"/>
        </w:rPr>
        <w:t>.</w:t>
      </w:r>
      <w:r>
        <w:rPr>
          <w:rFonts w:ascii="Calibri" w:hAnsi="Calibri" w:cs="Calibri"/>
        </w:rPr>
        <w:t xml:space="preserve"> As for the relationship between voters, Congress, and the law, students may posit that voters elect to Congress members who agree with what they believe, or at least, hope to do so. But of course, answers will vary. Voters who are disappointed in what their representatives have done may vote them out at the next opportunity. </w:t>
      </w:r>
    </w:p>
    <w:p w:rsidR="00E64FB8" w:rsidRPr="00810DF4" w:rsidRDefault="00E64FB8" w:rsidP="00B63094">
      <w:pPr>
        <w:pStyle w:val="BN"/>
        <w:spacing w:before="60"/>
        <w:rPr>
          <w:rFonts w:ascii="Calibri" w:hAnsi="Calibri" w:cs="Calibri"/>
        </w:rPr>
      </w:pPr>
    </w:p>
    <w:p w:rsidR="00B63094" w:rsidRPr="00810DF4" w:rsidRDefault="0051413D" w:rsidP="00B63094">
      <w:pPr>
        <w:pStyle w:val="BN"/>
        <w:spacing w:before="60"/>
        <w:rPr>
          <w:rFonts w:ascii="Calibri" w:hAnsi="Calibri" w:cs="Calibri"/>
        </w:rPr>
      </w:pPr>
      <w:r w:rsidRPr="00810DF4">
        <w:rPr>
          <w:rFonts w:ascii="Calibri" w:hAnsi="Calibri" w:cs="Calibri"/>
          <w:bCs/>
          <w:iCs/>
        </w:rPr>
        <w:t>3.</w:t>
      </w:r>
      <w:r w:rsidRPr="00810DF4">
        <w:rPr>
          <w:rFonts w:ascii="Calibri" w:hAnsi="Calibri" w:cs="Calibri"/>
          <w:b/>
          <w:bCs/>
          <w:i/>
          <w:iCs/>
        </w:rPr>
        <w:t xml:space="preserve">  </w:t>
      </w:r>
      <w:r w:rsidR="00E87451">
        <w:rPr>
          <w:rFonts w:ascii="Calibri" w:hAnsi="Calibri" w:cs="Calibri"/>
        </w:rPr>
        <w:t xml:space="preserve">ETHICS The greatest of all Chinese lawgivers, Confucius, did not esteem written laws. He believed that good rulers were the best guarantee of justice. Does our legal system rely primarily on the rule of law or the rule of people? Which do you instinctively trust more? </w:t>
      </w:r>
    </w:p>
    <w:p w:rsidR="00B63094" w:rsidRPr="00810DF4" w:rsidRDefault="00B63094" w:rsidP="00B63094">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E87451">
        <w:rPr>
          <w:rFonts w:ascii="Calibri" w:hAnsi="Calibri" w:cs="Calibri"/>
        </w:rPr>
        <w:t>Hopefully, students will recognize that the rule of law provides more safety, security and justice than a reliance on the current ruler</w:t>
      </w:r>
      <w:r w:rsidRPr="00810DF4">
        <w:rPr>
          <w:rFonts w:ascii="Calibri" w:hAnsi="Calibri" w:cs="Calibri"/>
        </w:rPr>
        <w:t>.</w:t>
      </w:r>
      <w:r w:rsidR="00E87451">
        <w:rPr>
          <w:rFonts w:ascii="Calibri" w:hAnsi="Calibri" w:cs="Calibri"/>
        </w:rPr>
        <w:t xml:space="preserve"> But as to which they instinctively trust more, answers will vary. </w:t>
      </w:r>
    </w:p>
    <w:p w:rsidR="00E64FB8" w:rsidRPr="00810DF4" w:rsidRDefault="00E64FB8" w:rsidP="00A32E39">
      <w:pPr>
        <w:pStyle w:val="BN"/>
        <w:spacing w:before="60"/>
        <w:rPr>
          <w:rFonts w:ascii="Calibri" w:hAnsi="Calibri" w:cs="Calibri"/>
        </w:rPr>
      </w:pPr>
    </w:p>
    <w:p w:rsidR="00E87451" w:rsidRPr="00810DF4" w:rsidRDefault="0051413D" w:rsidP="00E87451">
      <w:pPr>
        <w:pStyle w:val="BN"/>
        <w:spacing w:before="60"/>
        <w:rPr>
          <w:rFonts w:ascii="Calibri" w:hAnsi="Calibri" w:cs="Calibri"/>
        </w:rPr>
      </w:pPr>
      <w:r w:rsidRPr="00810DF4">
        <w:rPr>
          <w:rFonts w:ascii="Calibri" w:hAnsi="Calibri" w:cs="Calibri"/>
        </w:rPr>
        <w:t xml:space="preserve">4.  </w:t>
      </w:r>
      <w:r w:rsidR="00E87451">
        <w:rPr>
          <w:rFonts w:ascii="Calibri" w:hAnsi="Calibri" w:cs="Calibri"/>
        </w:rPr>
        <w:t xml:space="preserve">Lance, a hacker, stole 15,000 credit card numbers and sold them on the black market, making millions. Police caught Lance, and two legal actions followed, one civil and one criminal. Who will be responsible for bringing the civil case? What will be the outcome if the jury believes that Lance was responsible for identity thefts? Who will be responsible for bringing the criminal case? What will be the outcome if the jury believes that Lance stole the numbers? </w:t>
      </w:r>
    </w:p>
    <w:p w:rsidR="00E87451" w:rsidRPr="00810DF4" w:rsidRDefault="00E87451" w:rsidP="00E87451">
      <w:pPr>
        <w:pStyle w:val="BN"/>
        <w:spacing w:before="60"/>
        <w:ind w:firstLine="0"/>
        <w:rPr>
          <w:rFonts w:ascii="Calibri" w:hAnsi="Calibri" w:cs="Calibri"/>
        </w:rPr>
      </w:pPr>
      <w:r w:rsidRPr="002F6B37">
        <w:rPr>
          <w:rFonts w:ascii="Calibri" w:hAnsi="Calibri" w:cs="Calibri"/>
          <w:b/>
        </w:rPr>
        <w:lastRenderedPageBreak/>
        <w:t>Answer:</w:t>
      </w:r>
      <w:r w:rsidRPr="00810DF4">
        <w:rPr>
          <w:rFonts w:ascii="Calibri" w:hAnsi="Calibri" w:cs="Calibri"/>
        </w:rPr>
        <w:t xml:space="preserve">  The civil case</w:t>
      </w:r>
      <w:r>
        <w:rPr>
          <w:rFonts w:ascii="Calibri" w:hAnsi="Calibri" w:cs="Calibri"/>
        </w:rPr>
        <w:t>s</w:t>
      </w:r>
      <w:r w:rsidRPr="00810DF4">
        <w:rPr>
          <w:rFonts w:ascii="Calibri" w:hAnsi="Calibri" w:cs="Calibri"/>
        </w:rPr>
        <w:t xml:space="preserve"> will be brought by </w:t>
      </w:r>
      <w:r>
        <w:rPr>
          <w:rFonts w:ascii="Calibri" w:hAnsi="Calibri" w:cs="Calibri"/>
        </w:rPr>
        <w:t>the victims of identity theft</w:t>
      </w:r>
      <w:r w:rsidRPr="00810DF4">
        <w:rPr>
          <w:rFonts w:ascii="Calibri" w:hAnsi="Calibri" w:cs="Calibri"/>
        </w:rPr>
        <w:t xml:space="preserve">, and the outcome of a successful case against </w:t>
      </w:r>
      <w:r>
        <w:rPr>
          <w:rFonts w:ascii="Calibri" w:hAnsi="Calibri" w:cs="Calibri"/>
        </w:rPr>
        <w:t>Lance</w:t>
      </w:r>
      <w:r w:rsidRPr="00810DF4">
        <w:rPr>
          <w:rFonts w:ascii="Calibri" w:hAnsi="Calibri" w:cs="Calibri"/>
        </w:rPr>
        <w:t xml:space="preserve"> would be some type of monetary award</w:t>
      </w:r>
      <w:r>
        <w:rPr>
          <w:rFonts w:ascii="Calibri" w:hAnsi="Calibri" w:cs="Calibri"/>
        </w:rPr>
        <w:t xml:space="preserve"> for damages suffered. </w:t>
      </w:r>
      <w:r w:rsidRPr="00810DF4">
        <w:rPr>
          <w:rFonts w:ascii="Calibri" w:hAnsi="Calibri" w:cs="Calibri"/>
        </w:rPr>
        <w:t xml:space="preserve"> The criminal case will be brought by state prosecutors and the outcome would be imprisonment for </w:t>
      </w:r>
      <w:r>
        <w:rPr>
          <w:rFonts w:ascii="Calibri" w:hAnsi="Calibri" w:cs="Calibri"/>
        </w:rPr>
        <w:t>Lance</w:t>
      </w:r>
      <w:r w:rsidRPr="00810DF4">
        <w:rPr>
          <w:rFonts w:ascii="Calibri" w:hAnsi="Calibri" w:cs="Calibri"/>
        </w:rPr>
        <w:t>.</w:t>
      </w:r>
    </w:p>
    <w:p w:rsidR="0009419E" w:rsidRPr="00810DF4" w:rsidRDefault="0009419E" w:rsidP="00E87451">
      <w:pPr>
        <w:pStyle w:val="BN"/>
        <w:spacing w:before="60"/>
        <w:rPr>
          <w:rFonts w:ascii="Calibri" w:hAnsi="Calibri" w:cs="Calibri"/>
        </w:rPr>
      </w:pPr>
    </w:p>
    <w:p w:rsidR="0051413D" w:rsidRPr="00810DF4" w:rsidRDefault="0051413D" w:rsidP="00A32E39">
      <w:pPr>
        <w:pStyle w:val="BN"/>
        <w:spacing w:before="60"/>
        <w:rPr>
          <w:rFonts w:ascii="Calibri" w:hAnsi="Calibri" w:cs="Calibri"/>
        </w:rPr>
      </w:pPr>
      <w:r w:rsidRPr="00810DF4">
        <w:rPr>
          <w:rFonts w:ascii="Calibri" w:hAnsi="Calibri" w:cs="Calibri"/>
        </w:rPr>
        <w:t xml:space="preserve">5.  </w:t>
      </w:r>
      <w:r w:rsidR="00CD1B1F">
        <w:rPr>
          <w:rFonts w:ascii="Calibri" w:hAnsi="Calibri" w:cs="Calibri"/>
        </w:rPr>
        <w:t>The father of an American woman killed in the Paris terrorist attacks sued Twitter, Facebook, and YouTube, alleging the sites knowingly allow</w:t>
      </w:r>
      <w:r w:rsidR="005D4E8A">
        <w:rPr>
          <w:rFonts w:ascii="Calibri" w:hAnsi="Calibri" w:cs="Calibri"/>
        </w:rPr>
        <w:t>ed</w:t>
      </w:r>
      <w:r w:rsidR="00100886">
        <w:rPr>
          <w:rFonts w:ascii="Calibri" w:hAnsi="Calibri" w:cs="Calibri"/>
        </w:rPr>
        <w:t xml:space="preserve"> </w:t>
      </w:r>
      <w:r w:rsidR="00CD1B1F">
        <w:rPr>
          <w:rFonts w:ascii="Calibri" w:hAnsi="Calibri" w:cs="Calibri"/>
        </w:rPr>
        <w:t xml:space="preserve">terrorists to recruit members, raise money, and spread extremist propaganda. The sites defended themselves by saying that their policies prohibit terrorist recruitment and that, when alerted to it, they quickly remove offending videos. What type of lawsuit is this – criminal or civil? What responsibilities, if any, should social media sites have for the spread of terrorism? </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CD1B1F">
        <w:rPr>
          <w:rFonts w:ascii="Calibri" w:hAnsi="Calibri" w:cs="Calibri"/>
        </w:rPr>
        <w:t>The case is a civil case, but a</w:t>
      </w:r>
      <w:r w:rsidRPr="00810DF4">
        <w:rPr>
          <w:rFonts w:ascii="Calibri" w:hAnsi="Calibri" w:cs="Calibri"/>
        </w:rPr>
        <w:t>nswers will vary</w:t>
      </w:r>
      <w:r w:rsidR="00CD1B1F">
        <w:rPr>
          <w:rFonts w:ascii="Calibri" w:hAnsi="Calibri" w:cs="Calibri"/>
        </w:rPr>
        <w:t xml:space="preserve"> as to the scope of the responsibilities social media sites should have for the spread of terrorism</w:t>
      </w:r>
      <w:r w:rsidRPr="00810DF4">
        <w:rPr>
          <w:rFonts w:ascii="Calibri" w:hAnsi="Calibri" w:cs="Calibri"/>
        </w:rPr>
        <w:t>.</w:t>
      </w:r>
    </w:p>
    <w:p w:rsidR="0051413D" w:rsidRPr="00810DF4" w:rsidRDefault="0051413D" w:rsidP="0051413D">
      <w:pPr>
        <w:rPr>
          <w:rFonts w:ascii="Calibri" w:hAnsi="Calibri" w:cs="Calibri"/>
          <w:szCs w:val="22"/>
        </w:rPr>
      </w:pPr>
    </w:p>
    <w:p w:rsidR="0009419E" w:rsidRPr="00810DF4" w:rsidRDefault="004A7B66" w:rsidP="0009419E">
      <w:pPr>
        <w:rPr>
          <w:rStyle w:val="TopheadingCharCharChar"/>
          <w:rFonts w:ascii="Calibri" w:eastAsia="Calibri" w:hAnsi="Calibri" w:cs="Calibri"/>
        </w:rPr>
      </w:pPr>
      <w:r>
        <w:rPr>
          <w:rFonts w:ascii="Calibri" w:hAnsi="Calibri" w:cs="Calibri"/>
          <w:noProof/>
        </w:rPr>
        <w:drawing>
          <wp:inline distT="0" distB="0" distL="0" distR="0">
            <wp:extent cx="495300" cy="457200"/>
            <wp:effectExtent l="0" t="0" r="0" b="0"/>
            <wp:docPr id="8"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1">
                      <a:extLst>
                        <a:ext uri="{28A0092B-C50C-407E-A947-70E740481C1C}">
                          <a14:useLocalDpi xmlns:a14="http://schemas.microsoft.com/office/drawing/2010/main" val="0"/>
                        </a:ext>
                      </a:extLst>
                    </a:blip>
                    <a:srcRect l="29446" t="35583" r="28532" b="28522"/>
                    <a:stretch>
                      <a:fillRect/>
                    </a:stretch>
                  </pic:blipFill>
                  <pic:spPr bwMode="auto">
                    <a:xfrm>
                      <a:off x="0" y="0"/>
                      <a:ext cx="495300" cy="457200"/>
                    </a:xfrm>
                    <a:prstGeom prst="rect">
                      <a:avLst/>
                    </a:prstGeom>
                    <a:noFill/>
                    <a:ln>
                      <a:noFill/>
                    </a:ln>
                  </pic:spPr>
                </pic:pic>
              </a:graphicData>
            </a:graphic>
          </wp:inline>
        </w:drawing>
      </w:r>
      <w:r>
        <w:rPr>
          <w:rFonts w:ascii="Calibri" w:hAnsi="Calibri" w:cs="Calibri"/>
          <w:noProof/>
          <w:sz w:val="32"/>
          <w:szCs w:val="32"/>
        </w:rPr>
        <mc:AlternateContent>
          <mc:Choice Requires="wpg">
            <w:drawing>
              <wp:anchor distT="0" distB="0" distL="114300" distR="114300" simplePos="0" relativeHeight="7"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16" name="Group 51"/>
                        <wpg:cNvGrpSpPr>
                          <a:grpSpLocks/>
                        </wpg:cNvGrpSpPr>
                        <wpg:grpSpPr bwMode="auto">
                          <a:xfrm>
                            <a:off x="1056" y="0"/>
                            <a:ext cx="4194" cy="4167"/>
                            <a:chOff x="1056" y="0"/>
                            <a:chExt cx="4194" cy="4167"/>
                          </a:xfrm>
                        </wpg:grpSpPr>
                        <wpg:grpSp>
                          <wpg:cNvPr id="217" name="Group 52"/>
                          <wpg:cNvGrpSpPr>
                            <a:grpSpLocks/>
                          </wpg:cNvGrpSpPr>
                          <wpg:grpSpPr bwMode="auto">
                            <a:xfrm>
                              <a:off x="1056" y="0"/>
                              <a:ext cx="4194" cy="4114"/>
                              <a:chOff x="910" y="101"/>
                              <a:chExt cx="4194" cy="4114"/>
                            </a:xfrm>
                          </wpg:grpSpPr>
                          <wps:wsp>
                            <wps:cNvPr id="218" name="Freeform 53"/>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19" name="Freeform 54"/>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55"/>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56"/>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57"/>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3" name="Freeform 58"/>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59"/>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60"/>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6" name="Freeform 61"/>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62"/>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8" name="Freeform 63"/>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29" name="Freeform 64"/>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30" name="Freeform 65"/>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439F62" id="Group 215" o:spid="_x0000_s1026" style="position:absolute;margin-left:77.5pt;margin-top:569.85pt;width:31.9pt;height:30.6pt;z-index:7"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">
                <v:group id="Group 51"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group id="Group 52"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Freeform 53"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54"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55"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56"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57"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58"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59"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60"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61"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62"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63"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" path="m105,r84,99l,258,105,xe" fillcolor="black">
                      <v:path arrowok="t" o:connecttype="custom" o:connectlocs="105,0;189,99;0,258;105,0" o:connectangles="0,0,0,0"/>
                    </v:shape>
                  </v:group>
                  <v:shape id="Freeform 64"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" path="m105,r84,99l,258,105,xe" fillcolor="black">
                    <v:path arrowok="t" o:connecttype="custom" o:connectlocs="105,0;189,99;0,258;105,0" o:connectangles="0,0,0,0"/>
                  </v:shape>
                </v:group>
                <v:shape id="Freeform 65"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" path="m105,r84,99l,258,105,xe" fillcolor="black">
                  <v:path arrowok="t" o:connecttype="custom" o:connectlocs="105,0;189,99;0,258;105,0" o:connectangles="0,0,0,0"/>
                </v:shape>
              </v:group>
            </w:pict>
          </mc:Fallback>
        </mc:AlternateContent>
      </w:r>
      <w:r>
        <w:rPr>
          <w:rFonts w:ascii="Calibri" w:hAnsi="Calibri" w:cs="Calibri"/>
          <w:noProof/>
          <w:sz w:val="32"/>
          <w:szCs w:val="32"/>
        </w:rPr>
        <mc:AlternateContent>
          <mc:Choice Requires="wpg">
            <w:drawing>
              <wp:anchor distT="0" distB="0" distL="114300" distR="114300" simplePos="0" relativeHeight="6"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3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32" name="Group 35"/>
                        <wpg:cNvGrpSpPr>
                          <a:grpSpLocks/>
                        </wpg:cNvGrpSpPr>
                        <wpg:grpSpPr bwMode="auto">
                          <a:xfrm>
                            <a:off x="1056" y="0"/>
                            <a:ext cx="4194" cy="4167"/>
                            <a:chOff x="1056" y="0"/>
                            <a:chExt cx="4194" cy="4167"/>
                          </a:xfrm>
                        </wpg:grpSpPr>
                        <wpg:grpSp>
                          <wpg:cNvPr id="233" name="Group 36"/>
                          <wpg:cNvGrpSpPr>
                            <a:grpSpLocks/>
                          </wpg:cNvGrpSpPr>
                          <wpg:grpSpPr bwMode="auto">
                            <a:xfrm>
                              <a:off x="1056" y="0"/>
                              <a:ext cx="4194" cy="4114"/>
                              <a:chOff x="910" y="101"/>
                              <a:chExt cx="4194" cy="4114"/>
                            </a:xfrm>
                          </wpg:grpSpPr>
                          <wps:wsp>
                            <wps:cNvPr id="234" name="Freeform 37"/>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35" name="Freeform 38"/>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39"/>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40"/>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41"/>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9" name="Freeform 42"/>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43"/>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44"/>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2" name="Freeform 45"/>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46"/>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4" name="Freeform 47"/>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45" name="Freeform 48"/>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46" name="Freeform 49"/>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5EAE44" id="Group 231" o:spid="_x0000_s1026" style="position:absolute;margin-left:77.5pt;margin-top:569.85pt;width:31.9pt;height:30.6pt;z-index:6"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">
                <v:group id="Group 35"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group id="Group 36"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37"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38"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39"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40"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41"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42"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43"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44"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45"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46"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47"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" path="m105,r84,99l,258,105,xe" fillcolor="black">
                      <v:path arrowok="t" o:connecttype="custom" o:connectlocs="105,0;189,99;0,258;105,0" o:connectangles="0,0,0,0"/>
                    </v:shape>
                  </v:group>
                  <v:shape id="Freeform 48"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" path="m105,r84,99l,258,105,xe" fillcolor="black">
                    <v:path arrowok="t" o:connecttype="custom" o:connectlocs="105,0;189,99;0,258;105,0" o:connectangles="0,0,0,0"/>
                  </v:shape>
                </v:group>
                <v:shape id="Freeform 49"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" path="m105,r84,99l,258,105,xe" fillcolor="black">
                  <v:path arrowok="t" o:connecttype="custom" o:connectlocs="105,0;189,99;0,258;105,0" o:connectangles="0,0,0,0"/>
                </v:shape>
              </v:group>
            </w:pict>
          </mc:Fallback>
        </mc:AlternateContent>
      </w:r>
      <w:r>
        <w:rPr>
          <w:rFonts w:ascii="Calibri" w:hAnsi="Calibri" w:cs="Calibri"/>
          <w:noProof/>
          <w:sz w:val="32"/>
          <w:szCs w:val="32"/>
        </w:rPr>
        <mc:AlternateContent>
          <mc:Choice Requires="wpg">
            <w:drawing>
              <wp:anchor distT="0" distB="0" distL="114300" distR="114300" simplePos="0" relativeHeight="5"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48" name="Group 19"/>
                        <wpg:cNvGrpSpPr>
                          <a:grpSpLocks/>
                        </wpg:cNvGrpSpPr>
                        <wpg:grpSpPr bwMode="auto">
                          <a:xfrm>
                            <a:off x="1056" y="0"/>
                            <a:ext cx="4194" cy="4167"/>
                            <a:chOff x="1056" y="0"/>
                            <a:chExt cx="4194" cy="4167"/>
                          </a:xfrm>
                        </wpg:grpSpPr>
                        <wpg:grpSp>
                          <wpg:cNvPr id="249" name="Group 20"/>
                          <wpg:cNvGrpSpPr>
                            <a:grpSpLocks/>
                          </wpg:cNvGrpSpPr>
                          <wpg:grpSpPr bwMode="auto">
                            <a:xfrm>
                              <a:off x="1056" y="0"/>
                              <a:ext cx="4194" cy="4114"/>
                              <a:chOff x="910" y="101"/>
                              <a:chExt cx="4194" cy="4114"/>
                            </a:xfrm>
                          </wpg:grpSpPr>
                          <wps:wsp>
                            <wps:cNvPr id="250" name="Freeform 21"/>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1" name="Freeform 22"/>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3"/>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4"/>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5"/>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5" name="Freeform 26"/>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27"/>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28"/>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8" name="Freeform 29"/>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30"/>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0" name="Freeform 31"/>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61" name="Freeform 32"/>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62" name="Freeform 33"/>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9FFDE1" id="Group 247" o:spid="_x0000_s1026" style="position:absolute;margin-left:77.5pt;margin-top:569.85pt;width:31.9pt;height:30.6pt;z-index:5"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">
                <v:group id="Group 19"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group id="Group 20"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Freeform 21"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22"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23"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24"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25"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26"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27"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28"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29"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30"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31"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" path="m105,r84,99l,258,105,xe" fillcolor="black">
                      <v:path arrowok="t" o:connecttype="custom" o:connectlocs="105,0;189,99;0,258;105,0" o:connectangles="0,0,0,0"/>
                    </v:shape>
                  </v:group>
                  <v:shape id="Freeform 32"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" path="m105,r84,99l,258,105,xe" fillcolor="black">
                    <v:path arrowok="t" o:connecttype="custom" o:connectlocs="105,0;189,99;0,258;105,0" o:connectangles="0,0,0,0"/>
                  </v:shape>
                </v:group>
                <v:shape id="Freeform 33"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" path="m105,r84,99l,258,105,xe" fillcolor="black">
                  <v:path arrowok="t" o:connecttype="custom" o:connectlocs="105,0;189,99;0,258;105,0" o:connectangles="0,0,0,0"/>
                </v:shape>
              </v:group>
            </w:pict>
          </mc:Fallback>
        </mc:AlternateContent>
      </w:r>
      <w:r>
        <w:rPr>
          <w:rFonts w:ascii="Calibri" w:hAnsi="Calibri" w:cs="Calibri"/>
          <w:noProof/>
          <w:sz w:val="32"/>
          <w:szCs w:val="32"/>
        </w:rPr>
        <mc:AlternateContent>
          <mc:Choice Requires="wpg">
            <w:drawing>
              <wp:anchor distT="0" distB="0" distL="114300" distR="114300" simplePos="0" relativeHeight="4"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64" name="Group 3"/>
                        <wpg:cNvGrpSpPr>
                          <a:grpSpLocks/>
                        </wpg:cNvGrpSpPr>
                        <wpg:grpSpPr bwMode="auto">
                          <a:xfrm>
                            <a:off x="1056" y="0"/>
                            <a:ext cx="4194" cy="4167"/>
                            <a:chOff x="1056" y="0"/>
                            <a:chExt cx="4194" cy="4167"/>
                          </a:xfrm>
                        </wpg:grpSpPr>
                        <wpg:grpSp>
                          <wpg:cNvPr id="265" name="Group 4"/>
                          <wpg:cNvGrpSpPr>
                            <a:grpSpLocks/>
                          </wpg:cNvGrpSpPr>
                          <wpg:grpSpPr bwMode="auto">
                            <a:xfrm>
                              <a:off x="1056" y="0"/>
                              <a:ext cx="4194" cy="4114"/>
                              <a:chOff x="910" y="101"/>
                              <a:chExt cx="4194" cy="4114"/>
                            </a:xfrm>
                          </wpg:grpSpPr>
                          <wps:wsp>
                            <wps:cNvPr id="266" name="Freeform 5"/>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7" name="Freeform 6"/>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7"/>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8"/>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9"/>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1" name="Freeform 10"/>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11"/>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12"/>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4" name="Freeform 13"/>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14"/>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6" name="Freeform 15"/>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77" name="Freeform 16"/>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78" name="Freeform 17"/>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FD3E54" id="Group 263" o:spid="_x0000_s1026" style="position:absolute;margin-left:77.5pt;margin-top:569.85pt;width:31.9pt;height:30.6pt;z-index:4"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">
                <v:group id="Group 3"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group id="Group 4"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5"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6"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7"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8"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9"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10"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11"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12"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13"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14"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15"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" path="m105,r84,99l,258,105,xe" fillcolor="black">
                      <v:path arrowok="t" o:connecttype="custom" o:connectlocs="105,0;189,99;0,258;105,0" o:connectangles="0,0,0,0"/>
                    </v:shape>
                  </v:group>
                  <v:shape id="Freeform 16"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" path="m105,r84,99l,258,105,xe" fillcolor="black">
                    <v:path arrowok="t" o:connecttype="custom" o:connectlocs="105,0;189,99;0,258;105,0" o:connectangles="0,0,0,0"/>
                  </v:shape>
                </v:group>
                <v:shape id="Freeform 17"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" path="m105,r84,99l,258,105,xe" fillcolor="black">
                  <v:path arrowok="t" o:connecttype="custom" o:connectlocs="105,0;189,99;0,258;105,0" o:connectangles="0,0,0,0"/>
                </v:shape>
              </v:group>
            </w:pict>
          </mc:Fallback>
        </mc:AlternateContent>
      </w:r>
      <w:r w:rsidR="0009419E" w:rsidRPr="002F6B37">
        <w:rPr>
          <w:rStyle w:val="TopheadingCharCharChar"/>
          <w:rFonts w:ascii="Calibri" w:eastAsia="Calibri" w:hAnsi="Calibri" w:cs="Calibri"/>
          <w:sz w:val="32"/>
          <w:szCs w:val="32"/>
        </w:rPr>
        <w:t>Discussion</w:t>
      </w:r>
      <w:r w:rsidR="0009419E" w:rsidRPr="002F6B37">
        <w:rPr>
          <w:rStyle w:val="TopheadingCharCharChar"/>
          <w:rFonts w:ascii="Calibri" w:hAnsi="Calibri" w:cs="Calibri"/>
          <w:sz w:val="32"/>
          <w:szCs w:val="32"/>
        </w:rPr>
        <w:t xml:space="preserve"> Questions</w:t>
      </w:r>
    </w:p>
    <w:p w:rsidR="0051413D" w:rsidRPr="00810DF4" w:rsidRDefault="0051413D" w:rsidP="0051413D">
      <w:pPr>
        <w:rPr>
          <w:rFonts w:ascii="Calibri" w:hAnsi="Calibri" w:cs="Calibri"/>
          <w:b/>
        </w:rPr>
      </w:pPr>
      <w:r w:rsidRPr="00810DF4">
        <w:rPr>
          <w:rFonts w:ascii="Calibri" w:hAnsi="Calibri" w:cs="Calibri"/>
          <w:b/>
        </w:rPr>
        <w:tab/>
      </w:r>
    </w:p>
    <w:p w:rsidR="0051413D" w:rsidRPr="00810DF4" w:rsidRDefault="00F53B13" w:rsidP="00F15C4D">
      <w:pPr>
        <w:numPr>
          <w:ilvl w:val="0"/>
          <w:numId w:val="35"/>
        </w:numPr>
        <w:ind w:left="360"/>
        <w:rPr>
          <w:rFonts w:ascii="Calibri" w:hAnsi="Calibri" w:cs="Calibri"/>
        </w:rPr>
      </w:pPr>
      <w:r>
        <w:rPr>
          <w:rFonts w:ascii="Calibri" w:hAnsi="Calibri" w:cs="Calibri"/>
        </w:rPr>
        <w:t xml:space="preserve">Do you believe that there are too many lawsuits in the United States: If so, do you place more blame for the problem on lawyers or on individuals who go to court? Is there anything that would help the problem, or will we always have large numbers of lawsuits? </w:t>
      </w:r>
    </w:p>
    <w:p w:rsidR="00F92527" w:rsidRPr="00810DF4" w:rsidRDefault="00F92527" w:rsidP="002F223A">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6A6C5D" w:rsidRPr="00810DF4" w:rsidRDefault="006A6C5D" w:rsidP="0051413D">
      <w:pPr>
        <w:rPr>
          <w:rFonts w:ascii="Calibri" w:hAnsi="Calibri" w:cs="Calibri"/>
        </w:rPr>
      </w:pPr>
    </w:p>
    <w:p w:rsidR="0051413D" w:rsidRPr="00B45B71" w:rsidRDefault="00F53B13" w:rsidP="0051413D">
      <w:pPr>
        <w:numPr>
          <w:ilvl w:val="0"/>
          <w:numId w:val="35"/>
        </w:numPr>
        <w:ind w:left="360"/>
        <w:rPr>
          <w:rFonts w:ascii="Calibri" w:hAnsi="Calibri" w:cs="Calibri"/>
        </w:rPr>
      </w:pPr>
      <w:r>
        <w:rPr>
          <w:rFonts w:ascii="Calibri" w:hAnsi="Calibri" w:cs="Calibri"/>
        </w:rPr>
        <w:t xml:space="preserve">In the 1980s, the Supreme Court ruled that it is legal for protesters to burn the American flag. This </w:t>
      </w:r>
      <w:r w:rsidR="00B45B71">
        <w:rPr>
          <w:rFonts w:ascii="Calibri" w:hAnsi="Calibri" w:cs="Calibri"/>
        </w:rPr>
        <w:t>activity</w:t>
      </w:r>
      <w:r>
        <w:rPr>
          <w:rFonts w:ascii="Calibri" w:hAnsi="Calibri" w:cs="Calibri"/>
        </w:rPr>
        <w:t xml:space="preserve"> counts as free speech under the </w:t>
      </w:r>
      <w:r w:rsidR="00B45B71">
        <w:rPr>
          <w:rFonts w:ascii="Calibri" w:hAnsi="Calibri" w:cs="Calibri"/>
        </w:rPr>
        <w:t>Constitution</w:t>
      </w:r>
      <w:r>
        <w:rPr>
          <w:rFonts w:ascii="Calibri" w:hAnsi="Calibri" w:cs="Calibri"/>
        </w:rPr>
        <w:t xml:space="preserve">. If the </w:t>
      </w:r>
      <w:r w:rsidR="00B45B71">
        <w:rPr>
          <w:rFonts w:ascii="Calibri" w:hAnsi="Calibri" w:cs="Calibri"/>
        </w:rPr>
        <w:t>Court</w:t>
      </w:r>
      <w:r>
        <w:rPr>
          <w:rFonts w:ascii="Calibri" w:hAnsi="Calibri" w:cs="Calibri"/>
        </w:rPr>
        <w:t xml:space="preserve"> hears a new flag-burning case in this decade, should it consider changing its ruling or should it follow precedent? Is following past precedent something that seems sensible to you:</w:t>
      </w:r>
    </w:p>
    <w:p w:rsidR="00B45B71" w:rsidRPr="00810DF4" w:rsidRDefault="0051413D" w:rsidP="00F92527">
      <w:pPr>
        <w:spacing w:before="60"/>
        <w:ind w:left="360"/>
        <w:rPr>
          <w:rFonts w:ascii="Calibri" w:hAnsi="Calibri" w:cs="Calibri"/>
        </w:rPr>
      </w:pPr>
      <w:r w:rsidRPr="00810DF4">
        <w:rPr>
          <w:rFonts w:ascii="Calibri" w:hAnsi="Calibri" w:cs="Calibri"/>
        </w:rPr>
        <w:t xml:space="preserve">a.  </w:t>
      </w:r>
      <w:r w:rsidR="00B45B71">
        <w:rPr>
          <w:rFonts w:ascii="Calibri" w:hAnsi="Calibri" w:cs="Calibri"/>
        </w:rPr>
        <w:t>always</w:t>
      </w:r>
      <w:r w:rsidR="00B45B71">
        <w:rPr>
          <w:rFonts w:ascii="Calibri" w:hAnsi="Calibri" w:cs="Calibri"/>
        </w:rPr>
        <w:tab/>
        <w:t>b.  usually</w:t>
      </w:r>
      <w:r w:rsidR="00B45B71">
        <w:rPr>
          <w:rFonts w:ascii="Calibri" w:hAnsi="Calibri" w:cs="Calibri"/>
        </w:rPr>
        <w:tab/>
      </w:r>
      <w:r w:rsidRPr="00810DF4">
        <w:rPr>
          <w:rFonts w:ascii="Calibri" w:hAnsi="Calibri" w:cs="Calibri"/>
        </w:rPr>
        <w:t xml:space="preserve">c.  </w:t>
      </w:r>
      <w:r w:rsidR="00B45B71">
        <w:rPr>
          <w:rFonts w:ascii="Calibri" w:hAnsi="Calibri" w:cs="Calibri"/>
        </w:rPr>
        <w:t>sometimes</w:t>
      </w:r>
      <w:r w:rsidR="00B45B71">
        <w:rPr>
          <w:rFonts w:ascii="Calibri" w:hAnsi="Calibri" w:cs="Calibri"/>
        </w:rPr>
        <w:tab/>
      </w:r>
      <w:r w:rsidRPr="00810DF4">
        <w:rPr>
          <w:rFonts w:ascii="Calibri" w:hAnsi="Calibri" w:cs="Calibri"/>
        </w:rPr>
        <w:t xml:space="preserve">d.  </w:t>
      </w:r>
      <w:r w:rsidR="00B45B71">
        <w:rPr>
          <w:rFonts w:ascii="Calibri" w:hAnsi="Calibri" w:cs="Calibri"/>
        </w:rPr>
        <w:t>rarely</w:t>
      </w:r>
      <w:r w:rsidR="00B45B71">
        <w:rPr>
          <w:rFonts w:ascii="Calibri" w:hAnsi="Calibri" w:cs="Calibri"/>
        </w:rPr>
        <w:tab/>
        <w:t>e. never</w:t>
      </w:r>
    </w:p>
    <w:p w:rsidR="00F92527" w:rsidRPr="00810DF4" w:rsidRDefault="00F92527" w:rsidP="00F15C4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09419E" w:rsidRPr="00810DF4" w:rsidRDefault="0009419E" w:rsidP="0009419E">
      <w:pPr>
        <w:rPr>
          <w:rFonts w:ascii="Calibri" w:hAnsi="Calibri" w:cs="Calibri"/>
          <w:szCs w:val="22"/>
        </w:rPr>
      </w:pPr>
    </w:p>
    <w:p w:rsidR="0051413D" w:rsidRDefault="00B45B71" w:rsidP="00F15C4D">
      <w:pPr>
        <w:numPr>
          <w:ilvl w:val="0"/>
          <w:numId w:val="35"/>
        </w:numPr>
        <w:ind w:left="360"/>
        <w:rPr>
          <w:rFonts w:ascii="Calibri" w:hAnsi="Calibri" w:cs="Calibri"/>
        </w:rPr>
      </w:pPr>
      <w:r>
        <w:rPr>
          <w:rFonts w:ascii="Calibri" w:hAnsi="Calibri" w:cs="Calibri"/>
        </w:rPr>
        <w:t>When should a business be held legally responsible for customer safety? Consider the following statements, and circle your opinion.</w:t>
      </w:r>
    </w:p>
    <w:p w:rsidR="00B45B71" w:rsidRDefault="00B45B71" w:rsidP="00B45B71">
      <w:pPr>
        <w:numPr>
          <w:ilvl w:val="1"/>
          <w:numId w:val="35"/>
        </w:numPr>
        <w:rPr>
          <w:rFonts w:ascii="Calibri" w:hAnsi="Calibri" w:cs="Calibri"/>
        </w:rPr>
      </w:pPr>
      <w:r>
        <w:rPr>
          <w:rFonts w:ascii="Calibri" w:hAnsi="Calibri" w:cs="Calibri"/>
        </w:rPr>
        <w:t>A business should keep customers safe from its own employees</w:t>
      </w:r>
    </w:p>
    <w:p w:rsidR="00B45B71" w:rsidRDefault="00B45B71" w:rsidP="00B45B71">
      <w:pPr>
        <w:ind w:left="1440"/>
        <w:rPr>
          <w:rFonts w:ascii="Calibri" w:hAnsi="Calibri" w:cs="Calibri"/>
        </w:rPr>
      </w:pPr>
      <w:r>
        <w:rPr>
          <w:rFonts w:ascii="Calibri" w:hAnsi="Calibri" w:cs="Calibri"/>
        </w:rPr>
        <w:t>Strongly agree</w:t>
      </w:r>
      <w:r>
        <w:rPr>
          <w:rFonts w:ascii="Calibri" w:hAnsi="Calibri" w:cs="Calibri"/>
        </w:rPr>
        <w:tab/>
        <w:t>agree</w:t>
      </w:r>
      <w:r>
        <w:rPr>
          <w:rFonts w:ascii="Calibri" w:hAnsi="Calibri" w:cs="Calibri"/>
        </w:rPr>
        <w:tab/>
        <w:t>neutral</w:t>
      </w:r>
      <w:r>
        <w:rPr>
          <w:rFonts w:ascii="Calibri" w:hAnsi="Calibri" w:cs="Calibri"/>
        </w:rPr>
        <w:tab/>
        <w:t>disagree</w:t>
      </w:r>
      <w:r>
        <w:rPr>
          <w:rFonts w:ascii="Calibri" w:hAnsi="Calibri" w:cs="Calibri"/>
        </w:rPr>
        <w:tab/>
        <w:t>strongly disagree</w:t>
      </w:r>
    </w:p>
    <w:p w:rsidR="00B45B71" w:rsidRDefault="00B45B71" w:rsidP="00B45B71">
      <w:pPr>
        <w:ind w:left="1440"/>
        <w:rPr>
          <w:rFonts w:ascii="Calibri" w:hAnsi="Calibri" w:cs="Calibri"/>
        </w:rPr>
      </w:pPr>
    </w:p>
    <w:p w:rsidR="00B45B71" w:rsidRDefault="00B45B71" w:rsidP="00B45B71">
      <w:pPr>
        <w:pStyle w:val="ListParagraph"/>
        <w:numPr>
          <w:ilvl w:val="1"/>
          <w:numId w:val="35"/>
        </w:numPr>
        <w:rPr>
          <w:rFonts w:ascii="Calibri" w:hAnsi="Calibri" w:cs="Calibri"/>
        </w:rPr>
      </w:pPr>
      <w:r>
        <w:rPr>
          <w:rFonts w:ascii="Calibri" w:hAnsi="Calibri" w:cs="Calibri"/>
        </w:rPr>
        <w:t>A business should keep customers safe from other customers</w:t>
      </w:r>
    </w:p>
    <w:p w:rsidR="00B45B71" w:rsidRDefault="00B45B71" w:rsidP="00B45B71">
      <w:pPr>
        <w:ind w:left="1440"/>
        <w:rPr>
          <w:rFonts w:ascii="Calibri" w:hAnsi="Calibri" w:cs="Calibri"/>
        </w:rPr>
      </w:pPr>
      <w:r>
        <w:rPr>
          <w:rFonts w:ascii="Calibri" w:hAnsi="Calibri" w:cs="Calibri"/>
        </w:rPr>
        <w:t>Strongly agree</w:t>
      </w:r>
      <w:r>
        <w:rPr>
          <w:rFonts w:ascii="Calibri" w:hAnsi="Calibri" w:cs="Calibri"/>
        </w:rPr>
        <w:tab/>
        <w:t>agree</w:t>
      </w:r>
      <w:r>
        <w:rPr>
          <w:rFonts w:ascii="Calibri" w:hAnsi="Calibri" w:cs="Calibri"/>
        </w:rPr>
        <w:tab/>
        <w:t>neutral</w:t>
      </w:r>
      <w:r>
        <w:rPr>
          <w:rFonts w:ascii="Calibri" w:hAnsi="Calibri" w:cs="Calibri"/>
        </w:rPr>
        <w:tab/>
        <w:t>disagree</w:t>
      </w:r>
      <w:r>
        <w:rPr>
          <w:rFonts w:ascii="Calibri" w:hAnsi="Calibri" w:cs="Calibri"/>
        </w:rPr>
        <w:tab/>
        <w:t>strongly disagree</w:t>
      </w:r>
    </w:p>
    <w:p w:rsidR="00CD6A9D" w:rsidRDefault="00CD6A9D" w:rsidP="00CD6A9D">
      <w:pPr>
        <w:rPr>
          <w:rFonts w:ascii="Calibri" w:hAnsi="Calibri" w:cs="Calibri"/>
        </w:rPr>
      </w:pPr>
    </w:p>
    <w:p w:rsidR="00CD6A9D" w:rsidRDefault="00CD6A9D" w:rsidP="00CD6A9D">
      <w:pPr>
        <w:pStyle w:val="ListParagraph"/>
        <w:numPr>
          <w:ilvl w:val="1"/>
          <w:numId w:val="35"/>
        </w:numPr>
        <w:rPr>
          <w:rFonts w:ascii="Calibri" w:hAnsi="Calibri" w:cs="Calibri"/>
        </w:rPr>
      </w:pPr>
      <w:r>
        <w:rPr>
          <w:rFonts w:ascii="Calibri" w:hAnsi="Calibri" w:cs="Calibri"/>
        </w:rPr>
        <w:t>A business should keep customers safe from themselves. (Example: an intoxicated customer who can no longer walk straight)</w:t>
      </w:r>
    </w:p>
    <w:p w:rsidR="00CD6A9D" w:rsidRDefault="00CD6A9D" w:rsidP="00CD6A9D">
      <w:pPr>
        <w:ind w:left="1440"/>
        <w:rPr>
          <w:rFonts w:ascii="Calibri" w:hAnsi="Calibri" w:cs="Calibri"/>
        </w:rPr>
      </w:pPr>
      <w:r>
        <w:rPr>
          <w:rFonts w:ascii="Calibri" w:hAnsi="Calibri" w:cs="Calibri"/>
        </w:rPr>
        <w:t>Strongly agree</w:t>
      </w:r>
      <w:r>
        <w:rPr>
          <w:rFonts w:ascii="Calibri" w:hAnsi="Calibri" w:cs="Calibri"/>
        </w:rPr>
        <w:tab/>
        <w:t>agree</w:t>
      </w:r>
      <w:r>
        <w:rPr>
          <w:rFonts w:ascii="Calibri" w:hAnsi="Calibri" w:cs="Calibri"/>
        </w:rPr>
        <w:tab/>
        <w:t>neutral</w:t>
      </w:r>
      <w:r>
        <w:rPr>
          <w:rFonts w:ascii="Calibri" w:hAnsi="Calibri" w:cs="Calibri"/>
        </w:rPr>
        <w:tab/>
        <w:t>disagree</w:t>
      </w:r>
      <w:r>
        <w:rPr>
          <w:rFonts w:ascii="Calibri" w:hAnsi="Calibri" w:cs="Calibri"/>
        </w:rPr>
        <w:tab/>
        <w:t>strongly disagree</w:t>
      </w:r>
    </w:p>
    <w:p w:rsidR="00CD6A9D" w:rsidRDefault="00CD6A9D" w:rsidP="00CD6A9D">
      <w:pPr>
        <w:pStyle w:val="ListParagraph"/>
        <w:ind w:left="1440"/>
        <w:rPr>
          <w:rFonts w:ascii="Calibri" w:hAnsi="Calibri" w:cs="Calibri"/>
        </w:rPr>
      </w:pPr>
    </w:p>
    <w:p w:rsidR="00CD6A9D" w:rsidRDefault="00CD6A9D" w:rsidP="00CD6A9D">
      <w:pPr>
        <w:pStyle w:val="ListParagraph"/>
        <w:numPr>
          <w:ilvl w:val="1"/>
          <w:numId w:val="35"/>
        </w:numPr>
        <w:rPr>
          <w:rFonts w:ascii="Calibri" w:hAnsi="Calibri" w:cs="Calibri"/>
        </w:rPr>
      </w:pPr>
      <w:r>
        <w:rPr>
          <w:rFonts w:ascii="Calibri" w:hAnsi="Calibri" w:cs="Calibri"/>
        </w:rPr>
        <w:t>A business should keep people outside its own establishment safe if it is reasonable to do so.</w:t>
      </w:r>
    </w:p>
    <w:p w:rsidR="00CD6A9D" w:rsidRDefault="00CD6A9D" w:rsidP="00CD6A9D">
      <w:pPr>
        <w:ind w:left="1440"/>
        <w:rPr>
          <w:rFonts w:ascii="Calibri" w:hAnsi="Calibri" w:cs="Calibri"/>
        </w:rPr>
      </w:pPr>
      <w:r>
        <w:rPr>
          <w:rFonts w:ascii="Calibri" w:hAnsi="Calibri" w:cs="Calibri"/>
        </w:rPr>
        <w:t>Strongly agree</w:t>
      </w:r>
      <w:r>
        <w:rPr>
          <w:rFonts w:ascii="Calibri" w:hAnsi="Calibri" w:cs="Calibri"/>
        </w:rPr>
        <w:tab/>
        <w:t>agree</w:t>
      </w:r>
      <w:r>
        <w:rPr>
          <w:rFonts w:ascii="Calibri" w:hAnsi="Calibri" w:cs="Calibri"/>
        </w:rPr>
        <w:tab/>
        <w:t>neutral</w:t>
      </w:r>
      <w:r>
        <w:rPr>
          <w:rFonts w:ascii="Calibri" w:hAnsi="Calibri" w:cs="Calibri"/>
        </w:rPr>
        <w:tab/>
        <w:t>disagree</w:t>
      </w:r>
      <w:r>
        <w:rPr>
          <w:rFonts w:ascii="Calibri" w:hAnsi="Calibri" w:cs="Calibri"/>
        </w:rPr>
        <w:tab/>
        <w:t>strongly disagree</w:t>
      </w:r>
    </w:p>
    <w:p w:rsidR="00CD6A9D" w:rsidRPr="00CD6A9D" w:rsidRDefault="00CD6A9D" w:rsidP="00CD6A9D">
      <w:pPr>
        <w:pStyle w:val="ListParagraph"/>
        <w:ind w:left="1440"/>
        <w:rPr>
          <w:rFonts w:ascii="Calibri" w:hAnsi="Calibri" w:cs="Calibri"/>
        </w:rPr>
      </w:pPr>
    </w:p>
    <w:p w:rsidR="00CD6A9D" w:rsidRPr="00CD6A9D" w:rsidRDefault="00CD6A9D" w:rsidP="00CD6A9D">
      <w:pPr>
        <w:pStyle w:val="ListParagraph"/>
        <w:ind w:left="1440"/>
        <w:rPr>
          <w:rFonts w:ascii="Calibri" w:hAnsi="Calibri" w:cs="Calibri"/>
        </w:rPr>
      </w:pPr>
    </w:p>
    <w:p w:rsidR="00CD6A9D" w:rsidRPr="00810DF4" w:rsidRDefault="00336D82" w:rsidP="00F15C4D">
      <w:pPr>
        <w:pStyle w:val="BN"/>
        <w:spacing w:before="60"/>
        <w:ind w:firstLine="0"/>
        <w:rPr>
          <w:rFonts w:ascii="Calibri" w:hAnsi="Calibri" w:cs="Calibri"/>
        </w:rPr>
      </w:pPr>
      <w:r w:rsidRPr="002F6B37">
        <w:rPr>
          <w:rFonts w:ascii="Calibri" w:hAnsi="Calibri" w:cs="Calibri"/>
          <w:b/>
        </w:rPr>
        <w:lastRenderedPageBreak/>
        <w:t>Answer:</w:t>
      </w:r>
      <w:r w:rsidRPr="00810DF4">
        <w:rPr>
          <w:rFonts w:ascii="Calibri" w:hAnsi="Calibri" w:cs="Calibri"/>
        </w:rPr>
        <w:t xml:space="preserve">  </w:t>
      </w:r>
      <w:r w:rsidR="00CD6A9D">
        <w:rPr>
          <w:rFonts w:ascii="Calibri" w:hAnsi="Calibri" w:cs="Calibri"/>
        </w:rPr>
        <w:t>Answers will vary.</w:t>
      </w:r>
    </w:p>
    <w:p w:rsidR="00AD21D2" w:rsidRPr="00810DF4" w:rsidRDefault="00AD21D2" w:rsidP="00336D82">
      <w:pPr>
        <w:pStyle w:val="BN"/>
        <w:spacing w:before="60"/>
        <w:ind w:firstLine="0"/>
        <w:rPr>
          <w:rFonts w:ascii="Calibri" w:hAnsi="Calibri" w:cs="Calibri"/>
        </w:rPr>
      </w:pPr>
    </w:p>
    <w:p w:rsidR="00AD21D2" w:rsidRPr="00810DF4" w:rsidRDefault="00CD6A9D" w:rsidP="00F15C4D">
      <w:pPr>
        <w:pStyle w:val="BN"/>
        <w:numPr>
          <w:ilvl w:val="0"/>
          <w:numId w:val="35"/>
        </w:numPr>
        <w:spacing w:before="60"/>
        <w:ind w:left="360"/>
        <w:rPr>
          <w:rFonts w:ascii="Calibri" w:hAnsi="Calibri" w:cs="Calibri"/>
        </w:rPr>
      </w:pPr>
      <w:r>
        <w:rPr>
          <w:rFonts w:ascii="Calibri" w:hAnsi="Calibri" w:cs="Calibri"/>
          <w:lang w:val="en"/>
        </w:rPr>
        <w:t xml:space="preserve">In his most famous novel, </w:t>
      </w:r>
      <w:r w:rsidRPr="00CD6A9D">
        <w:rPr>
          <w:rFonts w:ascii="Calibri" w:hAnsi="Calibri" w:cs="Calibri"/>
          <w:i/>
          <w:lang w:val="en"/>
        </w:rPr>
        <w:t>The Red and the Black</w:t>
      </w:r>
      <w:r>
        <w:rPr>
          <w:rFonts w:ascii="Calibri" w:hAnsi="Calibri" w:cs="Calibri"/>
          <w:lang w:val="en"/>
        </w:rPr>
        <w:t xml:space="preserve">, the French author Stendhal (1783-1842) wrote: “Prior to laws, what is natural is only the strength of the lion, or the need of the creature suffering from hunger or cold, in short, need.” Do you agree with Stendhal? Without laws, would society quickly crumble? </w:t>
      </w:r>
    </w:p>
    <w:p w:rsidR="00F15C4D" w:rsidRPr="00810DF4" w:rsidRDefault="00F15C4D" w:rsidP="00F15C4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F15C4D" w:rsidRPr="00810DF4" w:rsidRDefault="00F15C4D" w:rsidP="00F15C4D">
      <w:pPr>
        <w:pStyle w:val="BN"/>
        <w:spacing w:before="60"/>
        <w:ind w:left="720" w:firstLine="0"/>
        <w:rPr>
          <w:rFonts w:ascii="Calibri" w:hAnsi="Calibri" w:cs="Calibri"/>
        </w:rPr>
      </w:pPr>
    </w:p>
    <w:p w:rsidR="009A1A17" w:rsidRDefault="0051413D" w:rsidP="00CD6A9D">
      <w:pPr>
        <w:rPr>
          <w:rFonts w:ascii="Calibri" w:hAnsi="Calibri" w:cs="Calibri"/>
        </w:rPr>
      </w:pPr>
      <w:r w:rsidRPr="00810DF4">
        <w:rPr>
          <w:rFonts w:ascii="Calibri" w:hAnsi="Calibri" w:cs="Calibri"/>
        </w:rPr>
        <w:t xml:space="preserve">5.  </w:t>
      </w:r>
      <w:r w:rsidR="00CD6A9D">
        <w:rPr>
          <w:rFonts w:ascii="Calibri" w:hAnsi="Calibri" w:cs="Calibri"/>
        </w:rPr>
        <w:t xml:space="preserve">Should judges ignore their life experiences, political leanings, and feelings when making judicial decisions? Do you think it is possible? </w:t>
      </w:r>
    </w:p>
    <w:p w:rsidR="00F92527" w:rsidRPr="00810DF4" w:rsidRDefault="00F92527" w:rsidP="0066766B">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66766B" w:rsidRPr="00810DF4">
        <w:rPr>
          <w:rFonts w:ascii="Calibri" w:hAnsi="Calibri" w:cs="Calibri"/>
        </w:rPr>
        <w:t xml:space="preserve">Answers will vary. </w:t>
      </w:r>
    </w:p>
    <w:p w:rsidR="00ED75F7" w:rsidRPr="00810DF4" w:rsidRDefault="00ED75F7" w:rsidP="008014F6">
      <w:pPr>
        <w:pStyle w:val="BN"/>
        <w:spacing w:before="60"/>
        <w:ind w:left="0" w:firstLine="0"/>
        <w:rPr>
          <w:rFonts w:ascii="Calibri" w:hAnsi="Calibri" w:cs="Calibri"/>
        </w:rPr>
      </w:pPr>
    </w:p>
    <w:p w:rsidR="00431A6E" w:rsidRPr="002F6B37" w:rsidRDefault="00431A6E" w:rsidP="00431A6E">
      <w:pPr>
        <w:pStyle w:val="Topheading"/>
        <w:spacing w:before="0"/>
        <w:rPr>
          <w:rFonts w:ascii="Calibri" w:hAnsi="Calibri" w:cs="Calibri"/>
          <w:sz w:val="32"/>
          <w:szCs w:val="32"/>
        </w:rPr>
      </w:pPr>
      <w:r w:rsidRPr="002F6B37">
        <w:rPr>
          <w:rFonts w:ascii="Calibri" w:hAnsi="Calibri" w:cs="Calibri"/>
          <w:sz w:val="32"/>
          <w:szCs w:val="32"/>
        </w:rPr>
        <w:t>Suggested Additional Assignments</w:t>
      </w:r>
    </w:p>
    <w:p w:rsidR="00431A6E" w:rsidRPr="00810DF4" w:rsidRDefault="00431A6E" w:rsidP="002F6B37">
      <w:pPr>
        <w:pStyle w:val="Heading30"/>
        <w:spacing w:before="120" w:after="40"/>
        <w:rPr>
          <w:rFonts w:ascii="Calibri" w:hAnsi="Calibri" w:cs="Calibri"/>
        </w:rPr>
      </w:pPr>
      <w:r w:rsidRPr="00810DF4">
        <w:rPr>
          <w:rFonts w:ascii="Calibri" w:hAnsi="Calibri" w:cs="Calibri"/>
        </w:rPr>
        <w:t>Research</w:t>
      </w:r>
    </w:p>
    <w:p w:rsidR="00431A6E" w:rsidRDefault="00431A6E" w:rsidP="002F6B37">
      <w:pPr>
        <w:rPr>
          <w:rFonts w:ascii="Calibri" w:hAnsi="Calibri" w:cs="Calibri"/>
        </w:rPr>
      </w:pPr>
      <w:r w:rsidRPr="00810DF4">
        <w:rPr>
          <w:rFonts w:ascii="Calibri" w:hAnsi="Calibri" w:cs="Calibri"/>
        </w:rPr>
        <w:t xml:space="preserve">Students should pick up an issue of any newspaper and find </w:t>
      </w:r>
      <w:r w:rsidRPr="00810DF4">
        <w:rPr>
          <w:rFonts w:ascii="Calibri" w:hAnsi="Calibri" w:cs="Calibri"/>
          <w:i/>
        </w:rPr>
        <w:t xml:space="preserve">ten </w:t>
      </w:r>
      <w:r w:rsidRPr="00810DF4">
        <w:rPr>
          <w:rFonts w:ascii="Calibri" w:hAnsi="Calibri" w:cs="Calibri"/>
        </w:rPr>
        <w:t>articles dealing with legal issues.  The articles might refer to contract disputes, negligence suits, international trade agreements, statutory debates in Congress, environmental conflicts, employment issues, and so on.  If researching articles in the classroom, make the search competitive—time how quickly students can find ten articles, or see who can find the most articles in two minutes.  Students should select an article that interests them and be prepared to discuss it.</w:t>
      </w:r>
    </w:p>
    <w:p w:rsidR="000E613D" w:rsidRPr="00810DF4" w:rsidRDefault="000E613D" w:rsidP="002F6B37">
      <w:pPr>
        <w:rPr>
          <w:rFonts w:ascii="Calibri" w:hAnsi="Calibri" w:cs="Calibri"/>
        </w:rPr>
      </w:pPr>
    </w:p>
    <w:p w:rsidR="00431A6E" w:rsidRPr="00810DF4" w:rsidRDefault="00431A6E" w:rsidP="002F6B37">
      <w:pPr>
        <w:pStyle w:val="Heading30"/>
        <w:spacing w:before="120" w:after="40"/>
        <w:rPr>
          <w:rFonts w:ascii="Calibri" w:hAnsi="Calibri" w:cs="Calibri"/>
        </w:rPr>
      </w:pPr>
      <w:r w:rsidRPr="00810DF4">
        <w:rPr>
          <w:rFonts w:ascii="Calibri" w:hAnsi="Calibri" w:cs="Calibri"/>
        </w:rPr>
        <w:t>Poll</w:t>
      </w:r>
    </w:p>
    <w:p w:rsidR="00431A6E" w:rsidRPr="00810DF4" w:rsidRDefault="00431A6E" w:rsidP="002F6B37">
      <w:pPr>
        <w:rPr>
          <w:rFonts w:ascii="Calibri" w:hAnsi="Calibri" w:cs="Calibri"/>
        </w:rPr>
      </w:pPr>
      <w:r w:rsidRPr="00810DF4">
        <w:rPr>
          <w:rFonts w:ascii="Calibri" w:hAnsi="Calibri" w:cs="Calibri"/>
        </w:rPr>
        <w:t>At the beginning of a course, it can be useful to get a feel for student attitudes about law and lawyers.  The instructor might copy and distribute this poll on the first day, have students collate the responses, and chart the results on the board as a prelude to discussion.</w:t>
      </w:r>
    </w:p>
    <w:p w:rsidR="00431A6E" w:rsidRPr="00810DF4" w:rsidRDefault="00431A6E" w:rsidP="00431A6E">
      <w:pPr>
        <w:rPr>
          <w:rFonts w:ascii="Calibri" w:hAnsi="Calibri" w:cs="Calibri"/>
        </w:rPr>
      </w:pPr>
    </w:p>
    <w:tbl>
      <w:tblPr>
        <w:tblW w:w="9360" w:type="dxa"/>
        <w:tblInd w:w="120" w:type="dxa"/>
        <w:tblLayout w:type="fixed"/>
        <w:tblCellMar>
          <w:left w:w="120" w:type="dxa"/>
          <w:right w:w="120" w:type="dxa"/>
        </w:tblCellMar>
        <w:tblLook w:val="0000" w:firstRow="0" w:lastRow="0" w:firstColumn="0" w:lastColumn="0" w:noHBand="0" w:noVBand="0"/>
      </w:tblPr>
      <w:tblGrid>
        <w:gridCol w:w="4320"/>
        <w:gridCol w:w="990"/>
        <w:gridCol w:w="990"/>
        <w:gridCol w:w="990"/>
        <w:gridCol w:w="900"/>
        <w:gridCol w:w="1170"/>
      </w:tblGrid>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s>
              <w:spacing w:after="58"/>
              <w:ind w:left="330" w:hanging="270"/>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Strongly Agree:</w:t>
            </w:r>
            <w:r w:rsidRPr="00810DF4">
              <w:rPr>
                <w:rFonts w:ascii="Calibri" w:hAnsi="Calibri" w:cs="Calibri"/>
                <w:sz w:val="18"/>
                <w:szCs w:val="28"/>
              </w:rPr>
              <w:br/>
              <w:t>5</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p>
          <w:p w:rsidR="00431A6E" w:rsidRPr="00810DF4" w:rsidRDefault="00431A6E" w:rsidP="00E64FB8">
            <w:pPr>
              <w:spacing w:after="60"/>
              <w:jc w:val="center"/>
              <w:rPr>
                <w:rFonts w:ascii="Calibri" w:hAnsi="Calibri" w:cs="Calibri"/>
                <w:sz w:val="18"/>
                <w:szCs w:val="28"/>
              </w:rPr>
            </w:pPr>
            <w:r w:rsidRPr="00810DF4">
              <w:rPr>
                <w:rFonts w:ascii="Calibri" w:hAnsi="Calibri" w:cs="Calibri"/>
                <w:sz w:val="18"/>
                <w:szCs w:val="28"/>
              </w:rPr>
              <w:t>4</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r w:rsidRPr="00810DF4">
              <w:rPr>
                <w:rFonts w:ascii="Calibri" w:hAnsi="Calibri" w:cs="Calibri"/>
                <w:sz w:val="18"/>
                <w:szCs w:val="28"/>
              </w:rPr>
              <w:t>Neutral:</w:t>
            </w:r>
          </w:p>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3</w:t>
            </w: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p>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2</w:t>
            </w: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Strongly Disagree:  1</w:t>
            </w: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pStyle w:val="BN"/>
              <w:tabs>
                <w:tab w:val="clear" w:pos="360"/>
                <w:tab w:val="right" w:pos="245"/>
              </w:tabs>
              <w:spacing w:after="60"/>
              <w:ind w:left="330" w:hanging="270"/>
              <w:jc w:val="left"/>
              <w:rPr>
                <w:rFonts w:ascii="Calibri" w:hAnsi="Calibri" w:cs="Calibri"/>
              </w:rPr>
            </w:pPr>
            <w:r w:rsidRPr="00810DF4">
              <w:rPr>
                <w:rFonts w:ascii="Calibri" w:hAnsi="Calibri" w:cs="Calibri"/>
              </w:rPr>
              <w:t>1.</w:t>
            </w:r>
            <w:r w:rsidRPr="00810DF4">
              <w:rPr>
                <w:rFonts w:ascii="Calibri" w:hAnsi="Calibri" w:cs="Calibri"/>
              </w:rPr>
              <w:tab/>
            </w:r>
            <w:r w:rsidRPr="00810DF4">
              <w:rPr>
                <w:rFonts w:ascii="Calibri" w:hAnsi="Calibri" w:cs="Calibri"/>
              </w:rPr>
              <w:tab/>
              <w:t>A system of laws is essential in a democratic society.</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2.</w:t>
            </w:r>
            <w:r w:rsidRPr="00810DF4">
              <w:rPr>
                <w:rFonts w:ascii="Calibri" w:hAnsi="Calibri" w:cs="Calibri"/>
              </w:rPr>
              <w:tab/>
            </w:r>
            <w:r w:rsidRPr="00810DF4">
              <w:rPr>
                <w:rFonts w:ascii="Calibri" w:hAnsi="Calibri" w:cs="Calibri"/>
              </w:rPr>
              <w:tab/>
              <w:t>The American legal system is one of the best in the world.</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 xml:space="preserve">3. </w:t>
            </w:r>
            <w:r w:rsidRPr="00810DF4">
              <w:rPr>
                <w:rFonts w:ascii="Calibri" w:hAnsi="Calibri" w:cs="Calibri"/>
              </w:rPr>
              <w:tab/>
              <w:t>Lawyers are among the most dishonest people in the United States.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sz w:val="4"/>
              </w:rPr>
            </w:pPr>
            <w:r w:rsidRPr="00810DF4">
              <w:rPr>
                <w:rFonts w:ascii="Calibri" w:hAnsi="Calibri" w:cs="Calibri"/>
              </w:rPr>
              <w:t>4.</w:t>
            </w:r>
            <w:r w:rsidRPr="00810DF4">
              <w:rPr>
                <w:rFonts w:ascii="Calibri" w:hAnsi="Calibri" w:cs="Calibri"/>
              </w:rPr>
              <w:tab/>
            </w:r>
            <w:r w:rsidRPr="00810DF4">
              <w:rPr>
                <w:rFonts w:ascii="Calibri" w:hAnsi="Calibri" w:cs="Calibri"/>
              </w:rPr>
              <w:tab/>
              <w:t>Lawyers are paid too much.</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5.</w:t>
            </w:r>
            <w:r w:rsidRPr="00810DF4">
              <w:rPr>
                <w:rFonts w:ascii="Calibri" w:hAnsi="Calibri" w:cs="Calibri"/>
              </w:rPr>
              <w:tab/>
            </w:r>
            <w:r w:rsidRPr="00810DF4">
              <w:rPr>
                <w:rFonts w:ascii="Calibri" w:hAnsi="Calibri" w:cs="Calibri"/>
              </w:rPr>
              <w:tab/>
              <w:t>Being on a jury is a waste of time.</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6.</w:t>
            </w:r>
            <w:r w:rsidRPr="00810DF4">
              <w:rPr>
                <w:rFonts w:ascii="Calibri" w:hAnsi="Calibri" w:cs="Calibri"/>
              </w:rPr>
              <w:tab/>
            </w:r>
            <w:r w:rsidRPr="00810DF4">
              <w:rPr>
                <w:rFonts w:ascii="Calibri" w:hAnsi="Calibri" w:cs="Calibri"/>
              </w:rPr>
              <w:tab/>
              <w:t>Juries frequently award absurdly high judgments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7.</w:t>
            </w:r>
            <w:r w:rsidRPr="00810DF4">
              <w:rPr>
                <w:rFonts w:ascii="Calibri" w:hAnsi="Calibri" w:cs="Calibri"/>
              </w:rPr>
              <w:tab/>
            </w:r>
            <w:r w:rsidRPr="00810DF4">
              <w:rPr>
                <w:rFonts w:ascii="Calibri" w:hAnsi="Calibri" w:cs="Calibri"/>
              </w:rPr>
              <w:tab/>
              <w:t xml:space="preserve">It is </w:t>
            </w:r>
            <w:proofErr w:type="gramStart"/>
            <w:r w:rsidRPr="00810DF4">
              <w:rPr>
                <w:rFonts w:ascii="Calibri" w:hAnsi="Calibri" w:cs="Calibri"/>
              </w:rPr>
              <w:t>fairly easy</w:t>
            </w:r>
            <w:proofErr w:type="gramEnd"/>
            <w:r w:rsidRPr="00810DF4">
              <w:rPr>
                <w:rFonts w:ascii="Calibri" w:hAnsi="Calibri" w:cs="Calibri"/>
              </w:rPr>
              <w:t xml:space="preserve"> to manipulate the legal system.</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8.</w:t>
            </w:r>
            <w:r w:rsidRPr="00810DF4">
              <w:rPr>
                <w:rFonts w:ascii="Calibri" w:hAnsi="Calibri" w:cs="Calibri"/>
              </w:rPr>
              <w:tab/>
            </w:r>
            <w:r w:rsidRPr="00810DF4">
              <w:rPr>
                <w:rFonts w:ascii="Calibri" w:hAnsi="Calibri" w:cs="Calibri"/>
              </w:rPr>
              <w:tab/>
              <w:t>The legal system often abuses large corporations.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lastRenderedPageBreak/>
              <w:t>9.</w:t>
            </w:r>
            <w:r w:rsidRPr="00810DF4">
              <w:rPr>
                <w:rFonts w:ascii="Calibri" w:hAnsi="Calibri" w:cs="Calibri"/>
              </w:rPr>
              <w:tab/>
            </w:r>
            <w:r w:rsidRPr="00810DF4">
              <w:rPr>
                <w:rFonts w:ascii="Calibri" w:hAnsi="Calibri" w:cs="Calibri"/>
              </w:rPr>
              <w:tab/>
              <w:t>Other nations do a better job than the United States of resolving disputes.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360"/>
              <w:jc w:val="left"/>
              <w:rPr>
                <w:rFonts w:ascii="Calibri" w:hAnsi="Calibri" w:cs="Calibri"/>
              </w:rPr>
            </w:pPr>
            <w:r w:rsidRPr="00810DF4">
              <w:rPr>
                <w:rFonts w:ascii="Calibri" w:hAnsi="Calibri" w:cs="Calibri"/>
              </w:rPr>
              <w:t>10.</w:t>
            </w:r>
            <w:r w:rsidRPr="00810DF4">
              <w:rPr>
                <w:rFonts w:ascii="Calibri" w:hAnsi="Calibri" w:cs="Calibri"/>
              </w:rPr>
              <w:tab/>
              <w:t>The typical business executive has more integrity than the average lawyer.</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bl>
    <w:p w:rsidR="00431A6E" w:rsidRPr="00810DF4" w:rsidRDefault="00431A6E" w:rsidP="008014F6">
      <w:pPr>
        <w:pStyle w:val="BN"/>
        <w:spacing w:before="60"/>
        <w:ind w:left="0" w:firstLine="0"/>
        <w:rPr>
          <w:rFonts w:ascii="Calibri" w:hAnsi="Calibri" w:cs="Calibri"/>
        </w:rPr>
      </w:pPr>
    </w:p>
    <w:sectPr w:rsidR="00431A6E" w:rsidRPr="00810DF4">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DF3" w:rsidRDefault="001F1DF3">
      <w:r>
        <w:separator/>
      </w:r>
    </w:p>
  </w:endnote>
  <w:endnote w:type="continuationSeparator" w:id="0">
    <w:p w:rsidR="001F1DF3" w:rsidRDefault="001F1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pperplateTLigCon">
    <w:altName w:val="Arial"/>
    <w:charset w:val="00"/>
    <w:family w:val="swiss"/>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Adobe Caslon Pro Bold">
    <w:panose1 w:val="00000000000000000000"/>
    <w:charset w:val="00"/>
    <w:family w:val="roman"/>
    <w:notTrueType/>
    <w:pitch w:val="variable"/>
    <w:sig w:usb0="00000087" w:usb1="00000000" w:usb2="00000000" w:usb3="00000000" w:csb0="0000009B"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Pr="000E613D" w:rsidRDefault="00954207" w:rsidP="000C0A50">
    <w:pPr>
      <w:ind w:left="720"/>
      <w:rPr>
        <w:sz w:val="18"/>
        <w:szCs w:val="18"/>
      </w:rPr>
    </w:pPr>
    <w:r w:rsidRPr="000E613D">
      <w:rPr>
        <w:sz w:val="18"/>
        <w:szCs w:val="18"/>
      </w:rPr>
      <w:t>© 2018 Cengage Learning®. May not be scanned, copied or duplicated, or posted to a publicly accessible website, in whole or in part.</w:t>
    </w:r>
  </w:p>
  <w:p w:rsidR="00954207" w:rsidRDefault="009542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Pr="000E613D" w:rsidRDefault="00954207" w:rsidP="000C0A50">
    <w:pPr>
      <w:ind w:left="720"/>
      <w:rPr>
        <w:sz w:val="18"/>
        <w:szCs w:val="18"/>
      </w:rPr>
    </w:pPr>
    <w:r w:rsidRPr="000E613D">
      <w:rPr>
        <w:color w:val="FF0000"/>
        <w:sz w:val="18"/>
        <w:szCs w:val="18"/>
      </w:rPr>
      <w:t>© 2018 Cengage Learning®. May not be scanned, copied or duplicated, or posted to a publicly accessible website, in whole or in part.</w:t>
    </w:r>
  </w:p>
  <w:p w:rsidR="00954207" w:rsidRDefault="009542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Default="00954207">
    <w:pPr>
      <w:pStyle w:val="Footer"/>
    </w:pPr>
    <w:r>
      <w:t xml:space="preserve">*Case citations appear here; footnotes appear in text only. </w:t>
    </w:r>
  </w:p>
  <w:p w:rsidR="00954207" w:rsidRDefault="00954207">
    <w:pPr>
      <w:pStyle w:val="Footer"/>
      <w:jc w:val="right"/>
      <w:rPr>
        <w:rFonts w:ascii="Arial" w:hAnsi="Arial"/>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DF3" w:rsidRDefault="001F1DF3">
      <w:r>
        <w:separator/>
      </w:r>
    </w:p>
  </w:footnote>
  <w:footnote w:type="continuationSeparator" w:id="0">
    <w:p w:rsidR="001F1DF3" w:rsidRDefault="001F1DF3">
      <w:r>
        <w:continuationSeparator/>
      </w:r>
    </w:p>
  </w:footnote>
  <w:footnote w:id="1">
    <w:p w:rsidR="00954207" w:rsidRDefault="00954207">
      <w:pPr>
        <w:pStyle w:val="FootnoteText"/>
      </w:pPr>
      <w:r>
        <w:rPr>
          <w:rStyle w:val="FootnoteReference"/>
        </w:rPr>
        <w:footnoteRef/>
      </w:r>
      <w:r>
        <w:t xml:space="preserve"> Roe v. Wade, 410 U.S. 113 (1973)</w:t>
      </w:r>
    </w:p>
  </w:footnote>
  <w:footnote w:id="2">
    <w:p w:rsidR="00954207" w:rsidRDefault="00954207">
      <w:pPr>
        <w:pStyle w:val="FootnoteText"/>
      </w:pPr>
      <w:r>
        <w:rPr>
          <w:rStyle w:val="FootnoteReference"/>
        </w:rPr>
        <w:footnoteRef/>
      </w:r>
      <w:r>
        <w:t xml:space="preserve"> Plessy v. Ferguson, 163 U.S. 537 (1896). </w:t>
      </w:r>
    </w:p>
  </w:footnote>
  <w:footnote w:id="3">
    <w:p w:rsidR="00954207" w:rsidRDefault="00954207">
      <w:pPr>
        <w:pStyle w:val="FootnoteText"/>
      </w:pPr>
      <w:r>
        <w:rPr>
          <w:rStyle w:val="FootnoteReference"/>
        </w:rPr>
        <w:footnoteRef/>
      </w:r>
      <w:r>
        <w:t xml:space="preserve"> Brown v. Board of Education of Topeka, 347 UJ.S. 483 (1954).</w:t>
      </w:r>
    </w:p>
  </w:footnote>
  <w:footnote w:id="4">
    <w:p w:rsidR="00954207" w:rsidRDefault="00954207">
      <w:pPr>
        <w:pStyle w:val="FootnoteText"/>
      </w:pPr>
      <w:r>
        <w:rPr>
          <w:rStyle w:val="FootnoteReference"/>
        </w:rPr>
        <w:footnoteRef/>
      </w:r>
      <w:r>
        <w:t xml:space="preserve"> If you want to do legal research, you need to know where to find </w:t>
      </w:r>
      <w:proofErr w:type="gramStart"/>
      <w:r>
        <w:t>particular legal</w:t>
      </w:r>
      <w:proofErr w:type="gramEnd"/>
      <w:r>
        <w:t xml:space="preserve"> decisions. A citation is the case’s “address,” which guides you to the official book in which it is published. [See the text for the entire footnote.]</w:t>
      </w:r>
    </w:p>
  </w:footnote>
  <w:footnote w:id="5">
    <w:p w:rsidR="00954207" w:rsidRDefault="00954207" w:rsidP="00F95A60">
      <w:pPr>
        <w:pStyle w:val="FootnoteText"/>
      </w:pPr>
      <w:r>
        <w:rPr>
          <w:rStyle w:val="FootnoteReference"/>
        </w:rPr>
        <w:footnoteRef/>
      </w:r>
      <w:r>
        <w:t xml:space="preserve"> 307 S.W.3d 762, Supreme Court of Texas,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Default="00954207">
    <w:pPr>
      <w:pStyle w:val="Header"/>
      <w:tabs>
        <w:tab w:val="clear" w:pos="8640"/>
        <w:tab w:val="right" w:pos="9360"/>
      </w:tabs>
      <w:rPr>
        <w:rFonts w:ascii="Arial" w:hAnsi="Arial"/>
        <w:b/>
        <w:sz w:val="20"/>
      </w:rPr>
    </w:pPr>
    <w:r>
      <w:rPr>
        <w:rStyle w:val="PageNumber"/>
        <w:rFonts w:ascii="Arial" w:hAnsi="Arial"/>
        <w:b/>
        <w:sz w:val="20"/>
      </w:rPr>
      <w:fldChar w:fldCharType="begin"/>
    </w:r>
    <w:r>
      <w:rPr>
        <w:rStyle w:val="PageNumber"/>
        <w:rFonts w:ascii="Arial" w:hAnsi="Arial"/>
        <w:b/>
        <w:sz w:val="20"/>
      </w:rPr>
      <w:instrText xml:space="preserve"> PAGE </w:instrText>
    </w:r>
    <w:r>
      <w:rPr>
        <w:rStyle w:val="PageNumber"/>
        <w:rFonts w:ascii="Arial" w:hAnsi="Arial"/>
        <w:b/>
        <w:sz w:val="20"/>
      </w:rPr>
      <w:fldChar w:fldCharType="separate"/>
    </w:r>
    <w:r w:rsidR="000E613D">
      <w:rPr>
        <w:rStyle w:val="PageNumber"/>
        <w:rFonts w:ascii="Arial" w:hAnsi="Arial"/>
        <w:b/>
        <w:noProof/>
        <w:sz w:val="20"/>
      </w:rPr>
      <w:t>14</w:t>
    </w:r>
    <w:r>
      <w:rPr>
        <w:rStyle w:val="PageNumber"/>
        <w:rFonts w:ascii="Arial" w:hAnsi="Arial"/>
        <w:b/>
        <w:sz w:val="20"/>
      </w:rPr>
      <w:fldChar w:fldCharType="end"/>
    </w:r>
    <w:r>
      <w:rPr>
        <w:rStyle w:val="PageNumber"/>
        <w:rFonts w:ascii="Arial" w:hAnsi="Arial"/>
        <w:b/>
        <w:sz w:val="20"/>
      </w:rPr>
      <w:tab/>
    </w:r>
    <w:r>
      <w:rPr>
        <w:rStyle w:val="PageNumber"/>
        <w:rFonts w:ascii="Arial" w:hAnsi="Arial"/>
        <w:b/>
        <w:sz w:val="20"/>
      </w:rPr>
      <w:tab/>
    </w:r>
    <w:r>
      <w:rPr>
        <w:rStyle w:val="PageNumber"/>
        <w:rFonts w:ascii="Arial" w:hAnsi="Arial"/>
        <w:b/>
        <w:sz w:val="20"/>
      </w:rPr>
      <w:tab/>
      <w:t>Unit 1   The Legal Environment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Pr="00BE17B6" w:rsidRDefault="00954207">
    <w:pPr>
      <w:pStyle w:val="Header"/>
      <w:tabs>
        <w:tab w:val="clear" w:pos="8640"/>
        <w:tab w:val="right" w:pos="9360"/>
      </w:tabs>
      <w:rPr>
        <w:rFonts w:ascii="Arial" w:hAnsi="Arial" w:cs="Arial"/>
        <w:b/>
        <w:sz w:val="20"/>
      </w:rPr>
    </w:pPr>
    <w:r>
      <w:rPr>
        <w:rFonts w:ascii="Arial" w:hAnsi="Arial"/>
        <w:b/>
        <w:sz w:val="20"/>
      </w:rPr>
      <w:t>Chapter 1   Introduction to Law</w:t>
    </w:r>
    <w:r>
      <w:rPr>
        <w:rFonts w:ascii="Arial" w:hAnsi="Arial"/>
        <w:b/>
        <w:sz w:val="20"/>
      </w:rPr>
      <w:tab/>
    </w:r>
    <w:r>
      <w:rPr>
        <w:rFonts w:ascii="Arial" w:hAnsi="Arial"/>
        <w:b/>
        <w:sz w:val="20"/>
      </w:rPr>
      <w:tab/>
    </w:r>
    <w:r w:rsidRPr="00BE17B6">
      <w:rPr>
        <w:rStyle w:val="PageNumber"/>
        <w:rFonts w:ascii="Arial" w:hAnsi="Arial" w:cs="Arial"/>
        <w:b/>
        <w:sz w:val="20"/>
      </w:rPr>
      <w:fldChar w:fldCharType="begin"/>
    </w:r>
    <w:r w:rsidRPr="00BE17B6">
      <w:rPr>
        <w:rStyle w:val="PageNumber"/>
        <w:rFonts w:ascii="Arial" w:hAnsi="Arial" w:cs="Arial"/>
        <w:b/>
        <w:sz w:val="20"/>
      </w:rPr>
      <w:instrText xml:space="preserve"> PAGE </w:instrText>
    </w:r>
    <w:r w:rsidRPr="00BE17B6">
      <w:rPr>
        <w:rStyle w:val="PageNumber"/>
        <w:rFonts w:ascii="Arial" w:hAnsi="Arial" w:cs="Arial"/>
        <w:b/>
        <w:sz w:val="20"/>
      </w:rPr>
      <w:fldChar w:fldCharType="separate"/>
    </w:r>
    <w:r w:rsidR="000E613D">
      <w:rPr>
        <w:rStyle w:val="PageNumber"/>
        <w:rFonts w:ascii="Arial" w:hAnsi="Arial" w:cs="Arial"/>
        <w:b/>
        <w:noProof/>
        <w:sz w:val="20"/>
      </w:rPr>
      <w:t>13</w:t>
    </w:r>
    <w:r w:rsidRPr="00BE17B6">
      <w:rPr>
        <w:rStyle w:val="PageNumber"/>
        <w:rFonts w:ascii="Arial" w:hAnsi="Arial" w:cs="Arial"/>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Pr="007D7107" w:rsidRDefault="00954207" w:rsidP="00083D56">
    <w:pPr>
      <w:pStyle w:val="Header"/>
      <w:spacing w:before="120"/>
      <w:rPr>
        <w:rFonts w:ascii="Century Gothic" w:hAnsi="Century Gothic"/>
        <w:b/>
        <w:sz w:val="30"/>
      </w:rPr>
    </w:pPr>
    <w:r w:rsidRPr="007D7107">
      <w:rPr>
        <w:rFonts w:ascii="Century Gothic" w:hAnsi="Century Gothic"/>
        <w:b/>
        <w:sz w:val="30"/>
      </w:rPr>
      <w:t>Chapter 1</w:t>
    </w:r>
  </w:p>
  <w:p w:rsidR="00954207" w:rsidRPr="007D7107" w:rsidRDefault="00954207" w:rsidP="00083D56">
    <w:pPr>
      <w:pStyle w:val="Header"/>
      <w:spacing w:after="360"/>
      <w:rPr>
        <w:rFonts w:ascii="CopperplateTLigCon" w:hAnsi="CopperplateTLigCon"/>
        <w:szCs w:val="56"/>
      </w:rPr>
    </w:pPr>
    <w:r w:rsidRPr="007D7107">
      <w:rPr>
        <w:rFonts w:ascii="CopperplateTLigCon" w:hAnsi="CopperplateTLigCon"/>
        <w:sz w:val="56"/>
        <w:szCs w:val="56"/>
      </w:rPr>
      <w:t>INTRODUCTION TO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6C3E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F189D7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9275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2C7C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5E39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68E4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0489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F0C71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26C4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B68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7165D"/>
    <w:multiLevelType w:val="hybridMultilevel"/>
    <w:tmpl w:val="E7AEAD2E"/>
    <w:lvl w:ilvl="0" w:tplc="2A185720">
      <w:start w:val="1"/>
      <w:numFmt w:val="decimal"/>
      <w:lvlText w:val="%1."/>
      <w:lvlJc w:val="left"/>
      <w:pPr>
        <w:tabs>
          <w:tab w:val="num" w:pos="720"/>
        </w:tabs>
        <w:ind w:left="720" w:hanging="360"/>
      </w:pPr>
      <w:rPr>
        <w:rFonts w:ascii="Times" w:hAnsi="Times" w:hint="default"/>
        <w:b/>
        <w:i w:val="0"/>
        <w:snapToGrid/>
        <w:color w:val="000000"/>
        <w:sz w:val="24"/>
        <w:szCs w:val="20"/>
      </w:rPr>
    </w:lvl>
    <w:lvl w:ilvl="1" w:tplc="C0DA1F5E">
      <w:start w:val="1"/>
      <w:numFmt w:val="bullet"/>
      <w:lvlText w:val="•"/>
      <w:lvlJc w:val="left"/>
      <w:pPr>
        <w:tabs>
          <w:tab w:val="num" w:pos="1440"/>
        </w:tabs>
        <w:ind w:left="1440" w:hanging="360"/>
      </w:pPr>
      <w:rPr>
        <w:rFonts w:ascii="Times" w:hAnsi="Times" w:hint="default"/>
        <w:b/>
        <w:i w:val="0"/>
        <w:snapToGrid/>
        <w:color w:val="00000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0E46F3"/>
    <w:multiLevelType w:val="singleLevel"/>
    <w:tmpl w:val="443626B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7336CF2"/>
    <w:multiLevelType w:val="singleLevel"/>
    <w:tmpl w:val="04090015"/>
    <w:lvl w:ilvl="0">
      <w:start w:val="1"/>
      <w:numFmt w:val="upperLetter"/>
      <w:lvlText w:val="%1."/>
      <w:lvlJc w:val="left"/>
      <w:pPr>
        <w:tabs>
          <w:tab w:val="num" w:pos="360"/>
        </w:tabs>
        <w:ind w:left="360" w:hanging="360"/>
      </w:pPr>
      <w:rPr>
        <w:rFonts w:hint="default"/>
      </w:rPr>
    </w:lvl>
  </w:abstractNum>
  <w:abstractNum w:abstractNumId="13" w15:restartNumberingAfterBreak="0">
    <w:nsid w:val="16CF2F9E"/>
    <w:multiLevelType w:val="singleLevel"/>
    <w:tmpl w:val="0409000F"/>
    <w:lvl w:ilvl="0">
      <w:start w:val="10"/>
      <w:numFmt w:val="decimal"/>
      <w:lvlText w:val="%1."/>
      <w:lvlJc w:val="left"/>
      <w:pPr>
        <w:tabs>
          <w:tab w:val="num" w:pos="360"/>
        </w:tabs>
        <w:ind w:left="360" w:hanging="360"/>
      </w:pPr>
      <w:rPr>
        <w:rFonts w:hint="default"/>
      </w:rPr>
    </w:lvl>
  </w:abstractNum>
  <w:abstractNum w:abstractNumId="14" w15:restartNumberingAfterBreak="0">
    <w:nsid w:val="1AB248D8"/>
    <w:multiLevelType w:val="hybridMultilevel"/>
    <w:tmpl w:val="78C81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6C46FA"/>
    <w:multiLevelType w:val="singleLevel"/>
    <w:tmpl w:val="5C824C94"/>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2ABF2737"/>
    <w:multiLevelType w:val="hybridMultilevel"/>
    <w:tmpl w:val="61FA47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0E6FBE"/>
    <w:multiLevelType w:val="hybridMultilevel"/>
    <w:tmpl w:val="513A7F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8470E"/>
    <w:multiLevelType w:val="hybridMultilevel"/>
    <w:tmpl w:val="EC5ADC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C6F7F"/>
    <w:multiLevelType w:val="hybridMultilevel"/>
    <w:tmpl w:val="9B464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9D6F0A"/>
    <w:multiLevelType w:val="hybridMultilevel"/>
    <w:tmpl w:val="090086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0C71EF"/>
    <w:multiLevelType w:val="hybridMultilevel"/>
    <w:tmpl w:val="54CA2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D44E12"/>
    <w:multiLevelType w:val="singleLevel"/>
    <w:tmpl w:val="04090015"/>
    <w:lvl w:ilvl="0">
      <w:start w:val="1"/>
      <w:numFmt w:val="upperLetter"/>
      <w:lvlText w:val="%1."/>
      <w:lvlJc w:val="left"/>
      <w:pPr>
        <w:tabs>
          <w:tab w:val="num" w:pos="360"/>
        </w:tabs>
        <w:ind w:left="360" w:hanging="360"/>
      </w:pPr>
      <w:rPr>
        <w:rFonts w:hint="default"/>
      </w:rPr>
    </w:lvl>
  </w:abstractNum>
  <w:abstractNum w:abstractNumId="23" w15:restartNumberingAfterBreak="0">
    <w:nsid w:val="4AE330F1"/>
    <w:multiLevelType w:val="hybridMultilevel"/>
    <w:tmpl w:val="A38A80FE"/>
    <w:lvl w:ilvl="0" w:tplc="3EFEFE8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24B23"/>
    <w:multiLevelType w:val="hybridMultilevel"/>
    <w:tmpl w:val="7D8A7704"/>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6B7342"/>
    <w:multiLevelType w:val="hybridMultilevel"/>
    <w:tmpl w:val="EDB830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E97ED1"/>
    <w:multiLevelType w:val="hybridMultilevel"/>
    <w:tmpl w:val="E668A264"/>
    <w:lvl w:ilvl="0" w:tplc="FF26F6EE">
      <w:start w:val="1"/>
      <w:numFmt w:val="decimal"/>
      <w:pStyle w:val="NLList"/>
      <w:lvlText w:val="%1."/>
      <w:lvlJc w:val="left"/>
      <w:pPr>
        <w:tabs>
          <w:tab w:val="num" w:pos="360"/>
        </w:tabs>
        <w:ind w:left="360" w:hanging="360"/>
      </w:pPr>
      <w:rPr>
        <w:rFonts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B3413DE"/>
    <w:multiLevelType w:val="hybridMultilevel"/>
    <w:tmpl w:val="80FCE5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616F16"/>
    <w:multiLevelType w:val="hybridMultilevel"/>
    <w:tmpl w:val="F578C30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B4282"/>
    <w:multiLevelType w:val="singleLevel"/>
    <w:tmpl w:val="83AA7F24"/>
    <w:lvl w:ilvl="0">
      <w:start w:val="6"/>
      <w:numFmt w:val="decimal"/>
      <w:lvlText w:val="%1."/>
      <w:lvlJc w:val="left"/>
      <w:pPr>
        <w:tabs>
          <w:tab w:val="num" w:pos="435"/>
        </w:tabs>
        <w:ind w:left="435" w:hanging="360"/>
      </w:pPr>
      <w:rPr>
        <w:rFonts w:hint="default"/>
      </w:rPr>
    </w:lvl>
  </w:abstractNum>
  <w:abstractNum w:abstractNumId="30" w15:restartNumberingAfterBreak="0">
    <w:nsid w:val="6DA116EA"/>
    <w:multiLevelType w:val="hybridMultilevel"/>
    <w:tmpl w:val="FD589F3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E0800BC"/>
    <w:multiLevelType w:val="hybridMultilevel"/>
    <w:tmpl w:val="BA68BD44"/>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D6606D"/>
    <w:multiLevelType w:val="hybridMultilevel"/>
    <w:tmpl w:val="D2FEEB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552BDB"/>
    <w:multiLevelType w:val="hybridMultilevel"/>
    <w:tmpl w:val="49F0F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73638A"/>
    <w:multiLevelType w:val="hybridMultilevel"/>
    <w:tmpl w:val="A498DC2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4B35856"/>
    <w:multiLevelType w:val="hybridMultilevel"/>
    <w:tmpl w:val="55BEC95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2949E7"/>
    <w:multiLevelType w:val="hybridMultilevel"/>
    <w:tmpl w:val="206E79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B24EC2"/>
    <w:multiLevelType w:val="hybridMultilevel"/>
    <w:tmpl w:val="3F0C1A4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DC4372"/>
    <w:multiLevelType w:val="hybridMultilevel"/>
    <w:tmpl w:val="40323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29"/>
  </w:num>
  <w:num w:numId="14">
    <w:abstractNumId w:val="11"/>
  </w:num>
  <w:num w:numId="15">
    <w:abstractNumId w:val="12"/>
  </w:num>
  <w:num w:numId="16">
    <w:abstractNumId w:val="22"/>
  </w:num>
  <w:num w:numId="17">
    <w:abstractNumId w:val="15"/>
  </w:num>
  <w:num w:numId="18">
    <w:abstractNumId w:val="15"/>
  </w:num>
  <w:num w:numId="19">
    <w:abstractNumId w:val="23"/>
  </w:num>
  <w:num w:numId="20">
    <w:abstractNumId w:val="11"/>
  </w:num>
  <w:num w:numId="21">
    <w:abstractNumId w:val="34"/>
  </w:num>
  <w:num w:numId="22">
    <w:abstractNumId w:val="30"/>
  </w:num>
  <w:num w:numId="23">
    <w:abstractNumId w:val="26"/>
  </w:num>
  <w:num w:numId="24">
    <w:abstractNumId w:val="28"/>
  </w:num>
  <w:num w:numId="25">
    <w:abstractNumId w:val="32"/>
  </w:num>
  <w:num w:numId="26">
    <w:abstractNumId w:val="35"/>
  </w:num>
  <w:num w:numId="27">
    <w:abstractNumId w:val="36"/>
  </w:num>
  <w:num w:numId="28">
    <w:abstractNumId w:val="37"/>
  </w:num>
  <w:num w:numId="29">
    <w:abstractNumId w:val="19"/>
  </w:num>
  <w:num w:numId="30">
    <w:abstractNumId w:val="31"/>
  </w:num>
  <w:num w:numId="31">
    <w:abstractNumId w:val="20"/>
  </w:num>
  <w:num w:numId="32">
    <w:abstractNumId w:val="24"/>
  </w:num>
  <w:num w:numId="33">
    <w:abstractNumId w:val="27"/>
  </w:num>
  <w:num w:numId="34">
    <w:abstractNumId w:val="10"/>
  </w:num>
  <w:num w:numId="35">
    <w:abstractNumId w:val="25"/>
  </w:num>
  <w:num w:numId="36">
    <w:abstractNumId w:val="21"/>
  </w:num>
  <w:num w:numId="37">
    <w:abstractNumId w:val="17"/>
  </w:num>
  <w:num w:numId="38">
    <w:abstractNumId w:val="16"/>
  </w:num>
  <w:num w:numId="39">
    <w:abstractNumId w:val="14"/>
  </w:num>
  <w:num w:numId="40">
    <w:abstractNumId w:val="38"/>
  </w:num>
  <w:num w:numId="41">
    <w:abstractNumId w:val="33"/>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hyphenationZone w:val="864"/>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65"/>
    <w:rsid w:val="0000184B"/>
    <w:rsid w:val="0000494F"/>
    <w:rsid w:val="000075F8"/>
    <w:rsid w:val="00007A19"/>
    <w:rsid w:val="00015645"/>
    <w:rsid w:val="00022B3E"/>
    <w:rsid w:val="000248D9"/>
    <w:rsid w:val="00027C09"/>
    <w:rsid w:val="000343D7"/>
    <w:rsid w:val="0003532A"/>
    <w:rsid w:val="00041A50"/>
    <w:rsid w:val="00054017"/>
    <w:rsid w:val="000549F2"/>
    <w:rsid w:val="00056633"/>
    <w:rsid w:val="0006764C"/>
    <w:rsid w:val="00080880"/>
    <w:rsid w:val="00083D56"/>
    <w:rsid w:val="00084C07"/>
    <w:rsid w:val="0009419E"/>
    <w:rsid w:val="000A524D"/>
    <w:rsid w:val="000B0AB0"/>
    <w:rsid w:val="000B1CA3"/>
    <w:rsid w:val="000B6133"/>
    <w:rsid w:val="000C0A50"/>
    <w:rsid w:val="000C0FEB"/>
    <w:rsid w:val="000D7324"/>
    <w:rsid w:val="000E613D"/>
    <w:rsid w:val="00100886"/>
    <w:rsid w:val="00104B4B"/>
    <w:rsid w:val="00114977"/>
    <w:rsid w:val="00122CDB"/>
    <w:rsid w:val="001311C6"/>
    <w:rsid w:val="001614D1"/>
    <w:rsid w:val="001627D6"/>
    <w:rsid w:val="00162EFC"/>
    <w:rsid w:val="00165C38"/>
    <w:rsid w:val="00172211"/>
    <w:rsid w:val="00174C1E"/>
    <w:rsid w:val="00174E85"/>
    <w:rsid w:val="00181674"/>
    <w:rsid w:val="00183686"/>
    <w:rsid w:val="00190292"/>
    <w:rsid w:val="0019147F"/>
    <w:rsid w:val="00192952"/>
    <w:rsid w:val="00193F11"/>
    <w:rsid w:val="001A1989"/>
    <w:rsid w:val="001A390E"/>
    <w:rsid w:val="001B1AD9"/>
    <w:rsid w:val="001B712F"/>
    <w:rsid w:val="001C0E25"/>
    <w:rsid w:val="001C12EA"/>
    <w:rsid w:val="001C497B"/>
    <w:rsid w:val="001C66DB"/>
    <w:rsid w:val="001D12B0"/>
    <w:rsid w:val="001D5F1C"/>
    <w:rsid w:val="001E1C1F"/>
    <w:rsid w:val="001E6ED3"/>
    <w:rsid w:val="001F1DF3"/>
    <w:rsid w:val="002024C3"/>
    <w:rsid w:val="002126B0"/>
    <w:rsid w:val="00221F5A"/>
    <w:rsid w:val="00231C29"/>
    <w:rsid w:val="00235815"/>
    <w:rsid w:val="0024174E"/>
    <w:rsid w:val="00266047"/>
    <w:rsid w:val="00270DA7"/>
    <w:rsid w:val="002776B8"/>
    <w:rsid w:val="00280244"/>
    <w:rsid w:val="002C63BC"/>
    <w:rsid w:val="002F223A"/>
    <w:rsid w:val="002F6B37"/>
    <w:rsid w:val="003006B6"/>
    <w:rsid w:val="0032448B"/>
    <w:rsid w:val="00336D82"/>
    <w:rsid w:val="00337982"/>
    <w:rsid w:val="0034675E"/>
    <w:rsid w:val="0035637D"/>
    <w:rsid w:val="003922A4"/>
    <w:rsid w:val="003939D7"/>
    <w:rsid w:val="003A6900"/>
    <w:rsid w:val="003B23BE"/>
    <w:rsid w:val="003D26A3"/>
    <w:rsid w:val="003D3C39"/>
    <w:rsid w:val="003D6B70"/>
    <w:rsid w:val="003E26B2"/>
    <w:rsid w:val="003E3722"/>
    <w:rsid w:val="003E7F22"/>
    <w:rsid w:val="003F5426"/>
    <w:rsid w:val="00400907"/>
    <w:rsid w:val="00400A72"/>
    <w:rsid w:val="00405765"/>
    <w:rsid w:val="00414D6F"/>
    <w:rsid w:val="00431A6E"/>
    <w:rsid w:val="00434867"/>
    <w:rsid w:val="00443FC0"/>
    <w:rsid w:val="00444D13"/>
    <w:rsid w:val="00460BD4"/>
    <w:rsid w:val="0046517D"/>
    <w:rsid w:val="004750BF"/>
    <w:rsid w:val="00475FCA"/>
    <w:rsid w:val="00482248"/>
    <w:rsid w:val="004A21CD"/>
    <w:rsid w:val="004A7B66"/>
    <w:rsid w:val="004B359C"/>
    <w:rsid w:val="004D0253"/>
    <w:rsid w:val="004F50FF"/>
    <w:rsid w:val="00501F62"/>
    <w:rsid w:val="00502F30"/>
    <w:rsid w:val="0051413D"/>
    <w:rsid w:val="005225F8"/>
    <w:rsid w:val="0052646D"/>
    <w:rsid w:val="005306BF"/>
    <w:rsid w:val="005447D4"/>
    <w:rsid w:val="00554762"/>
    <w:rsid w:val="00554C8C"/>
    <w:rsid w:val="0055527C"/>
    <w:rsid w:val="00556FAA"/>
    <w:rsid w:val="00563D8B"/>
    <w:rsid w:val="00570E93"/>
    <w:rsid w:val="00573BE9"/>
    <w:rsid w:val="00576B71"/>
    <w:rsid w:val="00581283"/>
    <w:rsid w:val="005900D2"/>
    <w:rsid w:val="00595C6B"/>
    <w:rsid w:val="005A4B9E"/>
    <w:rsid w:val="005A7BB0"/>
    <w:rsid w:val="005B75F1"/>
    <w:rsid w:val="005C2294"/>
    <w:rsid w:val="005C52B5"/>
    <w:rsid w:val="005C71B3"/>
    <w:rsid w:val="005D02D5"/>
    <w:rsid w:val="005D4E8A"/>
    <w:rsid w:val="005D6A45"/>
    <w:rsid w:val="005D6F66"/>
    <w:rsid w:val="005D7105"/>
    <w:rsid w:val="005D75B0"/>
    <w:rsid w:val="005E15C0"/>
    <w:rsid w:val="005E21C8"/>
    <w:rsid w:val="005E4D0E"/>
    <w:rsid w:val="005F631B"/>
    <w:rsid w:val="006007F8"/>
    <w:rsid w:val="00603297"/>
    <w:rsid w:val="006158B7"/>
    <w:rsid w:val="006158CB"/>
    <w:rsid w:val="006254DE"/>
    <w:rsid w:val="0063303B"/>
    <w:rsid w:val="006340BF"/>
    <w:rsid w:val="0063793D"/>
    <w:rsid w:val="00642B8F"/>
    <w:rsid w:val="00643181"/>
    <w:rsid w:val="00647E16"/>
    <w:rsid w:val="00656B2B"/>
    <w:rsid w:val="0066127C"/>
    <w:rsid w:val="0066766B"/>
    <w:rsid w:val="00674A5C"/>
    <w:rsid w:val="00676D30"/>
    <w:rsid w:val="006777AA"/>
    <w:rsid w:val="00682F8D"/>
    <w:rsid w:val="00684BDA"/>
    <w:rsid w:val="0068605B"/>
    <w:rsid w:val="006A5ED5"/>
    <w:rsid w:val="006A6C5D"/>
    <w:rsid w:val="006B1B3E"/>
    <w:rsid w:val="006B6AAA"/>
    <w:rsid w:val="006C3BD0"/>
    <w:rsid w:val="006C52BF"/>
    <w:rsid w:val="006D483F"/>
    <w:rsid w:val="006F17E5"/>
    <w:rsid w:val="006F6213"/>
    <w:rsid w:val="007018AF"/>
    <w:rsid w:val="00702C2D"/>
    <w:rsid w:val="00717091"/>
    <w:rsid w:val="0072767C"/>
    <w:rsid w:val="00734295"/>
    <w:rsid w:val="0074072F"/>
    <w:rsid w:val="00741641"/>
    <w:rsid w:val="00754789"/>
    <w:rsid w:val="00754EB8"/>
    <w:rsid w:val="00755055"/>
    <w:rsid w:val="00760427"/>
    <w:rsid w:val="00774F1D"/>
    <w:rsid w:val="00780A77"/>
    <w:rsid w:val="00785267"/>
    <w:rsid w:val="00790F71"/>
    <w:rsid w:val="00791FB8"/>
    <w:rsid w:val="007A3764"/>
    <w:rsid w:val="007A5620"/>
    <w:rsid w:val="007B5665"/>
    <w:rsid w:val="007B6BA3"/>
    <w:rsid w:val="007D59B8"/>
    <w:rsid w:val="007D7107"/>
    <w:rsid w:val="007F277C"/>
    <w:rsid w:val="008014F6"/>
    <w:rsid w:val="00805B7D"/>
    <w:rsid w:val="00810DF4"/>
    <w:rsid w:val="00823A3C"/>
    <w:rsid w:val="00824218"/>
    <w:rsid w:val="00827E08"/>
    <w:rsid w:val="00831894"/>
    <w:rsid w:val="00842C0C"/>
    <w:rsid w:val="008463F3"/>
    <w:rsid w:val="00857519"/>
    <w:rsid w:val="00866E6C"/>
    <w:rsid w:val="00875BD3"/>
    <w:rsid w:val="00897F61"/>
    <w:rsid w:val="008A18A6"/>
    <w:rsid w:val="008B7635"/>
    <w:rsid w:val="008C4EDE"/>
    <w:rsid w:val="008F3130"/>
    <w:rsid w:val="008F4EA0"/>
    <w:rsid w:val="008F7467"/>
    <w:rsid w:val="009149F9"/>
    <w:rsid w:val="00936D93"/>
    <w:rsid w:val="0094011F"/>
    <w:rsid w:val="0094288B"/>
    <w:rsid w:val="00954207"/>
    <w:rsid w:val="00965DAC"/>
    <w:rsid w:val="00970C86"/>
    <w:rsid w:val="00972B1C"/>
    <w:rsid w:val="00973A50"/>
    <w:rsid w:val="0098453B"/>
    <w:rsid w:val="009A1A17"/>
    <w:rsid w:val="009C3F09"/>
    <w:rsid w:val="009D6825"/>
    <w:rsid w:val="009F1552"/>
    <w:rsid w:val="00A04999"/>
    <w:rsid w:val="00A30198"/>
    <w:rsid w:val="00A31506"/>
    <w:rsid w:val="00A31807"/>
    <w:rsid w:val="00A32E39"/>
    <w:rsid w:val="00A37E04"/>
    <w:rsid w:val="00A40EC4"/>
    <w:rsid w:val="00A60F73"/>
    <w:rsid w:val="00A64124"/>
    <w:rsid w:val="00A837E6"/>
    <w:rsid w:val="00A85B34"/>
    <w:rsid w:val="00A93075"/>
    <w:rsid w:val="00A97DF0"/>
    <w:rsid w:val="00AA010D"/>
    <w:rsid w:val="00AA4C36"/>
    <w:rsid w:val="00AB1C64"/>
    <w:rsid w:val="00AC0E2B"/>
    <w:rsid w:val="00AC648F"/>
    <w:rsid w:val="00AD21D2"/>
    <w:rsid w:val="00AE375E"/>
    <w:rsid w:val="00AF3EDD"/>
    <w:rsid w:val="00AF4B4C"/>
    <w:rsid w:val="00AF5DE4"/>
    <w:rsid w:val="00AF6380"/>
    <w:rsid w:val="00AF71A0"/>
    <w:rsid w:val="00B12BF4"/>
    <w:rsid w:val="00B1545D"/>
    <w:rsid w:val="00B15EC3"/>
    <w:rsid w:val="00B207BD"/>
    <w:rsid w:val="00B32AB5"/>
    <w:rsid w:val="00B361A8"/>
    <w:rsid w:val="00B40429"/>
    <w:rsid w:val="00B443E6"/>
    <w:rsid w:val="00B45B71"/>
    <w:rsid w:val="00B46E31"/>
    <w:rsid w:val="00B614BE"/>
    <w:rsid w:val="00B62894"/>
    <w:rsid w:val="00B63094"/>
    <w:rsid w:val="00B72486"/>
    <w:rsid w:val="00B803D2"/>
    <w:rsid w:val="00B80E47"/>
    <w:rsid w:val="00B86A3F"/>
    <w:rsid w:val="00BC00E3"/>
    <w:rsid w:val="00BC21AE"/>
    <w:rsid w:val="00BC31E1"/>
    <w:rsid w:val="00BC3C55"/>
    <w:rsid w:val="00BC734B"/>
    <w:rsid w:val="00BD1B91"/>
    <w:rsid w:val="00BE17B6"/>
    <w:rsid w:val="00BE3FA4"/>
    <w:rsid w:val="00BF20AD"/>
    <w:rsid w:val="00BF712D"/>
    <w:rsid w:val="00C02459"/>
    <w:rsid w:val="00C03F5B"/>
    <w:rsid w:val="00C322A0"/>
    <w:rsid w:val="00C33E0D"/>
    <w:rsid w:val="00C34F9F"/>
    <w:rsid w:val="00C4230C"/>
    <w:rsid w:val="00C44C98"/>
    <w:rsid w:val="00C513C3"/>
    <w:rsid w:val="00C525A3"/>
    <w:rsid w:val="00C63853"/>
    <w:rsid w:val="00C64D71"/>
    <w:rsid w:val="00C67C36"/>
    <w:rsid w:val="00C71F2A"/>
    <w:rsid w:val="00C80F95"/>
    <w:rsid w:val="00C84CBC"/>
    <w:rsid w:val="00C87605"/>
    <w:rsid w:val="00C948D0"/>
    <w:rsid w:val="00CD1B1F"/>
    <w:rsid w:val="00CD36AA"/>
    <w:rsid w:val="00CD6A02"/>
    <w:rsid w:val="00CD6A9D"/>
    <w:rsid w:val="00CE6141"/>
    <w:rsid w:val="00CE6CFC"/>
    <w:rsid w:val="00D04D93"/>
    <w:rsid w:val="00D052EE"/>
    <w:rsid w:val="00D05369"/>
    <w:rsid w:val="00D05C2E"/>
    <w:rsid w:val="00D06A38"/>
    <w:rsid w:val="00D311D0"/>
    <w:rsid w:val="00D368CF"/>
    <w:rsid w:val="00D44A65"/>
    <w:rsid w:val="00D547B6"/>
    <w:rsid w:val="00D6388B"/>
    <w:rsid w:val="00D71539"/>
    <w:rsid w:val="00D738A3"/>
    <w:rsid w:val="00D73E6F"/>
    <w:rsid w:val="00D80EA8"/>
    <w:rsid w:val="00D96E0A"/>
    <w:rsid w:val="00DA59EF"/>
    <w:rsid w:val="00DB3EDE"/>
    <w:rsid w:val="00DB46A9"/>
    <w:rsid w:val="00DB5E83"/>
    <w:rsid w:val="00DB6537"/>
    <w:rsid w:val="00DB7F9F"/>
    <w:rsid w:val="00DC0A38"/>
    <w:rsid w:val="00DC445F"/>
    <w:rsid w:val="00DD74F6"/>
    <w:rsid w:val="00DF7DA1"/>
    <w:rsid w:val="00E01DF0"/>
    <w:rsid w:val="00E03B75"/>
    <w:rsid w:val="00E10C39"/>
    <w:rsid w:val="00E25AFA"/>
    <w:rsid w:val="00E2650B"/>
    <w:rsid w:val="00E30084"/>
    <w:rsid w:val="00E31C21"/>
    <w:rsid w:val="00E34A77"/>
    <w:rsid w:val="00E5467C"/>
    <w:rsid w:val="00E546D6"/>
    <w:rsid w:val="00E64FB8"/>
    <w:rsid w:val="00E658F1"/>
    <w:rsid w:val="00E7051B"/>
    <w:rsid w:val="00E755BE"/>
    <w:rsid w:val="00E81AEF"/>
    <w:rsid w:val="00E87451"/>
    <w:rsid w:val="00E9798D"/>
    <w:rsid w:val="00EA5FAB"/>
    <w:rsid w:val="00ED295B"/>
    <w:rsid w:val="00ED3005"/>
    <w:rsid w:val="00ED7438"/>
    <w:rsid w:val="00ED7565"/>
    <w:rsid w:val="00ED75F7"/>
    <w:rsid w:val="00EE28D5"/>
    <w:rsid w:val="00EF4DA2"/>
    <w:rsid w:val="00EF6DBA"/>
    <w:rsid w:val="00F03378"/>
    <w:rsid w:val="00F15C4D"/>
    <w:rsid w:val="00F17CA9"/>
    <w:rsid w:val="00F26CAF"/>
    <w:rsid w:val="00F31246"/>
    <w:rsid w:val="00F37973"/>
    <w:rsid w:val="00F40A6E"/>
    <w:rsid w:val="00F46BE5"/>
    <w:rsid w:val="00F538CA"/>
    <w:rsid w:val="00F53B13"/>
    <w:rsid w:val="00F56FD7"/>
    <w:rsid w:val="00F6035B"/>
    <w:rsid w:val="00F92527"/>
    <w:rsid w:val="00F94576"/>
    <w:rsid w:val="00F95A60"/>
    <w:rsid w:val="00F97D19"/>
    <w:rsid w:val="00FA0BE0"/>
    <w:rsid w:val="00FB41F1"/>
    <w:rsid w:val="00FC0530"/>
    <w:rsid w:val="00FC10B7"/>
    <w:rsid w:val="00FC5881"/>
    <w:rsid w:val="00FE56A8"/>
    <w:rsid w:val="00FF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CCD27A"/>
  <w15:chartTrackingRefBased/>
  <w15:docId w15:val="{2BD1AAB8-ACC9-43CB-856A-D03379833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left" w:pos="360"/>
      </w:tabs>
      <w:jc w:val="both"/>
    </w:pPr>
    <w:rPr>
      <w:rFonts w:ascii="Times New Roman" w:hAnsi="Times New Roman"/>
      <w:sz w:val="22"/>
    </w:rPr>
  </w:style>
  <w:style w:type="paragraph" w:styleId="Heading1">
    <w:name w:val="heading 1"/>
    <w:basedOn w:val="Normal"/>
    <w:next w:val="Normal"/>
    <w:link w:val="Heading1Char"/>
    <w:autoRedefine/>
    <w:qFormat/>
    <w:rsid w:val="001A1989"/>
    <w:pPr>
      <w:keepNext/>
      <w:tabs>
        <w:tab w:val="right" w:pos="7385"/>
      </w:tabs>
      <w:spacing w:before="500"/>
      <w:outlineLvl w:val="0"/>
    </w:pPr>
    <w:rPr>
      <w:rFonts w:ascii="Century Gothic" w:hAnsi="Century Gothic"/>
      <w:b/>
      <w:sz w:val="32"/>
    </w:rPr>
  </w:style>
  <w:style w:type="paragraph" w:styleId="Heading2">
    <w:name w:val="heading 2"/>
    <w:basedOn w:val="Normal"/>
    <w:next w:val="Normal"/>
    <w:qFormat/>
    <w:pPr>
      <w:keepNext/>
      <w:tabs>
        <w:tab w:val="right" w:pos="7289"/>
      </w:tabs>
      <w:spacing w:before="200"/>
      <w:outlineLvl w:val="1"/>
    </w:pPr>
    <w:rPr>
      <w:rFonts w:ascii="Arial Black" w:hAnsi="Arial Black"/>
      <w:b/>
      <w:i/>
    </w:rPr>
  </w:style>
  <w:style w:type="paragraph" w:styleId="Heading3">
    <w:name w:val="heading 3"/>
    <w:basedOn w:val="Normal"/>
    <w:next w:val="Normal"/>
    <w:autoRedefine/>
    <w:qFormat/>
    <w:pPr>
      <w:keepNext/>
      <w:spacing w:before="240" w:after="240"/>
      <w:outlineLvl w:val="2"/>
    </w:pPr>
    <w:rPr>
      <w:rFonts w:ascii="Arial Black" w:hAnsi="Arial Black"/>
      <w:b/>
      <w:sz w:val="24"/>
    </w:rPr>
  </w:style>
  <w:style w:type="paragraph" w:styleId="Heading4">
    <w:name w:val="heading 4"/>
    <w:next w:val="Normal"/>
    <w:qFormat/>
    <w:pPr>
      <w:outlineLvl w:val="3"/>
    </w:pPr>
    <w:rPr>
      <w:rFonts w:ascii="Times New Roman" w:hAnsi="Times New Roman"/>
      <w:noProof/>
    </w:rPr>
  </w:style>
  <w:style w:type="paragraph" w:styleId="Heading5">
    <w:name w:val="heading 5"/>
    <w:next w:val="Normal"/>
    <w:qFormat/>
    <w:pPr>
      <w:outlineLvl w:val="4"/>
    </w:pPr>
    <w:rPr>
      <w:rFonts w:ascii="Times New Roman" w:hAnsi="Times New Roman"/>
      <w:noProof/>
    </w:rPr>
  </w:style>
  <w:style w:type="paragraph" w:styleId="Heading6">
    <w:name w:val="heading 6"/>
    <w:next w:val="Normal"/>
    <w:qFormat/>
    <w:pPr>
      <w:outlineLvl w:val="5"/>
    </w:pPr>
    <w:rPr>
      <w:rFonts w:ascii="Times New Roman" w:hAnsi="Times New Roman"/>
      <w:noProof/>
    </w:rPr>
  </w:style>
  <w:style w:type="paragraph" w:styleId="Heading7">
    <w:name w:val="heading 7"/>
    <w:next w:val="Normal"/>
    <w:qFormat/>
    <w:pPr>
      <w:outlineLvl w:val="6"/>
    </w:pPr>
    <w:rPr>
      <w:rFonts w:ascii="Times New Roman" w:hAnsi="Times New Roman"/>
      <w:noProof/>
    </w:rPr>
  </w:style>
  <w:style w:type="paragraph" w:styleId="Heading8">
    <w:name w:val="heading 8"/>
    <w:next w:val="Normal"/>
    <w:qFormat/>
    <w:pPr>
      <w:outlineLvl w:val="7"/>
    </w:pPr>
    <w:rPr>
      <w:rFonts w:ascii="Times New Roman" w:hAnsi="Times New Roman"/>
      <w:noProof/>
    </w:rPr>
  </w:style>
  <w:style w:type="paragraph" w:styleId="Heading9">
    <w:name w:val="heading 9"/>
    <w:next w:val="Normal"/>
    <w:qFormat/>
    <w:pPr>
      <w:outlineLvl w:val="8"/>
    </w:pPr>
    <w:rPr>
      <w:rFonts w:ascii="Times New Roman" w:hAnsi="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0">
    <w:name w:val="Heading3"/>
    <w:basedOn w:val="Heading2"/>
    <w:rPr>
      <w:i w:val="0"/>
    </w:rPr>
  </w:style>
  <w:style w:type="paragraph" w:customStyle="1" w:styleId="Question">
    <w:name w:val="Question"/>
    <w:basedOn w:val="Normal"/>
    <w:pPr>
      <w:ind w:left="360"/>
    </w:pPr>
  </w:style>
  <w:style w:type="paragraph" w:customStyle="1" w:styleId="Bullet">
    <w:name w:val="Bullet"/>
    <w:basedOn w:val="Normal"/>
    <w:pPr>
      <w:numPr>
        <w:numId w:val="1"/>
      </w:numPr>
    </w:pPr>
  </w:style>
  <w:style w:type="paragraph" w:customStyle="1" w:styleId="BN">
    <w:name w:val="BN"/>
    <w:basedOn w:val="Normal"/>
    <w:pPr>
      <w:ind w:left="360" w:hanging="36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ListBullet">
    <w:name w:val="List Bullet"/>
    <w:basedOn w:val="Normal"/>
    <w:autoRedefine/>
    <w:rsid w:val="00647E16"/>
    <w:pPr>
      <w:tabs>
        <w:tab w:val="clear" w:pos="360"/>
      </w:tabs>
    </w:pPr>
    <w:rPr>
      <w:rFonts w:ascii="Century Gothic" w:hAnsi="Century Gothic"/>
      <w:b/>
      <w:noProof/>
      <w:sz w:val="28"/>
      <w:szCs w:val="28"/>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B72486"/>
    <w:rPr>
      <w:rFonts w:ascii="Tahoma" w:hAnsi="Tahoma" w:cs="Tahoma"/>
      <w:sz w:val="16"/>
      <w:szCs w:val="16"/>
    </w:rPr>
  </w:style>
  <w:style w:type="paragraph" w:customStyle="1" w:styleId="StyleHeading1Before6pt">
    <w:name w:val="Style Heading 1 + Before:  6 pt"/>
    <w:basedOn w:val="Heading1"/>
    <w:link w:val="StyleHeading1Before6ptChar"/>
    <w:rsid w:val="00936D93"/>
    <w:pPr>
      <w:spacing w:before="120"/>
    </w:pPr>
  </w:style>
  <w:style w:type="paragraph" w:customStyle="1" w:styleId="StyleHeading3Before6pt">
    <w:name w:val="Style Heading3 + Before:  6 pt"/>
    <w:basedOn w:val="Heading30"/>
    <w:autoRedefine/>
    <w:rsid w:val="00D06A38"/>
    <w:pPr>
      <w:spacing w:before="120"/>
    </w:pPr>
    <w:rPr>
      <w:rFonts w:ascii="Century Gothic" w:hAnsi="Century Gothic"/>
      <w:bCs/>
    </w:rPr>
  </w:style>
  <w:style w:type="character" w:customStyle="1" w:styleId="StyleBold">
    <w:name w:val="Style Bold"/>
    <w:rsid w:val="00D06A38"/>
    <w:rPr>
      <w:rFonts w:ascii="Century Gothic" w:hAnsi="Century Gothic"/>
      <w:b/>
      <w:bCs/>
    </w:rPr>
  </w:style>
  <w:style w:type="paragraph" w:customStyle="1" w:styleId="Topheading">
    <w:name w:val="Top heading"/>
    <w:basedOn w:val="StyleHeading1Before6pt"/>
    <w:link w:val="TopheadingChar"/>
    <w:rsid w:val="00936D93"/>
    <w:rPr>
      <w:sz w:val="44"/>
    </w:rPr>
  </w:style>
  <w:style w:type="paragraph" w:customStyle="1" w:styleId="header1">
    <w:name w:val="header 1"/>
    <w:basedOn w:val="Header"/>
    <w:rsid w:val="001B1AD9"/>
    <w:pPr>
      <w:spacing w:before="120"/>
    </w:pPr>
    <w:rPr>
      <w:rFonts w:ascii="Century Gothic" w:hAnsi="Century Gothic"/>
      <w:b/>
      <w:sz w:val="30"/>
    </w:rPr>
  </w:style>
  <w:style w:type="paragraph" w:customStyle="1" w:styleId="header2">
    <w:name w:val="header 2"/>
    <w:basedOn w:val="Header"/>
    <w:rsid w:val="00EF4DA2"/>
    <w:pPr>
      <w:spacing w:after="360"/>
    </w:pPr>
    <w:rPr>
      <w:rFonts w:ascii="CopperplateTLigCon" w:hAnsi="CopperplateTLigCon"/>
      <w:sz w:val="56"/>
      <w:szCs w:val="56"/>
    </w:rPr>
  </w:style>
  <w:style w:type="character" w:customStyle="1" w:styleId="Heading1Char">
    <w:name w:val="Heading 1 Char"/>
    <w:link w:val="Heading1"/>
    <w:rsid w:val="006007F8"/>
    <w:rPr>
      <w:rFonts w:ascii="Century Gothic" w:hAnsi="Century Gothic"/>
      <w:b/>
      <w:sz w:val="32"/>
      <w:lang w:val="en-US" w:eastAsia="en-US" w:bidi="ar-SA"/>
    </w:rPr>
  </w:style>
  <w:style w:type="character" w:customStyle="1" w:styleId="StyleHeading1Before6ptChar">
    <w:name w:val="Style Heading 1 + Before:  6 pt Char"/>
    <w:link w:val="StyleHeading1Before6pt"/>
    <w:rsid w:val="00936D93"/>
    <w:rPr>
      <w:rFonts w:ascii="Century Gothic" w:hAnsi="Century Gothic"/>
      <w:b/>
      <w:sz w:val="32"/>
      <w:lang w:val="en-US" w:eastAsia="en-US" w:bidi="ar-SA"/>
    </w:rPr>
  </w:style>
  <w:style w:type="character" w:customStyle="1" w:styleId="TopheadingChar">
    <w:name w:val="Top heading Char"/>
    <w:link w:val="Topheading"/>
    <w:rsid w:val="00936D93"/>
    <w:rPr>
      <w:rFonts w:ascii="Century Gothic" w:hAnsi="Century Gothic"/>
      <w:b/>
      <w:sz w:val="44"/>
      <w:lang w:val="en-US" w:eastAsia="en-US" w:bidi="ar-SA"/>
    </w:rPr>
  </w:style>
  <w:style w:type="paragraph" w:customStyle="1" w:styleId="StyleStyleHeading1Before6ptNotBold">
    <w:name w:val="Style Style Heading 1 + Before:  6 pt + Not Bold"/>
    <w:basedOn w:val="StyleHeading1Before6pt"/>
    <w:autoRedefine/>
    <w:rsid w:val="006C3BD0"/>
    <w:rPr>
      <w:rFonts w:ascii="Calibri" w:hAnsi="Calibri" w:cs="Calibri"/>
      <w:sz w:val="36"/>
      <w:szCs w:val="36"/>
    </w:rPr>
  </w:style>
  <w:style w:type="character" w:styleId="CommentReference">
    <w:name w:val="annotation reference"/>
    <w:rsid w:val="003D3C39"/>
    <w:rPr>
      <w:sz w:val="16"/>
      <w:szCs w:val="16"/>
    </w:rPr>
  </w:style>
  <w:style w:type="paragraph" w:styleId="CommentText">
    <w:name w:val="annotation text"/>
    <w:basedOn w:val="Normal"/>
    <w:link w:val="CommentTextChar"/>
    <w:rsid w:val="003D3C39"/>
    <w:rPr>
      <w:sz w:val="20"/>
      <w:lang w:val="x-none" w:eastAsia="x-none"/>
    </w:rPr>
  </w:style>
  <w:style w:type="paragraph" w:styleId="CommentSubject">
    <w:name w:val="annotation subject"/>
    <w:basedOn w:val="CommentText"/>
    <w:next w:val="CommentText"/>
    <w:semiHidden/>
    <w:rsid w:val="003D3C39"/>
    <w:rPr>
      <w:b/>
      <w:bCs/>
    </w:rPr>
  </w:style>
  <w:style w:type="character" w:customStyle="1" w:styleId="TxtItalics">
    <w:name w:val="Txt_Italics"/>
    <w:rsid w:val="0051413D"/>
    <w:rPr>
      <w:i/>
      <w:iCs/>
      <w:color w:val="000000"/>
      <w:w w:val="100"/>
    </w:rPr>
  </w:style>
  <w:style w:type="character" w:customStyle="1" w:styleId="TxtBold">
    <w:name w:val="Txt_Bold"/>
    <w:rsid w:val="0051413D"/>
    <w:rPr>
      <w:rFonts w:ascii="Times New Roman" w:hAnsi="Times New Roman" w:cs="Adobe Caslon Pro Bold"/>
      <w:b/>
      <w:bCs/>
      <w:color w:val="000000"/>
      <w:w w:val="100"/>
    </w:rPr>
  </w:style>
  <w:style w:type="character" w:customStyle="1" w:styleId="FrutigerBoldItalic">
    <w:name w:val="Frutiger_Bold_Italic"/>
    <w:rsid w:val="0051413D"/>
    <w:rPr>
      <w:b/>
      <w:bCs/>
      <w:i/>
      <w:iCs/>
      <w:color w:val="000000"/>
      <w:w w:val="100"/>
    </w:rPr>
  </w:style>
  <w:style w:type="paragraph" w:customStyle="1" w:styleId="NLList">
    <w:name w:val="NL_List"/>
    <w:basedOn w:val="Normal"/>
    <w:rsid w:val="0051413D"/>
    <w:pPr>
      <w:numPr>
        <w:numId w:val="23"/>
      </w:numPr>
      <w:jc w:val="left"/>
    </w:pPr>
    <w:rPr>
      <w:sz w:val="24"/>
      <w:szCs w:val="24"/>
    </w:rPr>
  </w:style>
  <w:style w:type="character" w:customStyle="1" w:styleId="CommentTextChar">
    <w:name w:val="Comment Text Char"/>
    <w:link w:val="CommentText"/>
    <w:rsid w:val="0051413D"/>
    <w:rPr>
      <w:rFonts w:ascii="Times New Roman" w:hAnsi="Times New Roman"/>
    </w:rPr>
  </w:style>
  <w:style w:type="paragraph" w:customStyle="1" w:styleId="TopheadingCharChar">
    <w:name w:val="Top heading Char Char"/>
    <w:basedOn w:val="Normal"/>
    <w:link w:val="TopheadingCharCharChar"/>
    <w:autoRedefine/>
    <w:rsid w:val="0051413D"/>
    <w:pPr>
      <w:keepNext/>
      <w:tabs>
        <w:tab w:val="right" w:pos="7385"/>
      </w:tabs>
      <w:spacing w:before="120"/>
      <w:outlineLvl w:val="0"/>
    </w:pPr>
    <w:rPr>
      <w:rFonts w:ascii="Century Gothic" w:hAnsi="Century Gothic"/>
      <w:b/>
      <w:sz w:val="44"/>
      <w:szCs w:val="24"/>
      <w:lang w:val="x-none" w:eastAsia="x-none"/>
    </w:rPr>
  </w:style>
  <w:style w:type="character" w:customStyle="1" w:styleId="TopheadingCharCharChar">
    <w:name w:val="Top heading Char Char Char"/>
    <w:link w:val="TopheadingCharChar"/>
    <w:rsid w:val="0051413D"/>
    <w:rPr>
      <w:rFonts w:ascii="Century Gothic" w:hAnsi="Century Gothic"/>
      <w:b/>
      <w:sz w:val="44"/>
      <w:szCs w:val="24"/>
    </w:rPr>
  </w:style>
  <w:style w:type="paragraph" w:customStyle="1" w:styleId="Default">
    <w:name w:val="Default"/>
    <w:rsid w:val="00AF4B4C"/>
    <w:pPr>
      <w:autoSpaceDE w:val="0"/>
      <w:autoSpaceDN w:val="0"/>
      <w:adjustRightInd w:val="0"/>
    </w:pPr>
    <w:rPr>
      <w:rFonts w:ascii="Corbel" w:hAnsi="Corbel" w:cs="Corbel"/>
      <w:color w:val="000000"/>
      <w:sz w:val="24"/>
      <w:szCs w:val="24"/>
    </w:rPr>
  </w:style>
  <w:style w:type="paragraph" w:styleId="Revision">
    <w:name w:val="Revision"/>
    <w:hidden/>
    <w:uiPriority w:val="99"/>
    <w:semiHidden/>
    <w:rsid w:val="006A6C5D"/>
    <w:rPr>
      <w:rFonts w:ascii="Times New Roman" w:hAnsi="Times New Roman"/>
      <w:sz w:val="22"/>
    </w:rPr>
  </w:style>
  <w:style w:type="paragraph" w:styleId="NoSpacing">
    <w:name w:val="No Spacing"/>
    <w:uiPriority w:val="1"/>
    <w:qFormat/>
    <w:rsid w:val="00E10C39"/>
    <w:pPr>
      <w:tabs>
        <w:tab w:val="left" w:pos="360"/>
      </w:tabs>
      <w:jc w:val="both"/>
    </w:pPr>
    <w:rPr>
      <w:rFonts w:ascii="Times New Roman" w:hAnsi="Times New Roman"/>
      <w:sz w:val="22"/>
    </w:rPr>
  </w:style>
  <w:style w:type="character" w:customStyle="1" w:styleId="FooterChar">
    <w:name w:val="Footer Char"/>
    <w:link w:val="Footer"/>
    <w:uiPriority w:val="99"/>
    <w:rsid w:val="00810DF4"/>
    <w:rPr>
      <w:rFonts w:ascii="Times New Roman" w:hAnsi="Times New Roman"/>
      <w:sz w:val="22"/>
    </w:rPr>
  </w:style>
  <w:style w:type="paragraph" w:styleId="ListParagraph">
    <w:name w:val="List Paragraph"/>
    <w:basedOn w:val="Normal"/>
    <w:uiPriority w:val="34"/>
    <w:qFormat/>
    <w:rsid w:val="008A18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12111">
      <w:bodyDiv w:val="1"/>
      <w:marLeft w:val="0"/>
      <w:marRight w:val="0"/>
      <w:marTop w:val="0"/>
      <w:marBottom w:val="0"/>
      <w:divBdr>
        <w:top w:val="none" w:sz="0" w:space="0" w:color="auto"/>
        <w:left w:val="none" w:sz="0" w:space="0" w:color="auto"/>
        <w:bottom w:val="none" w:sz="0" w:space="0" w:color="auto"/>
        <w:right w:val="none" w:sz="0" w:space="0" w:color="auto"/>
      </w:divBdr>
      <w:divsChild>
        <w:div w:id="559828190">
          <w:marLeft w:val="605"/>
          <w:marRight w:val="0"/>
          <w:marTop w:val="40"/>
          <w:marBottom w:val="80"/>
          <w:divBdr>
            <w:top w:val="none" w:sz="0" w:space="0" w:color="auto"/>
            <w:left w:val="none" w:sz="0" w:space="0" w:color="auto"/>
            <w:bottom w:val="none" w:sz="0" w:space="0" w:color="auto"/>
            <w:right w:val="none" w:sz="0" w:space="0" w:color="auto"/>
          </w:divBdr>
        </w:div>
        <w:div w:id="721635735">
          <w:marLeft w:val="605"/>
          <w:marRight w:val="0"/>
          <w:marTop w:val="40"/>
          <w:marBottom w:val="80"/>
          <w:divBdr>
            <w:top w:val="none" w:sz="0" w:space="0" w:color="auto"/>
            <w:left w:val="none" w:sz="0" w:space="0" w:color="auto"/>
            <w:bottom w:val="none" w:sz="0" w:space="0" w:color="auto"/>
            <w:right w:val="none" w:sz="0" w:space="0" w:color="auto"/>
          </w:divBdr>
        </w:div>
        <w:div w:id="465197216">
          <w:marLeft w:val="605"/>
          <w:marRight w:val="0"/>
          <w:marTop w:val="40"/>
          <w:marBottom w:val="80"/>
          <w:divBdr>
            <w:top w:val="none" w:sz="0" w:space="0" w:color="auto"/>
            <w:left w:val="none" w:sz="0" w:space="0" w:color="auto"/>
            <w:bottom w:val="none" w:sz="0" w:space="0" w:color="auto"/>
            <w:right w:val="none" w:sz="0" w:space="0" w:color="auto"/>
          </w:divBdr>
        </w:div>
      </w:divsChild>
    </w:div>
    <w:div w:id="620304441">
      <w:bodyDiv w:val="1"/>
      <w:marLeft w:val="0"/>
      <w:marRight w:val="0"/>
      <w:marTop w:val="0"/>
      <w:marBottom w:val="0"/>
      <w:divBdr>
        <w:top w:val="none" w:sz="0" w:space="0" w:color="auto"/>
        <w:left w:val="none" w:sz="0" w:space="0" w:color="auto"/>
        <w:bottom w:val="none" w:sz="0" w:space="0" w:color="auto"/>
        <w:right w:val="none" w:sz="0" w:space="0" w:color="auto"/>
      </w:divBdr>
    </w:div>
    <w:div w:id="708184518">
      <w:bodyDiv w:val="1"/>
      <w:marLeft w:val="0"/>
      <w:marRight w:val="0"/>
      <w:marTop w:val="0"/>
      <w:marBottom w:val="0"/>
      <w:divBdr>
        <w:top w:val="none" w:sz="0" w:space="0" w:color="auto"/>
        <w:left w:val="none" w:sz="0" w:space="0" w:color="auto"/>
        <w:bottom w:val="none" w:sz="0" w:space="0" w:color="auto"/>
        <w:right w:val="none" w:sz="0" w:space="0" w:color="auto"/>
      </w:divBdr>
    </w:div>
    <w:div w:id="795877315">
      <w:bodyDiv w:val="1"/>
      <w:marLeft w:val="0"/>
      <w:marRight w:val="0"/>
      <w:marTop w:val="0"/>
      <w:marBottom w:val="0"/>
      <w:divBdr>
        <w:top w:val="none" w:sz="0" w:space="0" w:color="auto"/>
        <w:left w:val="none" w:sz="0" w:space="0" w:color="auto"/>
        <w:bottom w:val="none" w:sz="0" w:space="0" w:color="auto"/>
        <w:right w:val="none" w:sz="0" w:space="0" w:color="auto"/>
      </w:divBdr>
    </w:div>
    <w:div w:id="1181165929">
      <w:bodyDiv w:val="1"/>
      <w:marLeft w:val="0"/>
      <w:marRight w:val="0"/>
      <w:marTop w:val="0"/>
      <w:marBottom w:val="0"/>
      <w:divBdr>
        <w:top w:val="none" w:sz="0" w:space="0" w:color="auto"/>
        <w:left w:val="none" w:sz="0" w:space="0" w:color="auto"/>
        <w:bottom w:val="none" w:sz="0" w:space="0" w:color="auto"/>
        <w:right w:val="none" w:sz="0" w:space="0" w:color="auto"/>
      </w:divBdr>
      <w:divsChild>
        <w:div w:id="1611354119">
          <w:marLeft w:val="605"/>
          <w:marRight w:val="0"/>
          <w:marTop w:val="40"/>
          <w:marBottom w:val="80"/>
          <w:divBdr>
            <w:top w:val="none" w:sz="0" w:space="0" w:color="auto"/>
            <w:left w:val="none" w:sz="0" w:space="0" w:color="auto"/>
            <w:bottom w:val="none" w:sz="0" w:space="0" w:color="auto"/>
            <w:right w:val="none" w:sz="0" w:space="0" w:color="auto"/>
          </w:divBdr>
        </w:div>
      </w:divsChild>
    </w:div>
    <w:div w:id="1268388157">
      <w:bodyDiv w:val="1"/>
      <w:marLeft w:val="0"/>
      <w:marRight w:val="0"/>
      <w:marTop w:val="0"/>
      <w:marBottom w:val="0"/>
      <w:divBdr>
        <w:top w:val="none" w:sz="0" w:space="0" w:color="auto"/>
        <w:left w:val="none" w:sz="0" w:space="0" w:color="auto"/>
        <w:bottom w:val="none" w:sz="0" w:space="0" w:color="auto"/>
        <w:right w:val="none" w:sz="0" w:space="0" w:color="auto"/>
      </w:divBdr>
    </w:div>
    <w:div w:id="1338459833">
      <w:bodyDiv w:val="1"/>
      <w:marLeft w:val="0"/>
      <w:marRight w:val="0"/>
      <w:marTop w:val="0"/>
      <w:marBottom w:val="0"/>
      <w:divBdr>
        <w:top w:val="none" w:sz="0" w:space="0" w:color="auto"/>
        <w:left w:val="none" w:sz="0" w:space="0" w:color="auto"/>
        <w:bottom w:val="none" w:sz="0" w:space="0" w:color="auto"/>
        <w:right w:val="none" w:sz="0" w:space="0" w:color="auto"/>
      </w:divBdr>
      <w:divsChild>
        <w:div w:id="1688483793">
          <w:marLeft w:val="605"/>
          <w:marRight w:val="0"/>
          <w:marTop w:val="40"/>
          <w:marBottom w:val="80"/>
          <w:divBdr>
            <w:top w:val="none" w:sz="0" w:space="0" w:color="auto"/>
            <w:left w:val="none" w:sz="0" w:space="0" w:color="auto"/>
            <w:bottom w:val="none" w:sz="0" w:space="0" w:color="auto"/>
            <w:right w:val="none" w:sz="0" w:space="0" w:color="auto"/>
          </w:divBdr>
        </w:div>
        <w:div w:id="594170114">
          <w:marLeft w:val="605"/>
          <w:marRight w:val="0"/>
          <w:marTop w:val="40"/>
          <w:marBottom w:val="80"/>
          <w:divBdr>
            <w:top w:val="none" w:sz="0" w:space="0" w:color="auto"/>
            <w:left w:val="none" w:sz="0" w:space="0" w:color="auto"/>
            <w:bottom w:val="none" w:sz="0" w:space="0" w:color="auto"/>
            <w:right w:val="none" w:sz="0" w:space="0" w:color="auto"/>
          </w:divBdr>
        </w:div>
        <w:div w:id="721488885">
          <w:marLeft w:val="605"/>
          <w:marRight w:val="0"/>
          <w:marTop w:val="40"/>
          <w:marBottom w:val="80"/>
          <w:divBdr>
            <w:top w:val="none" w:sz="0" w:space="0" w:color="auto"/>
            <w:left w:val="none" w:sz="0" w:space="0" w:color="auto"/>
            <w:bottom w:val="none" w:sz="0" w:space="0" w:color="auto"/>
            <w:right w:val="none" w:sz="0" w:space="0" w:color="auto"/>
          </w:divBdr>
        </w:div>
      </w:divsChild>
    </w:div>
    <w:div w:id="1489593289">
      <w:bodyDiv w:val="1"/>
      <w:marLeft w:val="0"/>
      <w:marRight w:val="0"/>
      <w:marTop w:val="0"/>
      <w:marBottom w:val="0"/>
      <w:divBdr>
        <w:top w:val="none" w:sz="0" w:space="0" w:color="auto"/>
        <w:left w:val="none" w:sz="0" w:space="0" w:color="auto"/>
        <w:bottom w:val="none" w:sz="0" w:space="0" w:color="auto"/>
        <w:right w:val="none" w:sz="0" w:space="0" w:color="auto"/>
      </w:divBdr>
      <w:divsChild>
        <w:div w:id="1741323181">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ther%20Documents\IM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C23E2-0174-40F2-AA95-467E01E13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IMTemplate.dot</Template>
  <TotalTime>85</TotalTime>
  <Pages>14</Pages>
  <Words>5531</Words>
  <Characters>27705</Characters>
  <Application>Microsoft Office Word</Application>
  <DocSecurity>0</DocSecurity>
  <Lines>230</Lines>
  <Paragraphs>66</Paragraphs>
  <ScaleCrop>false</ScaleCrop>
  <HeadingPairs>
    <vt:vector size="2" baseType="variant">
      <vt:variant>
        <vt:lpstr>Title</vt:lpstr>
      </vt:variant>
      <vt:variant>
        <vt:i4>1</vt:i4>
      </vt:variant>
    </vt:vector>
  </HeadingPairs>
  <TitlesOfParts>
    <vt:vector size="1" baseType="lpstr">
      <vt:lpstr>Chapter 1 Introduction to Law</vt:lpstr>
    </vt:vector>
  </TitlesOfParts>
  <Company>Microsoft</Company>
  <LinksUpToDate>false</LinksUpToDate>
  <CharactersWithSpaces>33170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Law</dc:title>
  <dc:subject/>
  <dc:creator>Beth Woods</dc:creator>
  <cp:keywords/>
  <cp:lastModifiedBy>Meere, Kristen</cp:lastModifiedBy>
  <cp:revision>13</cp:revision>
  <cp:lastPrinted>2006-07-27T19:13:00Z</cp:lastPrinted>
  <dcterms:created xsi:type="dcterms:W3CDTF">2017-05-28T17:53:00Z</dcterms:created>
  <dcterms:modified xsi:type="dcterms:W3CDTF">2017-12-07T18:32:00Z</dcterms:modified>
</cp:coreProperties>
</file>