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87A63" w14:textId="1500A828" w:rsidR="00184413" w:rsidRDefault="00184413">
      <w:pPr>
        <w:pStyle w:val="ChapNum"/>
      </w:pPr>
      <w:r>
        <w:t>Chapter 1</w:t>
      </w:r>
    </w:p>
    <w:p w14:paraId="55CC2EFC" w14:textId="658E7D26" w:rsidR="00184413" w:rsidRDefault="004501B7">
      <w:pPr>
        <w:pStyle w:val="ChapTitle"/>
      </w:pPr>
      <w:r>
        <w:t>What is Behavioral Neuroscience</w:t>
      </w:r>
      <w:r w:rsidR="00B42E2F">
        <w:t>?</w:t>
      </w:r>
    </w:p>
    <w:p w14:paraId="05689217" w14:textId="77777777" w:rsidR="006C5D07" w:rsidRPr="006C5D07" w:rsidRDefault="006C5D07" w:rsidP="006C5D07">
      <w:pPr>
        <w:pStyle w:val="PlainText"/>
        <w:rPr>
          <w:rFonts w:ascii="Times New Roman" w:eastAsia="MS Mincho" w:hAnsi="Times New Roman" w:cs="Times New Roman"/>
          <w:b/>
          <w:bCs/>
          <w:sz w:val="28"/>
          <w:szCs w:val="28"/>
        </w:rPr>
      </w:pPr>
      <w:r w:rsidRPr="006C5D07">
        <w:rPr>
          <w:rFonts w:ascii="Times New Roman" w:eastAsia="MS Mincho" w:hAnsi="Times New Roman" w:cs="Times New Roman"/>
          <w:b/>
          <w:bCs/>
          <w:sz w:val="28"/>
          <w:szCs w:val="28"/>
        </w:rPr>
        <w:t>LEARNING OBJECTIVES</w:t>
      </w:r>
    </w:p>
    <w:p w14:paraId="17B93887" w14:textId="77777777" w:rsidR="006C5D07" w:rsidRPr="00347054" w:rsidRDefault="006C5D07" w:rsidP="006C5D07">
      <w:pPr>
        <w:pStyle w:val="PlainText"/>
        <w:rPr>
          <w:rFonts w:ascii="Times New Roman" w:eastAsia="MS Mincho" w:hAnsi="Times New Roman" w:cs="Times New Roman"/>
          <w:sz w:val="24"/>
        </w:rPr>
      </w:pPr>
      <w:r>
        <w:rPr>
          <w:rFonts w:ascii="Arial" w:eastAsia="MS Mincho" w:hAnsi="Arial" w:cs="Arial"/>
          <w:sz w:val="28"/>
          <w:szCs w:val="28"/>
        </w:rPr>
        <w:pict w14:anchorId="75BD9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2pt;height:8.25pt" o:hrpct="0" o:hralign="center" o:hr="t">
            <v:imagedata r:id="rId8" o:title="bd15155_"/>
          </v:shape>
        </w:pict>
      </w:r>
    </w:p>
    <w:p w14:paraId="37BA410D" w14:textId="1D3CAF5D" w:rsidR="006C5D07" w:rsidRPr="00C41518" w:rsidRDefault="006C5D07" w:rsidP="006C5D07">
      <w:pPr>
        <w:pStyle w:val="PlainText"/>
        <w:ind w:left="360" w:hanging="360"/>
        <w:rPr>
          <w:rFonts w:ascii="Times New Roman" w:eastAsia="MS Mincho" w:hAnsi="Times New Roman" w:cs="Times New Roman"/>
          <w:sz w:val="24"/>
        </w:rPr>
      </w:pPr>
      <w:r w:rsidRPr="00C41518">
        <w:rPr>
          <w:rFonts w:ascii="Times New Roman" w:eastAsia="MS Mincho" w:hAnsi="Times New Roman" w:cs="Times New Roman"/>
          <w:sz w:val="24"/>
        </w:rPr>
        <w:t xml:space="preserve">1. </w:t>
      </w:r>
      <w:r>
        <w:rPr>
          <w:rFonts w:ascii="Times New Roman" w:eastAsia="MS Mincho" w:hAnsi="Times New Roman" w:cs="Times New Roman"/>
          <w:sz w:val="24"/>
        </w:rPr>
        <w:tab/>
      </w:r>
      <w:r>
        <w:rPr>
          <w:rFonts w:ascii="Times New Roman" w:eastAsia="MS Mincho" w:hAnsi="Times New Roman" w:cs="Times New Roman"/>
          <w:sz w:val="24"/>
        </w:rPr>
        <w:t>Classify the subfields of neuroscience, and explain how behavioral neuroscience fits within the field.</w:t>
      </w:r>
    </w:p>
    <w:p w14:paraId="7F5E576D" w14:textId="5576DE2B" w:rsidR="006C5D07" w:rsidRPr="00C41518" w:rsidRDefault="006C5D07" w:rsidP="006C5D07">
      <w:pPr>
        <w:pStyle w:val="PlainText"/>
        <w:ind w:left="360" w:hanging="360"/>
        <w:rPr>
          <w:rFonts w:ascii="Times New Roman" w:eastAsia="MS Mincho" w:hAnsi="Times New Roman" w:cs="Times New Roman"/>
          <w:sz w:val="24"/>
        </w:rPr>
      </w:pPr>
      <w:r w:rsidRPr="00C41518">
        <w:rPr>
          <w:rFonts w:ascii="Times New Roman" w:eastAsia="MS Mincho" w:hAnsi="Times New Roman" w:cs="Times New Roman"/>
          <w:sz w:val="24"/>
        </w:rPr>
        <w:t xml:space="preserve">2. </w:t>
      </w:r>
      <w:r>
        <w:rPr>
          <w:rFonts w:ascii="Times New Roman" w:eastAsia="MS Mincho" w:hAnsi="Times New Roman" w:cs="Times New Roman"/>
          <w:sz w:val="24"/>
        </w:rPr>
        <w:tab/>
      </w:r>
      <w:r>
        <w:rPr>
          <w:rFonts w:ascii="Times New Roman" w:eastAsia="MS Mincho" w:hAnsi="Times New Roman" w:cs="Times New Roman"/>
          <w:sz w:val="24"/>
        </w:rPr>
        <w:t>Interpret the significance of the major historical highlights in the study of the nervous system</w:t>
      </w:r>
      <w:r>
        <w:rPr>
          <w:rFonts w:ascii="Times New Roman" w:eastAsia="MS Mincho" w:hAnsi="Times New Roman" w:cs="Times New Roman"/>
          <w:sz w:val="24"/>
        </w:rPr>
        <w:t>.</w:t>
      </w:r>
    </w:p>
    <w:p w14:paraId="614CEA48" w14:textId="70A7F7D0" w:rsidR="006C5D07" w:rsidRPr="00C41518" w:rsidRDefault="006C5D07" w:rsidP="006C5D07">
      <w:pPr>
        <w:pStyle w:val="PlainText"/>
        <w:ind w:left="360" w:hanging="360"/>
        <w:rPr>
          <w:rFonts w:ascii="Times New Roman" w:eastAsia="MS Mincho" w:hAnsi="Times New Roman" w:cs="Times New Roman"/>
          <w:sz w:val="24"/>
        </w:rPr>
      </w:pPr>
      <w:r w:rsidRPr="00C41518">
        <w:rPr>
          <w:rFonts w:ascii="Times New Roman" w:eastAsia="MS Mincho" w:hAnsi="Times New Roman" w:cs="Times New Roman"/>
          <w:sz w:val="24"/>
        </w:rPr>
        <w:t xml:space="preserve">3. </w:t>
      </w:r>
      <w:r>
        <w:rPr>
          <w:rFonts w:ascii="Times New Roman" w:eastAsia="MS Mincho" w:hAnsi="Times New Roman" w:cs="Times New Roman"/>
          <w:sz w:val="24"/>
        </w:rPr>
        <w:tab/>
        <w:t>D</w:t>
      </w:r>
      <w:r>
        <w:rPr>
          <w:rFonts w:ascii="Times New Roman" w:eastAsia="MS Mincho" w:hAnsi="Times New Roman" w:cs="Times New Roman"/>
          <w:sz w:val="24"/>
        </w:rPr>
        <w:t xml:space="preserve">ifferentiate the brain imaging technologies, including CT, PET, SPECT, MRI, fMRI, and DTI. </w:t>
      </w:r>
    </w:p>
    <w:p w14:paraId="5EC4A565" w14:textId="4110B240" w:rsidR="006C5D07" w:rsidRPr="00C41518" w:rsidRDefault="006C5D07" w:rsidP="006C5D07">
      <w:pPr>
        <w:pStyle w:val="PlainText"/>
        <w:ind w:left="360" w:hanging="360"/>
        <w:rPr>
          <w:rFonts w:ascii="Times New Roman" w:eastAsia="MS Mincho" w:hAnsi="Times New Roman" w:cs="Times New Roman"/>
          <w:sz w:val="24"/>
        </w:rPr>
      </w:pPr>
      <w:r w:rsidRPr="00C41518">
        <w:rPr>
          <w:rFonts w:ascii="Times New Roman" w:eastAsia="MS Mincho" w:hAnsi="Times New Roman" w:cs="Times New Roman"/>
          <w:sz w:val="24"/>
        </w:rPr>
        <w:t xml:space="preserve">4. </w:t>
      </w:r>
      <w:r>
        <w:rPr>
          <w:rFonts w:ascii="Times New Roman" w:eastAsia="MS Mincho" w:hAnsi="Times New Roman" w:cs="Times New Roman"/>
          <w:sz w:val="24"/>
        </w:rPr>
        <w:tab/>
      </w:r>
      <w:r>
        <w:rPr>
          <w:rFonts w:ascii="Times New Roman" w:eastAsia="MS Mincho" w:hAnsi="Times New Roman" w:cs="Times New Roman"/>
          <w:sz w:val="24"/>
        </w:rPr>
        <w:t>Assess the use of microscopic the use of microscopic, recording, stimulation, optogenetic, lesion, and biochemical methods in behavioral neuroscience</w:t>
      </w:r>
      <w:r>
        <w:rPr>
          <w:rFonts w:ascii="Times New Roman" w:eastAsia="MS Mincho" w:hAnsi="Times New Roman" w:cs="Times New Roman"/>
          <w:sz w:val="24"/>
        </w:rPr>
        <w:t>.</w:t>
      </w:r>
    </w:p>
    <w:p w14:paraId="3909FA58" w14:textId="1CC9BA36" w:rsidR="006C5D07" w:rsidRPr="00C41518" w:rsidRDefault="006C5D07" w:rsidP="006C5D07">
      <w:pPr>
        <w:pStyle w:val="PlainText"/>
        <w:ind w:left="360" w:hanging="360"/>
        <w:rPr>
          <w:rFonts w:ascii="Times New Roman" w:eastAsia="MS Mincho" w:hAnsi="Times New Roman" w:cs="Times New Roman"/>
          <w:sz w:val="24"/>
        </w:rPr>
      </w:pPr>
      <w:r w:rsidRPr="00C41518">
        <w:rPr>
          <w:rFonts w:ascii="Times New Roman" w:eastAsia="MS Mincho" w:hAnsi="Times New Roman" w:cs="Times New Roman"/>
          <w:sz w:val="24"/>
        </w:rPr>
        <w:t xml:space="preserve">5. </w:t>
      </w:r>
      <w:r>
        <w:rPr>
          <w:rFonts w:ascii="Times New Roman" w:eastAsia="MS Mincho" w:hAnsi="Times New Roman" w:cs="Times New Roman"/>
          <w:sz w:val="24"/>
        </w:rPr>
        <w:tab/>
      </w:r>
      <w:r>
        <w:rPr>
          <w:rFonts w:ascii="Times New Roman" w:eastAsia="MS Mincho" w:hAnsi="Times New Roman" w:cs="Times New Roman"/>
          <w:sz w:val="24"/>
        </w:rPr>
        <w:t>Analyze the relative strengths and weaknesses of twin studies, adoption studies, and genetic screens for understanding behavior</w:t>
      </w:r>
      <w:r>
        <w:rPr>
          <w:rFonts w:ascii="Times New Roman" w:eastAsia="MS Mincho" w:hAnsi="Times New Roman" w:cs="Times New Roman"/>
          <w:sz w:val="24"/>
        </w:rPr>
        <w:t>.</w:t>
      </w:r>
    </w:p>
    <w:p w14:paraId="4ED5D5F6" w14:textId="3D5387FA" w:rsidR="006C5D07" w:rsidRPr="00C41518" w:rsidRDefault="006C5D07" w:rsidP="006C5D07">
      <w:pPr>
        <w:pStyle w:val="PlainText"/>
        <w:ind w:left="360" w:hanging="360"/>
        <w:rPr>
          <w:rFonts w:ascii="Times New Roman" w:eastAsia="MS Mincho" w:hAnsi="Times New Roman" w:cs="Times New Roman"/>
          <w:sz w:val="24"/>
        </w:rPr>
      </w:pPr>
      <w:r w:rsidRPr="00C41518">
        <w:rPr>
          <w:rFonts w:ascii="Times New Roman" w:eastAsia="MS Mincho" w:hAnsi="Times New Roman" w:cs="Times New Roman"/>
          <w:sz w:val="24"/>
        </w:rPr>
        <w:t xml:space="preserve">6. </w:t>
      </w:r>
      <w:r>
        <w:rPr>
          <w:rFonts w:ascii="Times New Roman" w:eastAsia="MS Mincho" w:hAnsi="Times New Roman" w:cs="Times New Roman"/>
          <w:sz w:val="24"/>
        </w:rPr>
        <w:tab/>
      </w:r>
      <w:r>
        <w:rPr>
          <w:rFonts w:ascii="Times New Roman" w:eastAsia="MS Mincho" w:hAnsi="Times New Roman" w:cs="Times New Roman"/>
          <w:sz w:val="24"/>
        </w:rPr>
        <w:t>Evaluate the ethical standards used to protect human and animal research participants</w:t>
      </w:r>
      <w:r>
        <w:rPr>
          <w:rFonts w:ascii="Times New Roman" w:eastAsia="MS Mincho" w:hAnsi="Times New Roman" w:cs="Times New Roman"/>
          <w:sz w:val="24"/>
        </w:rPr>
        <w:t>.</w:t>
      </w:r>
    </w:p>
    <w:p w14:paraId="15335FAD" w14:textId="77777777" w:rsidR="00184413" w:rsidRPr="006C5D07" w:rsidRDefault="00D2796E">
      <w:pPr>
        <w:pStyle w:val="ChapOutlineHead"/>
        <w:rPr>
          <w:rFonts w:ascii="Times New Roman" w:hAnsi="Times New Roman"/>
        </w:rPr>
      </w:pPr>
      <w:r w:rsidRPr="006C5D07">
        <w:rPr>
          <w:rFonts w:ascii="Times New Roman" w:hAnsi="Times New Roman"/>
        </w:rPr>
        <w:fldChar w:fldCharType="begin"/>
      </w:r>
      <w:r w:rsidR="00184413" w:rsidRPr="006C5D07">
        <w:rPr>
          <w:rFonts w:ascii="Times New Roman" w:hAnsi="Times New Roman"/>
        </w:rPr>
        <w:instrText xml:space="preserve"> seq NLI \r 0 \h </w:instrText>
      </w:r>
      <w:r w:rsidRPr="006C5D07">
        <w:rPr>
          <w:rFonts w:ascii="Times New Roman" w:hAnsi="Times New Roman"/>
        </w:rPr>
        <w:fldChar w:fldCharType="end"/>
      </w:r>
      <w:r w:rsidRPr="006C5D07">
        <w:rPr>
          <w:rFonts w:ascii="Times New Roman" w:hAnsi="Times New Roman"/>
        </w:rPr>
        <w:fldChar w:fldCharType="begin"/>
      </w:r>
      <w:r w:rsidR="00184413" w:rsidRPr="006C5D07">
        <w:rPr>
          <w:rFonts w:ascii="Times New Roman" w:hAnsi="Times New Roman"/>
        </w:rPr>
        <w:instrText xml:space="preserve"> seq NL1 \r 0 \h </w:instrText>
      </w:r>
      <w:r w:rsidRPr="006C5D07">
        <w:rPr>
          <w:rFonts w:ascii="Times New Roman" w:hAnsi="Times New Roman"/>
        </w:rPr>
        <w:fldChar w:fldCharType="end"/>
      </w:r>
      <w:r w:rsidR="00184413" w:rsidRPr="006C5D07">
        <w:rPr>
          <w:rFonts w:ascii="Times New Roman" w:hAnsi="Times New Roman"/>
        </w:rPr>
        <w:t>Lecture Outline</w:t>
      </w:r>
    </w:p>
    <w:p w14:paraId="6EEA396D" w14:textId="26641012" w:rsidR="00184413" w:rsidRPr="00D92444" w:rsidRDefault="00035E6C" w:rsidP="00184413">
      <w:pPr>
        <w:pStyle w:val="Outline-I"/>
        <w:rPr>
          <w:szCs w:val="22"/>
        </w:rPr>
      </w:pPr>
      <w:r>
        <w:fldChar w:fldCharType="begin"/>
      </w:r>
      <w:r>
        <w:instrText xml:space="preserve"> seq NLI \* ROMAN </w:instrText>
      </w:r>
      <w:r>
        <w:fldChar w:fldCharType="separate"/>
      </w:r>
      <w:r w:rsidR="00184413" w:rsidRPr="006675E8">
        <w:t>I</w:t>
      </w:r>
      <w:r>
        <w:fldChar w:fldCharType="end"/>
      </w:r>
      <w:r w:rsidR="00D2796E" w:rsidRPr="006675E8">
        <w:fldChar w:fldCharType="begin"/>
      </w:r>
      <w:r w:rsidR="00184413" w:rsidRPr="006675E8">
        <w:instrText xml:space="preserve"> seq NLA \r 0 \h </w:instrText>
      </w:r>
      <w:r w:rsidR="00D2796E" w:rsidRPr="006675E8">
        <w:fldChar w:fldCharType="end"/>
      </w:r>
      <w:r w:rsidR="00184413" w:rsidRPr="006675E8">
        <w:t>.</w:t>
      </w:r>
      <w:r w:rsidR="00184413" w:rsidRPr="006675E8">
        <w:tab/>
      </w:r>
      <w:r w:rsidR="008356A8" w:rsidRPr="00D92444">
        <w:rPr>
          <w:szCs w:val="22"/>
        </w:rPr>
        <w:t>Neuroscience</w:t>
      </w:r>
      <w:r w:rsidR="00184413" w:rsidRPr="00D92444">
        <w:rPr>
          <w:szCs w:val="22"/>
        </w:rPr>
        <w:t xml:space="preserve"> as an Interdisciplinary Field (p</w:t>
      </w:r>
      <w:r w:rsidR="00EC18F3" w:rsidRPr="00D92444">
        <w:rPr>
          <w:szCs w:val="22"/>
        </w:rPr>
        <w:t>p</w:t>
      </w:r>
      <w:r w:rsidR="00184413" w:rsidRPr="00D92444">
        <w:rPr>
          <w:szCs w:val="22"/>
        </w:rPr>
        <w:t xml:space="preserve">. </w:t>
      </w:r>
      <w:r w:rsidR="0049302A" w:rsidRPr="00D92444">
        <w:rPr>
          <w:szCs w:val="22"/>
        </w:rPr>
        <w:t>2</w:t>
      </w:r>
      <w:r w:rsidR="00FA2818">
        <w:rPr>
          <w:szCs w:val="22"/>
        </w:rPr>
        <w:t>–</w:t>
      </w:r>
      <w:r w:rsidR="006E7E39">
        <w:rPr>
          <w:szCs w:val="22"/>
        </w:rPr>
        <w:t>4</w:t>
      </w:r>
      <w:r w:rsidR="00184413" w:rsidRPr="00D92444">
        <w:rPr>
          <w:szCs w:val="22"/>
        </w:rPr>
        <w:t>)</w:t>
      </w:r>
    </w:p>
    <w:p w14:paraId="2AA9F2AD" w14:textId="1ABA6E09" w:rsidR="00184413" w:rsidRPr="00D92444" w:rsidRDefault="00184413" w:rsidP="00184413">
      <w:pPr>
        <w:pStyle w:val="BOX"/>
        <w:rPr>
          <w:szCs w:val="22"/>
        </w:rPr>
      </w:pPr>
      <w:r w:rsidRPr="00D92444">
        <w:rPr>
          <w:szCs w:val="22"/>
        </w:rPr>
        <w:t>PowerPoint Slide</w:t>
      </w:r>
      <w:r w:rsidR="005A261D" w:rsidRPr="00D92444">
        <w:rPr>
          <w:szCs w:val="22"/>
        </w:rPr>
        <w:t>s</w:t>
      </w:r>
      <w:r w:rsidRPr="00D92444">
        <w:rPr>
          <w:szCs w:val="22"/>
        </w:rPr>
        <w:t xml:space="preserve"> 1</w:t>
      </w:r>
      <w:r w:rsidR="005A261D" w:rsidRPr="00D92444">
        <w:rPr>
          <w:szCs w:val="22"/>
        </w:rPr>
        <w:t>-</w:t>
      </w:r>
      <w:r w:rsidR="003E02B5">
        <w:rPr>
          <w:szCs w:val="22"/>
        </w:rPr>
        <w:t>4</w:t>
      </w:r>
      <w:r w:rsidR="005A261D" w:rsidRPr="00D92444">
        <w:rPr>
          <w:szCs w:val="22"/>
        </w:rPr>
        <w:t xml:space="preserve"> </w:t>
      </w:r>
      <w:r w:rsidR="00DC69A5" w:rsidRPr="00D92444">
        <w:rPr>
          <w:szCs w:val="22"/>
        </w:rPr>
        <w:t>and 1-</w:t>
      </w:r>
      <w:r w:rsidR="003E02B5">
        <w:rPr>
          <w:szCs w:val="22"/>
        </w:rPr>
        <w:t>6</w:t>
      </w:r>
    </w:p>
    <w:p w14:paraId="54CF95DD" w14:textId="67C94047" w:rsidR="00184413" w:rsidRPr="00D92444" w:rsidRDefault="00184413" w:rsidP="00184413">
      <w:pPr>
        <w:pStyle w:val="BOX"/>
        <w:rPr>
          <w:szCs w:val="22"/>
        </w:rPr>
      </w:pPr>
      <w:r w:rsidRPr="00D92444">
        <w:rPr>
          <w:szCs w:val="22"/>
        </w:rPr>
        <w:t>The following film clips provide interesting insights into how and why we study neuroscience and make a good introduction to this unit:</w:t>
      </w:r>
    </w:p>
    <w:p w14:paraId="3AB50FE9" w14:textId="77777777" w:rsidR="00184413" w:rsidRPr="00D92444" w:rsidRDefault="00184413" w:rsidP="00184413">
      <w:pPr>
        <w:pStyle w:val="BOX"/>
        <w:rPr>
          <w:szCs w:val="22"/>
        </w:rPr>
      </w:pPr>
      <w:r w:rsidRPr="00D92444">
        <w:rPr>
          <w:szCs w:val="22"/>
        </w:rPr>
        <w:t>Film Clip #1:  Discovering the Human Brain: New Pathways to Neuroscience</w:t>
      </w:r>
    </w:p>
    <w:p w14:paraId="4F302234" w14:textId="77777777" w:rsidR="00184413" w:rsidRPr="00D92444" w:rsidRDefault="00184413" w:rsidP="00184413">
      <w:pPr>
        <w:pStyle w:val="BOX"/>
        <w:rPr>
          <w:szCs w:val="22"/>
        </w:rPr>
      </w:pPr>
      <w:r w:rsidRPr="00D92444">
        <w:rPr>
          <w:szCs w:val="22"/>
        </w:rPr>
        <w:t xml:space="preserve">Film Clip #2:  V.S. Ramachandran </w:t>
      </w:r>
      <w:r w:rsidR="00861B47" w:rsidRPr="00D92444">
        <w:rPr>
          <w:szCs w:val="22"/>
        </w:rPr>
        <w:t xml:space="preserve">at </w:t>
      </w:r>
      <w:proofErr w:type="gramStart"/>
      <w:r w:rsidR="00861B47" w:rsidRPr="00D92444">
        <w:rPr>
          <w:szCs w:val="22"/>
        </w:rPr>
        <w:t>Beyond Belief</w:t>
      </w:r>
      <w:proofErr w:type="gramEnd"/>
      <w:r w:rsidR="00861B47" w:rsidRPr="00D92444">
        <w:rPr>
          <w:szCs w:val="22"/>
        </w:rPr>
        <w:t xml:space="preserve"> 2.0</w:t>
      </w:r>
    </w:p>
    <w:p w14:paraId="049D0674" w14:textId="77777777" w:rsidR="00184413" w:rsidRPr="00D92444" w:rsidRDefault="00184413" w:rsidP="00184413">
      <w:pPr>
        <w:pStyle w:val="BOX"/>
        <w:rPr>
          <w:szCs w:val="22"/>
        </w:rPr>
      </w:pPr>
      <w:r w:rsidRPr="00D92444">
        <w:rPr>
          <w:szCs w:val="22"/>
        </w:rPr>
        <w:t xml:space="preserve">Film Clip #3:  Jill </w:t>
      </w:r>
      <w:proofErr w:type="spellStart"/>
      <w:r w:rsidRPr="00D92444">
        <w:rPr>
          <w:szCs w:val="22"/>
        </w:rPr>
        <w:t>Bolte</w:t>
      </w:r>
      <w:proofErr w:type="spellEnd"/>
      <w:r w:rsidRPr="00D92444">
        <w:rPr>
          <w:szCs w:val="22"/>
        </w:rPr>
        <w:t xml:space="preserve"> Taylor on T.E.D.</w:t>
      </w:r>
    </w:p>
    <w:p w14:paraId="170D304A" w14:textId="2EB3D769" w:rsidR="0045661A" w:rsidRPr="00D92444" w:rsidRDefault="00BD4DBE" w:rsidP="0045661A">
      <w:pPr>
        <w:pStyle w:val="Outline-A"/>
        <w:rPr>
          <w:szCs w:val="22"/>
        </w:rPr>
      </w:pPr>
      <w:r w:rsidRPr="00D92444">
        <w:rPr>
          <w:szCs w:val="22"/>
        </w:rPr>
        <w:fldChar w:fldCharType="begin"/>
      </w:r>
      <w:r w:rsidRPr="00D92444">
        <w:rPr>
          <w:szCs w:val="22"/>
        </w:rPr>
        <w:instrText xml:space="preserve"> seq NLA \* ALPHABETIC </w:instrText>
      </w:r>
      <w:r w:rsidRPr="00D92444">
        <w:rPr>
          <w:szCs w:val="22"/>
        </w:rPr>
        <w:fldChar w:fldCharType="separate"/>
      </w:r>
      <w:r w:rsidR="00184413" w:rsidRPr="00D92444">
        <w:rPr>
          <w:noProof/>
          <w:szCs w:val="22"/>
        </w:rPr>
        <w:t>A</w:t>
      </w:r>
      <w:r w:rsidRPr="00D92444">
        <w:rPr>
          <w:noProof/>
          <w:szCs w:val="22"/>
        </w:rPr>
        <w:fldChar w:fldCharType="end"/>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r>
      <w:r w:rsidR="00E225E8" w:rsidRPr="00D92444">
        <w:rPr>
          <w:b/>
          <w:szCs w:val="22"/>
        </w:rPr>
        <w:t>Neuroscience</w:t>
      </w:r>
      <w:r w:rsidR="00184413" w:rsidRPr="00D92444">
        <w:rPr>
          <w:szCs w:val="22"/>
        </w:rPr>
        <w:t xml:space="preserve"> is an interdisciplinary area of study involving psychology, biology, chemistry, </w:t>
      </w:r>
      <w:r w:rsidR="00E225E8" w:rsidRPr="00D92444">
        <w:rPr>
          <w:szCs w:val="22"/>
        </w:rPr>
        <w:t>medicine, mathematics, physics, engineering, and computer science</w:t>
      </w:r>
      <w:r w:rsidR="00184413" w:rsidRPr="00D92444">
        <w:rPr>
          <w:szCs w:val="22"/>
        </w:rPr>
        <w:t>.</w:t>
      </w:r>
    </w:p>
    <w:p w14:paraId="7002376F" w14:textId="77777777" w:rsidR="0045661A" w:rsidRPr="00D92444" w:rsidRDefault="0045661A" w:rsidP="0045661A">
      <w:pPr>
        <w:pStyle w:val="Outline-A"/>
        <w:rPr>
          <w:szCs w:val="22"/>
        </w:rPr>
      </w:pPr>
      <w:r w:rsidRPr="00D92444">
        <w:rPr>
          <w:szCs w:val="22"/>
        </w:rPr>
        <w:t>B.</w:t>
      </w:r>
      <w:r w:rsidRPr="00D92444">
        <w:rPr>
          <w:szCs w:val="22"/>
        </w:rPr>
        <w:tab/>
        <w:t>The functions of the brain and nervous system are studied on many different levels.</w:t>
      </w:r>
    </w:p>
    <w:p w14:paraId="20159224" w14:textId="445B9509" w:rsidR="0045661A" w:rsidRPr="00D92444" w:rsidRDefault="0045661A" w:rsidP="0045661A">
      <w:pPr>
        <w:numPr>
          <w:ilvl w:val="1"/>
          <w:numId w:val="38"/>
        </w:numPr>
        <w:spacing w:line="240" w:lineRule="atLeast"/>
        <w:ind w:right="432"/>
        <w:rPr>
          <w:szCs w:val="22"/>
        </w:rPr>
      </w:pPr>
      <w:r w:rsidRPr="00D92444">
        <w:rPr>
          <w:rFonts w:eastAsia="MS PGothic"/>
          <w:szCs w:val="22"/>
        </w:rPr>
        <w:t>The molecular level focuses on DNA, RNA, proteins, and gene expression and includes the subtopics of neural cell physiology and psychopharmacology.</w:t>
      </w:r>
    </w:p>
    <w:p w14:paraId="76942972" w14:textId="77777777" w:rsidR="0045661A" w:rsidRPr="00D92444" w:rsidRDefault="0045661A" w:rsidP="0045661A">
      <w:pPr>
        <w:numPr>
          <w:ilvl w:val="1"/>
          <w:numId w:val="38"/>
        </w:numPr>
        <w:spacing w:line="240" w:lineRule="atLeast"/>
        <w:ind w:right="432"/>
        <w:rPr>
          <w:szCs w:val="22"/>
        </w:rPr>
      </w:pPr>
      <w:r w:rsidRPr="00D92444">
        <w:rPr>
          <w:rFonts w:eastAsia="MS PGothic"/>
          <w:szCs w:val="22"/>
        </w:rPr>
        <w:t>The cellular level is concerned with the structure, physiological properties, and functions of neural cells.</w:t>
      </w:r>
    </w:p>
    <w:p w14:paraId="2D06E75C" w14:textId="77777777" w:rsidR="0045661A" w:rsidRPr="00D92444" w:rsidRDefault="0045661A" w:rsidP="0045661A">
      <w:pPr>
        <w:numPr>
          <w:ilvl w:val="1"/>
          <w:numId w:val="38"/>
        </w:numPr>
        <w:spacing w:line="240" w:lineRule="atLeast"/>
        <w:ind w:right="432"/>
        <w:rPr>
          <w:szCs w:val="22"/>
        </w:rPr>
      </w:pPr>
      <w:r w:rsidRPr="00D92444">
        <w:rPr>
          <w:rFonts w:eastAsia="MS PGothic"/>
          <w:szCs w:val="22"/>
        </w:rPr>
        <w:t>The synapse level defines the connections between neural cells at the synapse. Synaptic neuroscience studies the strength and flexibility of these connections and the implications on complex processes, such as learning and memory.</w:t>
      </w:r>
    </w:p>
    <w:p w14:paraId="7CE69274" w14:textId="77777777" w:rsidR="0045661A" w:rsidRPr="00D92444" w:rsidRDefault="0045661A" w:rsidP="0045661A">
      <w:pPr>
        <w:numPr>
          <w:ilvl w:val="1"/>
          <w:numId w:val="38"/>
        </w:numPr>
        <w:spacing w:line="240" w:lineRule="atLeast"/>
        <w:ind w:right="432"/>
        <w:rPr>
          <w:szCs w:val="22"/>
        </w:rPr>
      </w:pPr>
      <w:r w:rsidRPr="00D92444">
        <w:rPr>
          <w:rFonts w:eastAsia="MS PGothic"/>
          <w:szCs w:val="22"/>
        </w:rPr>
        <w:t xml:space="preserve">At the network level, neuroscientists study </w:t>
      </w:r>
      <w:r w:rsidR="00A72487" w:rsidRPr="00D92444">
        <w:rPr>
          <w:rFonts w:eastAsia="MS PGothic"/>
          <w:szCs w:val="22"/>
        </w:rPr>
        <w:t>how interconnected neurons form pathways.</w:t>
      </w:r>
    </w:p>
    <w:p w14:paraId="348D6AC5" w14:textId="77777777" w:rsidR="0045661A" w:rsidRPr="00D92444" w:rsidRDefault="0045661A" w:rsidP="0045661A">
      <w:pPr>
        <w:numPr>
          <w:ilvl w:val="1"/>
          <w:numId w:val="38"/>
        </w:numPr>
        <w:spacing w:line="240" w:lineRule="atLeast"/>
        <w:ind w:right="432"/>
        <w:rPr>
          <w:szCs w:val="22"/>
        </w:rPr>
      </w:pPr>
      <w:r w:rsidRPr="00D92444">
        <w:rPr>
          <w:rFonts w:eastAsia="MS PGothic"/>
          <w:szCs w:val="22"/>
        </w:rPr>
        <w:lastRenderedPageBreak/>
        <w:t>Behavioral neuroscience</w:t>
      </w:r>
      <w:r w:rsidR="00A72487" w:rsidRPr="00D92444">
        <w:rPr>
          <w:rFonts w:eastAsia="MS PGothic"/>
          <w:szCs w:val="22"/>
        </w:rPr>
        <w:t xml:space="preserve"> seeks to understand the biological correlates of behavior, using </w:t>
      </w:r>
      <w:proofErr w:type="gramStart"/>
      <w:r w:rsidR="00A72487" w:rsidRPr="00D92444">
        <w:rPr>
          <w:rFonts w:eastAsia="MS PGothic"/>
          <w:szCs w:val="22"/>
        </w:rPr>
        <w:t>all of</w:t>
      </w:r>
      <w:proofErr w:type="gramEnd"/>
      <w:r w:rsidR="00A72487" w:rsidRPr="00D92444">
        <w:rPr>
          <w:rFonts w:eastAsia="MS PGothic"/>
          <w:szCs w:val="22"/>
        </w:rPr>
        <w:t xml:space="preserve"> the previous levels of analysis.</w:t>
      </w:r>
    </w:p>
    <w:p w14:paraId="3045E082" w14:textId="77777777" w:rsidR="0045661A" w:rsidRPr="00D92444" w:rsidRDefault="00A72487" w:rsidP="0045661A">
      <w:pPr>
        <w:pStyle w:val="Indent-a"/>
        <w:numPr>
          <w:ilvl w:val="1"/>
          <w:numId w:val="38"/>
        </w:numPr>
        <w:rPr>
          <w:szCs w:val="22"/>
        </w:rPr>
      </w:pPr>
      <w:r w:rsidRPr="00D92444">
        <w:rPr>
          <w:szCs w:val="22"/>
        </w:rPr>
        <w:t>All analytical levels use c</w:t>
      </w:r>
      <w:r w:rsidR="0045661A" w:rsidRPr="00D92444">
        <w:rPr>
          <w:szCs w:val="22"/>
        </w:rPr>
        <w:t>omputational neuroscience</w:t>
      </w:r>
      <w:r w:rsidRPr="00D92444">
        <w:rPr>
          <w:szCs w:val="22"/>
        </w:rPr>
        <w:t xml:space="preserve"> to develop computational models that can be compared to living systems.</w:t>
      </w:r>
    </w:p>
    <w:p w14:paraId="03C2A602" w14:textId="77777777" w:rsidR="00184413" w:rsidRPr="00D92444" w:rsidRDefault="0045661A">
      <w:pPr>
        <w:pStyle w:val="Outline-A"/>
        <w:rPr>
          <w:szCs w:val="22"/>
        </w:rPr>
      </w:pPr>
      <w:r w:rsidRPr="00D92444">
        <w:rPr>
          <w:szCs w:val="22"/>
        </w:rPr>
        <w:t>C</w:t>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t>Researchers have a specific interest in the relationships between the nervous system and behavior.</w:t>
      </w:r>
    </w:p>
    <w:p w14:paraId="5D6758D7" w14:textId="08715576" w:rsidR="00782416" w:rsidRPr="00D92444" w:rsidRDefault="00782416" w:rsidP="0045661A">
      <w:pPr>
        <w:pStyle w:val="Indent-a"/>
        <w:numPr>
          <w:ilvl w:val="0"/>
          <w:numId w:val="37"/>
        </w:numPr>
        <w:rPr>
          <w:szCs w:val="22"/>
        </w:rPr>
      </w:pPr>
      <w:r w:rsidRPr="00D92444">
        <w:rPr>
          <w:szCs w:val="22"/>
        </w:rPr>
        <w:t xml:space="preserve">Neurological illnesses have economic costs.  For example, delaying the onset of Alzheimer's disease by five years would save $50 billion annually in health care costs in the </w:t>
      </w:r>
      <w:r w:rsidR="00FA2818">
        <w:rPr>
          <w:szCs w:val="22"/>
        </w:rPr>
        <w:t>United States</w:t>
      </w:r>
      <w:r w:rsidRPr="00D92444">
        <w:rPr>
          <w:szCs w:val="22"/>
        </w:rPr>
        <w:t>.</w:t>
      </w:r>
    </w:p>
    <w:p w14:paraId="60C82032" w14:textId="77777777" w:rsidR="00782416" w:rsidRPr="00D92444" w:rsidRDefault="00782416" w:rsidP="0049302A">
      <w:pPr>
        <w:pStyle w:val="Indent-a"/>
        <w:numPr>
          <w:ilvl w:val="0"/>
          <w:numId w:val="37"/>
        </w:numPr>
        <w:rPr>
          <w:szCs w:val="22"/>
        </w:rPr>
      </w:pPr>
      <w:r w:rsidRPr="00D92444">
        <w:rPr>
          <w:szCs w:val="22"/>
        </w:rPr>
        <w:t>Connections between biology and behavior are relevant to neurological diseases and to overall health, as many health conditions (e.g., diabetes, cancer) are tightly linked to behavior.</w:t>
      </w:r>
    </w:p>
    <w:p w14:paraId="7888142C" w14:textId="77777777" w:rsidR="00782416" w:rsidRPr="00D92444" w:rsidRDefault="00D2647F" w:rsidP="0049302A">
      <w:pPr>
        <w:pStyle w:val="Indent-a"/>
        <w:numPr>
          <w:ilvl w:val="0"/>
          <w:numId w:val="37"/>
        </w:numPr>
        <w:rPr>
          <w:szCs w:val="22"/>
        </w:rPr>
      </w:pPr>
      <w:r w:rsidRPr="00D92444">
        <w:rPr>
          <w:szCs w:val="22"/>
        </w:rPr>
        <w:t>N</w:t>
      </w:r>
      <w:r w:rsidR="00782416" w:rsidRPr="00D92444">
        <w:rPr>
          <w:szCs w:val="22"/>
        </w:rPr>
        <w:t xml:space="preserve">ervous system </w:t>
      </w:r>
      <w:r w:rsidRPr="00D92444">
        <w:rPr>
          <w:szCs w:val="22"/>
        </w:rPr>
        <w:t>responses are linked to behavioral scenarios, such as relationships, parenting, child development, and thinking and learning. Understanding the interaction between the nervous system and behavior can promote well-being.</w:t>
      </w:r>
    </w:p>
    <w:p w14:paraId="177ADF69" w14:textId="77777777" w:rsidR="00184413" w:rsidRPr="00D92444" w:rsidRDefault="0027053D" w:rsidP="0027053D">
      <w:pPr>
        <w:pStyle w:val="Indent-a"/>
        <w:ind w:left="1340"/>
        <w:rPr>
          <w:i/>
          <w:szCs w:val="22"/>
        </w:rPr>
      </w:pPr>
      <w:r w:rsidRPr="00D92444">
        <w:rPr>
          <w:i/>
          <w:szCs w:val="22"/>
        </w:rPr>
        <w:t>Behavioral Neuroscience Goes to Work: What Can I Do with a Degree in Neuroscience?</w:t>
      </w:r>
    </w:p>
    <w:p w14:paraId="5FD989B2" w14:textId="7EE84583" w:rsidR="00184413" w:rsidRPr="00D92444" w:rsidRDefault="00BD4DBE">
      <w:pPr>
        <w:pStyle w:val="Outline-I"/>
        <w:rPr>
          <w:szCs w:val="22"/>
        </w:rPr>
      </w:pPr>
      <w:r w:rsidRPr="00D92444">
        <w:rPr>
          <w:szCs w:val="22"/>
        </w:rPr>
        <w:fldChar w:fldCharType="begin"/>
      </w:r>
      <w:r w:rsidRPr="00D92444">
        <w:rPr>
          <w:szCs w:val="22"/>
        </w:rPr>
        <w:instrText xml:space="preserve"> seq NLI \* ROMAN </w:instrText>
      </w:r>
      <w:r w:rsidRPr="00D92444">
        <w:rPr>
          <w:szCs w:val="22"/>
        </w:rPr>
        <w:fldChar w:fldCharType="separate"/>
      </w:r>
      <w:r w:rsidR="00184413" w:rsidRPr="00D92444">
        <w:rPr>
          <w:noProof/>
          <w:szCs w:val="22"/>
        </w:rPr>
        <w:t>II</w:t>
      </w:r>
      <w:r w:rsidRPr="00D92444">
        <w:rPr>
          <w:noProof/>
          <w:szCs w:val="22"/>
        </w:rPr>
        <w:fldChar w:fldCharType="end"/>
      </w:r>
      <w:r w:rsidR="00D2796E" w:rsidRPr="00D92444">
        <w:rPr>
          <w:szCs w:val="22"/>
        </w:rPr>
        <w:fldChar w:fldCharType="begin"/>
      </w:r>
      <w:r w:rsidR="00184413" w:rsidRPr="00D92444">
        <w:rPr>
          <w:szCs w:val="22"/>
        </w:rPr>
        <w:instrText xml:space="preserve"> seq NLA \r 0 \h </w:instrText>
      </w:r>
      <w:r w:rsidR="00D2796E" w:rsidRPr="00D92444">
        <w:rPr>
          <w:szCs w:val="22"/>
        </w:rPr>
        <w:fldChar w:fldCharType="end"/>
      </w:r>
      <w:r w:rsidR="00184413" w:rsidRPr="00D92444">
        <w:rPr>
          <w:szCs w:val="22"/>
        </w:rPr>
        <w:t>.</w:t>
      </w:r>
      <w:r w:rsidR="00184413" w:rsidRPr="00D92444">
        <w:rPr>
          <w:szCs w:val="22"/>
        </w:rPr>
        <w:tab/>
      </w:r>
      <w:r w:rsidR="0049302A" w:rsidRPr="00D92444">
        <w:rPr>
          <w:szCs w:val="22"/>
        </w:rPr>
        <w:t xml:space="preserve">Historical </w:t>
      </w:r>
      <w:r w:rsidR="00184413" w:rsidRPr="00D92444">
        <w:rPr>
          <w:szCs w:val="22"/>
        </w:rPr>
        <w:t xml:space="preserve">Highlights in </w:t>
      </w:r>
      <w:r w:rsidR="0049302A" w:rsidRPr="00D92444">
        <w:rPr>
          <w:szCs w:val="22"/>
        </w:rPr>
        <w:t>Neuroscience</w:t>
      </w:r>
      <w:r w:rsidR="00184413" w:rsidRPr="00D92444">
        <w:rPr>
          <w:szCs w:val="22"/>
        </w:rPr>
        <w:t xml:space="preserve"> (pp. </w:t>
      </w:r>
      <w:r w:rsidR="006E7E39">
        <w:rPr>
          <w:szCs w:val="22"/>
        </w:rPr>
        <w:t>5</w:t>
      </w:r>
      <w:r w:rsidR="00FA2818">
        <w:rPr>
          <w:szCs w:val="22"/>
        </w:rPr>
        <w:t>–</w:t>
      </w:r>
      <w:r w:rsidR="006E7E39">
        <w:rPr>
          <w:szCs w:val="22"/>
        </w:rPr>
        <w:t>8</w:t>
      </w:r>
      <w:r w:rsidR="00184413" w:rsidRPr="00D92444">
        <w:rPr>
          <w:szCs w:val="22"/>
        </w:rPr>
        <w:t>)</w:t>
      </w:r>
    </w:p>
    <w:p w14:paraId="3784679A" w14:textId="5574AB57" w:rsidR="00DC69A5" w:rsidRPr="00D92444" w:rsidRDefault="00DC69A5" w:rsidP="00DC69A5">
      <w:pPr>
        <w:pStyle w:val="BOX"/>
        <w:rPr>
          <w:szCs w:val="22"/>
        </w:rPr>
      </w:pPr>
      <w:r w:rsidRPr="00D92444">
        <w:rPr>
          <w:szCs w:val="22"/>
        </w:rPr>
        <w:t>PowerPoint Slides 1-</w:t>
      </w:r>
      <w:r w:rsidR="003E02B5">
        <w:rPr>
          <w:szCs w:val="22"/>
        </w:rPr>
        <w:t>7</w:t>
      </w:r>
      <w:r w:rsidRPr="00D92444">
        <w:rPr>
          <w:szCs w:val="22"/>
        </w:rPr>
        <w:t xml:space="preserve"> through 1-</w:t>
      </w:r>
      <w:r w:rsidR="003E02B5">
        <w:rPr>
          <w:szCs w:val="22"/>
        </w:rPr>
        <w:t>11</w:t>
      </w:r>
    </w:p>
    <w:p w14:paraId="6D875509" w14:textId="2FBFB4E4" w:rsidR="00184413" w:rsidRPr="00D92444" w:rsidRDefault="00BD4DBE">
      <w:pPr>
        <w:pStyle w:val="Outline-A"/>
        <w:rPr>
          <w:szCs w:val="22"/>
        </w:rPr>
      </w:pPr>
      <w:r w:rsidRPr="00D92444">
        <w:rPr>
          <w:szCs w:val="22"/>
        </w:rPr>
        <w:fldChar w:fldCharType="begin"/>
      </w:r>
      <w:r w:rsidRPr="00D92444">
        <w:rPr>
          <w:szCs w:val="22"/>
        </w:rPr>
        <w:instrText xml:space="preserve"> seq NLA \* ALPHABETIC </w:instrText>
      </w:r>
      <w:r w:rsidRPr="00D92444">
        <w:rPr>
          <w:szCs w:val="22"/>
        </w:rPr>
        <w:fldChar w:fldCharType="separate"/>
      </w:r>
      <w:r w:rsidR="00184413" w:rsidRPr="00D92444">
        <w:rPr>
          <w:noProof/>
          <w:szCs w:val="22"/>
        </w:rPr>
        <w:t>A</w:t>
      </w:r>
      <w:r w:rsidRPr="00D92444">
        <w:rPr>
          <w:noProof/>
          <w:szCs w:val="22"/>
        </w:rPr>
        <w:fldChar w:fldCharType="end"/>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t xml:space="preserve">Key </w:t>
      </w:r>
      <w:r w:rsidR="0007236F">
        <w:rPr>
          <w:szCs w:val="22"/>
        </w:rPr>
        <w:t>p</w:t>
      </w:r>
      <w:r w:rsidR="00184413" w:rsidRPr="00D92444">
        <w:rPr>
          <w:szCs w:val="22"/>
        </w:rPr>
        <w:t>oints</w:t>
      </w:r>
    </w:p>
    <w:p w14:paraId="7BD62F28" w14:textId="688B63DF"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1</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r>
      <w:r w:rsidR="00FF397A">
        <w:rPr>
          <w:szCs w:val="22"/>
        </w:rPr>
        <w:t>Although</w:t>
      </w:r>
      <w:r w:rsidR="00FF397A" w:rsidRPr="00D92444">
        <w:rPr>
          <w:szCs w:val="22"/>
        </w:rPr>
        <w:t xml:space="preserve"> </w:t>
      </w:r>
      <w:r w:rsidR="00184413" w:rsidRPr="00D92444">
        <w:rPr>
          <w:szCs w:val="22"/>
        </w:rPr>
        <w:t>some periods of enlightenment regarding the relationship between the nervous system and behavior emerged among the Egyptians and Greeks, the major advancements in biopsychology such as the understanding of electrical activity and functional neuroanatomy have been relatively modern and recent</w:t>
      </w:r>
      <w:r w:rsidR="00FB3268">
        <w:rPr>
          <w:szCs w:val="22"/>
        </w:rPr>
        <w:t>,</w:t>
      </w:r>
      <w:r w:rsidR="00184413" w:rsidRPr="00D92444">
        <w:rPr>
          <w:szCs w:val="22"/>
        </w:rPr>
        <w:t xml:space="preserve"> being established within the last 200 years.</w:t>
      </w:r>
    </w:p>
    <w:p w14:paraId="62DBF928" w14:textId="77777777" w:rsidR="0049302A" w:rsidRPr="00D92444" w:rsidRDefault="00BD4DBE" w:rsidP="0049302A">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2</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t>We take for granted that the brain and nervous system are the sources of intellect, reason, sensation, and movement. This disarmingly simple fact has not been universally accepted throughout human history.</w:t>
      </w:r>
    </w:p>
    <w:p w14:paraId="2BF25577" w14:textId="77777777" w:rsidR="0049302A" w:rsidRPr="00D92444" w:rsidRDefault="0049302A" w:rsidP="0049302A">
      <w:pPr>
        <w:pStyle w:val="Outline-10"/>
        <w:rPr>
          <w:szCs w:val="22"/>
        </w:rPr>
      </w:pPr>
      <w:r w:rsidRPr="00D92444">
        <w:rPr>
          <w:szCs w:val="22"/>
        </w:rPr>
        <w:t xml:space="preserve">3. </w:t>
      </w:r>
      <w:r w:rsidRPr="00D92444">
        <w:rPr>
          <w:szCs w:val="22"/>
        </w:rPr>
        <w:tab/>
        <w:t>The history of neuroscience parallels the development of tools for studying the nervous system.</w:t>
      </w:r>
    </w:p>
    <w:p w14:paraId="0AC57938" w14:textId="77777777" w:rsidR="00184413" w:rsidRPr="00D92444" w:rsidRDefault="00BD4DBE" w:rsidP="00DC69A5">
      <w:pPr>
        <w:pStyle w:val="Outline-A"/>
        <w:rPr>
          <w:szCs w:val="22"/>
        </w:rPr>
      </w:pPr>
      <w:r w:rsidRPr="00D92444">
        <w:rPr>
          <w:szCs w:val="22"/>
        </w:rPr>
        <w:fldChar w:fldCharType="begin"/>
      </w:r>
      <w:r w:rsidRPr="00D92444">
        <w:rPr>
          <w:szCs w:val="22"/>
        </w:rPr>
        <w:instrText xml:space="preserve"> seq NLA \* ALPHABETIC </w:instrText>
      </w:r>
      <w:r w:rsidRPr="00D92444">
        <w:rPr>
          <w:szCs w:val="22"/>
        </w:rPr>
        <w:fldChar w:fldCharType="separate"/>
      </w:r>
      <w:r w:rsidR="00EB768C" w:rsidRPr="00D92444">
        <w:rPr>
          <w:noProof/>
          <w:szCs w:val="22"/>
        </w:rPr>
        <w:t>B</w:t>
      </w:r>
      <w:r w:rsidRPr="00D92444">
        <w:rPr>
          <w:noProof/>
          <w:szCs w:val="22"/>
        </w:rPr>
        <w:fldChar w:fldCharType="end"/>
      </w:r>
      <w:r w:rsidR="00D2796E" w:rsidRPr="00D92444">
        <w:rPr>
          <w:szCs w:val="22"/>
        </w:rPr>
        <w:fldChar w:fldCharType="begin"/>
      </w:r>
      <w:r w:rsidR="00EB768C" w:rsidRPr="00D92444">
        <w:rPr>
          <w:szCs w:val="22"/>
        </w:rPr>
        <w:instrText xml:space="preserve"> seq NL1 \r 0 \h </w:instrText>
      </w:r>
      <w:r w:rsidR="00D2796E" w:rsidRPr="00D92444">
        <w:rPr>
          <w:szCs w:val="22"/>
        </w:rPr>
        <w:fldChar w:fldCharType="end"/>
      </w:r>
      <w:r w:rsidR="00EB768C" w:rsidRPr="00D92444">
        <w:rPr>
          <w:szCs w:val="22"/>
        </w:rPr>
        <w:t>.</w:t>
      </w:r>
      <w:r w:rsidR="00EB768C" w:rsidRPr="00D92444">
        <w:rPr>
          <w:szCs w:val="22"/>
        </w:rPr>
        <w:tab/>
        <w:t>Ancient people's view of the nervous system</w:t>
      </w:r>
    </w:p>
    <w:p w14:paraId="54C81BA8" w14:textId="49C4C2E4" w:rsidR="003D19F5" w:rsidRPr="00D92444" w:rsidRDefault="003D19F5" w:rsidP="003D19F5">
      <w:pPr>
        <w:pStyle w:val="Outline-10"/>
        <w:ind w:left="1470"/>
        <w:rPr>
          <w:szCs w:val="22"/>
        </w:rPr>
      </w:pPr>
      <w:r w:rsidRPr="00D92444">
        <w:rPr>
          <w:szCs w:val="22"/>
        </w:rPr>
        <w:t xml:space="preserve">1. </w:t>
      </w:r>
      <w:r w:rsidRPr="00D92444">
        <w:rPr>
          <w:szCs w:val="22"/>
        </w:rPr>
        <w:tab/>
        <w:t xml:space="preserve">Trepanation, the drilling of holes in the skull, may represent a prehistoric understanding of the brain’s role in behavior. (p. </w:t>
      </w:r>
      <w:r w:rsidR="00FB3268">
        <w:rPr>
          <w:szCs w:val="22"/>
        </w:rPr>
        <w:t>5</w:t>
      </w:r>
      <w:r w:rsidRPr="00D92444">
        <w:rPr>
          <w:szCs w:val="22"/>
        </w:rPr>
        <w:t>)</w:t>
      </w:r>
    </w:p>
    <w:p w14:paraId="1BD9CC5B" w14:textId="77777777" w:rsidR="00184413" w:rsidRPr="00D92444" w:rsidRDefault="00184413" w:rsidP="009B2983">
      <w:pPr>
        <w:pStyle w:val="Indent-a"/>
        <w:spacing w:after="0"/>
        <w:ind w:left="1440"/>
        <w:rPr>
          <w:i/>
          <w:szCs w:val="22"/>
        </w:rPr>
      </w:pPr>
      <w:r w:rsidRPr="00D92444">
        <w:rPr>
          <w:i/>
          <w:szCs w:val="22"/>
        </w:rPr>
        <w:t>*See the Supplemental Teaching Strategies and Tools section for additional information regarding the modern day use of trepanation.</w:t>
      </w:r>
    </w:p>
    <w:p w14:paraId="0D818E1D" w14:textId="77777777" w:rsidR="00045EEC" w:rsidRPr="00D92444" w:rsidRDefault="00045EEC" w:rsidP="00184413">
      <w:pPr>
        <w:pStyle w:val="Indent-a"/>
        <w:spacing w:after="0"/>
        <w:rPr>
          <w:szCs w:val="22"/>
        </w:rPr>
      </w:pPr>
    </w:p>
    <w:p w14:paraId="3E3593DA" w14:textId="46834212" w:rsidR="009B2983" w:rsidRPr="00D92444" w:rsidRDefault="003D19F5" w:rsidP="003D19F5">
      <w:pPr>
        <w:pStyle w:val="Outline-A"/>
        <w:ind w:left="1469"/>
        <w:rPr>
          <w:szCs w:val="22"/>
        </w:rPr>
      </w:pPr>
      <w:r w:rsidRPr="00D92444">
        <w:rPr>
          <w:szCs w:val="22"/>
        </w:rPr>
        <w:t>2</w:t>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r>
      <w:r w:rsidRPr="00D92444">
        <w:rPr>
          <w:szCs w:val="22"/>
        </w:rPr>
        <w:t xml:space="preserve">The Edwin Smith Surgical Papyrus indicated an understanding that paralysis and lack of sensation </w:t>
      </w:r>
      <w:r w:rsidR="009B2983" w:rsidRPr="00D92444">
        <w:rPr>
          <w:szCs w:val="22"/>
        </w:rPr>
        <w:t>were</w:t>
      </w:r>
      <w:r w:rsidRPr="00D92444">
        <w:rPr>
          <w:szCs w:val="22"/>
        </w:rPr>
        <w:t xml:space="preserve"> due to damage to the nervous system.  In addition, </w:t>
      </w:r>
      <w:r w:rsidR="00184413" w:rsidRPr="00D92444">
        <w:rPr>
          <w:szCs w:val="22"/>
        </w:rPr>
        <w:t>Egyptians discarded the brain during mummification yet provided modern-</w:t>
      </w:r>
      <w:r w:rsidR="00184413" w:rsidRPr="00D92444">
        <w:rPr>
          <w:szCs w:val="22"/>
        </w:rPr>
        <w:lastRenderedPageBreak/>
        <w:t>sounding descriptions of structure and the effects of brain injury</w:t>
      </w:r>
      <w:r w:rsidR="003D70C7">
        <w:rPr>
          <w:szCs w:val="22"/>
        </w:rPr>
        <w:t>,</w:t>
      </w:r>
      <w:r w:rsidR="00184413" w:rsidRPr="00D92444">
        <w:rPr>
          <w:szCs w:val="22"/>
        </w:rPr>
        <w:t xml:space="preserve"> including the irreversible nature of brain trauma. (p. </w:t>
      </w:r>
      <w:r w:rsidR="00FB3268">
        <w:rPr>
          <w:szCs w:val="22"/>
        </w:rPr>
        <w:t>5</w:t>
      </w:r>
      <w:r w:rsidR="00184413" w:rsidRPr="00D92444">
        <w:rPr>
          <w:szCs w:val="22"/>
        </w:rPr>
        <w:t>)</w:t>
      </w:r>
    </w:p>
    <w:p w14:paraId="2875D735" w14:textId="63696DB4" w:rsidR="00184413" w:rsidRPr="00D92444" w:rsidRDefault="003D19F5" w:rsidP="003D19F5">
      <w:pPr>
        <w:pStyle w:val="Outline-A"/>
        <w:ind w:left="1469"/>
        <w:rPr>
          <w:szCs w:val="22"/>
        </w:rPr>
      </w:pPr>
      <w:r w:rsidRPr="00D92444">
        <w:rPr>
          <w:szCs w:val="22"/>
        </w:rPr>
        <w:t>3</w:t>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r>
      <w:r w:rsidR="009B2983" w:rsidRPr="00D92444">
        <w:rPr>
          <w:szCs w:val="22"/>
        </w:rPr>
        <w:t xml:space="preserve">Ancient </w:t>
      </w:r>
      <w:r w:rsidR="00184413" w:rsidRPr="00D92444">
        <w:rPr>
          <w:szCs w:val="22"/>
        </w:rPr>
        <w:t xml:space="preserve">Greeks understood that the brain was the organ of sensation. (p. </w:t>
      </w:r>
      <w:r w:rsidR="00FB3268">
        <w:rPr>
          <w:szCs w:val="22"/>
        </w:rPr>
        <w:t>5</w:t>
      </w:r>
      <w:r w:rsidR="00184413" w:rsidRPr="00D92444">
        <w:rPr>
          <w:szCs w:val="22"/>
        </w:rPr>
        <w:t>)</w:t>
      </w:r>
    </w:p>
    <w:p w14:paraId="4BCDCAE5" w14:textId="77777777" w:rsidR="009B2983" w:rsidRPr="00D92444" w:rsidRDefault="009B2983" w:rsidP="009B2983">
      <w:pPr>
        <w:pStyle w:val="Outline-10"/>
        <w:rPr>
          <w:i/>
          <w:szCs w:val="22"/>
        </w:rPr>
      </w:pPr>
      <w:r w:rsidRPr="00D92444">
        <w:rPr>
          <w:i/>
          <w:szCs w:val="22"/>
        </w:rPr>
        <w:tab/>
      </w:r>
      <w:r w:rsidR="00184413" w:rsidRPr="00D92444">
        <w:rPr>
          <w:i/>
          <w:szCs w:val="22"/>
        </w:rPr>
        <w:t>*</w:t>
      </w:r>
      <w:r w:rsidR="005B4D04" w:rsidRPr="00D92444">
        <w:rPr>
          <w:i/>
          <w:szCs w:val="22"/>
        </w:rPr>
        <w:t xml:space="preserve"> </w:t>
      </w:r>
      <w:r w:rsidR="00184413" w:rsidRPr="00D92444">
        <w:rPr>
          <w:i/>
          <w:szCs w:val="22"/>
        </w:rPr>
        <w:t>See the Supplemental Teaching Strategies a</w:t>
      </w:r>
      <w:r w:rsidRPr="00D92444">
        <w:rPr>
          <w:i/>
          <w:szCs w:val="22"/>
        </w:rPr>
        <w:t xml:space="preserve">nd Tools section for additional </w:t>
      </w:r>
      <w:r w:rsidR="00184413" w:rsidRPr="00D92444">
        <w:rPr>
          <w:i/>
          <w:szCs w:val="22"/>
        </w:rPr>
        <w:t>information regarding the use of fluid dynamics as the functional model of the nervous system</w:t>
      </w:r>
      <w:r w:rsidRPr="00D92444">
        <w:rPr>
          <w:i/>
          <w:szCs w:val="22"/>
        </w:rPr>
        <w:t>.</w:t>
      </w:r>
    </w:p>
    <w:p w14:paraId="30ED8756" w14:textId="5EA2839B" w:rsidR="00184413" w:rsidRPr="00D92444" w:rsidRDefault="0079265C" w:rsidP="0079265C">
      <w:pPr>
        <w:pStyle w:val="Outline-10"/>
        <w:ind w:left="1930"/>
        <w:rPr>
          <w:szCs w:val="22"/>
        </w:rPr>
      </w:pPr>
      <w:r w:rsidRPr="00D92444">
        <w:rPr>
          <w:szCs w:val="22"/>
        </w:rPr>
        <w:t>a</w:t>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t>Hippocrates</w:t>
      </w:r>
      <w:r w:rsidR="00EC18F3" w:rsidRPr="00D92444">
        <w:rPr>
          <w:szCs w:val="22"/>
        </w:rPr>
        <w:t xml:space="preserve"> understood that epilepsy originated in the brain</w:t>
      </w:r>
      <w:r w:rsidR="00184413" w:rsidRPr="00D92444">
        <w:rPr>
          <w:szCs w:val="22"/>
        </w:rPr>
        <w:t>.</w:t>
      </w:r>
      <w:r w:rsidR="00EC18F3" w:rsidRPr="00D92444">
        <w:rPr>
          <w:szCs w:val="22"/>
        </w:rPr>
        <w:t xml:space="preserve"> (p. </w:t>
      </w:r>
      <w:r w:rsidR="00FB3268">
        <w:rPr>
          <w:szCs w:val="22"/>
        </w:rPr>
        <w:t>5</w:t>
      </w:r>
      <w:r w:rsidR="00EC18F3" w:rsidRPr="00D92444">
        <w:rPr>
          <w:szCs w:val="22"/>
        </w:rPr>
        <w:t>)</w:t>
      </w:r>
      <w:r w:rsidR="00184413" w:rsidRPr="00D92444">
        <w:rPr>
          <w:szCs w:val="22"/>
        </w:rPr>
        <w:t xml:space="preserve"> </w:t>
      </w:r>
    </w:p>
    <w:p w14:paraId="236DC769" w14:textId="348A8122" w:rsidR="00184413" w:rsidRPr="00D92444" w:rsidRDefault="0079265C" w:rsidP="0079265C">
      <w:pPr>
        <w:pStyle w:val="Outline-10"/>
        <w:ind w:left="1930"/>
        <w:rPr>
          <w:szCs w:val="22"/>
        </w:rPr>
      </w:pPr>
      <w:r w:rsidRPr="00D92444">
        <w:rPr>
          <w:szCs w:val="22"/>
        </w:rPr>
        <w:t>b</w:t>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t xml:space="preserve">Galen made many accurate anatomical observations but continued the misunderstanding of the role of the ventricles and the central nervous system as a fluid-filled network of interconnected tubes. (p. </w:t>
      </w:r>
      <w:r w:rsidR="00FB3268">
        <w:rPr>
          <w:szCs w:val="22"/>
        </w:rPr>
        <w:t>5</w:t>
      </w:r>
      <w:r w:rsidR="00184413" w:rsidRPr="00D92444">
        <w:rPr>
          <w:szCs w:val="22"/>
        </w:rPr>
        <w:t>)</w:t>
      </w:r>
    </w:p>
    <w:p w14:paraId="4587C077" w14:textId="4088D1F7" w:rsidR="00184413" w:rsidRPr="00D92444" w:rsidRDefault="00FE2BCC" w:rsidP="00FE2BCC">
      <w:pPr>
        <w:pStyle w:val="Outline-A"/>
        <w:ind w:left="1469"/>
        <w:rPr>
          <w:szCs w:val="22"/>
        </w:rPr>
      </w:pPr>
      <w:r w:rsidRPr="00D92444">
        <w:rPr>
          <w:szCs w:val="22"/>
        </w:rPr>
        <w:t>4</w:t>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t>René Descartes (1596</w:t>
      </w:r>
      <w:r w:rsidR="00C71946">
        <w:rPr>
          <w:szCs w:val="22"/>
        </w:rPr>
        <w:t>–</w:t>
      </w:r>
      <w:r w:rsidR="00184413" w:rsidRPr="00D92444">
        <w:rPr>
          <w:szCs w:val="22"/>
        </w:rPr>
        <w:t xml:space="preserve">1650) (p. </w:t>
      </w:r>
      <w:r w:rsidR="00FB3268">
        <w:rPr>
          <w:szCs w:val="22"/>
        </w:rPr>
        <w:t>5</w:t>
      </w:r>
      <w:r w:rsidR="00184413" w:rsidRPr="00D92444">
        <w:rPr>
          <w:szCs w:val="22"/>
        </w:rPr>
        <w:t>)</w:t>
      </w:r>
    </w:p>
    <w:p w14:paraId="03EF6D5A" w14:textId="77777777" w:rsidR="00184413" w:rsidRPr="00D92444" w:rsidRDefault="00184413" w:rsidP="00184413">
      <w:pPr>
        <w:pStyle w:val="Indent-a"/>
        <w:spacing w:after="0"/>
        <w:rPr>
          <w:i/>
          <w:szCs w:val="22"/>
        </w:rPr>
      </w:pPr>
      <w:r w:rsidRPr="00D92444">
        <w:rPr>
          <w:i/>
          <w:szCs w:val="22"/>
        </w:rPr>
        <w:t>*See the Lecture Enrichment section for additional information regarding the unusual circumstances surrounding the death and burial of René</w:t>
      </w:r>
      <w:r w:rsidRPr="00D92444">
        <w:rPr>
          <w:szCs w:val="22"/>
        </w:rPr>
        <w:t xml:space="preserve"> </w:t>
      </w:r>
      <w:r w:rsidRPr="00D92444">
        <w:rPr>
          <w:i/>
          <w:szCs w:val="22"/>
        </w:rPr>
        <w:t>Descartes.</w:t>
      </w:r>
    </w:p>
    <w:p w14:paraId="1342BA30" w14:textId="77777777" w:rsidR="009B2983" w:rsidRPr="00D92444" w:rsidRDefault="009B2983" w:rsidP="009B2983">
      <w:pPr>
        <w:pStyle w:val="Outline-10"/>
        <w:ind w:left="1930"/>
        <w:rPr>
          <w:szCs w:val="22"/>
        </w:rPr>
      </w:pPr>
    </w:p>
    <w:p w14:paraId="01ED8887" w14:textId="77777777" w:rsidR="009B2983" w:rsidRPr="00D92444" w:rsidRDefault="009B2983" w:rsidP="009B2983">
      <w:pPr>
        <w:pStyle w:val="Outline-10"/>
        <w:ind w:left="1930"/>
        <w:rPr>
          <w:szCs w:val="22"/>
        </w:rPr>
      </w:pPr>
      <w:r w:rsidRPr="00D92444">
        <w:rPr>
          <w:szCs w:val="22"/>
        </w:rPr>
        <w:t>a</w:t>
      </w:r>
      <w:r w:rsidR="00D2796E" w:rsidRPr="00D92444">
        <w:rPr>
          <w:szCs w:val="22"/>
        </w:rPr>
        <w:fldChar w:fldCharType="begin"/>
      </w:r>
      <w:r w:rsidRPr="00D92444">
        <w:rPr>
          <w:szCs w:val="22"/>
        </w:rPr>
        <w:instrText xml:space="preserve"> seq NL_a \r 0 \h </w:instrText>
      </w:r>
      <w:r w:rsidR="00D2796E" w:rsidRPr="00D92444">
        <w:rPr>
          <w:szCs w:val="22"/>
        </w:rPr>
        <w:fldChar w:fldCharType="end"/>
      </w:r>
      <w:r w:rsidRPr="00D92444">
        <w:rPr>
          <w:szCs w:val="22"/>
        </w:rPr>
        <w:t>.</w:t>
      </w:r>
      <w:r w:rsidRPr="00D92444">
        <w:rPr>
          <w:szCs w:val="22"/>
        </w:rPr>
        <w:tab/>
        <w:t>Continued the notion that fluids produced movement.</w:t>
      </w:r>
    </w:p>
    <w:p w14:paraId="109B424B" w14:textId="06222710" w:rsidR="009B2983" w:rsidRPr="00D92444" w:rsidRDefault="009B2983" w:rsidP="009B2983">
      <w:pPr>
        <w:pStyle w:val="Outline-10"/>
        <w:ind w:left="1930"/>
        <w:rPr>
          <w:i/>
          <w:szCs w:val="22"/>
        </w:rPr>
      </w:pPr>
      <w:r w:rsidRPr="00D92444">
        <w:rPr>
          <w:szCs w:val="22"/>
        </w:rPr>
        <w:t>b</w:t>
      </w:r>
      <w:r w:rsidR="00D2796E" w:rsidRPr="00D92444">
        <w:rPr>
          <w:szCs w:val="22"/>
        </w:rPr>
        <w:fldChar w:fldCharType="begin"/>
      </w:r>
      <w:r w:rsidRPr="00D92444">
        <w:rPr>
          <w:szCs w:val="22"/>
        </w:rPr>
        <w:instrText xml:space="preserve"> seq NL_a \r 0 \h </w:instrText>
      </w:r>
      <w:r w:rsidR="00D2796E" w:rsidRPr="00D92444">
        <w:rPr>
          <w:szCs w:val="22"/>
        </w:rPr>
        <w:fldChar w:fldCharType="end"/>
      </w:r>
      <w:r w:rsidRPr="00D92444">
        <w:rPr>
          <w:szCs w:val="22"/>
        </w:rPr>
        <w:t>.</w:t>
      </w:r>
      <w:r w:rsidRPr="00D92444">
        <w:rPr>
          <w:szCs w:val="22"/>
        </w:rPr>
        <w:tab/>
        <w:t xml:space="preserve">Proposed </w:t>
      </w:r>
      <w:r w:rsidRPr="00D92444">
        <w:rPr>
          <w:b/>
          <w:szCs w:val="22"/>
        </w:rPr>
        <w:t>mind</w:t>
      </w:r>
      <w:r w:rsidR="005F6843">
        <w:rPr>
          <w:b/>
          <w:szCs w:val="22"/>
        </w:rPr>
        <w:t>–</w:t>
      </w:r>
      <w:r w:rsidRPr="00D92444">
        <w:rPr>
          <w:b/>
          <w:szCs w:val="22"/>
        </w:rPr>
        <w:t>body dualism</w:t>
      </w:r>
      <w:r w:rsidRPr="00D92444">
        <w:rPr>
          <w:szCs w:val="22"/>
        </w:rPr>
        <w:t xml:space="preserve">, which maintains that the body is </w:t>
      </w:r>
      <w:proofErr w:type="gramStart"/>
      <w:r w:rsidRPr="00D92444">
        <w:rPr>
          <w:szCs w:val="22"/>
        </w:rPr>
        <w:t>mechanical</w:t>
      </w:r>
      <w:proofErr w:type="gramEnd"/>
      <w:r w:rsidRPr="00D92444">
        <w:rPr>
          <w:szCs w:val="22"/>
        </w:rPr>
        <w:t xml:space="preserve"> and the mind is neither physical nor suited to scientific observation as opposed to the modern monism philosophical perspective that the mind is a product of physical neural activity. </w:t>
      </w:r>
    </w:p>
    <w:p w14:paraId="2F4AE0E9" w14:textId="77777777" w:rsidR="00184413" w:rsidRPr="00D92444" w:rsidRDefault="00184413" w:rsidP="009B2983">
      <w:pPr>
        <w:pStyle w:val="BOX"/>
        <w:pBdr>
          <w:top w:val="single" w:sz="4" w:space="0" w:color="auto"/>
        </w:pBdr>
        <w:rPr>
          <w:szCs w:val="22"/>
        </w:rPr>
      </w:pPr>
      <w:r w:rsidRPr="00D92444">
        <w:rPr>
          <w:szCs w:val="22"/>
        </w:rPr>
        <w:t>Clicker Question #1</w:t>
      </w:r>
    </w:p>
    <w:p w14:paraId="66A314D2" w14:textId="118A3005" w:rsidR="009B2983" w:rsidRPr="00D92444" w:rsidRDefault="00FE2BCC" w:rsidP="00FE2BCC">
      <w:pPr>
        <w:pStyle w:val="Outline-A"/>
        <w:ind w:left="1430"/>
        <w:rPr>
          <w:szCs w:val="22"/>
        </w:rPr>
      </w:pPr>
      <w:r w:rsidRPr="00D92444">
        <w:rPr>
          <w:szCs w:val="22"/>
        </w:rPr>
        <w:t>5</w:t>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t xml:space="preserve">Discovery of the light microscope by Anton van Leeuwenhoek in 1674. (p. </w:t>
      </w:r>
      <w:r w:rsidR="00FB3268">
        <w:rPr>
          <w:szCs w:val="22"/>
        </w:rPr>
        <w:t>8</w:t>
      </w:r>
      <w:r w:rsidR="00184413" w:rsidRPr="00D92444">
        <w:rPr>
          <w:szCs w:val="22"/>
        </w:rPr>
        <w:t>)</w:t>
      </w:r>
    </w:p>
    <w:p w14:paraId="1962B5C0" w14:textId="67414D6D" w:rsidR="00184413" w:rsidRPr="00D92444" w:rsidRDefault="00FE2BCC" w:rsidP="005A261D">
      <w:pPr>
        <w:pStyle w:val="Outline-A"/>
        <w:ind w:left="1430"/>
        <w:rPr>
          <w:szCs w:val="22"/>
        </w:rPr>
      </w:pPr>
      <w:r w:rsidRPr="00D92444">
        <w:rPr>
          <w:szCs w:val="22"/>
        </w:rPr>
        <w:t>6</w:t>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t xml:space="preserve">In the late 1700s, Luigi Galvani and Emil du </w:t>
      </w:r>
      <w:proofErr w:type="spellStart"/>
      <w:r w:rsidR="00184413" w:rsidRPr="00D92444">
        <w:rPr>
          <w:szCs w:val="22"/>
        </w:rPr>
        <w:t>Bois-Reymond</w:t>
      </w:r>
      <w:proofErr w:type="spellEnd"/>
      <w:r w:rsidR="00184413" w:rsidRPr="00D92444">
        <w:rPr>
          <w:szCs w:val="22"/>
        </w:rPr>
        <w:t xml:space="preserve"> established electricity as the mode of communication used by the nervous system. (p. </w:t>
      </w:r>
      <w:r w:rsidR="00FB3268">
        <w:rPr>
          <w:szCs w:val="22"/>
        </w:rPr>
        <w:t>6</w:t>
      </w:r>
      <w:r w:rsidR="00184413" w:rsidRPr="00D92444">
        <w:rPr>
          <w:szCs w:val="22"/>
        </w:rPr>
        <w:t>)</w:t>
      </w:r>
    </w:p>
    <w:p w14:paraId="7AE34B15" w14:textId="4F444CC7" w:rsidR="00184413" w:rsidRPr="00D92444" w:rsidRDefault="00184413" w:rsidP="00184413">
      <w:pPr>
        <w:pStyle w:val="Indent-a"/>
        <w:spacing w:after="0"/>
        <w:rPr>
          <w:i/>
          <w:szCs w:val="22"/>
        </w:rPr>
      </w:pPr>
      <w:r w:rsidRPr="00AC229F">
        <w:rPr>
          <w:i/>
          <w:szCs w:val="22"/>
        </w:rPr>
        <w:t>Figure 1.</w:t>
      </w:r>
      <w:r w:rsidR="0049309E" w:rsidRPr="007D0F6A">
        <w:rPr>
          <w:i/>
          <w:szCs w:val="22"/>
        </w:rPr>
        <w:t>4</w:t>
      </w:r>
      <w:r w:rsidRPr="00AC229F">
        <w:rPr>
          <w:i/>
          <w:szCs w:val="22"/>
        </w:rPr>
        <w:t xml:space="preserve"> </w:t>
      </w:r>
      <w:r w:rsidRPr="00D92444">
        <w:rPr>
          <w:i/>
          <w:szCs w:val="22"/>
        </w:rPr>
        <w:t>is an interesting depiction of Galvani’s basement laboratory where he connected wires from a rooftop antenna to the legs of frogs to demonstrate that electrical disturbances could stimulate the leg muscles of the frogs.</w:t>
      </w:r>
    </w:p>
    <w:p w14:paraId="7CC457A4" w14:textId="77777777" w:rsidR="00FE2BCC" w:rsidRPr="00D92444" w:rsidRDefault="00FE2BCC" w:rsidP="00184413">
      <w:pPr>
        <w:pStyle w:val="Indent-a"/>
        <w:spacing w:after="0"/>
        <w:rPr>
          <w:szCs w:val="22"/>
        </w:rPr>
      </w:pPr>
    </w:p>
    <w:p w14:paraId="136327E4" w14:textId="2B2999C9" w:rsidR="00184413" w:rsidRPr="00D92444" w:rsidRDefault="00FE2BCC" w:rsidP="00FE2BCC">
      <w:pPr>
        <w:pStyle w:val="Outline-A"/>
        <w:ind w:left="1430"/>
        <w:rPr>
          <w:szCs w:val="22"/>
        </w:rPr>
      </w:pPr>
      <w:r w:rsidRPr="00D92444">
        <w:rPr>
          <w:szCs w:val="22"/>
        </w:rPr>
        <w:t>7</w:t>
      </w:r>
      <w:r w:rsidR="00184413" w:rsidRPr="00D92444">
        <w:rPr>
          <w:szCs w:val="22"/>
        </w:rPr>
        <w:t>.</w:t>
      </w:r>
      <w:r w:rsidR="00184413" w:rsidRPr="00D92444">
        <w:rPr>
          <w:szCs w:val="22"/>
        </w:rPr>
        <w:tab/>
        <w:t xml:space="preserve">Charles Bell (1774–1842) and François </w:t>
      </w:r>
      <w:proofErr w:type="spellStart"/>
      <w:r w:rsidR="00184413" w:rsidRPr="00D92444">
        <w:rPr>
          <w:szCs w:val="22"/>
        </w:rPr>
        <w:t>Magendie</w:t>
      </w:r>
      <w:proofErr w:type="spellEnd"/>
      <w:r w:rsidR="00184413" w:rsidRPr="00D92444">
        <w:rPr>
          <w:szCs w:val="22"/>
        </w:rPr>
        <w:t xml:space="preserve"> (1783–1855) demonstrated that sensory and motor information travel in separate pathways. (p. </w:t>
      </w:r>
      <w:r w:rsidR="00CD3487">
        <w:rPr>
          <w:szCs w:val="22"/>
        </w:rPr>
        <w:t>6</w:t>
      </w:r>
      <w:r w:rsidR="00184413" w:rsidRPr="00D92444">
        <w:rPr>
          <w:szCs w:val="22"/>
        </w:rPr>
        <w:t>)</w:t>
      </w:r>
    </w:p>
    <w:p w14:paraId="5DFE0C4D" w14:textId="77777777" w:rsidR="00184413" w:rsidRPr="00D92444" w:rsidRDefault="00EB768C" w:rsidP="00DC69A5">
      <w:pPr>
        <w:pStyle w:val="Outline-A"/>
        <w:rPr>
          <w:szCs w:val="22"/>
        </w:rPr>
      </w:pPr>
      <w:r w:rsidRPr="00D92444">
        <w:rPr>
          <w:szCs w:val="22"/>
        </w:rPr>
        <w:t>C</w:t>
      </w:r>
      <w:r w:rsidR="00D2796E" w:rsidRPr="00D92444">
        <w:rPr>
          <w:szCs w:val="22"/>
        </w:rPr>
        <w:fldChar w:fldCharType="begin"/>
      </w:r>
      <w:r w:rsidRPr="00D92444">
        <w:rPr>
          <w:szCs w:val="22"/>
        </w:rPr>
        <w:instrText xml:space="preserve"> seq NL1 \r 0 \h </w:instrText>
      </w:r>
      <w:r w:rsidR="00D2796E" w:rsidRPr="00D92444">
        <w:rPr>
          <w:szCs w:val="22"/>
        </w:rPr>
        <w:fldChar w:fldCharType="end"/>
      </w:r>
      <w:r w:rsidRPr="00D92444">
        <w:rPr>
          <w:szCs w:val="22"/>
        </w:rPr>
        <w:t>.</w:t>
      </w:r>
      <w:r w:rsidRPr="00D92444">
        <w:rPr>
          <w:szCs w:val="22"/>
        </w:rPr>
        <w:tab/>
        <w:t>Modern neuroscience</w:t>
      </w:r>
    </w:p>
    <w:p w14:paraId="762AC1D5" w14:textId="75FD7820" w:rsidR="00184413" w:rsidRPr="00D92444" w:rsidRDefault="00A00B49" w:rsidP="00A00B49">
      <w:pPr>
        <w:pStyle w:val="Outline-A"/>
        <w:ind w:left="1470"/>
        <w:rPr>
          <w:szCs w:val="22"/>
        </w:rPr>
      </w:pPr>
      <w:r w:rsidRPr="00D92444">
        <w:rPr>
          <w:szCs w:val="22"/>
        </w:rPr>
        <w:t>1.</w:t>
      </w:r>
      <w:r w:rsidRPr="00D92444">
        <w:rPr>
          <w:szCs w:val="22"/>
        </w:rPr>
        <w:tab/>
      </w:r>
      <w:r w:rsidR="00184413" w:rsidRPr="00D92444">
        <w:rPr>
          <w:szCs w:val="22"/>
        </w:rPr>
        <w:t xml:space="preserve">Camillo Golgi, an Italian neuroanatomist, developed new staining techniques allowing the visualization of the structure of single neurons. Santiago Ramón y </w:t>
      </w:r>
      <w:proofErr w:type="spellStart"/>
      <w:r w:rsidR="00184413" w:rsidRPr="00D92444">
        <w:rPr>
          <w:szCs w:val="22"/>
        </w:rPr>
        <w:t>Cajal</w:t>
      </w:r>
      <w:proofErr w:type="spellEnd"/>
      <w:r w:rsidR="00184413" w:rsidRPr="00D92444">
        <w:rPr>
          <w:szCs w:val="22"/>
        </w:rPr>
        <w:t xml:space="preserve">, a Spanish neuroanatomist, made classic trace drawings of neural circuitry leading to the proposal of the Neuron Doctrine, which stated that the nervous system is composed of separate nerve cells rather than the interconnect network of continuous fibers proposed by Golgi. In 1906, Golgi and </w:t>
      </w:r>
      <w:proofErr w:type="spellStart"/>
      <w:r w:rsidR="00184413" w:rsidRPr="00D92444">
        <w:rPr>
          <w:szCs w:val="22"/>
        </w:rPr>
        <w:t>Cajal</w:t>
      </w:r>
      <w:proofErr w:type="spellEnd"/>
      <w:r w:rsidR="00184413" w:rsidRPr="00D92444">
        <w:rPr>
          <w:szCs w:val="22"/>
        </w:rPr>
        <w:t xml:space="preserve"> shared the Nobel Prize for their neuroanatomical work and theories. (p. </w:t>
      </w:r>
      <w:r w:rsidR="00FB3268">
        <w:rPr>
          <w:szCs w:val="22"/>
        </w:rPr>
        <w:t>6</w:t>
      </w:r>
      <w:r w:rsidR="00184413" w:rsidRPr="00D92444">
        <w:rPr>
          <w:szCs w:val="22"/>
        </w:rPr>
        <w:t>)</w:t>
      </w:r>
    </w:p>
    <w:p w14:paraId="615AFCBE" w14:textId="50CA823C" w:rsidR="00184413" w:rsidRPr="00D92444" w:rsidRDefault="00A00B49" w:rsidP="005A261D">
      <w:pPr>
        <w:pStyle w:val="Outline-A"/>
        <w:ind w:left="1430"/>
        <w:rPr>
          <w:szCs w:val="22"/>
        </w:rPr>
      </w:pPr>
      <w:r w:rsidRPr="00D92444">
        <w:rPr>
          <w:szCs w:val="22"/>
        </w:rPr>
        <w:t>2</w:t>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r>
      <w:r w:rsidR="00184413" w:rsidRPr="00D92444">
        <w:rPr>
          <w:b/>
          <w:szCs w:val="22"/>
        </w:rPr>
        <w:t>Phrenology</w:t>
      </w:r>
      <w:r w:rsidR="00184413" w:rsidRPr="00D92444">
        <w:rPr>
          <w:szCs w:val="22"/>
        </w:rPr>
        <w:t xml:space="preserve">, the correlation of bumps on the skull with personal traits and intellectual abilities, was misguided in most respects, but modern in its </w:t>
      </w:r>
      <w:r w:rsidR="00184413" w:rsidRPr="00D92444">
        <w:rPr>
          <w:szCs w:val="22"/>
        </w:rPr>
        <w:lastRenderedPageBreak/>
        <w:t xml:space="preserve">acceptance that different cognitive functions may be localized to specific areas in the brain. (p. </w:t>
      </w:r>
      <w:r w:rsidR="00FB3268">
        <w:rPr>
          <w:szCs w:val="22"/>
        </w:rPr>
        <w:t>6</w:t>
      </w:r>
      <w:r w:rsidR="00184413" w:rsidRPr="00D92444">
        <w:rPr>
          <w:szCs w:val="22"/>
        </w:rPr>
        <w:t>)</w:t>
      </w:r>
    </w:p>
    <w:p w14:paraId="7A9EE24E" w14:textId="03F30A39" w:rsidR="00184413" w:rsidRPr="00D92444" w:rsidRDefault="00A00B49" w:rsidP="00AA7557">
      <w:pPr>
        <w:pStyle w:val="Outline-A"/>
        <w:ind w:left="1430"/>
        <w:rPr>
          <w:szCs w:val="22"/>
        </w:rPr>
      </w:pPr>
      <w:r w:rsidRPr="00D92444">
        <w:rPr>
          <w:szCs w:val="22"/>
        </w:rPr>
        <w:t>3</w:t>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t xml:space="preserve">Work by Paul </w:t>
      </w:r>
      <w:proofErr w:type="spellStart"/>
      <w:r w:rsidR="00184413" w:rsidRPr="00D92444">
        <w:rPr>
          <w:szCs w:val="22"/>
        </w:rPr>
        <w:t>Broca</w:t>
      </w:r>
      <w:proofErr w:type="spellEnd"/>
      <w:r w:rsidR="00184413" w:rsidRPr="00D92444">
        <w:rPr>
          <w:szCs w:val="22"/>
        </w:rPr>
        <w:t xml:space="preserve">, who examined the postmortem brains of patients with language deficits, and Fritsch and </w:t>
      </w:r>
      <w:proofErr w:type="spellStart"/>
      <w:r w:rsidR="00184413" w:rsidRPr="00D92444">
        <w:rPr>
          <w:szCs w:val="22"/>
        </w:rPr>
        <w:t>Hitzig</w:t>
      </w:r>
      <w:proofErr w:type="spellEnd"/>
      <w:r w:rsidR="00184413" w:rsidRPr="00D92444">
        <w:rPr>
          <w:szCs w:val="22"/>
        </w:rPr>
        <w:t xml:space="preserve">, who observed contralateral muscle movements when stimulating the motor cortex of a rabbit and dog, further established the concept of localization of function in the brain. (p. </w:t>
      </w:r>
      <w:r w:rsidR="00FB3268">
        <w:rPr>
          <w:szCs w:val="22"/>
        </w:rPr>
        <w:t>7</w:t>
      </w:r>
      <w:r w:rsidR="00184413" w:rsidRPr="00D92444">
        <w:rPr>
          <w:szCs w:val="22"/>
        </w:rPr>
        <w:t>)</w:t>
      </w:r>
    </w:p>
    <w:p w14:paraId="3C5CD002" w14:textId="64DF884E" w:rsidR="00B53DCD" w:rsidRPr="00D92444" w:rsidRDefault="00A00B49" w:rsidP="00A00B49">
      <w:pPr>
        <w:pStyle w:val="Outline-A"/>
        <w:ind w:left="1430"/>
        <w:rPr>
          <w:szCs w:val="22"/>
        </w:rPr>
      </w:pPr>
      <w:r w:rsidRPr="00D92444">
        <w:rPr>
          <w:szCs w:val="22"/>
        </w:rPr>
        <w:t>4</w:t>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r>
      <w:proofErr w:type="spellStart"/>
      <w:r w:rsidR="00184413" w:rsidRPr="00D92444">
        <w:rPr>
          <w:szCs w:val="22"/>
        </w:rPr>
        <w:t>Hughlings</w:t>
      </w:r>
      <w:proofErr w:type="spellEnd"/>
      <w:r w:rsidR="00FC1143">
        <w:rPr>
          <w:szCs w:val="22"/>
        </w:rPr>
        <w:t xml:space="preserve"> </w:t>
      </w:r>
      <w:r w:rsidR="00184413" w:rsidRPr="00D92444">
        <w:rPr>
          <w:szCs w:val="22"/>
        </w:rPr>
        <w:t xml:space="preserve">Jackson proposed that the nervous system acted as a hierarchy, with simpler processing carried out by lower levels and sophisticated processing carried out by the </w:t>
      </w:r>
      <w:r w:rsidR="00370955">
        <w:rPr>
          <w:szCs w:val="22"/>
        </w:rPr>
        <w:t xml:space="preserve">cerebral </w:t>
      </w:r>
      <w:r w:rsidR="00184413" w:rsidRPr="00D92444">
        <w:rPr>
          <w:szCs w:val="22"/>
        </w:rPr>
        <w:t xml:space="preserve">cortex. (p. </w:t>
      </w:r>
      <w:r w:rsidR="00FB3268">
        <w:rPr>
          <w:szCs w:val="22"/>
        </w:rPr>
        <w:t>7</w:t>
      </w:r>
      <w:r w:rsidR="00184413" w:rsidRPr="00D92444">
        <w:rPr>
          <w:szCs w:val="22"/>
        </w:rPr>
        <w:t>)</w:t>
      </w:r>
      <w:r w:rsidR="00B53DCD" w:rsidRPr="00D92444">
        <w:rPr>
          <w:szCs w:val="22"/>
        </w:rPr>
        <w:t xml:space="preserve"> </w:t>
      </w:r>
    </w:p>
    <w:p w14:paraId="4FA4B85D" w14:textId="5C3E044A" w:rsidR="00B53DCD" w:rsidRPr="00D92444" w:rsidRDefault="00B53DCD" w:rsidP="00B53DCD">
      <w:pPr>
        <w:pStyle w:val="Outline-A"/>
        <w:ind w:left="1430"/>
        <w:rPr>
          <w:szCs w:val="22"/>
        </w:rPr>
      </w:pPr>
      <w:r w:rsidRPr="00D92444">
        <w:rPr>
          <w:szCs w:val="22"/>
        </w:rPr>
        <w:t>5.</w:t>
      </w:r>
      <w:r w:rsidRPr="00D92444">
        <w:rPr>
          <w:szCs w:val="22"/>
        </w:rPr>
        <w:tab/>
        <w:t xml:space="preserve">Charles Sherrington coined the word </w:t>
      </w:r>
      <w:r w:rsidRPr="00AC229F">
        <w:rPr>
          <w:i/>
          <w:szCs w:val="22"/>
        </w:rPr>
        <w:t>synapse</w:t>
      </w:r>
      <w:r w:rsidRPr="00D92444">
        <w:rPr>
          <w:szCs w:val="22"/>
        </w:rPr>
        <w:t xml:space="preserve"> and conducted research on reflexes and the motor systems</w:t>
      </w:r>
      <w:r w:rsidR="00A66D77">
        <w:rPr>
          <w:szCs w:val="22"/>
        </w:rPr>
        <w:t xml:space="preserve"> of the brain</w:t>
      </w:r>
      <w:r w:rsidRPr="00D92444">
        <w:rPr>
          <w:szCs w:val="22"/>
        </w:rPr>
        <w:t>. Otto Loewi demonstrated chem</w:t>
      </w:r>
      <w:r w:rsidR="00A404B8">
        <w:rPr>
          <w:szCs w:val="22"/>
        </w:rPr>
        <w:t xml:space="preserve">ical signaling at the synapse. </w:t>
      </w:r>
      <w:r w:rsidRPr="00D92444">
        <w:rPr>
          <w:szCs w:val="22"/>
        </w:rPr>
        <w:t xml:space="preserve">Sir John Eccles, Bernard Katz, Andrew Huxley, and Alan Hodgkin furthered our understanding of electrical signaling. (p. </w:t>
      </w:r>
      <w:r w:rsidR="00FB3268">
        <w:rPr>
          <w:szCs w:val="22"/>
        </w:rPr>
        <w:t>7</w:t>
      </w:r>
      <w:r w:rsidRPr="00D92444">
        <w:rPr>
          <w:szCs w:val="22"/>
        </w:rPr>
        <w:t>)</w:t>
      </w:r>
    </w:p>
    <w:p w14:paraId="7D41A73E" w14:textId="77777777" w:rsidR="00184413" w:rsidRPr="00D92444" w:rsidRDefault="00184413" w:rsidP="00A00B49">
      <w:pPr>
        <w:pStyle w:val="Indent-a"/>
        <w:ind w:left="1430"/>
        <w:rPr>
          <w:szCs w:val="22"/>
        </w:rPr>
      </w:pPr>
    </w:p>
    <w:p w14:paraId="5AB9DF19" w14:textId="10F60ED0" w:rsidR="00184413" w:rsidRPr="00D92444" w:rsidRDefault="00BD4DBE">
      <w:pPr>
        <w:pStyle w:val="Outline-I"/>
        <w:rPr>
          <w:szCs w:val="22"/>
        </w:rPr>
      </w:pPr>
      <w:r w:rsidRPr="00D92444">
        <w:rPr>
          <w:szCs w:val="22"/>
        </w:rPr>
        <w:fldChar w:fldCharType="begin"/>
      </w:r>
      <w:r w:rsidRPr="00D92444">
        <w:rPr>
          <w:szCs w:val="22"/>
        </w:rPr>
        <w:instrText xml:space="preserve"> seq NLI \* ROMAN </w:instrText>
      </w:r>
      <w:r w:rsidRPr="00D92444">
        <w:rPr>
          <w:szCs w:val="22"/>
        </w:rPr>
        <w:fldChar w:fldCharType="separate"/>
      </w:r>
      <w:r w:rsidR="00184413" w:rsidRPr="00D92444">
        <w:rPr>
          <w:noProof/>
          <w:szCs w:val="22"/>
        </w:rPr>
        <w:t>III</w:t>
      </w:r>
      <w:r w:rsidRPr="00D92444">
        <w:rPr>
          <w:noProof/>
          <w:szCs w:val="22"/>
        </w:rPr>
        <w:fldChar w:fldCharType="end"/>
      </w:r>
      <w:r w:rsidR="00D2796E" w:rsidRPr="00D92444">
        <w:rPr>
          <w:szCs w:val="22"/>
        </w:rPr>
        <w:fldChar w:fldCharType="begin"/>
      </w:r>
      <w:r w:rsidR="00184413" w:rsidRPr="00D92444">
        <w:rPr>
          <w:szCs w:val="22"/>
        </w:rPr>
        <w:instrText xml:space="preserve"> seq NLA \r 0 \h </w:instrText>
      </w:r>
      <w:r w:rsidR="00D2796E" w:rsidRPr="00D92444">
        <w:rPr>
          <w:szCs w:val="22"/>
        </w:rPr>
        <w:fldChar w:fldCharType="end"/>
      </w:r>
      <w:r w:rsidR="00184413" w:rsidRPr="00D92444">
        <w:rPr>
          <w:szCs w:val="22"/>
        </w:rPr>
        <w:t>.</w:t>
      </w:r>
      <w:r w:rsidR="00184413" w:rsidRPr="00D92444">
        <w:rPr>
          <w:szCs w:val="22"/>
        </w:rPr>
        <w:tab/>
      </w:r>
      <w:r w:rsidR="00B53DCD" w:rsidRPr="00D92444">
        <w:rPr>
          <w:szCs w:val="22"/>
        </w:rPr>
        <w:t xml:space="preserve">Behavioral Neuroscience </w:t>
      </w:r>
      <w:r w:rsidR="00184413" w:rsidRPr="00D92444">
        <w:rPr>
          <w:szCs w:val="22"/>
        </w:rPr>
        <w:t xml:space="preserve">Research Methods (pp. </w:t>
      </w:r>
      <w:r w:rsidR="00745412">
        <w:rPr>
          <w:szCs w:val="22"/>
        </w:rPr>
        <w:t>9</w:t>
      </w:r>
      <w:r w:rsidR="00133549">
        <w:rPr>
          <w:szCs w:val="22"/>
        </w:rPr>
        <w:t>–</w:t>
      </w:r>
      <w:r w:rsidR="00745412">
        <w:rPr>
          <w:szCs w:val="22"/>
        </w:rPr>
        <w:t>22</w:t>
      </w:r>
      <w:r w:rsidR="00184413" w:rsidRPr="00D92444">
        <w:rPr>
          <w:szCs w:val="22"/>
        </w:rPr>
        <w:t>)</w:t>
      </w:r>
    </w:p>
    <w:p w14:paraId="27B09960" w14:textId="77777777" w:rsidR="00184413" w:rsidRPr="00D92444" w:rsidRDefault="00184413" w:rsidP="00184413">
      <w:pPr>
        <w:pStyle w:val="Indent-1"/>
        <w:rPr>
          <w:szCs w:val="22"/>
        </w:rPr>
      </w:pPr>
      <w:r w:rsidRPr="00D92444">
        <w:rPr>
          <w:szCs w:val="22"/>
        </w:rPr>
        <w:t>These film clips illustrate emerging technologies not covered in the textbook. However, this emphasizes the rapid innovations in neurotechnology and the symbiosis between advances in technology and our understanding of the nervous system.</w:t>
      </w:r>
    </w:p>
    <w:p w14:paraId="3CF8C2CE" w14:textId="45B659E3" w:rsidR="00DC69A5" w:rsidRPr="00D92444" w:rsidRDefault="00DC69A5" w:rsidP="00DC69A5">
      <w:pPr>
        <w:pStyle w:val="BOX"/>
        <w:rPr>
          <w:szCs w:val="22"/>
        </w:rPr>
      </w:pPr>
      <w:r w:rsidRPr="00D92444">
        <w:rPr>
          <w:szCs w:val="22"/>
        </w:rPr>
        <w:t>PowerPoint Slides 1-</w:t>
      </w:r>
      <w:r w:rsidR="003E02B5">
        <w:rPr>
          <w:szCs w:val="22"/>
        </w:rPr>
        <w:t>12</w:t>
      </w:r>
      <w:r w:rsidRPr="00D92444">
        <w:rPr>
          <w:szCs w:val="22"/>
        </w:rPr>
        <w:t xml:space="preserve"> through 1-</w:t>
      </w:r>
      <w:r w:rsidR="003E02B5">
        <w:rPr>
          <w:szCs w:val="22"/>
        </w:rPr>
        <w:t>32</w:t>
      </w:r>
    </w:p>
    <w:p w14:paraId="2E5624E4" w14:textId="77777777" w:rsidR="00DC69A5" w:rsidRPr="00D92444" w:rsidRDefault="00DC69A5" w:rsidP="00DC69A5">
      <w:pPr>
        <w:pStyle w:val="BOX"/>
        <w:rPr>
          <w:szCs w:val="22"/>
        </w:rPr>
      </w:pPr>
      <w:r w:rsidRPr="00D92444">
        <w:rPr>
          <w:szCs w:val="22"/>
        </w:rPr>
        <w:t>Clicker Question #2</w:t>
      </w:r>
    </w:p>
    <w:p w14:paraId="39D20051" w14:textId="77777777" w:rsidR="00184413" w:rsidRPr="00D92444" w:rsidRDefault="00184413" w:rsidP="00184413">
      <w:pPr>
        <w:pStyle w:val="BOX"/>
        <w:rPr>
          <w:szCs w:val="22"/>
        </w:rPr>
      </w:pPr>
      <w:r w:rsidRPr="00D92444">
        <w:rPr>
          <w:szCs w:val="22"/>
        </w:rPr>
        <w:t>Film Clip #4:  Two-Photon Microscope at MIT</w:t>
      </w:r>
    </w:p>
    <w:p w14:paraId="4862F3D3" w14:textId="77777777" w:rsidR="00184413" w:rsidRPr="00D92444" w:rsidRDefault="00184413" w:rsidP="00184413">
      <w:pPr>
        <w:pStyle w:val="BOX"/>
        <w:rPr>
          <w:szCs w:val="22"/>
        </w:rPr>
      </w:pPr>
      <w:r w:rsidRPr="00D92444">
        <w:rPr>
          <w:szCs w:val="22"/>
        </w:rPr>
        <w:t>Film Clip #</w:t>
      </w:r>
      <w:r w:rsidR="00F87A34" w:rsidRPr="00D92444">
        <w:rPr>
          <w:szCs w:val="22"/>
        </w:rPr>
        <w:t>5</w:t>
      </w:r>
      <w:r w:rsidRPr="00D92444">
        <w:rPr>
          <w:szCs w:val="22"/>
        </w:rPr>
        <w:t>:  A Diffusion Spectrum Imaging Tour of the Brain</w:t>
      </w:r>
    </w:p>
    <w:p w14:paraId="1730BBAC" w14:textId="4AA2F5F0" w:rsidR="00AA7557" w:rsidRPr="00D92444" w:rsidRDefault="00BD4DBE" w:rsidP="00DC69A5">
      <w:pPr>
        <w:pStyle w:val="Outline-A"/>
        <w:rPr>
          <w:szCs w:val="22"/>
        </w:rPr>
      </w:pPr>
      <w:r w:rsidRPr="00D92444">
        <w:rPr>
          <w:szCs w:val="22"/>
        </w:rPr>
        <w:fldChar w:fldCharType="begin"/>
      </w:r>
      <w:r w:rsidRPr="00D92444">
        <w:rPr>
          <w:szCs w:val="22"/>
        </w:rPr>
        <w:instrText xml:space="preserve"> seq NLA \* ALPHABETIC </w:instrText>
      </w:r>
      <w:r w:rsidRPr="00D92444">
        <w:rPr>
          <w:szCs w:val="22"/>
        </w:rPr>
        <w:fldChar w:fldCharType="separate"/>
      </w:r>
      <w:r w:rsidR="00D32D66" w:rsidRPr="00D92444">
        <w:rPr>
          <w:noProof/>
          <w:szCs w:val="22"/>
        </w:rPr>
        <w:t>A</w:t>
      </w:r>
      <w:r w:rsidRPr="00D92444">
        <w:rPr>
          <w:noProof/>
          <w:szCs w:val="22"/>
        </w:rPr>
        <w:fldChar w:fldCharType="end"/>
      </w:r>
      <w:r w:rsidR="00D2796E" w:rsidRPr="00D92444">
        <w:rPr>
          <w:szCs w:val="22"/>
        </w:rPr>
        <w:fldChar w:fldCharType="begin"/>
      </w:r>
      <w:r w:rsidR="00D32D66" w:rsidRPr="00D92444">
        <w:rPr>
          <w:szCs w:val="22"/>
        </w:rPr>
        <w:instrText xml:space="preserve"> seq NL1 \r 0 \h </w:instrText>
      </w:r>
      <w:r w:rsidR="00D2796E" w:rsidRPr="00D92444">
        <w:rPr>
          <w:szCs w:val="22"/>
        </w:rPr>
        <w:fldChar w:fldCharType="end"/>
      </w:r>
      <w:r w:rsidR="00D32D66" w:rsidRPr="00D92444">
        <w:rPr>
          <w:szCs w:val="22"/>
        </w:rPr>
        <w:t>.</w:t>
      </w:r>
      <w:r w:rsidR="00D32D66" w:rsidRPr="00D92444">
        <w:rPr>
          <w:szCs w:val="22"/>
        </w:rPr>
        <w:tab/>
      </w:r>
      <w:r w:rsidR="00D32D66" w:rsidRPr="00D92444">
        <w:rPr>
          <w:b/>
          <w:szCs w:val="22"/>
        </w:rPr>
        <w:t>Histology</w:t>
      </w:r>
      <w:r w:rsidR="00D32D66" w:rsidRPr="00D92444">
        <w:rPr>
          <w:szCs w:val="22"/>
        </w:rPr>
        <w:t xml:space="preserve"> refers to the study of microscopic structures and tissues. (pp. </w:t>
      </w:r>
      <w:r w:rsidR="00745412">
        <w:rPr>
          <w:szCs w:val="22"/>
        </w:rPr>
        <w:t>9</w:t>
      </w:r>
      <w:r w:rsidR="00133549">
        <w:rPr>
          <w:szCs w:val="22"/>
        </w:rPr>
        <w:t>–</w:t>
      </w:r>
      <w:r w:rsidR="00745412">
        <w:rPr>
          <w:szCs w:val="22"/>
        </w:rPr>
        <w:t>11</w:t>
      </w:r>
      <w:r w:rsidR="00D32D66" w:rsidRPr="00D92444">
        <w:rPr>
          <w:szCs w:val="22"/>
        </w:rPr>
        <w:t>)</w:t>
      </w:r>
    </w:p>
    <w:p w14:paraId="439C7D0A" w14:textId="77777777" w:rsidR="00184413" w:rsidRPr="00D92444" w:rsidRDefault="00D32D66">
      <w:pPr>
        <w:pStyle w:val="Outline-10"/>
        <w:rPr>
          <w:szCs w:val="22"/>
        </w:rPr>
      </w:pPr>
      <w:r w:rsidRPr="00D92444">
        <w:rPr>
          <w:szCs w:val="22"/>
        </w:rPr>
        <w:t xml:space="preserve">1. </w:t>
      </w:r>
      <w:r w:rsidRPr="00D92444">
        <w:rPr>
          <w:szCs w:val="22"/>
        </w:rPr>
        <w:tab/>
      </w:r>
      <w:r w:rsidR="00184413" w:rsidRPr="00D92444">
        <w:rPr>
          <w:szCs w:val="22"/>
        </w:rPr>
        <w:t xml:space="preserve">Tissue to be viewed must be fixed by freezing or formalin and sliced thinly by a </w:t>
      </w:r>
      <w:r w:rsidR="00184413" w:rsidRPr="00D92444">
        <w:rPr>
          <w:b/>
          <w:szCs w:val="22"/>
        </w:rPr>
        <w:t>microtome</w:t>
      </w:r>
      <w:r w:rsidR="00184413" w:rsidRPr="00D92444">
        <w:rPr>
          <w:szCs w:val="22"/>
        </w:rPr>
        <w:t>.</w:t>
      </w:r>
    </w:p>
    <w:p w14:paraId="6575D461" w14:textId="2F6F558C"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2</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t>Stains are applied to highlight structures of interest, such as the structural analysis of single cells (</w:t>
      </w:r>
      <w:r w:rsidR="00184413" w:rsidRPr="00D92444">
        <w:rPr>
          <w:b/>
          <w:szCs w:val="22"/>
        </w:rPr>
        <w:t>Golgi stain</w:t>
      </w:r>
      <w:r w:rsidR="00184413" w:rsidRPr="00D92444">
        <w:rPr>
          <w:szCs w:val="22"/>
        </w:rPr>
        <w:t>), clusters of cell bodies within a central nervous system nucleus (</w:t>
      </w:r>
      <w:r w:rsidR="00184413" w:rsidRPr="00D92444">
        <w:rPr>
          <w:b/>
          <w:szCs w:val="22"/>
        </w:rPr>
        <w:t>Nissl stain</w:t>
      </w:r>
      <w:r w:rsidR="00184413" w:rsidRPr="00D92444">
        <w:rPr>
          <w:szCs w:val="22"/>
        </w:rPr>
        <w:t>), axonal pathways (</w:t>
      </w:r>
      <w:r w:rsidR="00184413" w:rsidRPr="00D92444">
        <w:rPr>
          <w:b/>
          <w:szCs w:val="22"/>
        </w:rPr>
        <w:t>myelin stain</w:t>
      </w:r>
      <w:r w:rsidR="00184413" w:rsidRPr="00D92444">
        <w:rPr>
          <w:szCs w:val="22"/>
        </w:rPr>
        <w:t xml:space="preserve"> or </w:t>
      </w:r>
      <w:r w:rsidR="00184413" w:rsidRPr="00D92444">
        <w:rPr>
          <w:b/>
          <w:szCs w:val="22"/>
        </w:rPr>
        <w:t>horseradish peroxidase</w:t>
      </w:r>
      <w:r w:rsidR="00184413" w:rsidRPr="00D92444">
        <w:rPr>
          <w:szCs w:val="22"/>
        </w:rPr>
        <w:t xml:space="preserve">), or specific proteins found in a </w:t>
      </w:r>
      <w:proofErr w:type="gramStart"/>
      <w:r w:rsidR="00184413" w:rsidRPr="00D92444">
        <w:rPr>
          <w:szCs w:val="22"/>
        </w:rPr>
        <w:t>particular cell</w:t>
      </w:r>
      <w:proofErr w:type="gramEnd"/>
      <w:r w:rsidR="00184413" w:rsidRPr="00D92444">
        <w:rPr>
          <w:szCs w:val="22"/>
        </w:rPr>
        <w:t xml:space="preserve"> (antibodies).</w:t>
      </w:r>
    </w:p>
    <w:p w14:paraId="74616EB8" w14:textId="77777777" w:rsidR="00AA7557" w:rsidRPr="00D92444" w:rsidRDefault="00BD4DBE" w:rsidP="00D92444">
      <w:pPr>
        <w:pStyle w:val="Outline-A"/>
        <w:rPr>
          <w:szCs w:val="22"/>
        </w:rPr>
      </w:pPr>
      <w:r w:rsidRPr="00D92444">
        <w:rPr>
          <w:szCs w:val="22"/>
        </w:rPr>
        <w:fldChar w:fldCharType="begin"/>
      </w:r>
      <w:r w:rsidRPr="00D92444">
        <w:rPr>
          <w:szCs w:val="22"/>
        </w:rPr>
        <w:instrText xml:space="preserve"> seq NLA \* ALPHABETIC </w:instrText>
      </w:r>
      <w:r w:rsidRPr="00D92444">
        <w:rPr>
          <w:szCs w:val="22"/>
        </w:rPr>
        <w:fldChar w:fldCharType="separate"/>
      </w:r>
      <w:r w:rsidR="00184413" w:rsidRPr="00D92444">
        <w:rPr>
          <w:noProof/>
          <w:szCs w:val="22"/>
        </w:rPr>
        <w:t>B</w:t>
      </w:r>
      <w:r w:rsidRPr="00D92444">
        <w:rPr>
          <w:noProof/>
          <w:szCs w:val="22"/>
        </w:rPr>
        <w:fldChar w:fldCharType="end"/>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r>
      <w:r w:rsidR="00184413" w:rsidRPr="00A66D77">
        <w:rPr>
          <w:szCs w:val="22"/>
        </w:rPr>
        <w:t>Autopsy</w:t>
      </w:r>
      <w:r w:rsidR="00184413" w:rsidRPr="00D92444">
        <w:rPr>
          <w:szCs w:val="22"/>
        </w:rPr>
        <w:t xml:space="preserve"> (</w:t>
      </w:r>
      <w:r w:rsidR="00AA7557" w:rsidRPr="00D92444">
        <w:rPr>
          <w:szCs w:val="22"/>
        </w:rPr>
        <w:t>"</w:t>
      </w:r>
      <w:r w:rsidR="00184413" w:rsidRPr="00D92444">
        <w:rPr>
          <w:szCs w:val="22"/>
        </w:rPr>
        <w:t>to view for oneself</w:t>
      </w:r>
      <w:r w:rsidR="00AA7557" w:rsidRPr="00D92444">
        <w:rPr>
          <w:szCs w:val="22"/>
        </w:rPr>
        <w:t>"</w:t>
      </w:r>
      <w:r w:rsidR="00184413" w:rsidRPr="00D92444">
        <w:rPr>
          <w:szCs w:val="22"/>
        </w:rPr>
        <w:t xml:space="preserve">) is the examination of a body after death. </w:t>
      </w:r>
    </w:p>
    <w:p w14:paraId="58E16EBF" w14:textId="66951D2B" w:rsidR="00AA7557" w:rsidRPr="00D92444" w:rsidRDefault="00AA7557" w:rsidP="00AA7557">
      <w:pPr>
        <w:pStyle w:val="Indent-a"/>
        <w:rPr>
          <w:szCs w:val="22"/>
        </w:rPr>
      </w:pPr>
      <w:r w:rsidRPr="00D92444">
        <w:rPr>
          <w:szCs w:val="22"/>
        </w:rPr>
        <w:t xml:space="preserve">1. </w:t>
      </w:r>
      <w:r w:rsidRPr="00D92444">
        <w:rPr>
          <w:szCs w:val="22"/>
        </w:rPr>
        <w:tab/>
        <w:t xml:space="preserve">Autopsy as a research method has been largely replaced by imaging techniques. </w:t>
      </w:r>
      <w:r w:rsidRPr="00D92444">
        <w:rPr>
          <w:szCs w:val="22"/>
        </w:rPr>
        <w:tab/>
        <w:t xml:space="preserve">(p. </w:t>
      </w:r>
      <w:r w:rsidR="00745412">
        <w:rPr>
          <w:szCs w:val="22"/>
        </w:rPr>
        <w:t>11</w:t>
      </w:r>
      <w:r w:rsidRPr="00D92444">
        <w:rPr>
          <w:szCs w:val="22"/>
        </w:rPr>
        <w:t>)</w:t>
      </w:r>
    </w:p>
    <w:p w14:paraId="5B62706C" w14:textId="6E724A69" w:rsidR="00AA7557" w:rsidRPr="00D92444" w:rsidRDefault="00BD4DBE" w:rsidP="00AA7557">
      <w:pPr>
        <w:pStyle w:val="Outline-A"/>
        <w:rPr>
          <w:szCs w:val="22"/>
        </w:rPr>
      </w:pPr>
      <w:r w:rsidRPr="00D92444">
        <w:rPr>
          <w:szCs w:val="22"/>
        </w:rPr>
        <w:fldChar w:fldCharType="begin"/>
      </w:r>
      <w:r w:rsidRPr="00D92444">
        <w:rPr>
          <w:szCs w:val="22"/>
        </w:rPr>
        <w:instrText xml:space="preserve"> seq NLA \* ALPHABETIC </w:instrText>
      </w:r>
      <w:r w:rsidRPr="00D92444">
        <w:rPr>
          <w:szCs w:val="22"/>
        </w:rPr>
        <w:fldChar w:fldCharType="separate"/>
      </w:r>
      <w:r w:rsidR="00AA7557" w:rsidRPr="00D92444">
        <w:rPr>
          <w:noProof/>
          <w:szCs w:val="22"/>
        </w:rPr>
        <w:t>C</w:t>
      </w:r>
      <w:r w:rsidRPr="00D92444">
        <w:rPr>
          <w:noProof/>
          <w:szCs w:val="22"/>
        </w:rPr>
        <w:fldChar w:fldCharType="end"/>
      </w:r>
      <w:r w:rsidR="00D2796E" w:rsidRPr="00D92444">
        <w:rPr>
          <w:szCs w:val="22"/>
        </w:rPr>
        <w:fldChar w:fldCharType="begin"/>
      </w:r>
      <w:r w:rsidR="00AA7557" w:rsidRPr="00D92444">
        <w:rPr>
          <w:szCs w:val="22"/>
        </w:rPr>
        <w:instrText xml:space="preserve"> seq NL1 \r 0 \h </w:instrText>
      </w:r>
      <w:r w:rsidR="00D2796E" w:rsidRPr="00D92444">
        <w:rPr>
          <w:szCs w:val="22"/>
        </w:rPr>
        <w:fldChar w:fldCharType="end"/>
      </w:r>
      <w:r w:rsidR="00AA7557" w:rsidRPr="00D92444">
        <w:rPr>
          <w:szCs w:val="22"/>
        </w:rPr>
        <w:t>.</w:t>
      </w:r>
      <w:r w:rsidR="00AA7557" w:rsidRPr="00D92444">
        <w:rPr>
          <w:szCs w:val="22"/>
        </w:rPr>
        <w:tab/>
        <w:t xml:space="preserve">Imaging (pp. </w:t>
      </w:r>
      <w:r w:rsidR="00745412">
        <w:rPr>
          <w:szCs w:val="22"/>
        </w:rPr>
        <w:t>11</w:t>
      </w:r>
      <w:r w:rsidR="005232E2">
        <w:rPr>
          <w:szCs w:val="22"/>
        </w:rPr>
        <w:t>–</w:t>
      </w:r>
      <w:r w:rsidR="00745412">
        <w:rPr>
          <w:szCs w:val="22"/>
        </w:rPr>
        <w:t>13</w:t>
      </w:r>
      <w:r w:rsidR="00AA7557" w:rsidRPr="00D92444">
        <w:rPr>
          <w:szCs w:val="22"/>
        </w:rPr>
        <w:t>)</w:t>
      </w:r>
    </w:p>
    <w:p w14:paraId="6A7FD3AC" w14:textId="77777777" w:rsidR="00184413" w:rsidRPr="00D92444" w:rsidRDefault="00184413" w:rsidP="00184413">
      <w:pPr>
        <w:pStyle w:val="BOX"/>
        <w:rPr>
          <w:szCs w:val="22"/>
        </w:rPr>
      </w:pPr>
      <w:r w:rsidRPr="00D92444">
        <w:rPr>
          <w:szCs w:val="22"/>
        </w:rPr>
        <w:t>Clicker Question #3</w:t>
      </w:r>
    </w:p>
    <w:p w14:paraId="44E851AA" w14:textId="74F8103B" w:rsidR="00184413" w:rsidRPr="00D92444" w:rsidRDefault="00184413" w:rsidP="00184413">
      <w:pPr>
        <w:pStyle w:val="BOX"/>
        <w:rPr>
          <w:szCs w:val="22"/>
        </w:rPr>
      </w:pPr>
      <w:r w:rsidRPr="00D92444">
        <w:rPr>
          <w:szCs w:val="22"/>
        </w:rPr>
        <w:t>Film Clip #</w:t>
      </w:r>
      <w:r w:rsidR="00006BD2" w:rsidRPr="00D92444">
        <w:rPr>
          <w:szCs w:val="22"/>
        </w:rPr>
        <w:t>6</w:t>
      </w:r>
      <w:r w:rsidR="00A404B8">
        <w:rPr>
          <w:szCs w:val="22"/>
        </w:rPr>
        <w:t xml:space="preserve">: </w:t>
      </w:r>
      <w:r w:rsidRPr="00D92444">
        <w:rPr>
          <w:szCs w:val="22"/>
        </w:rPr>
        <w:t xml:space="preserve">Mind Reading </w:t>
      </w:r>
      <w:r w:rsidR="005B4D04" w:rsidRPr="00D92444">
        <w:rPr>
          <w:szCs w:val="22"/>
        </w:rPr>
        <w:t>w</w:t>
      </w:r>
      <w:r w:rsidRPr="00D92444">
        <w:rPr>
          <w:szCs w:val="22"/>
        </w:rPr>
        <w:t>ith Imaging</w:t>
      </w:r>
    </w:p>
    <w:p w14:paraId="1F91BAFB" w14:textId="77777777" w:rsidR="00184413" w:rsidRPr="00D92444" w:rsidRDefault="00184413" w:rsidP="00184413">
      <w:pPr>
        <w:pStyle w:val="Indent-a"/>
        <w:spacing w:after="0"/>
        <w:rPr>
          <w:i/>
          <w:szCs w:val="22"/>
        </w:rPr>
      </w:pPr>
      <w:r w:rsidRPr="00D92444">
        <w:rPr>
          <w:i/>
          <w:szCs w:val="22"/>
        </w:rPr>
        <w:t>*See the Lecture Enrichment section for additional information regarding the use of neuroimaging examples in the classroom.</w:t>
      </w:r>
    </w:p>
    <w:p w14:paraId="34BEE8F4" w14:textId="77777777" w:rsidR="007E164F" w:rsidRPr="00D92444" w:rsidRDefault="007E164F" w:rsidP="00184413">
      <w:pPr>
        <w:pStyle w:val="Indent-a"/>
        <w:spacing w:after="0"/>
        <w:rPr>
          <w:i/>
          <w:szCs w:val="22"/>
        </w:rPr>
      </w:pPr>
    </w:p>
    <w:p w14:paraId="1AFBB435" w14:textId="05BF7A4B"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1</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r>
      <w:r w:rsidR="00184413" w:rsidRPr="00D92444">
        <w:rPr>
          <w:b/>
          <w:szCs w:val="22"/>
        </w:rPr>
        <w:t xml:space="preserve">Computerized </w:t>
      </w:r>
      <w:r w:rsidR="005232E2">
        <w:rPr>
          <w:b/>
          <w:szCs w:val="22"/>
        </w:rPr>
        <w:t>t</w:t>
      </w:r>
      <w:r w:rsidR="00184413" w:rsidRPr="00D92444">
        <w:rPr>
          <w:b/>
          <w:szCs w:val="22"/>
        </w:rPr>
        <w:t>omography (CT)</w:t>
      </w:r>
      <w:r w:rsidR="00184413" w:rsidRPr="00D92444">
        <w:rPr>
          <w:szCs w:val="22"/>
        </w:rPr>
        <w:t xml:space="preserve"> uses </w:t>
      </w:r>
      <w:r w:rsidR="005232E2">
        <w:rPr>
          <w:szCs w:val="22"/>
        </w:rPr>
        <w:t>X</w:t>
      </w:r>
      <w:r w:rsidR="00184413" w:rsidRPr="00D92444">
        <w:rPr>
          <w:szCs w:val="22"/>
        </w:rPr>
        <w:t>-ray technology to provide structural information about the brain and ventricles.</w:t>
      </w:r>
    </w:p>
    <w:p w14:paraId="453D0762" w14:textId="1DC34A24" w:rsidR="00184413" w:rsidRPr="00D92444" w:rsidRDefault="00184413">
      <w:pPr>
        <w:pStyle w:val="Indent-10"/>
        <w:rPr>
          <w:szCs w:val="22"/>
        </w:rPr>
      </w:pPr>
      <w:r w:rsidRPr="00D92444">
        <w:rPr>
          <w:szCs w:val="22"/>
        </w:rPr>
        <w:t xml:space="preserve">Disadvantages of CT technology include the inability to discriminate between active and inactive regions, and repeated exposures to </w:t>
      </w:r>
      <w:r w:rsidR="005232E2">
        <w:rPr>
          <w:szCs w:val="22"/>
        </w:rPr>
        <w:t>X</w:t>
      </w:r>
      <w:r w:rsidRPr="00D92444">
        <w:rPr>
          <w:szCs w:val="22"/>
        </w:rPr>
        <w:t>-rays.</w:t>
      </w:r>
    </w:p>
    <w:p w14:paraId="515101EF" w14:textId="77777777"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2</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r>
      <w:r w:rsidR="00184413" w:rsidRPr="00D92444">
        <w:rPr>
          <w:b/>
          <w:szCs w:val="22"/>
        </w:rPr>
        <w:t>Positron-</w:t>
      </w:r>
      <w:r w:rsidR="001815C0" w:rsidRPr="00D92444">
        <w:rPr>
          <w:b/>
          <w:szCs w:val="22"/>
        </w:rPr>
        <w:t>e</w:t>
      </w:r>
      <w:r w:rsidR="00184413" w:rsidRPr="00D92444">
        <w:rPr>
          <w:b/>
          <w:szCs w:val="22"/>
        </w:rPr>
        <w:t xml:space="preserve">mission </w:t>
      </w:r>
      <w:r w:rsidR="001815C0" w:rsidRPr="00D92444">
        <w:rPr>
          <w:b/>
          <w:szCs w:val="22"/>
        </w:rPr>
        <w:t>t</w:t>
      </w:r>
      <w:r w:rsidR="00184413" w:rsidRPr="00D92444">
        <w:rPr>
          <w:b/>
          <w:szCs w:val="22"/>
        </w:rPr>
        <w:t>omography (PET)</w:t>
      </w:r>
      <w:r w:rsidR="00184413" w:rsidRPr="00D92444">
        <w:rPr>
          <w:szCs w:val="22"/>
        </w:rPr>
        <w:t xml:space="preserve"> provides information about brain activity based on the utilization of radioactive glucose or oxygen, the two primary nutrients needed to produce neural signals.</w:t>
      </w:r>
    </w:p>
    <w:p w14:paraId="2BC404AB" w14:textId="77777777" w:rsidR="00184413" w:rsidRPr="00D92444" w:rsidRDefault="00184413" w:rsidP="00184413">
      <w:pPr>
        <w:pStyle w:val="Indent-10"/>
        <w:spacing w:after="0"/>
        <w:rPr>
          <w:szCs w:val="22"/>
        </w:rPr>
      </w:pPr>
      <w:r w:rsidRPr="00D92444">
        <w:rPr>
          <w:szCs w:val="22"/>
        </w:rPr>
        <w:t>Disadvantages of PET technology include a high expense of the machine and the injection of radioactive substances into the participant.</w:t>
      </w:r>
    </w:p>
    <w:p w14:paraId="19F3DB9B" w14:textId="77777777" w:rsidR="00C65E43" w:rsidRPr="00D92444" w:rsidRDefault="00C65E43" w:rsidP="00184413">
      <w:pPr>
        <w:pStyle w:val="Indent-10"/>
        <w:spacing w:after="0"/>
        <w:rPr>
          <w:szCs w:val="22"/>
        </w:rPr>
      </w:pPr>
    </w:p>
    <w:p w14:paraId="3B3C87B9" w14:textId="77777777"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3</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r>
      <w:r w:rsidR="00184413" w:rsidRPr="00D92444">
        <w:rPr>
          <w:b/>
          <w:szCs w:val="22"/>
        </w:rPr>
        <w:t xml:space="preserve">Magnetic </w:t>
      </w:r>
      <w:r w:rsidR="001815C0" w:rsidRPr="00D92444">
        <w:rPr>
          <w:b/>
          <w:szCs w:val="22"/>
        </w:rPr>
        <w:t>r</w:t>
      </w:r>
      <w:r w:rsidR="00184413" w:rsidRPr="00D92444">
        <w:rPr>
          <w:b/>
          <w:szCs w:val="22"/>
        </w:rPr>
        <w:t xml:space="preserve">esonance </w:t>
      </w:r>
      <w:r w:rsidR="001815C0" w:rsidRPr="00D92444">
        <w:rPr>
          <w:b/>
          <w:szCs w:val="22"/>
        </w:rPr>
        <w:t>i</w:t>
      </w:r>
      <w:r w:rsidR="00184413" w:rsidRPr="00D92444">
        <w:rPr>
          <w:b/>
          <w:szCs w:val="22"/>
        </w:rPr>
        <w:t>maging (MRI)</w:t>
      </w:r>
      <w:r w:rsidR="00184413" w:rsidRPr="00D92444">
        <w:rPr>
          <w:szCs w:val="22"/>
        </w:rPr>
        <w:t xml:space="preserve"> uses magnetism and radio frequency waves to provide high resolution images of structure.</w:t>
      </w:r>
    </w:p>
    <w:p w14:paraId="1C2FA9D0" w14:textId="32908D28" w:rsidR="00184413" w:rsidRPr="00D92444" w:rsidRDefault="00184413" w:rsidP="00184413">
      <w:pPr>
        <w:pStyle w:val="Indent-10"/>
        <w:spacing w:after="0"/>
        <w:rPr>
          <w:szCs w:val="22"/>
        </w:rPr>
      </w:pPr>
      <w:r w:rsidRPr="00D92444">
        <w:rPr>
          <w:szCs w:val="22"/>
        </w:rPr>
        <w:t>Although the use of high-power magnetic fields is generally considered safe, as larger magnets are employed questions arise about their effect on the physiology of the body. MRI technology provides significantly higher resolution images than CT; however, MRI technology is much more expensive than CT technology.</w:t>
      </w:r>
    </w:p>
    <w:p w14:paraId="6B924FBA" w14:textId="77777777" w:rsidR="00C65E43" w:rsidRPr="00D92444" w:rsidRDefault="00C65E43" w:rsidP="00184413">
      <w:pPr>
        <w:pStyle w:val="Indent-10"/>
        <w:spacing w:after="0"/>
        <w:rPr>
          <w:szCs w:val="22"/>
        </w:rPr>
      </w:pPr>
    </w:p>
    <w:p w14:paraId="67097121" w14:textId="77777777" w:rsidR="00184413" w:rsidRPr="00D92444" w:rsidRDefault="00184413" w:rsidP="00184413">
      <w:pPr>
        <w:pStyle w:val="Indent-10"/>
        <w:spacing w:after="0"/>
        <w:rPr>
          <w:i/>
          <w:szCs w:val="22"/>
        </w:rPr>
      </w:pPr>
      <w:r w:rsidRPr="00D92444">
        <w:rPr>
          <w:i/>
          <w:szCs w:val="22"/>
        </w:rPr>
        <w:t>*See the Supplemental Reading section for additional information regarding the potential negative effects of exposure to high-power magnetic fields.</w:t>
      </w:r>
    </w:p>
    <w:p w14:paraId="7045E1D1" w14:textId="77777777" w:rsidR="000419CE" w:rsidRPr="00D92444" w:rsidRDefault="000419CE" w:rsidP="00184413">
      <w:pPr>
        <w:pStyle w:val="Indent-10"/>
        <w:spacing w:after="0"/>
        <w:rPr>
          <w:i/>
          <w:szCs w:val="22"/>
        </w:rPr>
      </w:pPr>
    </w:p>
    <w:p w14:paraId="43F4FF2B" w14:textId="672B9B60" w:rsidR="00AA7557" w:rsidRPr="00D92444" w:rsidRDefault="00AA7557" w:rsidP="00AA7557">
      <w:pPr>
        <w:pStyle w:val="BOX"/>
        <w:rPr>
          <w:szCs w:val="22"/>
        </w:rPr>
      </w:pPr>
      <w:r w:rsidRPr="00D92444">
        <w:rPr>
          <w:szCs w:val="22"/>
        </w:rPr>
        <w:t>Film Clip #7: How MRI Works</w:t>
      </w:r>
    </w:p>
    <w:p w14:paraId="28EDF25C" w14:textId="77777777"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4</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r>
      <w:r w:rsidR="00184413" w:rsidRPr="00D92444">
        <w:rPr>
          <w:b/>
          <w:szCs w:val="22"/>
        </w:rPr>
        <w:t xml:space="preserve">Functional </w:t>
      </w:r>
      <w:r w:rsidR="001815C0" w:rsidRPr="00D92444">
        <w:rPr>
          <w:b/>
          <w:szCs w:val="22"/>
        </w:rPr>
        <w:t>m</w:t>
      </w:r>
      <w:r w:rsidR="00184413" w:rsidRPr="00D92444">
        <w:rPr>
          <w:b/>
          <w:szCs w:val="22"/>
        </w:rPr>
        <w:t xml:space="preserve">agnetic </w:t>
      </w:r>
      <w:r w:rsidR="001815C0" w:rsidRPr="00D92444">
        <w:rPr>
          <w:b/>
          <w:szCs w:val="22"/>
        </w:rPr>
        <w:t>r</w:t>
      </w:r>
      <w:r w:rsidR="00184413" w:rsidRPr="00D92444">
        <w:rPr>
          <w:b/>
          <w:szCs w:val="22"/>
        </w:rPr>
        <w:t xml:space="preserve">esonance </w:t>
      </w:r>
      <w:r w:rsidR="001815C0" w:rsidRPr="00D92444">
        <w:rPr>
          <w:b/>
          <w:szCs w:val="22"/>
        </w:rPr>
        <w:t>i</w:t>
      </w:r>
      <w:r w:rsidR="00184413" w:rsidRPr="00D92444">
        <w:rPr>
          <w:b/>
          <w:szCs w:val="22"/>
        </w:rPr>
        <w:t>maging (fMRI)</w:t>
      </w:r>
      <w:r w:rsidR="00184413" w:rsidRPr="00D92444">
        <w:rPr>
          <w:szCs w:val="22"/>
        </w:rPr>
        <w:t xml:space="preserve"> uses a series of images taken in a short period of time to analyze brain activity by measuring the flow of blood and oxygen use in the central nervous system.</w:t>
      </w:r>
    </w:p>
    <w:p w14:paraId="4B776FD0" w14:textId="77777777" w:rsidR="00AA7557" w:rsidRPr="00D92444" w:rsidRDefault="00AA7557" w:rsidP="00AA7557">
      <w:pPr>
        <w:pStyle w:val="Indent-10"/>
        <w:ind w:left="979"/>
        <w:rPr>
          <w:szCs w:val="22"/>
        </w:rPr>
      </w:pPr>
      <w:r w:rsidRPr="00D92444">
        <w:rPr>
          <w:szCs w:val="22"/>
        </w:rPr>
        <w:t xml:space="preserve">5. </w:t>
      </w:r>
      <w:r w:rsidRPr="00D92444">
        <w:rPr>
          <w:szCs w:val="22"/>
        </w:rPr>
        <w:tab/>
      </w:r>
      <w:r w:rsidRPr="00D92444">
        <w:rPr>
          <w:b/>
          <w:szCs w:val="22"/>
        </w:rPr>
        <w:t xml:space="preserve">Diffusion </w:t>
      </w:r>
      <w:r w:rsidR="001815C0" w:rsidRPr="00D92444">
        <w:rPr>
          <w:b/>
          <w:szCs w:val="22"/>
        </w:rPr>
        <w:t>t</w:t>
      </w:r>
      <w:r w:rsidRPr="00D92444">
        <w:rPr>
          <w:b/>
          <w:szCs w:val="22"/>
        </w:rPr>
        <w:t xml:space="preserve">ensor </w:t>
      </w:r>
      <w:r w:rsidR="001815C0" w:rsidRPr="00D92444">
        <w:rPr>
          <w:b/>
          <w:szCs w:val="22"/>
        </w:rPr>
        <w:t>i</w:t>
      </w:r>
      <w:r w:rsidRPr="00D92444">
        <w:rPr>
          <w:b/>
          <w:szCs w:val="22"/>
        </w:rPr>
        <w:t>maging (DTI)</w:t>
      </w:r>
      <w:r w:rsidRPr="00D92444">
        <w:rPr>
          <w:szCs w:val="22"/>
        </w:rPr>
        <w:t xml:space="preserve"> uses MRI machinery to track the movement of </w:t>
      </w:r>
      <w:r w:rsidRPr="00D92444">
        <w:rPr>
          <w:szCs w:val="22"/>
        </w:rPr>
        <w:tab/>
        <w:t xml:space="preserve">water in the fiber pathways of the nervous system. This imaging technique allows </w:t>
      </w:r>
      <w:r w:rsidRPr="00D92444">
        <w:rPr>
          <w:szCs w:val="22"/>
        </w:rPr>
        <w:tab/>
        <w:t xml:space="preserve">scientists to visualize the negative effects of binge drinking on the adolescent </w:t>
      </w:r>
      <w:r w:rsidRPr="00D92444">
        <w:rPr>
          <w:szCs w:val="22"/>
        </w:rPr>
        <w:tab/>
        <w:t>brain fiber integrity.</w:t>
      </w:r>
    </w:p>
    <w:p w14:paraId="400967D6" w14:textId="77777777" w:rsidR="0027053D" w:rsidRPr="00D92444" w:rsidRDefault="0027053D" w:rsidP="00184413">
      <w:pPr>
        <w:pStyle w:val="Indent-10"/>
        <w:rPr>
          <w:i/>
          <w:szCs w:val="22"/>
        </w:rPr>
      </w:pPr>
      <w:r w:rsidRPr="00D92444">
        <w:rPr>
          <w:i/>
          <w:szCs w:val="22"/>
        </w:rPr>
        <w:t>Connecting to Research: Social Pain and the Brain</w:t>
      </w:r>
    </w:p>
    <w:p w14:paraId="43E15E73" w14:textId="693E2B9A" w:rsidR="00184413" w:rsidRPr="00D92444" w:rsidRDefault="00140A9B" w:rsidP="00184413">
      <w:pPr>
        <w:pStyle w:val="Indent-10"/>
        <w:rPr>
          <w:szCs w:val="22"/>
        </w:rPr>
      </w:pPr>
      <w:r w:rsidRPr="00D92444">
        <w:rPr>
          <w:i/>
          <w:szCs w:val="22"/>
        </w:rPr>
        <w:t>Thinking Ethically</w:t>
      </w:r>
      <w:r w:rsidR="00184413" w:rsidRPr="00D92444">
        <w:rPr>
          <w:i/>
          <w:szCs w:val="22"/>
        </w:rPr>
        <w:t xml:space="preserve">: </w:t>
      </w:r>
      <w:r w:rsidRPr="00D92444">
        <w:rPr>
          <w:i/>
          <w:szCs w:val="22"/>
        </w:rPr>
        <w:t>Can we Read Minds with Brain Imaging?</w:t>
      </w:r>
      <w:r w:rsidR="00184413" w:rsidRPr="00D92444">
        <w:rPr>
          <w:i/>
          <w:szCs w:val="22"/>
        </w:rPr>
        <w:t xml:space="preserve"> </w:t>
      </w:r>
      <w:r w:rsidR="00184413" w:rsidRPr="00D92444">
        <w:rPr>
          <w:szCs w:val="22"/>
        </w:rPr>
        <w:t xml:space="preserve">(p. </w:t>
      </w:r>
      <w:r w:rsidR="00745412">
        <w:rPr>
          <w:szCs w:val="22"/>
        </w:rPr>
        <w:t>14</w:t>
      </w:r>
      <w:r w:rsidR="00184413" w:rsidRPr="00D92444">
        <w:rPr>
          <w:szCs w:val="22"/>
        </w:rPr>
        <w:t>)</w:t>
      </w:r>
    </w:p>
    <w:p w14:paraId="37F13639" w14:textId="111B9CF9" w:rsidR="003558E0" w:rsidRPr="00D92444" w:rsidRDefault="00BD4DBE" w:rsidP="003558E0">
      <w:pPr>
        <w:pStyle w:val="Outline-A"/>
        <w:rPr>
          <w:szCs w:val="22"/>
        </w:rPr>
      </w:pPr>
      <w:r w:rsidRPr="00D92444">
        <w:rPr>
          <w:szCs w:val="22"/>
        </w:rPr>
        <w:fldChar w:fldCharType="begin"/>
      </w:r>
      <w:r w:rsidRPr="00D92444">
        <w:rPr>
          <w:szCs w:val="22"/>
        </w:rPr>
        <w:instrText xml:space="preserve"> seq NLA \* ALPHABETIC </w:instrText>
      </w:r>
      <w:r w:rsidRPr="00D92444">
        <w:rPr>
          <w:szCs w:val="22"/>
        </w:rPr>
        <w:fldChar w:fldCharType="separate"/>
      </w:r>
      <w:r w:rsidR="003558E0" w:rsidRPr="00D92444">
        <w:rPr>
          <w:noProof/>
          <w:szCs w:val="22"/>
        </w:rPr>
        <w:t>D</w:t>
      </w:r>
      <w:r w:rsidRPr="00D92444">
        <w:rPr>
          <w:noProof/>
          <w:szCs w:val="22"/>
        </w:rPr>
        <w:fldChar w:fldCharType="end"/>
      </w:r>
      <w:r w:rsidR="00D2796E" w:rsidRPr="00D92444">
        <w:rPr>
          <w:szCs w:val="22"/>
        </w:rPr>
        <w:fldChar w:fldCharType="begin"/>
      </w:r>
      <w:r w:rsidR="003558E0" w:rsidRPr="00D92444">
        <w:rPr>
          <w:szCs w:val="22"/>
        </w:rPr>
        <w:instrText xml:space="preserve"> seq NL1 \r 0 \h </w:instrText>
      </w:r>
      <w:r w:rsidR="00D2796E" w:rsidRPr="00D92444">
        <w:rPr>
          <w:szCs w:val="22"/>
        </w:rPr>
        <w:fldChar w:fldCharType="end"/>
      </w:r>
      <w:r w:rsidR="003558E0" w:rsidRPr="00D92444">
        <w:rPr>
          <w:szCs w:val="22"/>
        </w:rPr>
        <w:t>.</w:t>
      </w:r>
      <w:r w:rsidR="003558E0" w:rsidRPr="00D92444">
        <w:rPr>
          <w:szCs w:val="22"/>
        </w:rPr>
        <w:tab/>
        <w:t xml:space="preserve">Recording (pp. </w:t>
      </w:r>
      <w:r w:rsidR="00745412">
        <w:rPr>
          <w:szCs w:val="22"/>
        </w:rPr>
        <w:t>14</w:t>
      </w:r>
      <w:r w:rsidR="00C37EF5">
        <w:rPr>
          <w:szCs w:val="22"/>
        </w:rPr>
        <w:t>–</w:t>
      </w:r>
      <w:r w:rsidR="00745412">
        <w:rPr>
          <w:szCs w:val="22"/>
        </w:rPr>
        <w:t>17</w:t>
      </w:r>
      <w:r w:rsidR="003558E0" w:rsidRPr="00D92444">
        <w:rPr>
          <w:szCs w:val="22"/>
        </w:rPr>
        <w:t>)</w:t>
      </w:r>
    </w:p>
    <w:p w14:paraId="3BB9F762" w14:textId="1DC6D413" w:rsidR="00184413" w:rsidRPr="00D92444" w:rsidRDefault="003558E0" w:rsidP="00D92444">
      <w:pPr>
        <w:pStyle w:val="Indent-a"/>
        <w:spacing w:after="0"/>
        <w:rPr>
          <w:szCs w:val="22"/>
        </w:rPr>
      </w:pPr>
      <w:r w:rsidRPr="00D92444">
        <w:rPr>
          <w:szCs w:val="22"/>
        </w:rPr>
        <w:t>Recording methods allow researchers to record the electrical and magnetic output from the brain. Noninvasive recording techniques such as EEG, evoked potentials, and MEG are often used on humans,</w:t>
      </w:r>
      <w:r w:rsidR="009A6064" w:rsidRPr="00D92444">
        <w:rPr>
          <w:szCs w:val="22"/>
        </w:rPr>
        <w:t xml:space="preserve"> whereas</w:t>
      </w:r>
      <w:r w:rsidRPr="00D92444">
        <w:rPr>
          <w:szCs w:val="22"/>
        </w:rPr>
        <w:t xml:space="preserve"> invasive recording techniques such as single-cell recordings are typically reserved for use in animal research models.</w:t>
      </w:r>
    </w:p>
    <w:p w14:paraId="685439CC" w14:textId="77777777" w:rsidR="00D92444" w:rsidRPr="00D92444" w:rsidRDefault="00D92444" w:rsidP="00D92444">
      <w:pPr>
        <w:pStyle w:val="Indent-a"/>
        <w:spacing w:after="0"/>
        <w:rPr>
          <w:szCs w:val="22"/>
        </w:rPr>
      </w:pPr>
    </w:p>
    <w:p w14:paraId="023A4717" w14:textId="77777777"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1</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r>
      <w:r w:rsidR="00184413" w:rsidRPr="00D92444">
        <w:rPr>
          <w:b/>
          <w:szCs w:val="22"/>
        </w:rPr>
        <w:t>Electroencephalography (EEG)</w:t>
      </w:r>
      <w:r w:rsidR="00184413" w:rsidRPr="00D92444">
        <w:rPr>
          <w:szCs w:val="22"/>
        </w:rPr>
        <w:t>, useful in examining states of consciousness, such as sleep and epilepsy, is recorded through scalp electrodes</w:t>
      </w:r>
      <w:r w:rsidR="003558E0" w:rsidRPr="00D92444">
        <w:rPr>
          <w:szCs w:val="22"/>
        </w:rPr>
        <w:t>. The EEG</w:t>
      </w:r>
      <w:r w:rsidR="00184413" w:rsidRPr="00D92444">
        <w:rPr>
          <w:szCs w:val="22"/>
        </w:rPr>
        <w:t xml:space="preserve"> provid</w:t>
      </w:r>
      <w:r w:rsidR="003558E0" w:rsidRPr="00D92444">
        <w:rPr>
          <w:szCs w:val="22"/>
        </w:rPr>
        <w:t>es</w:t>
      </w:r>
      <w:r w:rsidR="00184413" w:rsidRPr="00D92444">
        <w:rPr>
          <w:szCs w:val="22"/>
        </w:rPr>
        <w:t xml:space="preserve"> information about the relative activity of large groups of neurons close to the surface of the brain.</w:t>
      </w:r>
    </w:p>
    <w:p w14:paraId="10C5FA20" w14:textId="77777777" w:rsidR="00184413" w:rsidRPr="00D92444" w:rsidRDefault="00184413" w:rsidP="00184413">
      <w:pPr>
        <w:pStyle w:val="Indent-10"/>
        <w:spacing w:after="0"/>
        <w:rPr>
          <w:szCs w:val="22"/>
        </w:rPr>
      </w:pPr>
      <w:r w:rsidRPr="00D92444">
        <w:rPr>
          <w:szCs w:val="22"/>
        </w:rPr>
        <w:lastRenderedPageBreak/>
        <w:t xml:space="preserve">Recent advances using computerized EEG recordings </w:t>
      </w:r>
      <w:r w:rsidR="001D36B5" w:rsidRPr="00D92444">
        <w:rPr>
          <w:szCs w:val="22"/>
        </w:rPr>
        <w:t>have enabled</w:t>
      </w:r>
      <w:r w:rsidRPr="00D92444">
        <w:rPr>
          <w:szCs w:val="22"/>
        </w:rPr>
        <w:t xml:space="preserve"> the diagnosis of many disorders, such as schizophrenia, dementias, epilepsy, and attention deficit disorder. </w:t>
      </w:r>
      <w:r w:rsidR="00DA671A" w:rsidRPr="00D92444">
        <w:rPr>
          <w:szCs w:val="22"/>
        </w:rPr>
        <w:t>Computerized EEG brain tomography generates maps of brain activity, allowing the identification of the source of abnormal activity.</w:t>
      </w:r>
    </w:p>
    <w:p w14:paraId="16195D05" w14:textId="77777777" w:rsidR="00CC5A67" w:rsidRPr="00D92444" w:rsidRDefault="00CC5A67" w:rsidP="00184413">
      <w:pPr>
        <w:pStyle w:val="Indent-10"/>
        <w:spacing w:after="0"/>
        <w:rPr>
          <w:szCs w:val="22"/>
        </w:rPr>
      </w:pPr>
    </w:p>
    <w:p w14:paraId="6612468E" w14:textId="77777777"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2</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r>
      <w:r w:rsidR="00DA671A" w:rsidRPr="00D92444">
        <w:rPr>
          <w:b/>
          <w:szCs w:val="22"/>
        </w:rPr>
        <w:t xml:space="preserve">Event-related </w:t>
      </w:r>
      <w:r w:rsidR="00184413" w:rsidRPr="00D92444">
        <w:rPr>
          <w:b/>
          <w:szCs w:val="22"/>
        </w:rPr>
        <w:t>potentials</w:t>
      </w:r>
      <w:r w:rsidR="00DA671A" w:rsidRPr="00D92444">
        <w:rPr>
          <w:b/>
          <w:szCs w:val="22"/>
        </w:rPr>
        <w:t xml:space="preserve"> (ERPs)</w:t>
      </w:r>
      <w:r w:rsidR="00184413" w:rsidRPr="00D92444">
        <w:rPr>
          <w:szCs w:val="22"/>
        </w:rPr>
        <w:t xml:space="preserve">, a specialized use of EEG technology, </w:t>
      </w:r>
      <w:r w:rsidR="00907FEE" w:rsidRPr="00D92444">
        <w:rPr>
          <w:szCs w:val="22"/>
        </w:rPr>
        <w:t>detect</w:t>
      </w:r>
      <w:r w:rsidR="00184413" w:rsidRPr="00D92444">
        <w:rPr>
          <w:szCs w:val="22"/>
        </w:rPr>
        <w:t xml:space="preserve"> the brain’s response to environmental stimuli.</w:t>
      </w:r>
    </w:p>
    <w:p w14:paraId="6629A933" w14:textId="77777777"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3</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r>
      <w:r w:rsidR="00184413" w:rsidRPr="00D92444">
        <w:rPr>
          <w:b/>
          <w:szCs w:val="22"/>
        </w:rPr>
        <w:t>Magnetoencephalography (MEG)</w:t>
      </w:r>
      <w:r w:rsidR="00184413" w:rsidRPr="00D92444">
        <w:rPr>
          <w:szCs w:val="22"/>
        </w:rPr>
        <w:t xml:space="preserve">, in which the brain’s tiny magnetic output is assessed, provides information about the activity of </w:t>
      </w:r>
      <w:proofErr w:type="gramStart"/>
      <w:r w:rsidR="00184413" w:rsidRPr="00D92444">
        <w:rPr>
          <w:szCs w:val="22"/>
        </w:rPr>
        <w:t>particular areas</w:t>
      </w:r>
      <w:proofErr w:type="gramEnd"/>
      <w:r w:rsidR="00184413" w:rsidRPr="00D92444">
        <w:rPr>
          <w:szCs w:val="22"/>
        </w:rPr>
        <w:t xml:space="preserve"> of the brain. Often the activity measured through MEG is superimposed on a</w:t>
      </w:r>
      <w:r w:rsidR="00907FEE" w:rsidRPr="00D92444">
        <w:rPr>
          <w:szCs w:val="22"/>
        </w:rPr>
        <w:t>n</w:t>
      </w:r>
      <w:r w:rsidR="00184413" w:rsidRPr="00D92444">
        <w:rPr>
          <w:szCs w:val="22"/>
        </w:rPr>
        <w:t xml:space="preserve"> MRI structural scan of the brain.</w:t>
      </w:r>
      <w:r w:rsidR="00DA671A" w:rsidRPr="00D92444">
        <w:rPr>
          <w:szCs w:val="22"/>
        </w:rPr>
        <w:t xml:space="preserve"> Measuring magnetism instead of electrical activity reduces the interference of the skull bones and tissues common with EEG.</w:t>
      </w:r>
    </w:p>
    <w:p w14:paraId="674CEDC8" w14:textId="77777777"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4</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t>Single-cell recordings, using surgically implanted microelectrodes, allow researchers to observe the responses of individual neurons and apply electrical stimulation.</w:t>
      </w:r>
    </w:p>
    <w:p w14:paraId="0D4AECD9" w14:textId="6FC2AF65" w:rsidR="007A3B56" w:rsidRPr="00D92444" w:rsidRDefault="00D2796E" w:rsidP="007A3B56">
      <w:pPr>
        <w:pStyle w:val="Outline-A"/>
        <w:rPr>
          <w:szCs w:val="22"/>
        </w:rPr>
      </w:pPr>
      <w:r w:rsidRPr="00D92444">
        <w:rPr>
          <w:szCs w:val="22"/>
        </w:rPr>
        <w:fldChar w:fldCharType="begin"/>
      </w:r>
      <w:r w:rsidR="007A3B56" w:rsidRPr="00D92444">
        <w:rPr>
          <w:szCs w:val="22"/>
        </w:rPr>
        <w:instrText xml:space="preserve"> seq NLA \* ALPHABETIC </w:instrText>
      </w:r>
      <w:r w:rsidRPr="00D92444">
        <w:rPr>
          <w:szCs w:val="22"/>
        </w:rPr>
        <w:fldChar w:fldCharType="separate"/>
      </w:r>
      <w:r w:rsidR="007A3B56" w:rsidRPr="00D92444">
        <w:rPr>
          <w:noProof/>
          <w:szCs w:val="22"/>
        </w:rPr>
        <w:t>E</w:t>
      </w:r>
      <w:r w:rsidRPr="00D92444">
        <w:rPr>
          <w:szCs w:val="22"/>
        </w:rPr>
        <w:fldChar w:fldCharType="end"/>
      </w:r>
      <w:r w:rsidRPr="00D92444">
        <w:rPr>
          <w:szCs w:val="22"/>
        </w:rPr>
        <w:fldChar w:fldCharType="begin"/>
      </w:r>
      <w:r w:rsidR="007A3B56" w:rsidRPr="00D92444">
        <w:rPr>
          <w:szCs w:val="22"/>
        </w:rPr>
        <w:instrText xml:space="preserve"> seq NL1 \r 0 \h </w:instrText>
      </w:r>
      <w:r w:rsidRPr="00D92444">
        <w:rPr>
          <w:szCs w:val="22"/>
        </w:rPr>
        <w:fldChar w:fldCharType="end"/>
      </w:r>
      <w:r w:rsidR="007A3B56" w:rsidRPr="00D92444">
        <w:rPr>
          <w:szCs w:val="22"/>
        </w:rPr>
        <w:t>.</w:t>
      </w:r>
      <w:r w:rsidR="007A3B56" w:rsidRPr="00D92444">
        <w:rPr>
          <w:szCs w:val="22"/>
        </w:rPr>
        <w:tab/>
        <w:t xml:space="preserve">Brain stimulation (pp. </w:t>
      </w:r>
      <w:r w:rsidR="00745412">
        <w:rPr>
          <w:szCs w:val="22"/>
        </w:rPr>
        <w:t>17</w:t>
      </w:r>
      <w:r w:rsidR="00A2112D">
        <w:rPr>
          <w:szCs w:val="22"/>
        </w:rPr>
        <w:t>–</w:t>
      </w:r>
      <w:r w:rsidR="00745412">
        <w:rPr>
          <w:szCs w:val="22"/>
        </w:rPr>
        <w:t>18</w:t>
      </w:r>
      <w:r w:rsidR="007A3B56" w:rsidRPr="00D92444">
        <w:rPr>
          <w:szCs w:val="22"/>
        </w:rPr>
        <w:t>)</w:t>
      </w:r>
    </w:p>
    <w:p w14:paraId="0E6CF67C" w14:textId="77777777" w:rsidR="00184413" w:rsidRPr="00D92444" w:rsidRDefault="00184413" w:rsidP="00184413">
      <w:pPr>
        <w:pStyle w:val="BOX"/>
        <w:rPr>
          <w:szCs w:val="22"/>
        </w:rPr>
      </w:pPr>
      <w:r w:rsidRPr="00D92444">
        <w:rPr>
          <w:szCs w:val="22"/>
        </w:rPr>
        <w:t>Clicker Question #4</w:t>
      </w:r>
    </w:p>
    <w:p w14:paraId="0538A8A0" w14:textId="77777777" w:rsidR="00184413" w:rsidRPr="00D92444" w:rsidRDefault="00184413" w:rsidP="00184413">
      <w:pPr>
        <w:pStyle w:val="BOX"/>
        <w:rPr>
          <w:szCs w:val="22"/>
        </w:rPr>
      </w:pPr>
      <w:r w:rsidRPr="00D92444">
        <w:rPr>
          <w:szCs w:val="22"/>
        </w:rPr>
        <w:t>Film Clip #</w:t>
      </w:r>
      <w:r w:rsidR="00C43E54" w:rsidRPr="00D92444">
        <w:rPr>
          <w:szCs w:val="22"/>
        </w:rPr>
        <w:t>8</w:t>
      </w:r>
      <w:r w:rsidRPr="00D92444">
        <w:rPr>
          <w:szCs w:val="22"/>
        </w:rPr>
        <w:t>:  Deep Brain Stimulation for Parkinson’s Disease</w:t>
      </w:r>
    </w:p>
    <w:p w14:paraId="69A9B0BA" w14:textId="77777777" w:rsidR="00184413" w:rsidRPr="00D92444" w:rsidRDefault="00184413" w:rsidP="00184413">
      <w:pPr>
        <w:pStyle w:val="BOX"/>
        <w:rPr>
          <w:szCs w:val="22"/>
        </w:rPr>
      </w:pPr>
      <w:r w:rsidRPr="00D92444">
        <w:rPr>
          <w:szCs w:val="22"/>
        </w:rPr>
        <w:t xml:space="preserve">Film Clip # </w:t>
      </w:r>
      <w:r w:rsidR="00C43E54" w:rsidRPr="00D92444">
        <w:rPr>
          <w:szCs w:val="22"/>
        </w:rPr>
        <w:t>9</w:t>
      </w:r>
      <w:r w:rsidRPr="00D92444">
        <w:rPr>
          <w:szCs w:val="22"/>
        </w:rPr>
        <w:t>:  Repeated Transcranial Magnetic Stimulation</w:t>
      </w:r>
    </w:p>
    <w:p w14:paraId="2DEDCF06" w14:textId="77777777" w:rsidR="00184413" w:rsidRPr="00D92444" w:rsidRDefault="00184413" w:rsidP="00184413">
      <w:pPr>
        <w:pStyle w:val="BOX"/>
        <w:rPr>
          <w:szCs w:val="22"/>
        </w:rPr>
      </w:pPr>
      <w:r w:rsidRPr="00D92444">
        <w:rPr>
          <w:szCs w:val="22"/>
        </w:rPr>
        <w:t>Film Clip #1</w:t>
      </w:r>
      <w:r w:rsidR="00C43E54" w:rsidRPr="00D92444">
        <w:rPr>
          <w:szCs w:val="22"/>
        </w:rPr>
        <w:t>0</w:t>
      </w:r>
      <w:r w:rsidRPr="00D92444">
        <w:rPr>
          <w:szCs w:val="22"/>
        </w:rPr>
        <w:t>:  Magnetic Brain Boost</w:t>
      </w:r>
    </w:p>
    <w:p w14:paraId="172BF1E6" w14:textId="77777777" w:rsidR="00184413" w:rsidRPr="00D92444" w:rsidRDefault="00184413" w:rsidP="00184413">
      <w:pPr>
        <w:pStyle w:val="BOX"/>
        <w:rPr>
          <w:szCs w:val="22"/>
        </w:rPr>
      </w:pPr>
      <w:r w:rsidRPr="00D92444">
        <w:rPr>
          <w:szCs w:val="22"/>
        </w:rPr>
        <w:t>Film Clip #1</w:t>
      </w:r>
      <w:r w:rsidR="00C43E54" w:rsidRPr="00D92444">
        <w:rPr>
          <w:szCs w:val="22"/>
        </w:rPr>
        <w:t>1</w:t>
      </w:r>
      <w:r w:rsidRPr="00D92444">
        <w:rPr>
          <w:szCs w:val="22"/>
        </w:rPr>
        <w:t>:  Jose Delgado and his Bull</w:t>
      </w:r>
    </w:p>
    <w:p w14:paraId="0BEBBA6E" w14:textId="77777777" w:rsidR="00BC1D6A" w:rsidRPr="00D92444" w:rsidRDefault="00BC1D6A" w:rsidP="00BC1D6A">
      <w:pPr>
        <w:pStyle w:val="Outline-A"/>
        <w:ind w:left="1470"/>
        <w:rPr>
          <w:szCs w:val="22"/>
        </w:rPr>
      </w:pPr>
      <w:r w:rsidRPr="00D92444">
        <w:rPr>
          <w:szCs w:val="22"/>
        </w:rPr>
        <w:t xml:space="preserve">1. </w:t>
      </w:r>
      <w:r w:rsidRPr="00D92444">
        <w:rPr>
          <w:szCs w:val="22"/>
        </w:rPr>
        <w:tab/>
        <w:t xml:space="preserve">Stimulation of the brain is used to assess the functions of </w:t>
      </w:r>
      <w:proofErr w:type="gramStart"/>
      <w:r w:rsidRPr="00D92444">
        <w:rPr>
          <w:szCs w:val="22"/>
        </w:rPr>
        <w:t>particular areas</w:t>
      </w:r>
      <w:proofErr w:type="gramEnd"/>
      <w:r w:rsidRPr="00D92444">
        <w:rPr>
          <w:szCs w:val="22"/>
        </w:rPr>
        <w:t>, as well as the areas to which they are connected.</w:t>
      </w:r>
    </w:p>
    <w:p w14:paraId="6D5BD870" w14:textId="77777777" w:rsidR="00BC1D6A" w:rsidRPr="00D92444" w:rsidRDefault="00BC1D6A" w:rsidP="00BC1D6A">
      <w:pPr>
        <w:pStyle w:val="Outline-A"/>
        <w:ind w:left="1470"/>
        <w:rPr>
          <w:szCs w:val="22"/>
        </w:rPr>
      </w:pPr>
      <w:r w:rsidRPr="00D92444">
        <w:rPr>
          <w:szCs w:val="22"/>
        </w:rPr>
        <w:t xml:space="preserve">2. </w:t>
      </w:r>
      <w:r w:rsidRPr="00D92444">
        <w:rPr>
          <w:szCs w:val="22"/>
        </w:rPr>
        <w:tab/>
        <w:t xml:space="preserve">Surface electrodes </w:t>
      </w:r>
      <w:r w:rsidR="00982ADA" w:rsidRPr="00D92444">
        <w:rPr>
          <w:szCs w:val="22"/>
        </w:rPr>
        <w:t xml:space="preserve">used </w:t>
      </w:r>
      <w:r w:rsidRPr="00D92444">
        <w:rPr>
          <w:szCs w:val="22"/>
        </w:rPr>
        <w:t>during neurosurgery assess changes in behavior in response to stimulation in the conscious patient. This strategy can identify reg</w:t>
      </w:r>
      <w:r w:rsidR="00982ADA" w:rsidRPr="00D92444">
        <w:rPr>
          <w:szCs w:val="22"/>
        </w:rPr>
        <w:t>i</w:t>
      </w:r>
      <w:r w:rsidRPr="00D92444">
        <w:rPr>
          <w:szCs w:val="22"/>
        </w:rPr>
        <w:t>ons of the brain that participate in certain behaviors (</w:t>
      </w:r>
      <w:r w:rsidR="00982ADA" w:rsidRPr="00D92444">
        <w:rPr>
          <w:szCs w:val="22"/>
        </w:rPr>
        <w:t>e.g.,</w:t>
      </w:r>
      <w:r w:rsidRPr="00D92444">
        <w:rPr>
          <w:szCs w:val="22"/>
        </w:rPr>
        <w:t xml:space="preserve"> Penfield).</w:t>
      </w:r>
    </w:p>
    <w:p w14:paraId="778B2FA7" w14:textId="77777777" w:rsidR="00BC1D6A" w:rsidRPr="00D92444" w:rsidRDefault="00BC1D6A" w:rsidP="00BC1D6A">
      <w:pPr>
        <w:pStyle w:val="Outline-A"/>
        <w:ind w:left="1470"/>
        <w:rPr>
          <w:szCs w:val="22"/>
        </w:rPr>
      </w:pPr>
      <w:r w:rsidRPr="00D92444">
        <w:rPr>
          <w:szCs w:val="22"/>
        </w:rPr>
        <w:t>3.</w:t>
      </w:r>
      <w:r w:rsidRPr="00D92444">
        <w:rPr>
          <w:szCs w:val="22"/>
        </w:rPr>
        <w:tab/>
        <w:t>Surgically implanted electrodes</w:t>
      </w:r>
      <w:r w:rsidR="00982ADA" w:rsidRPr="00D92444">
        <w:rPr>
          <w:szCs w:val="22"/>
        </w:rPr>
        <w:t xml:space="preserve"> allow</w:t>
      </w:r>
      <w:r w:rsidRPr="00D92444">
        <w:rPr>
          <w:szCs w:val="22"/>
        </w:rPr>
        <w:t xml:space="preserve"> stimulation of deeper regions of the brain (e.g., Heath</w:t>
      </w:r>
      <w:r w:rsidR="00894245" w:rsidRPr="00D92444">
        <w:rPr>
          <w:szCs w:val="22"/>
        </w:rPr>
        <w:t>, Parkinson's disease treatment</w:t>
      </w:r>
      <w:r w:rsidRPr="00D92444">
        <w:rPr>
          <w:szCs w:val="22"/>
        </w:rPr>
        <w:t>).</w:t>
      </w:r>
    </w:p>
    <w:p w14:paraId="31B01A52" w14:textId="77777777" w:rsidR="00BC1D6A" w:rsidRPr="00D92444" w:rsidRDefault="00BC1D6A" w:rsidP="00BC1D6A">
      <w:pPr>
        <w:pStyle w:val="Outline-A"/>
        <w:ind w:left="1470"/>
        <w:rPr>
          <w:szCs w:val="22"/>
        </w:rPr>
      </w:pPr>
      <w:r w:rsidRPr="00D92444">
        <w:rPr>
          <w:szCs w:val="22"/>
        </w:rPr>
        <w:t>4.</w:t>
      </w:r>
      <w:r w:rsidRPr="00D92444">
        <w:rPr>
          <w:szCs w:val="22"/>
        </w:rPr>
        <w:tab/>
      </w:r>
      <w:r w:rsidRPr="00D92444">
        <w:rPr>
          <w:b/>
          <w:szCs w:val="22"/>
        </w:rPr>
        <w:t>Repeated transcranial magnetic stimulation</w:t>
      </w:r>
      <w:r w:rsidRPr="00D92444">
        <w:rPr>
          <w:szCs w:val="22"/>
        </w:rPr>
        <w:t xml:space="preserve"> </w:t>
      </w:r>
      <w:r w:rsidRPr="00AC229F">
        <w:rPr>
          <w:b/>
          <w:szCs w:val="22"/>
        </w:rPr>
        <w:t>(</w:t>
      </w:r>
      <w:proofErr w:type="spellStart"/>
      <w:r w:rsidRPr="00AC229F">
        <w:rPr>
          <w:b/>
          <w:szCs w:val="22"/>
        </w:rPr>
        <w:t>rTMS</w:t>
      </w:r>
      <w:proofErr w:type="spellEnd"/>
      <w:r w:rsidRPr="00AC229F">
        <w:rPr>
          <w:b/>
          <w:szCs w:val="22"/>
        </w:rPr>
        <w:t>)</w:t>
      </w:r>
      <w:r w:rsidRPr="00D92444">
        <w:rPr>
          <w:szCs w:val="22"/>
        </w:rPr>
        <w:t xml:space="preserve"> can temporarily change brain activity immediately below the stimulation site</w:t>
      </w:r>
      <w:r w:rsidR="00894245" w:rsidRPr="00D92444">
        <w:rPr>
          <w:szCs w:val="22"/>
        </w:rPr>
        <w:t xml:space="preserve"> (e.g., treatment of auditory hallucinations)</w:t>
      </w:r>
      <w:r w:rsidRPr="00D92444">
        <w:rPr>
          <w:szCs w:val="22"/>
        </w:rPr>
        <w:t>.</w:t>
      </w:r>
    </w:p>
    <w:p w14:paraId="4BEE90FB" w14:textId="77777777" w:rsidR="00BC1D6A" w:rsidRPr="00D92444" w:rsidRDefault="00BC1D6A" w:rsidP="00BC1D6A">
      <w:pPr>
        <w:pStyle w:val="Indent-a"/>
        <w:rPr>
          <w:szCs w:val="22"/>
        </w:rPr>
      </w:pPr>
      <w:r w:rsidRPr="00D92444">
        <w:rPr>
          <w:szCs w:val="22"/>
        </w:rPr>
        <w:t xml:space="preserve">5. </w:t>
      </w:r>
      <w:r w:rsidRPr="00D92444">
        <w:rPr>
          <w:szCs w:val="22"/>
        </w:rPr>
        <w:tab/>
      </w:r>
      <w:proofErr w:type="spellStart"/>
      <w:r w:rsidRPr="00D92444">
        <w:rPr>
          <w:szCs w:val="22"/>
        </w:rPr>
        <w:t>Optogenetics</w:t>
      </w:r>
      <w:proofErr w:type="spellEnd"/>
      <w:r w:rsidRPr="00D92444">
        <w:rPr>
          <w:szCs w:val="22"/>
        </w:rPr>
        <w:t xml:space="preserve"> uses light to turn living neurons on and off.  This is done with the </w:t>
      </w:r>
      <w:r w:rsidRPr="00D92444">
        <w:rPr>
          <w:szCs w:val="22"/>
        </w:rPr>
        <w:tab/>
        <w:t>use of molecules genetically inserted in</w:t>
      </w:r>
      <w:r w:rsidR="00982ADA" w:rsidRPr="00D92444">
        <w:rPr>
          <w:szCs w:val="22"/>
        </w:rPr>
        <w:t>to</w:t>
      </w:r>
      <w:r w:rsidRPr="00D92444">
        <w:rPr>
          <w:szCs w:val="22"/>
        </w:rPr>
        <w:t xml:space="preserve"> specific neurons in the brain and </w:t>
      </w:r>
      <w:r w:rsidR="00982ADA" w:rsidRPr="00D92444">
        <w:rPr>
          <w:szCs w:val="22"/>
        </w:rPr>
        <w:tab/>
      </w:r>
      <w:r w:rsidRPr="00D92444">
        <w:rPr>
          <w:szCs w:val="22"/>
        </w:rPr>
        <w:t>optical fibers</w:t>
      </w:r>
      <w:r w:rsidR="00982ADA" w:rsidRPr="00D92444">
        <w:rPr>
          <w:szCs w:val="22"/>
        </w:rPr>
        <w:t xml:space="preserve"> either</w:t>
      </w:r>
      <w:r w:rsidRPr="00D92444">
        <w:rPr>
          <w:szCs w:val="22"/>
        </w:rPr>
        <w:t xml:space="preserve"> attached to the skull or surgically implanted.</w:t>
      </w:r>
    </w:p>
    <w:p w14:paraId="1A3CDB2E" w14:textId="77777777" w:rsidR="00184413" w:rsidRPr="00D92444" w:rsidRDefault="00D2796E" w:rsidP="00D92444">
      <w:pPr>
        <w:pStyle w:val="Outline-A"/>
        <w:rPr>
          <w:szCs w:val="22"/>
        </w:rPr>
      </w:pPr>
      <w:r w:rsidRPr="00D92444">
        <w:rPr>
          <w:szCs w:val="22"/>
        </w:rPr>
        <w:fldChar w:fldCharType="begin"/>
      </w:r>
      <w:r w:rsidR="00982ADA" w:rsidRPr="00D92444">
        <w:rPr>
          <w:szCs w:val="22"/>
        </w:rPr>
        <w:instrText xml:space="preserve"> seq NLA \* ALPHABETIC </w:instrText>
      </w:r>
      <w:r w:rsidRPr="00D92444">
        <w:rPr>
          <w:szCs w:val="22"/>
        </w:rPr>
        <w:fldChar w:fldCharType="separate"/>
      </w:r>
      <w:r w:rsidR="00982ADA" w:rsidRPr="00D92444">
        <w:rPr>
          <w:noProof/>
          <w:szCs w:val="22"/>
        </w:rPr>
        <w:t>F</w:t>
      </w:r>
      <w:r w:rsidRPr="00D92444">
        <w:rPr>
          <w:szCs w:val="22"/>
        </w:rPr>
        <w:fldChar w:fldCharType="end"/>
      </w:r>
      <w:r w:rsidRPr="00D92444">
        <w:rPr>
          <w:szCs w:val="22"/>
        </w:rPr>
        <w:fldChar w:fldCharType="begin"/>
      </w:r>
      <w:r w:rsidR="00982ADA" w:rsidRPr="00D92444">
        <w:rPr>
          <w:szCs w:val="22"/>
        </w:rPr>
        <w:instrText xml:space="preserve"> seq NL1 \r 0 \h </w:instrText>
      </w:r>
      <w:r w:rsidRPr="00D92444">
        <w:rPr>
          <w:szCs w:val="22"/>
        </w:rPr>
        <w:fldChar w:fldCharType="end"/>
      </w:r>
      <w:r w:rsidR="00982ADA" w:rsidRPr="00D92444">
        <w:rPr>
          <w:szCs w:val="22"/>
        </w:rPr>
        <w:t>.</w:t>
      </w:r>
      <w:r w:rsidR="00982ADA" w:rsidRPr="00D92444">
        <w:rPr>
          <w:szCs w:val="22"/>
        </w:rPr>
        <w:tab/>
      </w:r>
      <w:r w:rsidR="00982ADA" w:rsidRPr="00D92444">
        <w:rPr>
          <w:b/>
          <w:szCs w:val="22"/>
        </w:rPr>
        <w:t>Lesions</w:t>
      </w:r>
      <w:r w:rsidR="00982ADA" w:rsidRPr="00D92444">
        <w:rPr>
          <w:szCs w:val="22"/>
        </w:rPr>
        <w:t>, which are also used to assess function, may result from naturally occurring (due to injury or disease) or deliberate brain injury (in laboratory animals).</w:t>
      </w:r>
    </w:p>
    <w:p w14:paraId="2BB14010" w14:textId="1ACFB55F" w:rsidR="00C43E54" w:rsidRPr="00D92444" w:rsidRDefault="00C43E54" w:rsidP="00C43E54">
      <w:pPr>
        <w:pStyle w:val="Indent-a"/>
        <w:rPr>
          <w:szCs w:val="22"/>
        </w:rPr>
      </w:pPr>
      <w:r w:rsidRPr="00D92444">
        <w:rPr>
          <w:szCs w:val="22"/>
        </w:rPr>
        <w:t>Electrical or heat lesions destroy small areas of neurons and pathways, whereas chemical lesions destroy small areas of either neural cell bodies or axons</w:t>
      </w:r>
      <w:r w:rsidR="00982ADA" w:rsidRPr="00D92444">
        <w:rPr>
          <w:szCs w:val="22"/>
        </w:rPr>
        <w:t>,</w:t>
      </w:r>
      <w:r w:rsidRPr="00D92444">
        <w:rPr>
          <w:szCs w:val="22"/>
        </w:rPr>
        <w:t xml:space="preserve"> allowing researchers to selectively examine the function of nuclei or pathways in a </w:t>
      </w:r>
      <w:proofErr w:type="gramStart"/>
      <w:r w:rsidRPr="00D92444">
        <w:rPr>
          <w:szCs w:val="22"/>
        </w:rPr>
        <w:t>particular area</w:t>
      </w:r>
      <w:proofErr w:type="gramEnd"/>
      <w:r w:rsidRPr="00D92444">
        <w:rPr>
          <w:szCs w:val="22"/>
        </w:rPr>
        <w:t xml:space="preserve">. The term </w:t>
      </w:r>
      <w:r w:rsidRPr="00D92444">
        <w:rPr>
          <w:b/>
          <w:szCs w:val="22"/>
        </w:rPr>
        <w:t>ablation</w:t>
      </w:r>
      <w:r w:rsidRPr="00D92444">
        <w:rPr>
          <w:szCs w:val="22"/>
        </w:rPr>
        <w:t xml:space="preserve"> is used instead of lesion when sections of the central nervous system are surgically removed. (p. </w:t>
      </w:r>
      <w:r w:rsidR="00745412">
        <w:rPr>
          <w:szCs w:val="22"/>
        </w:rPr>
        <w:t>19</w:t>
      </w:r>
      <w:r w:rsidRPr="00D92444">
        <w:rPr>
          <w:szCs w:val="22"/>
        </w:rPr>
        <w:t>)</w:t>
      </w:r>
    </w:p>
    <w:p w14:paraId="49F3832C" w14:textId="2D6DC4C5" w:rsidR="00184413" w:rsidRPr="00D92444" w:rsidRDefault="00D2796E" w:rsidP="00D92444">
      <w:pPr>
        <w:pStyle w:val="Outline-A"/>
        <w:rPr>
          <w:szCs w:val="22"/>
        </w:rPr>
      </w:pPr>
      <w:r w:rsidRPr="00D92444">
        <w:rPr>
          <w:szCs w:val="22"/>
        </w:rPr>
        <w:lastRenderedPageBreak/>
        <w:fldChar w:fldCharType="begin"/>
      </w:r>
      <w:r w:rsidR="00982ADA" w:rsidRPr="00D92444">
        <w:rPr>
          <w:szCs w:val="22"/>
        </w:rPr>
        <w:instrText xml:space="preserve"> seq NLA \* ALPHABETIC </w:instrText>
      </w:r>
      <w:r w:rsidRPr="00D92444">
        <w:rPr>
          <w:szCs w:val="22"/>
        </w:rPr>
        <w:fldChar w:fldCharType="separate"/>
      </w:r>
      <w:r w:rsidR="00982ADA" w:rsidRPr="00D92444">
        <w:rPr>
          <w:noProof/>
          <w:szCs w:val="22"/>
        </w:rPr>
        <w:t>G</w:t>
      </w:r>
      <w:r w:rsidRPr="00D92444">
        <w:rPr>
          <w:szCs w:val="22"/>
        </w:rPr>
        <w:fldChar w:fldCharType="end"/>
      </w:r>
      <w:r w:rsidRPr="00D92444">
        <w:rPr>
          <w:szCs w:val="22"/>
        </w:rPr>
        <w:fldChar w:fldCharType="begin"/>
      </w:r>
      <w:r w:rsidR="00982ADA" w:rsidRPr="00D92444">
        <w:rPr>
          <w:szCs w:val="22"/>
        </w:rPr>
        <w:instrText xml:space="preserve"> seq NL1 \r 0 \h </w:instrText>
      </w:r>
      <w:r w:rsidRPr="00D92444">
        <w:rPr>
          <w:szCs w:val="22"/>
        </w:rPr>
        <w:fldChar w:fldCharType="end"/>
      </w:r>
      <w:r w:rsidR="00982ADA" w:rsidRPr="00D92444">
        <w:rPr>
          <w:szCs w:val="22"/>
        </w:rPr>
        <w:t>.</w:t>
      </w:r>
      <w:r w:rsidR="00982ADA" w:rsidRPr="00D92444">
        <w:rPr>
          <w:szCs w:val="22"/>
        </w:rPr>
        <w:tab/>
        <w:t xml:space="preserve">Biochemical </w:t>
      </w:r>
      <w:r w:rsidR="00A73B2A">
        <w:rPr>
          <w:szCs w:val="22"/>
        </w:rPr>
        <w:t>m</w:t>
      </w:r>
      <w:r w:rsidR="00982ADA" w:rsidRPr="00D92444">
        <w:rPr>
          <w:szCs w:val="22"/>
        </w:rPr>
        <w:t xml:space="preserve">ethods (p. </w:t>
      </w:r>
      <w:r w:rsidR="00745412">
        <w:rPr>
          <w:szCs w:val="22"/>
        </w:rPr>
        <w:t>20</w:t>
      </w:r>
      <w:r w:rsidR="00982ADA" w:rsidRPr="00D92444">
        <w:rPr>
          <w:szCs w:val="22"/>
        </w:rPr>
        <w:t>)</w:t>
      </w:r>
    </w:p>
    <w:p w14:paraId="1DFC1544" w14:textId="77777777"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1</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t>Drugs of interest may be administered in a variety of ways, including injection, eating, inhaling, chewing, or direct administration through micropipettes.</w:t>
      </w:r>
    </w:p>
    <w:p w14:paraId="6AC882DB" w14:textId="77777777"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2</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r>
      <w:proofErr w:type="spellStart"/>
      <w:r w:rsidR="00184413" w:rsidRPr="00D92444">
        <w:rPr>
          <w:b/>
          <w:szCs w:val="22"/>
        </w:rPr>
        <w:t>Microdialysis</w:t>
      </w:r>
      <w:proofErr w:type="spellEnd"/>
      <w:r w:rsidR="00184413" w:rsidRPr="00D92444">
        <w:rPr>
          <w:szCs w:val="22"/>
        </w:rPr>
        <w:t xml:space="preserve">, in which </w:t>
      </w:r>
      <w:r w:rsidR="0003257E" w:rsidRPr="00D92444">
        <w:rPr>
          <w:szCs w:val="22"/>
        </w:rPr>
        <w:t xml:space="preserve">extracellular fluid </w:t>
      </w:r>
      <w:r w:rsidR="00184413" w:rsidRPr="00D92444">
        <w:rPr>
          <w:szCs w:val="22"/>
        </w:rPr>
        <w:t>samples are removed through micropipettes, allow</w:t>
      </w:r>
      <w:r w:rsidR="00982ADA" w:rsidRPr="00D92444">
        <w:rPr>
          <w:szCs w:val="22"/>
        </w:rPr>
        <w:t>s</w:t>
      </w:r>
      <w:r w:rsidR="00184413" w:rsidRPr="00D92444">
        <w:rPr>
          <w:szCs w:val="22"/>
        </w:rPr>
        <w:t xml:space="preserve"> researchers to identify chemicals present in </w:t>
      </w:r>
      <w:r w:rsidR="0003257E" w:rsidRPr="00D92444">
        <w:rPr>
          <w:szCs w:val="22"/>
        </w:rPr>
        <w:t>precise areas of the brain</w:t>
      </w:r>
      <w:r w:rsidR="00184413" w:rsidRPr="00D92444">
        <w:rPr>
          <w:szCs w:val="22"/>
        </w:rPr>
        <w:t>.</w:t>
      </w:r>
    </w:p>
    <w:p w14:paraId="2950EB65" w14:textId="32FF7FA8" w:rsidR="00184413" w:rsidRPr="00D92444" w:rsidRDefault="00BD4DBE">
      <w:pPr>
        <w:pStyle w:val="Outline-A"/>
        <w:rPr>
          <w:szCs w:val="22"/>
        </w:rPr>
      </w:pPr>
      <w:r w:rsidRPr="00D92444">
        <w:rPr>
          <w:szCs w:val="22"/>
        </w:rPr>
        <w:fldChar w:fldCharType="begin"/>
      </w:r>
      <w:r w:rsidRPr="00D92444">
        <w:rPr>
          <w:szCs w:val="22"/>
        </w:rPr>
        <w:instrText xml:space="preserve"> seq NLA \* ALPHABETIC </w:instrText>
      </w:r>
      <w:r w:rsidRPr="00D92444">
        <w:rPr>
          <w:szCs w:val="22"/>
        </w:rPr>
        <w:fldChar w:fldCharType="separate"/>
      </w:r>
      <w:r w:rsidR="00184413" w:rsidRPr="00D92444">
        <w:rPr>
          <w:noProof/>
          <w:szCs w:val="22"/>
        </w:rPr>
        <w:t>H</w:t>
      </w:r>
      <w:r w:rsidRPr="00D92444">
        <w:rPr>
          <w:noProof/>
          <w:szCs w:val="22"/>
        </w:rPr>
        <w:fldChar w:fldCharType="end"/>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t xml:space="preserve">Genetic </w:t>
      </w:r>
      <w:r w:rsidR="00A73B2A">
        <w:rPr>
          <w:szCs w:val="22"/>
        </w:rPr>
        <w:t>m</w:t>
      </w:r>
      <w:r w:rsidR="00184413" w:rsidRPr="00D92444">
        <w:rPr>
          <w:szCs w:val="22"/>
        </w:rPr>
        <w:t xml:space="preserve">ethods (pp. </w:t>
      </w:r>
      <w:r w:rsidR="00745412">
        <w:rPr>
          <w:szCs w:val="22"/>
        </w:rPr>
        <w:t>20</w:t>
      </w:r>
      <w:r w:rsidR="00587C64">
        <w:rPr>
          <w:szCs w:val="22"/>
        </w:rPr>
        <w:t>–</w:t>
      </w:r>
      <w:r w:rsidR="00745412">
        <w:rPr>
          <w:szCs w:val="22"/>
        </w:rPr>
        <w:t>21</w:t>
      </w:r>
      <w:r w:rsidR="00184413" w:rsidRPr="00D92444">
        <w:rPr>
          <w:szCs w:val="22"/>
        </w:rPr>
        <w:t>)</w:t>
      </w:r>
    </w:p>
    <w:p w14:paraId="20634175" w14:textId="48FB6227" w:rsidR="00184413" w:rsidRPr="00D92444" w:rsidRDefault="00184413" w:rsidP="00184413">
      <w:pPr>
        <w:pStyle w:val="BOX"/>
        <w:rPr>
          <w:szCs w:val="22"/>
        </w:rPr>
      </w:pPr>
      <w:r w:rsidRPr="00D92444">
        <w:rPr>
          <w:szCs w:val="22"/>
        </w:rPr>
        <w:t>Film Clip #1</w:t>
      </w:r>
      <w:r w:rsidR="0003257E" w:rsidRPr="00D92444">
        <w:rPr>
          <w:szCs w:val="22"/>
        </w:rPr>
        <w:t>2</w:t>
      </w:r>
      <w:r w:rsidR="00A404B8">
        <w:rPr>
          <w:szCs w:val="22"/>
        </w:rPr>
        <w:t xml:space="preserve">: </w:t>
      </w:r>
      <w:r w:rsidRPr="00D92444">
        <w:rPr>
          <w:szCs w:val="22"/>
        </w:rPr>
        <w:t>Human Genome Project</w:t>
      </w:r>
    </w:p>
    <w:p w14:paraId="1AD2EF16" w14:textId="77777777" w:rsidR="00184413" w:rsidRPr="00D92444" w:rsidRDefault="00BD4DBE">
      <w:pPr>
        <w:pStyle w:val="Outline-10"/>
        <w:rPr>
          <w:szCs w:val="22"/>
        </w:rPr>
      </w:pPr>
      <w:r w:rsidRPr="00D92444">
        <w:rPr>
          <w:szCs w:val="22"/>
        </w:rPr>
        <w:fldChar w:fldCharType="begin"/>
      </w:r>
      <w:r w:rsidRPr="00D92444">
        <w:rPr>
          <w:szCs w:val="22"/>
        </w:rPr>
        <w:instrText xml:space="preserve"> seq NL1 </w:instrText>
      </w:r>
      <w:r w:rsidRPr="00D92444">
        <w:rPr>
          <w:szCs w:val="22"/>
        </w:rPr>
        <w:fldChar w:fldCharType="separate"/>
      </w:r>
      <w:r w:rsidR="00184413" w:rsidRPr="00D92444">
        <w:rPr>
          <w:noProof/>
          <w:szCs w:val="22"/>
        </w:rPr>
        <w:t>1</w:t>
      </w:r>
      <w:r w:rsidRPr="00D92444">
        <w:rPr>
          <w:noProof/>
          <w:szCs w:val="22"/>
        </w:rPr>
        <w:fldChar w:fldCharType="end"/>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t>The effect of genetic concordance on behavior is examined by comparing monozygotic</w:t>
      </w:r>
      <w:r w:rsidR="0003257E" w:rsidRPr="00D92444">
        <w:rPr>
          <w:szCs w:val="22"/>
        </w:rPr>
        <w:t xml:space="preserve"> (identical)</w:t>
      </w:r>
      <w:r w:rsidR="00184413" w:rsidRPr="00D92444">
        <w:rPr>
          <w:szCs w:val="22"/>
        </w:rPr>
        <w:t xml:space="preserve"> and</w:t>
      </w:r>
      <w:r w:rsidR="0003257E" w:rsidRPr="00D92444">
        <w:rPr>
          <w:szCs w:val="22"/>
        </w:rPr>
        <w:t xml:space="preserve"> dizygotic</w:t>
      </w:r>
      <w:r w:rsidR="00184413" w:rsidRPr="00D92444">
        <w:rPr>
          <w:szCs w:val="22"/>
        </w:rPr>
        <w:t xml:space="preserve"> </w:t>
      </w:r>
      <w:r w:rsidR="0003257E" w:rsidRPr="00D92444">
        <w:rPr>
          <w:szCs w:val="22"/>
        </w:rPr>
        <w:t>(</w:t>
      </w:r>
      <w:r w:rsidR="00184413" w:rsidRPr="00D92444">
        <w:rPr>
          <w:szCs w:val="22"/>
        </w:rPr>
        <w:t>fraternal</w:t>
      </w:r>
      <w:r w:rsidR="0003257E" w:rsidRPr="00D92444">
        <w:rPr>
          <w:szCs w:val="22"/>
        </w:rPr>
        <w:t>)</w:t>
      </w:r>
      <w:r w:rsidR="00184413" w:rsidRPr="00D92444">
        <w:rPr>
          <w:szCs w:val="22"/>
        </w:rPr>
        <w:t xml:space="preserve"> twins. Studies comparing twins, including those adopted by different sets of parents, provide some insight into relative contributions of genetics and environment.</w:t>
      </w:r>
    </w:p>
    <w:p w14:paraId="292AE0B5" w14:textId="77777777" w:rsidR="00184413" w:rsidRPr="00D92444" w:rsidRDefault="00982ADA">
      <w:pPr>
        <w:pStyle w:val="Outline-10"/>
        <w:rPr>
          <w:szCs w:val="22"/>
        </w:rPr>
      </w:pPr>
      <w:r w:rsidRPr="00D92444">
        <w:rPr>
          <w:szCs w:val="22"/>
        </w:rPr>
        <w:t>2</w:t>
      </w:r>
      <w:r w:rsidR="00D2796E" w:rsidRPr="00D92444">
        <w:rPr>
          <w:szCs w:val="22"/>
        </w:rPr>
        <w:fldChar w:fldCharType="begin"/>
      </w:r>
      <w:r w:rsidR="00184413" w:rsidRPr="00D92444">
        <w:rPr>
          <w:szCs w:val="22"/>
        </w:rPr>
        <w:instrText xml:space="preserve"> seq NL_a \r 0 \h </w:instrText>
      </w:r>
      <w:r w:rsidR="00D2796E" w:rsidRPr="00D92444">
        <w:rPr>
          <w:szCs w:val="22"/>
        </w:rPr>
        <w:fldChar w:fldCharType="end"/>
      </w:r>
      <w:r w:rsidR="00184413" w:rsidRPr="00D92444">
        <w:rPr>
          <w:szCs w:val="22"/>
        </w:rPr>
        <w:t>.</w:t>
      </w:r>
      <w:r w:rsidR="00184413" w:rsidRPr="00D92444">
        <w:rPr>
          <w:szCs w:val="22"/>
        </w:rPr>
        <w:tab/>
        <w:t>Genetically modified (GM) animals have had a defective gene (</w:t>
      </w:r>
      <w:r w:rsidR="00184413" w:rsidRPr="00D92444">
        <w:rPr>
          <w:b/>
          <w:szCs w:val="22"/>
        </w:rPr>
        <w:t>knockout gene</w:t>
      </w:r>
      <w:r w:rsidR="00184413" w:rsidRPr="00D92444">
        <w:rPr>
          <w:szCs w:val="22"/>
        </w:rPr>
        <w:t>) inserted into their chromosomes, allowing researchers to correlate changes in behavior and physiology with the associated genes affected by the knockout technique.</w:t>
      </w:r>
    </w:p>
    <w:p w14:paraId="6CFB3EB1" w14:textId="77777777" w:rsidR="0003257E" w:rsidRPr="00D92444" w:rsidRDefault="00982ADA" w:rsidP="0003257E">
      <w:pPr>
        <w:pStyle w:val="Indent-10"/>
        <w:ind w:left="979"/>
        <w:rPr>
          <w:szCs w:val="22"/>
        </w:rPr>
      </w:pPr>
      <w:r w:rsidRPr="00D92444">
        <w:rPr>
          <w:szCs w:val="22"/>
        </w:rPr>
        <w:t>3</w:t>
      </w:r>
      <w:r w:rsidR="0003257E" w:rsidRPr="00D92444">
        <w:rPr>
          <w:szCs w:val="22"/>
        </w:rPr>
        <w:t xml:space="preserve">. </w:t>
      </w:r>
      <w:r w:rsidR="0003257E" w:rsidRPr="00D92444">
        <w:rPr>
          <w:szCs w:val="22"/>
        </w:rPr>
        <w:tab/>
        <w:t xml:space="preserve">Epigenetics studies the effects of external factors on gene expression; </w:t>
      </w:r>
      <w:r w:rsidR="0003257E" w:rsidRPr="00D92444">
        <w:rPr>
          <w:szCs w:val="22"/>
        </w:rPr>
        <w:tab/>
        <w:t xml:space="preserve">specifically, alteration of gene function due to factors other than changes in the </w:t>
      </w:r>
      <w:r w:rsidR="0003257E" w:rsidRPr="00D92444">
        <w:rPr>
          <w:szCs w:val="22"/>
        </w:rPr>
        <w:tab/>
        <w:t>gene sequence, itself.</w:t>
      </w:r>
    </w:p>
    <w:p w14:paraId="3F546D68" w14:textId="0ED10E13" w:rsidR="00184413" w:rsidRPr="00D92444" w:rsidRDefault="00D2796E" w:rsidP="00D92444">
      <w:pPr>
        <w:pStyle w:val="Outline-I"/>
        <w:rPr>
          <w:szCs w:val="22"/>
        </w:rPr>
      </w:pPr>
      <w:r w:rsidRPr="00D92444">
        <w:rPr>
          <w:szCs w:val="22"/>
        </w:rPr>
        <w:fldChar w:fldCharType="begin"/>
      </w:r>
      <w:r w:rsidR="00D606E4" w:rsidRPr="00D92444">
        <w:rPr>
          <w:szCs w:val="22"/>
        </w:rPr>
        <w:instrText xml:space="preserve"> seq NLI \* ROMAN </w:instrText>
      </w:r>
      <w:r w:rsidRPr="00D92444">
        <w:rPr>
          <w:szCs w:val="22"/>
        </w:rPr>
        <w:fldChar w:fldCharType="separate"/>
      </w:r>
      <w:r w:rsidR="00D606E4" w:rsidRPr="00D92444">
        <w:rPr>
          <w:noProof/>
          <w:szCs w:val="22"/>
        </w:rPr>
        <w:t>IV</w:t>
      </w:r>
      <w:r w:rsidRPr="00D92444">
        <w:rPr>
          <w:szCs w:val="22"/>
        </w:rPr>
        <w:fldChar w:fldCharType="end"/>
      </w:r>
      <w:r w:rsidRPr="00D92444">
        <w:rPr>
          <w:szCs w:val="22"/>
        </w:rPr>
        <w:fldChar w:fldCharType="begin"/>
      </w:r>
      <w:r w:rsidR="00D606E4" w:rsidRPr="00D92444">
        <w:rPr>
          <w:szCs w:val="22"/>
        </w:rPr>
        <w:instrText xml:space="preserve"> seq NLA \r 0 \h </w:instrText>
      </w:r>
      <w:r w:rsidRPr="00D92444">
        <w:rPr>
          <w:szCs w:val="22"/>
        </w:rPr>
        <w:fldChar w:fldCharType="end"/>
      </w:r>
      <w:r w:rsidR="00D606E4" w:rsidRPr="00D92444">
        <w:rPr>
          <w:szCs w:val="22"/>
        </w:rPr>
        <w:t>.</w:t>
      </w:r>
      <w:r w:rsidR="00D606E4" w:rsidRPr="00D92444">
        <w:rPr>
          <w:szCs w:val="22"/>
        </w:rPr>
        <w:tab/>
        <w:t xml:space="preserve">Research Ethics in Behavioral Neuroscience (pp. </w:t>
      </w:r>
      <w:r w:rsidR="007D5E6B">
        <w:rPr>
          <w:szCs w:val="22"/>
        </w:rPr>
        <w:t>23</w:t>
      </w:r>
      <w:r w:rsidR="00211DFC">
        <w:rPr>
          <w:szCs w:val="22"/>
        </w:rPr>
        <w:t>–</w:t>
      </w:r>
      <w:r w:rsidR="007D5E6B">
        <w:rPr>
          <w:szCs w:val="22"/>
        </w:rPr>
        <w:t>25</w:t>
      </w:r>
      <w:r w:rsidR="00D606E4" w:rsidRPr="00D92444">
        <w:rPr>
          <w:szCs w:val="22"/>
        </w:rPr>
        <w:t>)</w:t>
      </w:r>
    </w:p>
    <w:p w14:paraId="24F5F837" w14:textId="5FD6EB3E" w:rsidR="00184413" w:rsidRPr="00D92444" w:rsidRDefault="00BD4DBE">
      <w:pPr>
        <w:pStyle w:val="Outline-A"/>
        <w:rPr>
          <w:szCs w:val="22"/>
        </w:rPr>
      </w:pPr>
      <w:r w:rsidRPr="00D92444">
        <w:rPr>
          <w:szCs w:val="22"/>
        </w:rPr>
        <w:fldChar w:fldCharType="begin"/>
      </w:r>
      <w:r w:rsidRPr="00D92444">
        <w:rPr>
          <w:szCs w:val="22"/>
        </w:rPr>
        <w:instrText xml:space="preserve"> seq NLA \* ALPHABETIC </w:instrText>
      </w:r>
      <w:r w:rsidRPr="00D92444">
        <w:rPr>
          <w:szCs w:val="22"/>
        </w:rPr>
        <w:fldChar w:fldCharType="separate"/>
      </w:r>
      <w:r w:rsidR="00184413" w:rsidRPr="00D92444">
        <w:rPr>
          <w:noProof/>
          <w:szCs w:val="22"/>
        </w:rPr>
        <w:t>A</w:t>
      </w:r>
      <w:r w:rsidRPr="00D92444">
        <w:rPr>
          <w:noProof/>
          <w:szCs w:val="22"/>
        </w:rPr>
        <w:fldChar w:fldCharType="end"/>
      </w:r>
      <w:r w:rsidR="00D2796E" w:rsidRPr="00D92444">
        <w:rPr>
          <w:szCs w:val="22"/>
        </w:rPr>
        <w:fldChar w:fldCharType="begin"/>
      </w:r>
      <w:r w:rsidR="00184413" w:rsidRPr="00D92444">
        <w:rPr>
          <w:szCs w:val="22"/>
        </w:rPr>
        <w:instrText xml:space="preserve"> seq NL1 \r 0 \h </w:instrText>
      </w:r>
      <w:r w:rsidR="00D2796E" w:rsidRPr="00D92444">
        <w:rPr>
          <w:szCs w:val="22"/>
        </w:rPr>
        <w:fldChar w:fldCharType="end"/>
      </w:r>
      <w:r w:rsidR="00184413" w:rsidRPr="00D92444">
        <w:rPr>
          <w:szCs w:val="22"/>
        </w:rPr>
        <w:t>.</w:t>
      </w:r>
      <w:r w:rsidR="00184413" w:rsidRPr="00D92444">
        <w:rPr>
          <w:szCs w:val="22"/>
        </w:rPr>
        <w:tab/>
        <w:t xml:space="preserve">The ethical use of experimental methodology, including animal and human subjects, is subjected to multiple levels of review (university review boards, national organizational review boards, and peer review at the time of publication) to ensure compliance with federal, state, and local laws and ethical use guidelines.  (p. </w:t>
      </w:r>
      <w:r w:rsidR="007D5E6B">
        <w:rPr>
          <w:szCs w:val="22"/>
        </w:rPr>
        <w:t>23</w:t>
      </w:r>
      <w:r w:rsidR="00184413" w:rsidRPr="00D92444">
        <w:rPr>
          <w:szCs w:val="22"/>
        </w:rPr>
        <w:t>)</w:t>
      </w:r>
    </w:p>
    <w:p w14:paraId="0B4009C2" w14:textId="77777777" w:rsidR="00184413" w:rsidRPr="00D92444" w:rsidRDefault="00184413" w:rsidP="00184413">
      <w:pPr>
        <w:pStyle w:val="BOX"/>
        <w:rPr>
          <w:szCs w:val="22"/>
        </w:rPr>
      </w:pPr>
      <w:r w:rsidRPr="00D92444">
        <w:rPr>
          <w:szCs w:val="22"/>
        </w:rPr>
        <w:t>Clicker Questions #5 and #6</w:t>
      </w:r>
    </w:p>
    <w:p w14:paraId="32C31EA9" w14:textId="2D98FFAC" w:rsidR="00A5610B" w:rsidRPr="00D92444" w:rsidRDefault="00A5610B" w:rsidP="0013006E">
      <w:pPr>
        <w:pStyle w:val="Outline-A"/>
        <w:ind w:left="990"/>
        <w:rPr>
          <w:szCs w:val="22"/>
        </w:rPr>
      </w:pPr>
      <w:r w:rsidRPr="00D92444">
        <w:rPr>
          <w:szCs w:val="22"/>
        </w:rPr>
        <w:t>B</w:t>
      </w:r>
      <w:r w:rsidR="00D2796E" w:rsidRPr="00D92444">
        <w:rPr>
          <w:szCs w:val="22"/>
        </w:rPr>
        <w:fldChar w:fldCharType="begin"/>
      </w:r>
      <w:r w:rsidRPr="00D92444">
        <w:rPr>
          <w:szCs w:val="22"/>
        </w:rPr>
        <w:instrText xml:space="preserve"> seq NL1 \r 0 \h </w:instrText>
      </w:r>
      <w:r w:rsidR="00D2796E" w:rsidRPr="00D92444">
        <w:rPr>
          <w:szCs w:val="22"/>
        </w:rPr>
        <w:fldChar w:fldCharType="end"/>
      </w:r>
      <w:r w:rsidR="004025C8" w:rsidRPr="00D92444">
        <w:rPr>
          <w:szCs w:val="22"/>
        </w:rPr>
        <w:t>.</w:t>
      </w:r>
      <w:r w:rsidR="004025C8" w:rsidRPr="00D92444">
        <w:rPr>
          <w:szCs w:val="22"/>
        </w:rPr>
        <w:tab/>
      </w:r>
      <w:r w:rsidRPr="00D92444">
        <w:rPr>
          <w:szCs w:val="22"/>
        </w:rPr>
        <w:t xml:space="preserve">Human </w:t>
      </w:r>
      <w:r w:rsidR="007C4E28">
        <w:rPr>
          <w:szCs w:val="22"/>
        </w:rPr>
        <w:t>participant</w:t>
      </w:r>
      <w:r w:rsidR="007C4E28" w:rsidRPr="00D92444">
        <w:rPr>
          <w:szCs w:val="22"/>
        </w:rPr>
        <w:t xml:space="preserve"> </w:t>
      </w:r>
      <w:r w:rsidRPr="00D92444">
        <w:rPr>
          <w:szCs w:val="22"/>
        </w:rPr>
        <w:t xml:space="preserve">guidelines </w:t>
      </w:r>
      <w:r w:rsidR="007D5E6B">
        <w:rPr>
          <w:szCs w:val="22"/>
        </w:rPr>
        <w:t>ensure</w:t>
      </w:r>
      <w:r w:rsidRPr="00D92444">
        <w:rPr>
          <w:szCs w:val="22"/>
        </w:rPr>
        <w:t xml:space="preserve"> lack of </w:t>
      </w:r>
      <w:r w:rsidR="007D5E6B">
        <w:rPr>
          <w:szCs w:val="22"/>
        </w:rPr>
        <w:t xml:space="preserve">subject </w:t>
      </w:r>
      <w:r w:rsidRPr="00D92444">
        <w:rPr>
          <w:szCs w:val="22"/>
        </w:rPr>
        <w:t>coercion, informed consent</w:t>
      </w:r>
      <w:r w:rsidR="007D5E6B">
        <w:rPr>
          <w:szCs w:val="22"/>
        </w:rPr>
        <w:t xml:space="preserve"> of subject</w:t>
      </w:r>
      <w:r w:rsidRPr="00D92444">
        <w:rPr>
          <w:szCs w:val="22"/>
        </w:rPr>
        <w:t xml:space="preserve">, and privacy protection. (pp. </w:t>
      </w:r>
      <w:r w:rsidR="007D5E6B">
        <w:rPr>
          <w:szCs w:val="22"/>
        </w:rPr>
        <w:t>23</w:t>
      </w:r>
      <w:r w:rsidR="002F7D5B">
        <w:rPr>
          <w:szCs w:val="22"/>
        </w:rPr>
        <w:t>–</w:t>
      </w:r>
      <w:r w:rsidR="007D5E6B">
        <w:rPr>
          <w:szCs w:val="22"/>
        </w:rPr>
        <w:t>24</w:t>
      </w:r>
      <w:r w:rsidRPr="00D92444">
        <w:rPr>
          <w:szCs w:val="22"/>
        </w:rPr>
        <w:t>)</w:t>
      </w:r>
    </w:p>
    <w:p w14:paraId="027C024E" w14:textId="593818DC" w:rsidR="003A2787" w:rsidRPr="00D92444" w:rsidRDefault="003A2787" w:rsidP="00184413">
      <w:pPr>
        <w:pStyle w:val="Indent-a"/>
        <w:rPr>
          <w:i/>
          <w:szCs w:val="22"/>
        </w:rPr>
      </w:pPr>
      <w:r w:rsidRPr="00D92444">
        <w:rPr>
          <w:i/>
          <w:szCs w:val="22"/>
        </w:rPr>
        <w:t xml:space="preserve">Building Better Health: When is it </w:t>
      </w:r>
      <w:r w:rsidR="00332EF3">
        <w:rPr>
          <w:i/>
          <w:szCs w:val="22"/>
        </w:rPr>
        <w:t>A</w:t>
      </w:r>
      <w:r w:rsidRPr="00D92444">
        <w:rPr>
          <w:i/>
          <w:szCs w:val="22"/>
        </w:rPr>
        <w:t xml:space="preserve">ppropriate to </w:t>
      </w:r>
      <w:r w:rsidR="00332EF3">
        <w:rPr>
          <w:i/>
          <w:szCs w:val="22"/>
        </w:rPr>
        <w:t>U</w:t>
      </w:r>
      <w:r w:rsidRPr="00D92444">
        <w:rPr>
          <w:i/>
          <w:szCs w:val="22"/>
        </w:rPr>
        <w:t xml:space="preserve">se </w:t>
      </w:r>
      <w:r w:rsidR="00332EF3">
        <w:rPr>
          <w:i/>
          <w:szCs w:val="22"/>
        </w:rPr>
        <w:t>P</w:t>
      </w:r>
      <w:r w:rsidRPr="00D92444">
        <w:rPr>
          <w:i/>
          <w:szCs w:val="22"/>
        </w:rPr>
        <w:t>lacebos?</w:t>
      </w:r>
    </w:p>
    <w:p w14:paraId="6A7113B2" w14:textId="77777777" w:rsidR="00184413" w:rsidRPr="00D92444" w:rsidRDefault="00184413" w:rsidP="00184413">
      <w:pPr>
        <w:pStyle w:val="BOX"/>
        <w:rPr>
          <w:szCs w:val="22"/>
        </w:rPr>
      </w:pPr>
      <w:r w:rsidRPr="00D92444">
        <w:rPr>
          <w:szCs w:val="22"/>
        </w:rPr>
        <w:t>Clicker Question #7</w:t>
      </w:r>
    </w:p>
    <w:p w14:paraId="0F0D77B3" w14:textId="6887952B" w:rsidR="00D606E4" w:rsidRPr="00D92444" w:rsidRDefault="00A5610B" w:rsidP="00D92444">
      <w:pPr>
        <w:pStyle w:val="Outline-A"/>
        <w:rPr>
          <w:szCs w:val="22"/>
        </w:rPr>
      </w:pPr>
      <w:r w:rsidRPr="00D92444">
        <w:rPr>
          <w:szCs w:val="22"/>
        </w:rPr>
        <w:t>C</w:t>
      </w:r>
      <w:r w:rsidR="00D2796E" w:rsidRPr="00D92444">
        <w:rPr>
          <w:szCs w:val="22"/>
        </w:rPr>
        <w:fldChar w:fldCharType="begin"/>
      </w:r>
      <w:r w:rsidRPr="00D92444">
        <w:rPr>
          <w:szCs w:val="22"/>
        </w:rPr>
        <w:instrText xml:space="preserve"> seq NL1 \r 0 \h </w:instrText>
      </w:r>
      <w:r w:rsidR="00D2796E" w:rsidRPr="00D92444">
        <w:rPr>
          <w:szCs w:val="22"/>
        </w:rPr>
        <w:fldChar w:fldCharType="end"/>
      </w:r>
      <w:r w:rsidRPr="00D92444">
        <w:rPr>
          <w:szCs w:val="22"/>
        </w:rPr>
        <w:t>.</w:t>
      </w:r>
      <w:r w:rsidRPr="00D92444">
        <w:rPr>
          <w:szCs w:val="22"/>
        </w:rPr>
        <w:tab/>
        <w:t xml:space="preserve">Animal </w:t>
      </w:r>
      <w:proofErr w:type="gramStart"/>
      <w:r w:rsidRPr="00D92444">
        <w:rPr>
          <w:szCs w:val="22"/>
        </w:rPr>
        <w:t>subjects</w:t>
      </w:r>
      <w:proofErr w:type="gramEnd"/>
      <w:r w:rsidRPr="00D92444">
        <w:rPr>
          <w:szCs w:val="22"/>
        </w:rPr>
        <w:t xml:space="preserve"> guidelines focus on the necessity of using animals to answer a research question, the provision of excellent housing and health care, and the minimizing of the number of animals used and any pain and suffering that is necessitated by the research protocol. (p. </w:t>
      </w:r>
      <w:r w:rsidR="007D5E6B">
        <w:rPr>
          <w:szCs w:val="22"/>
        </w:rPr>
        <w:t>24</w:t>
      </w:r>
      <w:r w:rsidRPr="00D92444">
        <w:rPr>
          <w:szCs w:val="22"/>
        </w:rPr>
        <w:t>)</w:t>
      </w:r>
    </w:p>
    <w:p w14:paraId="12B5C4F4" w14:textId="77777777" w:rsidR="00184413" w:rsidRPr="00D92444" w:rsidRDefault="00184413" w:rsidP="00184413">
      <w:pPr>
        <w:pStyle w:val="Indent-a"/>
        <w:spacing w:after="0"/>
        <w:ind w:left="950"/>
        <w:rPr>
          <w:i/>
          <w:szCs w:val="22"/>
        </w:rPr>
      </w:pPr>
      <w:r w:rsidRPr="00D92444">
        <w:rPr>
          <w:i/>
          <w:szCs w:val="22"/>
        </w:rPr>
        <w:t>*See the Supplemental Reading section for additional information regarding the protection of animals used in laboratory research.</w:t>
      </w:r>
    </w:p>
    <w:p w14:paraId="62517D96" w14:textId="77777777" w:rsidR="003A2787" w:rsidRPr="00D92444" w:rsidRDefault="003A2787" w:rsidP="00184413">
      <w:pPr>
        <w:pStyle w:val="Indent-a"/>
        <w:spacing w:after="0"/>
        <w:ind w:left="950"/>
        <w:rPr>
          <w:i/>
          <w:szCs w:val="22"/>
        </w:rPr>
      </w:pPr>
    </w:p>
    <w:p w14:paraId="6B4BBF21" w14:textId="77777777" w:rsidR="00184413" w:rsidRPr="00D92444" w:rsidRDefault="00184413" w:rsidP="00184413">
      <w:pPr>
        <w:pStyle w:val="BOX"/>
        <w:rPr>
          <w:szCs w:val="22"/>
        </w:rPr>
      </w:pPr>
      <w:r w:rsidRPr="00D92444">
        <w:rPr>
          <w:szCs w:val="22"/>
        </w:rPr>
        <w:t>Clicker Question #8</w:t>
      </w:r>
    </w:p>
    <w:p w14:paraId="53F03472" w14:textId="77777777" w:rsidR="00184413" w:rsidRPr="00D92444" w:rsidRDefault="00184413" w:rsidP="0013006E">
      <w:pPr>
        <w:pStyle w:val="Indent-a"/>
        <w:spacing w:after="0"/>
        <w:ind w:left="950"/>
        <w:rPr>
          <w:i/>
          <w:szCs w:val="22"/>
        </w:rPr>
      </w:pPr>
      <w:r w:rsidRPr="00D92444">
        <w:rPr>
          <w:i/>
          <w:szCs w:val="22"/>
        </w:rPr>
        <w:lastRenderedPageBreak/>
        <w:t>*See the Supplemental Reading section for additional information regarding the   private, U</w:t>
      </w:r>
      <w:r w:rsidR="005B4D04" w:rsidRPr="00D92444">
        <w:rPr>
          <w:i/>
          <w:szCs w:val="22"/>
        </w:rPr>
        <w:t>.</w:t>
      </w:r>
      <w:r w:rsidRPr="00D92444">
        <w:rPr>
          <w:i/>
          <w:szCs w:val="22"/>
        </w:rPr>
        <w:t>S</w:t>
      </w:r>
      <w:r w:rsidR="005B4D04" w:rsidRPr="00D92444">
        <w:rPr>
          <w:i/>
          <w:szCs w:val="22"/>
        </w:rPr>
        <w:t>.</w:t>
      </w:r>
      <w:r w:rsidRPr="00D92444">
        <w:rPr>
          <w:i/>
          <w:szCs w:val="22"/>
        </w:rPr>
        <w:t xml:space="preserve"> federal, U</w:t>
      </w:r>
      <w:r w:rsidR="005B4D04" w:rsidRPr="00D92444">
        <w:rPr>
          <w:i/>
          <w:szCs w:val="22"/>
        </w:rPr>
        <w:t>.</w:t>
      </w:r>
      <w:r w:rsidRPr="00D92444">
        <w:rPr>
          <w:i/>
          <w:szCs w:val="22"/>
        </w:rPr>
        <w:t>S</w:t>
      </w:r>
      <w:r w:rsidR="005B4D04" w:rsidRPr="00D92444">
        <w:rPr>
          <w:i/>
          <w:szCs w:val="22"/>
        </w:rPr>
        <w:t>.</w:t>
      </w:r>
      <w:r w:rsidRPr="00D92444">
        <w:rPr>
          <w:i/>
          <w:szCs w:val="22"/>
        </w:rPr>
        <w:t xml:space="preserve"> state, and international public policies and stem cell research.</w:t>
      </w:r>
    </w:p>
    <w:p w14:paraId="4118E323" w14:textId="77777777" w:rsidR="00184413" w:rsidRDefault="00D2796E">
      <w:pPr>
        <w:pStyle w:val="Heading1"/>
      </w:pPr>
      <w:r>
        <w:fldChar w:fldCharType="begin"/>
      </w:r>
      <w:r w:rsidR="00184413">
        <w:instrText xml:space="preserve"> seq NL1 \r 0 \h </w:instrText>
      </w:r>
      <w:r>
        <w:fldChar w:fldCharType="end"/>
      </w:r>
      <w:r w:rsidR="00184413">
        <w:t>Lecture Enrichment</w:t>
      </w:r>
    </w:p>
    <w:p w14:paraId="72CE9ADE" w14:textId="3244E475" w:rsidR="00184413" w:rsidRDefault="00184413">
      <w:pPr>
        <w:pStyle w:val="Heading3"/>
      </w:pPr>
      <w:r>
        <w:t xml:space="preserve">II. </w:t>
      </w:r>
      <w:r w:rsidR="00C96A76">
        <w:t>B</w:t>
      </w:r>
      <w:r>
        <w:t>.</w:t>
      </w:r>
      <w:r w:rsidR="00B05800">
        <w:t xml:space="preserve"> 4.</w:t>
      </w:r>
      <w:r>
        <w:t xml:space="preserve"> – Unusual Circumstances Surrounding the Death and Burial of René Descartes</w:t>
      </w:r>
    </w:p>
    <w:p w14:paraId="7B1818BA" w14:textId="7E67DA2F" w:rsidR="00184413" w:rsidRDefault="00184413">
      <w:pPr>
        <w:pStyle w:val="BodyText1"/>
      </w:pPr>
      <w:r>
        <w:t>René Descartes proposed the mind</w:t>
      </w:r>
      <w:r w:rsidR="00716668">
        <w:t>–</w:t>
      </w:r>
      <w:r>
        <w:t xml:space="preserve">body dualism theory </w:t>
      </w:r>
      <w:proofErr w:type="gramStart"/>
      <w:r>
        <w:t>in an attempt to</w:t>
      </w:r>
      <w:proofErr w:type="gramEnd"/>
      <w:r>
        <w:t xml:space="preserve"> clarify the distinction between the physiology and behavior of humans versus other animals. Descartes professed to believe in the existence of God and submitted to the authority of the Catholic Church but was often caught in conflict between the church and his scientific endeavors. Despite his best intentions and efforts, the Catholic Church placed Descartes’ writings on an index of banned books. Discouraged in 1650, Descartes left France accepting a position as the philosopher-in-residence for Queen Christina of Sweden. During the first winter, Descartes caught pneumonia and died. He was subsequently buried as a distinguished foreigner in Sweden. Some </w:t>
      </w:r>
      <w:r w:rsidR="00E63492">
        <w:t xml:space="preserve">16 </w:t>
      </w:r>
      <w:r>
        <w:t xml:space="preserve">years following Descartes’ death, his body was exhumed so that friends and pupils could properly return his body to France as his final resting place. However, the specially constructed transportation casket was too small and Descartes’ head was severed from the body to allow shipment. During the shipping, the head was stolen and traded on the black market amongst collectors. Descartes body was returned to Paris and buried sans Descartes’ head. Eventually over </w:t>
      </w:r>
      <w:r w:rsidR="00474ED7">
        <w:t>100</w:t>
      </w:r>
      <w:r>
        <w:t xml:space="preserve"> years later, the head of Descartes was returned to the French government and was shelved at the </w:t>
      </w:r>
      <w:proofErr w:type="spellStart"/>
      <w:r>
        <w:t>Academie</w:t>
      </w:r>
      <w:proofErr w:type="spellEnd"/>
      <w:r>
        <w:t xml:space="preserve"> des Sciences. </w:t>
      </w:r>
      <w:proofErr w:type="gramStart"/>
      <w:r>
        <w:t>So</w:t>
      </w:r>
      <w:proofErr w:type="gramEnd"/>
      <w:r>
        <w:t xml:space="preserve"> to this day, the head and body of the mind</w:t>
      </w:r>
      <w:r w:rsidR="00474ED7">
        <w:t>–</w:t>
      </w:r>
      <w:r>
        <w:t>body dualism theorist, René Descartes, remain separated.</w:t>
      </w:r>
    </w:p>
    <w:p w14:paraId="66798EEE" w14:textId="77777777" w:rsidR="00184413" w:rsidRDefault="00184413">
      <w:pPr>
        <w:pStyle w:val="Heading3"/>
      </w:pPr>
      <w:r>
        <w:t>Section III. C. – Using Neuroimaging Examples in the Classroom</w:t>
      </w:r>
    </w:p>
    <w:p w14:paraId="606D27EF" w14:textId="792AC4D1" w:rsidR="00184413" w:rsidRDefault="00184413">
      <w:pPr>
        <w:pStyle w:val="BodyText1"/>
      </w:pPr>
      <w:r>
        <w:t xml:space="preserve">Using images of the brain from publications, websites, and texts can provide a useful and engaging illustration for many cognitive functions and neurological deficits. It is important when viewing brain sections from neuroimaging techniques such as CT scans to orientate the image of the brain </w:t>
      </w:r>
      <w:proofErr w:type="gramStart"/>
      <w:r>
        <w:t>with regard to</w:t>
      </w:r>
      <w:proofErr w:type="gramEnd"/>
      <w:r>
        <w:t xml:space="preserve"> left versus right and rostral versus caudal poles </w:t>
      </w:r>
      <w:r w:rsidR="00FF397A">
        <w:t xml:space="preserve">as </w:t>
      </w:r>
      <w:r>
        <w:t>often the brain section may be shown as a mirror image.</w:t>
      </w:r>
    </w:p>
    <w:p w14:paraId="4BF79203" w14:textId="77777777" w:rsidR="006C5D07" w:rsidRPr="00A81F5A" w:rsidRDefault="006C5D07" w:rsidP="006C5D07">
      <w:pPr>
        <w:pStyle w:val="Heading1"/>
      </w:pPr>
      <w:r w:rsidRPr="00A81F5A">
        <w:t>Film Clip Suggestions</w:t>
      </w:r>
    </w:p>
    <w:p w14:paraId="73A961F1" w14:textId="77777777" w:rsidR="006C5D07" w:rsidRPr="006C5D07" w:rsidRDefault="006C5D07" w:rsidP="006C5D07">
      <w:pPr>
        <w:pStyle w:val="BodyText1"/>
        <w:numPr>
          <w:ilvl w:val="0"/>
          <w:numId w:val="14"/>
        </w:numPr>
        <w:spacing w:before="240" w:after="0"/>
        <w:rPr>
          <w:szCs w:val="22"/>
        </w:rPr>
      </w:pPr>
      <w:r w:rsidRPr="006C5D07">
        <w:rPr>
          <w:szCs w:val="22"/>
        </w:rPr>
        <w:t>Discovering the Human Brain: New Pathways to Neuroscience (4:04)</w:t>
      </w:r>
    </w:p>
    <w:p w14:paraId="441F471F" w14:textId="77777777" w:rsidR="006C5D07" w:rsidRPr="006C5D07" w:rsidRDefault="006C5D07" w:rsidP="006C5D07">
      <w:pPr>
        <w:pStyle w:val="BodyText1"/>
        <w:spacing w:after="0"/>
        <w:rPr>
          <w:szCs w:val="22"/>
        </w:rPr>
      </w:pPr>
      <w:r w:rsidRPr="006C5D07">
        <w:rPr>
          <w:szCs w:val="22"/>
        </w:rPr>
        <w:t xml:space="preserve">Using the resources of the Brain Research Center at UCLA, this film illustrates the development of neuroscience, from its reliance on information from brain injuries </w:t>
      </w:r>
      <w:proofErr w:type="gramStart"/>
      <w:r w:rsidRPr="006C5D07">
        <w:rPr>
          <w:szCs w:val="22"/>
        </w:rPr>
        <w:t>and  autopsies</w:t>
      </w:r>
      <w:proofErr w:type="gramEnd"/>
      <w:r w:rsidRPr="006C5D07">
        <w:rPr>
          <w:szCs w:val="22"/>
        </w:rPr>
        <w:t xml:space="preserve">, through  new insights discovered with electronic microscopes, EEG equipment, PET scans, and MRI machines. With Susan </w:t>
      </w:r>
      <w:proofErr w:type="spellStart"/>
      <w:r w:rsidRPr="006C5D07">
        <w:rPr>
          <w:szCs w:val="22"/>
        </w:rPr>
        <w:t>Bookheimer</w:t>
      </w:r>
      <w:proofErr w:type="spellEnd"/>
      <w:r w:rsidRPr="006C5D07">
        <w:rPr>
          <w:szCs w:val="22"/>
        </w:rPr>
        <w:t>, Ph.D. (2006). This is a short version of a 30-minute film.</w:t>
      </w:r>
    </w:p>
    <w:p w14:paraId="7EF851BD" w14:textId="77777777" w:rsidR="006C5D07" w:rsidRPr="006C5D07" w:rsidRDefault="006C5D07" w:rsidP="006C5D07">
      <w:pPr>
        <w:pStyle w:val="BodyText1"/>
        <w:spacing w:after="0"/>
        <w:rPr>
          <w:szCs w:val="22"/>
        </w:rPr>
      </w:pPr>
      <w:hyperlink r:id="rId9" w:history="1">
        <w:r w:rsidRPr="006C5D07">
          <w:rPr>
            <w:rStyle w:val="Hyperlink"/>
            <w:szCs w:val="22"/>
          </w:rPr>
          <w:t>http://youtu.be/RREoQJUHSYE</w:t>
        </w:r>
      </w:hyperlink>
    </w:p>
    <w:p w14:paraId="1764CBEE" w14:textId="77777777" w:rsidR="006C5D07" w:rsidRPr="006C5D07" w:rsidRDefault="006C5D07" w:rsidP="006C5D07">
      <w:pPr>
        <w:pStyle w:val="BodyText1"/>
        <w:spacing w:after="0"/>
        <w:rPr>
          <w:szCs w:val="22"/>
        </w:rPr>
      </w:pPr>
    </w:p>
    <w:p w14:paraId="10F01E24" w14:textId="77777777" w:rsidR="006C5D07" w:rsidRPr="006C5D07" w:rsidRDefault="006C5D07" w:rsidP="006C5D07">
      <w:pPr>
        <w:pStyle w:val="BodyText1"/>
        <w:numPr>
          <w:ilvl w:val="0"/>
          <w:numId w:val="14"/>
        </w:numPr>
        <w:spacing w:after="0"/>
        <w:rPr>
          <w:szCs w:val="22"/>
        </w:rPr>
      </w:pPr>
      <w:r w:rsidRPr="006C5D07">
        <w:rPr>
          <w:szCs w:val="22"/>
        </w:rPr>
        <w:t xml:space="preserve">V.S. Ramachandran at </w:t>
      </w:r>
      <w:proofErr w:type="gramStart"/>
      <w:r w:rsidRPr="006C5D07">
        <w:rPr>
          <w:szCs w:val="22"/>
        </w:rPr>
        <w:t>Beyond Belief</w:t>
      </w:r>
      <w:proofErr w:type="gramEnd"/>
      <w:r w:rsidRPr="006C5D07">
        <w:rPr>
          <w:szCs w:val="22"/>
        </w:rPr>
        <w:t xml:space="preserve"> 2.0 (9:23)</w:t>
      </w:r>
    </w:p>
    <w:p w14:paraId="66C0F2CA" w14:textId="77777777" w:rsidR="006C5D07" w:rsidRPr="006C5D07" w:rsidRDefault="006C5D07" w:rsidP="006C5D07">
      <w:pPr>
        <w:pStyle w:val="BodyText1"/>
        <w:spacing w:after="0"/>
        <w:rPr>
          <w:szCs w:val="22"/>
        </w:rPr>
      </w:pPr>
      <w:r w:rsidRPr="006C5D07">
        <w:rPr>
          <w:rStyle w:val="description"/>
          <w:szCs w:val="22"/>
        </w:rPr>
        <w:t>V.S. Ramachandran is a neurologist, best known for his work in the fields of behavioral neurology and psychophysics.</w:t>
      </w:r>
    </w:p>
    <w:p w14:paraId="132F1391" w14:textId="77777777" w:rsidR="006C5D07" w:rsidRPr="006C5D07" w:rsidRDefault="006C5D07" w:rsidP="006C5D07">
      <w:pPr>
        <w:pStyle w:val="BodyText1"/>
        <w:spacing w:after="0"/>
        <w:rPr>
          <w:szCs w:val="22"/>
        </w:rPr>
      </w:pPr>
      <w:hyperlink r:id="rId10" w:history="1">
        <w:r w:rsidRPr="006C5D07">
          <w:rPr>
            <w:rStyle w:val="Hyperlink"/>
            <w:szCs w:val="22"/>
          </w:rPr>
          <w:t>http://www.youtube.com/watch?v=N9hy7oOhHxk&amp;feature=related</w:t>
        </w:r>
      </w:hyperlink>
    </w:p>
    <w:p w14:paraId="100E4F89" w14:textId="77777777" w:rsidR="006C5D07" w:rsidRPr="006C5D07" w:rsidRDefault="006C5D07" w:rsidP="006C5D07">
      <w:pPr>
        <w:pStyle w:val="BodyText1"/>
        <w:spacing w:after="0"/>
        <w:rPr>
          <w:szCs w:val="22"/>
        </w:rPr>
      </w:pPr>
    </w:p>
    <w:p w14:paraId="100DF48B" w14:textId="77777777" w:rsidR="006C5D07" w:rsidRPr="006C5D07" w:rsidRDefault="006C5D07" w:rsidP="006C5D07">
      <w:pPr>
        <w:pStyle w:val="BodyText1"/>
        <w:numPr>
          <w:ilvl w:val="0"/>
          <w:numId w:val="14"/>
        </w:numPr>
        <w:spacing w:after="0"/>
        <w:rPr>
          <w:szCs w:val="22"/>
        </w:rPr>
      </w:pPr>
      <w:r w:rsidRPr="006C5D07">
        <w:rPr>
          <w:szCs w:val="22"/>
        </w:rPr>
        <w:t xml:space="preserve">Jill </w:t>
      </w:r>
      <w:proofErr w:type="spellStart"/>
      <w:r w:rsidRPr="006C5D07">
        <w:rPr>
          <w:szCs w:val="22"/>
        </w:rPr>
        <w:t>Bolte</w:t>
      </w:r>
      <w:proofErr w:type="spellEnd"/>
      <w:r w:rsidRPr="006C5D07">
        <w:rPr>
          <w:szCs w:val="22"/>
        </w:rPr>
        <w:t xml:space="preserve"> Taylor talks about the results of her stroke (20:11)</w:t>
      </w:r>
    </w:p>
    <w:p w14:paraId="026B2DB3" w14:textId="77777777" w:rsidR="006C5D07" w:rsidRPr="006C5D07" w:rsidRDefault="006C5D07" w:rsidP="006C5D07">
      <w:pPr>
        <w:pStyle w:val="BodyText1"/>
        <w:spacing w:after="0"/>
        <w:rPr>
          <w:szCs w:val="22"/>
        </w:rPr>
      </w:pPr>
      <w:r w:rsidRPr="006C5D07">
        <w:rPr>
          <w:rStyle w:val="description"/>
          <w:szCs w:val="22"/>
        </w:rPr>
        <w:t xml:space="preserve">Neuroanatomist Jill </w:t>
      </w:r>
      <w:proofErr w:type="spellStart"/>
      <w:r w:rsidRPr="006C5D07">
        <w:rPr>
          <w:rStyle w:val="description"/>
          <w:szCs w:val="22"/>
        </w:rPr>
        <w:t>Bolte</w:t>
      </w:r>
      <w:proofErr w:type="spellEnd"/>
      <w:r w:rsidRPr="006C5D07">
        <w:rPr>
          <w:rStyle w:val="description"/>
          <w:szCs w:val="22"/>
        </w:rPr>
        <w:t xml:space="preserve"> Taylor had an opportunity few brain scientists would wish for: One morning, she realized she was having a massive stroke.</w:t>
      </w:r>
    </w:p>
    <w:p w14:paraId="64C4DE27" w14:textId="77777777" w:rsidR="006C5D07" w:rsidRPr="006C5D07" w:rsidRDefault="006C5D07" w:rsidP="006C5D07">
      <w:pPr>
        <w:pStyle w:val="BodyText1"/>
        <w:spacing w:after="0"/>
        <w:rPr>
          <w:szCs w:val="22"/>
        </w:rPr>
      </w:pPr>
      <w:hyperlink r:id="rId11" w:history="1">
        <w:r w:rsidRPr="006C5D07">
          <w:rPr>
            <w:rStyle w:val="Hyperlink"/>
            <w:szCs w:val="22"/>
          </w:rPr>
          <w:t>http://www.youtube.com/watch?v=UyyjU8fzEYU&amp;feature=related</w:t>
        </w:r>
      </w:hyperlink>
    </w:p>
    <w:p w14:paraId="6F8B6BDD" w14:textId="77777777" w:rsidR="006C5D07" w:rsidRPr="006C5D07" w:rsidRDefault="006C5D07" w:rsidP="006C5D07">
      <w:pPr>
        <w:pStyle w:val="BodyText1"/>
        <w:spacing w:after="0"/>
        <w:rPr>
          <w:szCs w:val="22"/>
        </w:rPr>
      </w:pPr>
    </w:p>
    <w:p w14:paraId="52B5EB21" w14:textId="77777777" w:rsidR="006C5D07" w:rsidRPr="006C5D07" w:rsidRDefault="006C5D07" w:rsidP="006C5D07">
      <w:pPr>
        <w:pStyle w:val="BodyText1"/>
        <w:spacing w:after="0"/>
        <w:rPr>
          <w:szCs w:val="22"/>
        </w:rPr>
      </w:pPr>
      <w:r w:rsidRPr="006C5D07">
        <w:rPr>
          <w:szCs w:val="22"/>
        </w:rPr>
        <w:t>4)  Science Tools: Brain Imaging (1:55)</w:t>
      </w:r>
    </w:p>
    <w:p w14:paraId="280A35EB" w14:textId="77777777" w:rsidR="006C5D07" w:rsidRPr="006C5D07" w:rsidRDefault="006C5D07" w:rsidP="006C5D07">
      <w:pPr>
        <w:pStyle w:val="BodyText1"/>
        <w:spacing w:after="0"/>
        <w:rPr>
          <w:szCs w:val="22"/>
        </w:rPr>
      </w:pPr>
      <w:proofErr w:type="spellStart"/>
      <w:r w:rsidRPr="006C5D07">
        <w:rPr>
          <w:rStyle w:val="description"/>
          <w:szCs w:val="22"/>
        </w:rPr>
        <w:t>ScienCentral</w:t>
      </w:r>
      <w:proofErr w:type="spellEnd"/>
      <w:r w:rsidRPr="006C5D07">
        <w:rPr>
          <w:rStyle w:val="description"/>
          <w:szCs w:val="22"/>
        </w:rPr>
        <w:t xml:space="preserve"> takes you on a visit to the </w:t>
      </w:r>
      <w:proofErr w:type="spellStart"/>
      <w:r w:rsidRPr="006C5D07">
        <w:rPr>
          <w:rStyle w:val="description"/>
          <w:szCs w:val="22"/>
        </w:rPr>
        <w:t>Tonegawa</w:t>
      </w:r>
      <w:proofErr w:type="spellEnd"/>
      <w:r w:rsidRPr="006C5D07">
        <w:rPr>
          <w:rStyle w:val="description"/>
          <w:szCs w:val="22"/>
        </w:rPr>
        <w:t xml:space="preserve"> Lab at MIT to see their two-photon microscope and electrophysiology lab, and how they combine to study brain cell growth. </w:t>
      </w:r>
      <w:hyperlink r:id="rId12" w:history="1">
        <w:r w:rsidRPr="006C5D07">
          <w:rPr>
            <w:rStyle w:val="Hyperlink"/>
            <w:szCs w:val="22"/>
          </w:rPr>
          <w:t>http://www.youtube.com/watch?v=t61h9idEC0Q&amp;feature=channel_page</w:t>
        </w:r>
      </w:hyperlink>
    </w:p>
    <w:p w14:paraId="2AC3458D" w14:textId="77777777" w:rsidR="006C5D07" w:rsidRPr="006C5D07" w:rsidRDefault="006C5D07" w:rsidP="006C5D07">
      <w:pPr>
        <w:pStyle w:val="BodyText1"/>
        <w:spacing w:after="0"/>
        <w:rPr>
          <w:szCs w:val="22"/>
        </w:rPr>
      </w:pPr>
    </w:p>
    <w:p w14:paraId="204FE926" w14:textId="77777777" w:rsidR="006C5D07" w:rsidRPr="006C5D07" w:rsidRDefault="006C5D07" w:rsidP="006C5D07">
      <w:pPr>
        <w:keepNext/>
        <w:rPr>
          <w:szCs w:val="22"/>
        </w:rPr>
      </w:pPr>
      <w:r w:rsidRPr="006C5D07">
        <w:rPr>
          <w:szCs w:val="22"/>
        </w:rPr>
        <w:t>5)  A Diffusion Spectrum Imaging Tour of the Brain</w:t>
      </w:r>
    </w:p>
    <w:p w14:paraId="34B00FC0" w14:textId="77777777" w:rsidR="006C5D07" w:rsidRPr="006C5D07" w:rsidRDefault="006C5D07" w:rsidP="006C5D07">
      <w:pPr>
        <w:rPr>
          <w:szCs w:val="22"/>
        </w:rPr>
      </w:pPr>
      <w:r w:rsidRPr="006C5D07">
        <w:rPr>
          <w:szCs w:val="22"/>
        </w:rPr>
        <w:t xml:space="preserve">Technology Review provides a step-through tour of the white matter of the brain using diffusion spectrum imaging (DSI). </w:t>
      </w:r>
      <w:hyperlink r:id="rId13" w:history="1">
        <w:r w:rsidRPr="006C5D07">
          <w:rPr>
            <w:rStyle w:val="Hyperlink"/>
            <w:szCs w:val="22"/>
          </w:rPr>
          <w:t>http://www.technologyreview.com/player/08/08/06Singer/1.aspx</w:t>
        </w:r>
      </w:hyperlink>
    </w:p>
    <w:p w14:paraId="61591463" w14:textId="77777777" w:rsidR="006C5D07" w:rsidRPr="006C5D07" w:rsidRDefault="006C5D07" w:rsidP="006C5D07">
      <w:pPr>
        <w:pStyle w:val="BodyText1"/>
        <w:spacing w:after="0"/>
        <w:rPr>
          <w:szCs w:val="22"/>
        </w:rPr>
      </w:pPr>
    </w:p>
    <w:p w14:paraId="316FF96D" w14:textId="77777777" w:rsidR="006C5D07" w:rsidRPr="006C5D07" w:rsidRDefault="006C5D07" w:rsidP="006C5D07">
      <w:pPr>
        <w:pStyle w:val="BodyText1"/>
        <w:spacing w:after="0"/>
        <w:rPr>
          <w:szCs w:val="22"/>
        </w:rPr>
      </w:pPr>
      <w:r w:rsidRPr="006C5D07">
        <w:rPr>
          <w:szCs w:val="22"/>
        </w:rPr>
        <w:t>6)   Mind Reading with Imaging (1:36)</w:t>
      </w:r>
    </w:p>
    <w:p w14:paraId="2FC08DCF" w14:textId="77777777" w:rsidR="006C5D07" w:rsidRPr="006C5D07" w:rsidRDefault="006C5D07" w:rsidP="006C5D07">
      <w:pPr>
        <w:pStyle w:val="BodyText1"/>
        <w:spacing w:after="0"/>
        <w:rPr>
          <w:szCs w:val="22"/>
        </w:rPr>
      </w:pPr>
      <w:r w:rsidRPr="006C5D07">
        <w:rPr>
          <w:szCs w:val="22"/>
        </w:rPr>
        <w:t xml:space="preserve">As pollsters </w:t>
      </w:r>
      <w:proofErr w:type="gramStart"/>
      <w:r w:rsidRPr="006C5D07">
        <w:rPr>
          <w:szCs w:val="22"/>
        </w:rPr>
        <w:t>have  well</w:t>
      </w:r>
      <w:proofErr w:type="gramEnd"/>
      <w:r w:rsidRPr="006C5D07">
        <w:rPr>
          <w:szCs w:val="22"/>
        </w:rPr>
        <w:t xml:space="preserve"> demonstrated this presidential primary season, reading minds, whether of voters or the person next to you, is close to impossible. However, as this </w:t>
      </w:r>
      <w:proofErr w:type="spellStart"/>
      <w:r w:rsidRPr="006C5D07">
        <w:rPr>
          <w:szCs w:val="22"/>
        </w:rPr>
        <w:t>ScienCentral</w:t>
      </w:r>
      <w:proofErr w:type="spellEnd"/>
      <w:r w:rsidRPr="006C5D07">
        <w:rPr>
          <w:szCs w:val="22"/>
        </w:rPr>
        <w:t xml:space="preserve"> News video explains, scientists are </w:t>
      </w:r>
      <w:proofErr w:type="gramStart"/>
      <w:r w:rsidRPr="006C5D07">
        <w:rPr>
          <w:szCs w:val="22"/>
        </w:rPr>
        <w:t>actually one</w:t>
      </w:r>
      <w:proofErr w:type="gramEnd"/>
      <w:r w:rsidRPr="006C5D07">
        <w:rPr>
          <w:szCs w:val="22"/>
        </w:rPr>
        <w:t xml:space="preserve"> step closer to reading our thoughts.</w:t>
      </w:r>
    </w:p>
    <w:p w14:paraId="090D156B" w14:textId="77777777" w:rsidR="006C5D07" w:rsidRPr="006C5D07" w:rsidRDefault="006C5D07" w:rsidP="006C5D07">
      <w:pPr>
        <w:pStyle w:val="BodyText1"/>
        <w:spacing w:after="0"/>
        <w:rPr>
          <w:rStyle w:val="Hyperlink"/>
          <w:szCs w:val="22"/>
        </w:rPr>
      </w:pPr>
      <w:hyperlink r:id="rId14" w:history="1">
        <w:r w:rsidRPr="006C5D07">
          <w:rPr>
            <w:rStyle w:val="Hyperlink"/>
            <w:szCs w:val="22"/>
          </w:rPr>
          <w:t>http://www.youtube.com/watch?v=jq_nAm4rOu0&amp;feature=channel</w:t>
        </w:r>
      </w:hyperlink>
    </w:p>
    <w:p w14:paraId="55FB6DD4" w14:textId="77777777" w:rsidR="006C5D07" w:rsidRPr="006C5D07" w:rsidRDefault="006C5D07" w:rsidP="006C5D07">
      <w:pPr>
        <w:pStyle w:val="BodyText1"/>
        <w:spacing w:after="0"/>
        <w:rPr>
          <w:rStyle w:val="Hyperlink"/>
          <w:szCs w:val="22"/>
        </w:rPr>
      </w:pPr>
    </w:p>
    <w:p w14:paraId="13058CB4" w14:textId="77777777" w:rsidR="006C5D07" w:rsidRPr="006C5D07" w:rsidRDefault="006C5D07" w:rsidP="006C5D07">
      <w:pPr>
        <w:pStyle w:val="BodyText1"/>
        <w:spacing w:after="0"/>
        <w:rPr>
          <w:szCs w:val="22"/>
        </w:rPr>
      </w:pPr>
      <w:r w:rsidRPr="006C5D07">
        <w:rPr>
          <w:szCs w:val="22"/>
        </w:rPr>
        <w:t>7)   How MRI Works (2:26)</w:t>
      </w:r>
    </w:p>
    <w:p w14:paraId="56F382F2" w14:textId="77777777" w:rsidR="006C5D07" w:rsidRPr="006C5D07" w:rsidRDefault="006C5D07" w:rsidP="006C5D07">
      <w:pPr>
        <w:rPr>
          <w:rStyle w:val="description"/>
          <w:szCs w:val="22"/>
        </w:rPr>
      </w:pPr>
      <w:r w:rsidRPr="006C5D07">
        <w:rPr>
          <w:rStyle w:val="description"/>
          <w:szCs w:val="22"/>
        </w:rPr>
        <w:t>Wizard of Schenectady Howard Hart explains how the MRI works. Howard Hart pioneered MRI design with General Electric by the Edison Exploratorium.</w:t>
      </w:r>
    </w:p>
    <w:p w14:paraId="56F36889" w14:textId="77777777" w:rsidR="006C5D07" w:rsidRPr="006C5D07" w:rsidRDefault="006C5D07" w:rsidP="006C5D07">
      <w:pPr>
        <w:rPr>
          <w:rStyle w:val="description"/>
          <w:szCs w:val="22"/>
        </w:rPr>
      </w:pPr>
      <w:hyperlink r:id="rId15" w:history="1">
        <w:r w:rsidRPr="006C5D07">
          <w:rPr>
            <w:rStyle w:val="Hyperlink"/>
            <w:szCs w:val="22"/>
          </w:rPr>
          <w:t>http://youtu.be/pGcZvSG805Y</w:t>
        </w:r>
      </w:hyperlink>
    </w:p>
    <w:p w14:paraId="52FE3BD1" w14:textId="77777777" w:rsidR="006C5D07" w:rsidRPr="006C5D07" w:rsidRDefault="006C5D07" w:rsidP="006C5D07">
      <w:pPr>
        <w:pStyle w:val="BodyText1"/>
        <w:spacing w:after="0"/>
        <w:rPr>
          <w:szCs w:val="22"/>
        </w:rPr>
      </w:pPr>
    </w:p>
    <w:p w14:paraId="7E4997EA" w14:textId="77777777" w:rsidR="006C5D07" w:rsidRPr="006C5D07" w:rsidRDefault="006C5D07" w:rsidP="006C5D07">
      <w:pPr>
        <w:pStyle w:val="BodyText1"/>
        <w:spacing w:after="0"/>
        <w:rPr>
          <w:szCs w:val="22"/>
        </w:rPr>
      </w:pPr>
      <w:r w:rsidRPr="006C5D07">
        <w:rPr>
          <w:szCs w:val="22"/>
        </w:rPr>
        <w:t>8)   Deep Brain Stimulation for Parkinson’s Disease (2:30)</w:t>
      </w:r>
    </w:p>
    <w:p w14:paraId="6855E7CA" w14:textId="77777777" w:rsidR="006C5D07" w:rsidRPr="006C5D07" w:rsidRDefault="006C5D07" w:rsidP="006C5D07">
      <w:pPr>
        <w:pStyle w:val="BodyText1"/>
        <w:spacing w:after="0"/>
        <w:rPr>
          <w:szCs w:val="22"/>
        </w:rPr>
      </w:pPr>
      <w:r w:rsidRPr="006C5D07">
        <w:rPr>
          <w:szCs w:val="22"/>
        </w:rPr>
        <w:t>You've heard of a pacemaker for the heart, but what about for the head? We'll go under the knife with a Cardington, Ohio farmer who's getting electrodes implanted into his brain to alleviate the debilitating physical effects of a rare neurological disorder.</w:t>
      </w:r>
    </w:p>
    <w:p w14:paraId="42AA0CEB" w14:textId="77777777" w:rsidR="006C5D07" w:rsidRPr="006C5D07" w:rsidRDefault="006C5D07" w:rsidP="006C5D07">
      <w:pPr>
        <w:pStyle w:val="BodyText1"/>
        <w:spacing w:after="0"/>
        <w:rPr>
          <w:szCs w:val="22"/>
        </w:rPr>
      </w:pPr>
      <w:hyperlink r:id="rId16" w:history="1">
        <w:r w:rsidRPr="006C5D07">
          <w:rPr>
            <w:rStyle w:val="Hyperlink"/>
            <w:szCs w:val="22"/>
          </w:rPr>
          <w:t>http://www.youtube.com/watch?v=EMnfROo7k9A</w:t>
        </w:r>
      </w:hyperlink>
    </w:p>
    <w:p w14:paraId="10BE79BA" w14:textId="77777777" w:rsidR="006C5D07" w:rsidRPr="006C5D07" w:rsidRDefault="006C5D07" w:rsidP="006C5D07">
      <w:pPr>
        <w:pStyle w:val="BodyText1"/>
        <w:spacing w:after="0"/>
        <w:rPr>
          <w:szCs w:val="22"/>
        </w:rPr>
      </w:pPr>
    </w:p>
    <w:p w14:paraId="76508CB0" w14:textId="77777777" w:rsidR="006C5D07" w:rsidRPr="006C5D07" w:rsidRDefault="006C5D07" w:rsidP="006C5D07">
      <w:pPr>
        <w:pStyle w:val="BodyText1"/>
        <w:spacing w:after="0"/>
        <w:rPr>
          <w:szCs w:val="22"/>
        </w:rPr>
      </w:pPr>
      <w:r w:rsidRPr="006C5D07">
        <w:rPr>
          <w:szCs w:val="22"/>
        </w:rPr>
        <w:t>9)   Repeated Transcranial Magnetic Stimulation (4:15)</w:t>
      </w:r>
    </w:p>
    <w:p w14:paraId="0B323E04" w14:textId="77777777" w:rsidR="006C5D07" w:rsidRPr="006C5D07" w:rsidRDefault="006C5D07" w:rsidP="006C5D07">
      <w:pPr>
        <w:pStyle w:val="BodyText1"/>
        <w:spacing w:after="0"/>
        <w:rPr>
          <w:szCs w:val="22"/>
        </w:rPr>
      </w:pPr>
      <w:r w:rsidRPr="006C5D07">
        <w:rPr>
          <w:szCs w:val="22"/>
        </w:rPr>
        <w:t>Transcranial magnetic stimulation lets you deactivate selected parts of your brain.</w:t>
      </w:r>
    </w:p>
    <w:p w14:paraId="2181DF85" w14:textId="77777777" w:rsidR="006C5D07" w:rsidRPr="006C5D07" w:rsidRDefault="006C5D07" w:rsidP="006C5D07">
      <w:pPr>
        <w:pStyle w:val="BodyText1"/>
        <w:spacing w:after="0"/>
        <w:rPr>
          <w:szCs w:val="22"/>
        </w:rPr>
      </w:pPr>
      <w:hyperlink r:id="rId17" w:history="1">
        <w:r w:rsidRPr="006C5D07">
          <w:rPr>
            <w:rStyle w:val="Hyperlink"/>
            <w:szCs w:val="22"/>
          </w:rPr>
          <w:t>http://www.youtube.com/watch?v=XJtNPqCj-iA&amp;feature=PlayList&amp;p=1E617238454CAA9E&amp;playnext=1&amp;playnext_from=PL&amp;index=6</w:t>
        </w:r>
      </w:hyperlink>
    </w:p>
    <w:p w14:paraId="0E68B069" w14:textId="77777777" w:rsidR="006C5D07" w:rsidRPr="006C5D07" w:rsidRDefault="006C5D07" w:rsidP="006C5D07">
      <w:pPr>
        <w:pStyle w:val="BodyText1"/>
        <w:spacing w:after="0"/>
        <w:rPr>
          <w:szCs w:val="22"/>
        </w:rPr>
      </w:pPr>
    </w:p>
    <w:p w14:paraId="61445D5F" w14:textId="77777777" w:rsidR="006C5D07" w:rsidRPr="006C5D07" w:rsidRDefault="006C5D07" w:rsidP="006C5D07">
      <w:pPr>
        <w:pStyle w:val="BodyText1"/>
        <w:spacing w:after="0"/>
        <w:rPr>
          <w:szCs w:val="22"/>
        </w:rPr>
      </w:pPr>
      <w:r w:rsidRPr="006C5D07">
        <w:rPr>
          <w:szCs w:val="22"/>
        </w:rPr>
        <w:t>10)   Magnetic Brain Boost (1:32)</w:t>
      </w:r>
    </w:p>
    <w:p w14:paraId="16BEEC51" w14:textId="77777777" w:rsidR="006C5D07" w:rsidRPr="006C5D07" w:rsidRDefault="006C5D07" w:rsidP="006C5D07">
      <w:pPr>
        <w:pStyle w:val="BodyText1"/>
        <w:spacing w:after="0"/>
        <w:rPr>
          <w:szCs w:val="22"/>
        </w:rPr>
      </w:pPr>
      <w:r w:rsidRPr="006C5D07">
        <w:rPr>
          <w:szCs w:val="22"/>
        </w:rPr>
        <w:t>Lack of sleep often comes at times when we need to perform at our best. Now brain researchers studying how sleep deprivation impairs memory have found a potential remedy—</w:t>
      </w:r>
      <w:proofErr w:type="spellStart"/>
      <w:r w:rsidRPr="006C5D07">
        <w:rPr>
          <w:szCs w:val="22"/>
        </w:rPr>
        <w:t>rTMS</w:t>
      </w:r>
      <w:proofErr w:type="spellEnd"/>
      <w:r w:rsidRPr="006C5D07">
        <w:rPr>
          <w:szCs w:val="22"/>
        </w:rPr>
        <w:t>.</w:t>
      </w:r>
    </w:p>
    <w:p w14:paraId="357C9AFF" w14:textId="77777777" w:rsidR="006C5D07" w:rsidRPr="006C5D07" w:rsidRDefault="006C5D07" w:rsidP="006C5D07">
      <w:pPr>
        <w:pStyle w:val="BodyText1"/>
        <w:spacing w:after="0"/>
        <w:rPr>
          <w:szCs w:val="22"/>
        </w:rPr>
      </w:pPr>
      <w:hyperlink r:id="rId18" w:history="1">
        <w:r w:rsidRPr="006C5D07">
          <w:rPr>
            <w:rStyle w:val="Hyperlink"/>
            <w:szCs w:val="22"/>
          </w:rPr>
          <w:t>http://www.youtube.com/watch?v=WzYwIs35pPs&amp;feature=channel_page</w:t>
        </w:r>
      </w:hyperlink>
    </w:p>
    <w:p w14:paraId="0852EBA0" w14:textId="77777777" w:rsidR="006C5D07" w:rsidRPr="006C5D07" w:rsidRDefault="006C5D07" w:rsidP="006C5D07">
      <w:pPr>
        <w:rPr>
          <w:szCs w:val="22"/>
        </w:rPr>
      </w:pPr>
    </w:p>
    <w:p w14:paraId="70261B6F" w14:textId="77777777" w:rsidR="006C5D07" w:rsidRPr="006C5D07" w:rsidRDefault="006C5D07" w:rsidP="006C5D07">
      <w:pPr>
        <w:rPr>
          <w:szCs w:val="22"/>
        </w:rPr>
      </w:pPr>
      <w:r w:rsidRPr="006C5D07">
        <w:rPr>
          <w:szCs w:val="22"/>
        </w:rPr>
        <w:t>11)  Jose Delgado and his Bull (0:38)</w:t>
      </w:r>
    </w:p>
    <w:p w14:paraId="00F76804" w14:textId="77777777" w:rsidR="006C5D07" w:rsidRPr="006C5D07" w:rsidRDefault="006C5D07" w:rsidP="006C5D07">
      <w:pPr>
        <w:pStyle w:val="BodyText1"/>
        <w:spacing w:after="0"/>
        <w:rPr>
          <w:szCs w:val="22"/>
        </w:rPr>
      </w:pPr>
      <w:r w:rsidRPr="006C5D07">
        <w:rPr>
          <w:szCs w:val="22"/>
        </w:rPr>
        <w:t>Jose Delgado implants stimulating electrodes into a Spanish fighting bull.</w:t>
      </w:r>
    </w:p>
    <w:p w14:paraId="2E5E0A24" w14:textId="77777777" w:rsidR="006C5D07" w:rsidRPr="006C5D07" w:rsidRDefault="006C5D07" w:rsidP="006C5D07">
      <w:pPr>
        <w:pStyle w:val="BodyText1"/>
        <w:spacing w:after="0"/>
        <w:rPr>
          <w:szCs w:val="22"/>
        </w:rPr>
      </w:pPr>
      <w:hyperlink r:id="rId19" w:history="1">
        <w:r w:rsidRPr="006C5D07">
          <w:rPr>
            <w:rStyle w:val="Hyperlink"/>
            <w:szCs w:val="22"/>
          </w:rPr>
          <w:t>http://www.youtube.com/watch?v=be9YlbafKys</w:t>
        </w:r>
      </w:hyperlink>
    </w:p>
    <w:p w14:paraId="68B7D2C1" w14:textId="77777777" w:rsidR="006C5D07" w:rsidRPr="006C5D07" w:rsidRDefault="006C5D07" w:rsidP="006C5D07">
      <w:pPr>
        <w:pStyle w:val="BodyText1"/>
        <w:spacing w:after="0"/>
        <w:rPr>
          <w:szCs w:val="22"/>
        </w:rPr>
      </w:pPr>
    </w:p>
    <w:p w14:paraId="6F1D2CFC" w14:textId="77777777" w:rsidR="006C5D07" w:rsidRPr="006C5D07" w:rsidRDefault="006C5D07" w:rsidP="006C5D07">
      <w:pPr>
        <w:pStyle w:val="BodyText1"/>
        <w:spacing w:after="0"/>
        <w:rPr>
          <w:szCs w:val="22"/>
        </w:rPr>
      </w:pPr>
      <w:r w:rsidRPr="006C5D07">
        <w:rPr>
          <w:szCs w:val="22"/>
        </w:rPr>
        <w:t>12)   Human Genome Project</w:t>
      </w:r>
    </w:p>
    <w:p w14:paraId="4D53B33C" w14:textId="77777777" w:rsidR="006C5D07" w:rsidRPr="006C5D07" w:rsidRDefault="006C5D07" w:rsidP="006C5D07">
      <w:pPr>
        <w:pStyle w:val="BodyText1"/>
        <w:spacing w:after="0"/>
        <w:rPr>
          <w:szCs w:val="22"/>
        </w:rPr>
      </w:pPr>
      <w:r w:rsidRPr="006C5D07">
        <w:rPr>
          <w:szCs w:val="22"/>
        </w:rPr>
        <w:t>Introduction (2:37)</w:t>
      </w:r>
    </w:p>
    <w:p w14:paraId="1F0FF006" w14:textId="77777777" w:rsidR="006C5D07" w:rsidRPr="006C5D07" w:rsidRDefault="006C5D07" w:rsidP="006C5D07">
      <w:pPr>
        <w:pStyle w:val="BodyText1"/>
        <w:spacing w:after="0"/>
        <w:rPr>
          <w:szCs w:val="22"/>
        </w:rPr>
      </w:pPr>
      <w:r w:rsidRPr="006C5D07">
        <w:rPr>
          <w:szCs w:val="22"/>
        </w:rPr>
        <w:t>How It Started (2:50)</w:t>
      </w:r>
    </w:p>
    <w:p w14:paraId="4177C6E2" w14:textId="77777777" w:rsidR="006C5D07" w:rsidRPr="006C5D07" w:rsidRDefault="006C5D07" w:rsidP="006C5D07">
      <w:pPr>
        <w:pStyle w:val="BodyText1"/>
        <w:spacing w:after="0"/>
        <w:rPr>
          <w:szCs w:val="22"/>
        </w:rPr>
      </w:pPr>
      <w:r w:rsidRPr="006C5D07">
        <w:rPr>
          <w:szCs w:val="22"/>
        </w:rPr>
        <w:t>How It Was Paid For (6:11)</w:t>
      </w:r>
    </w:p>
    <w:p w14:paraId="2B15A87D" w14:textId="77777777" w:rsidR="006C5D07" w:rsidRPr="006C5D07" w:rsidRDefault="006C5D07" w:rsidP="006C5D07">
      <w:pPr>
        <w:pStyle w:val="BodyText1"/>
        <w:spacing w:after="0"/>
        <w:rPr>
          <w:szCs w:val="22"/>
        </w:rPr>
      </w:pPr>
      <w:r w:rsidRPr="006C5D07">
        <w:rPr>
          <w:szCs w:val="22"/>
        </w:rPr>
        <w:t>Practical Implications (3:58)</w:t>
      </w:r>
    </w:p>
    <w:p w14:paraId="78ED9BD3" w14:textId="77777777" w:rsidR="006C5D07" w:rsidRPr="006C5D07" w:rsidRDefault="006C5D07" w:rsidP="006C5D07">
      <w:pPr>
        <w:pStyle w:val="BodyText1"/>
        <w:spacing w:after="0"/>
        <w:rPr>
          <w:szCs w:val="22"/>
        </w:rPr>
      </w:pPr>
      <w:r w:rsidRPr="006C5D07">
        <w:rPr>
          <w:szCs w:val="22"/>
        </w:rPr>
        <w:t>Ethics (4:08)</w:t>
      </w:r>
    </w:p>
    <w:p w14:paraId="4E7FD461" w14:textId="77777777" w:rsidR="006C5D07" w:rsidRPr="006C5D07" w:rsidRDefault="006C5D07" w:rsidP="006C5D07">
      <w:pPr>
        <w:pStyle w:val="BodyText1"/>
        <w:spacing w:after="0"/>
        <w:rPr>
          <w:szCs w:val="22"/>
        </w:rPr>
      </w:pPr>
      <w:hyperlink r:id="rId20" w:history="1">
        <w:r w:rsidRPr="006C5D07">
          <w:rPr>
            <w:rStyle w:val="Hyperlink"/>
            <w:szCs w:val="22"/>
          </w:rPr>
          <w:t>http://www.nature.com/nature/supplements/collections/humangenome/video</w:t>
        </w:r>
      </w:hyperlink>
    </w:p>
    <w:p w14:paraId="19036847" w14:textId="77777777" w:rsidR="006C5D07" w:rsidRPr="006C5D07" w:rsidRDefault="006C5D07" w:rsidP="006C5D07">
      <w:pPr>
        <w:pStyle w:val="BodyText1"/>
        <w:spacing w:after="0"/>
        <w:rPr>
          <w:szCs w:val="22"/>
        </w:rPr>
      </w:pPr>
    </w:p>
    <w:p w14:paraId="32C439DF" w14:textId="77777777" w:rsidR="006C5D07" w:rsidRPr="006C5D07" w:rsidRDefault="006C5D07" w:rsidP="006C5D07">
      <w:pPr>
        <w:pStyle w:val="BodyText1"/>
        <w:spacing w:after="0"/>
        <w:rPr>
          <w:szCs w:val="22"/>
        </w:rPr>
      </w:pPr>
      <w:r w:rsidRPr="006C5D07">
        <w:rPr>
          <w:szCs w:val="22"/>
        </w:rPr>
        <w:lastRenderedPageBreak/>
        <w:t>13)   Hair Follicle Stem Cells (1:49)</w:t>
      </w:r>
    </w:p>
    <w:p w14:paraId="2CECDDD4" w14:textId="77777777" w:rsidR="006C5D07" w:rsidRPr="006C5D07" w:rsidRDefault="006C5D07" w:rsidP="006C5D07">
      <w:pPr>
        <w:pStyle w:val="BodyText1"/>
        <w:spacing w:after="0"/>
        <w:rPr>
          <w:szCs w:val="22"/>
        </w:rPr>
      </w:pPr>
      <w:r w:rsidRPr="006C5D07">
        <w:rPr>
          <w:szCs w:val="22"/>
        </w:rPr>
        <w:t>Non-invasive method for developing stem cells from hair follicles in mice.</w:t>
      </w:r>
    </w:p>
    <w:p w14:paraId="1606E23D" w14:textId="77777777" w:rsidR="006C5D07" w:rsidRPr="006C5D07" w:rsidRDefault="006C5D07" w:rsidP="006C5D07">
      <w:pPr>
        <w:pStyle w:val="BodyText1"/>
        <w:spacing w:after="0"/>
        <w:rPr>
          <w:szCs w:val="22"/>
        </w:rPr>
      </w:pPr>
      <w:hyperlink r:id="rId21" w:history="1">
        <w:r w:rsidRPr="006C5D07">
          <w:rPr>
            <w:rStyle w:val="Hyperlink"/>
            <w:szCs w:val="22"/>
          </w:rPr>
          <w:t>http://www.youtube.com/watch?v=n0UzdYRnMtY&amp;feature=channel_page</w:t>
        </w:r>
      </w:hyperlink>
    </w:p>
    <w:p w14:paraId="2121F7EF" w14:textId="77777777" w:rsidR="006C5D07" w:rsidRPr="006C5D07" w:rsidRDefault="006C5D07" w:rsidP="006C5D07">
      <w:pPr>
        <w:pStyle w:val="BodyText1"/>
        <w:spacing w:after="0"/>
        <w:rPr>
          <w:szCs w:val="22"/>
        </w:rPr>
      </w:pPr>
    </w:p>
    <w:p w14:paraId="0F985BAC" w14:textId="77777777" w:rsidR="006C5D07" w:rsidRPr="006C5D07" w:rsidRDefault="006C5D07" w:rsidP="006C5D07">
      <w:pPr>
        <w:pStyle w:val="BodyText1"/>
        <w:spacing w:after="0"/>
        <w:rPr>
          <w:b/>
          <w:szCs w:val="22"/>
        </w:rPr>
      </w:pPr>
      <w:r w:rsidRPr="006C5D07">
        <w:rPr>
          <w:b/>
          <w:szCs w:val="22"/>
        </w:rPr>
        <w:t>Additional Videos:</w:t>
      </w:r>
    </w:p>
    <w:p w14:paraId="4FE9D4C4" w14:textId="77777777" w:rsidR="006C5D07" w:rsidRPr="006C5D07" w:rsidRDefault="006C5D07" w:rsidP="006C5D07">
      <w:pPr>
        <w:pStyle w:val="BodyText1"/>
        <w:spacing w:after="0"/>
        <w:rPr>
          <w:sz w:val="24"/>
          <w:szCs w:val="24"/>
        </w:rPr>
      </w:pPr>
      <w:r w:rsidRPr="006C5D07">
        <w:rPr>
          <w:szCs w:val="22"/>
        </w:rPr>
        <w:t xml:space="preserve">The Cold Spring Harbor Laboratory Genes to Cognition Online website is a rich source of video material. Simply put “video” into their search engine. There are currently 569 high-quality videos suitable for in-class presentation or homework assignments. Retrieved on December 11, 2014 from </w:t>
      </w:r>
      <w:hyperlink r:id="rId22" w:history="1">
        <w:r w:rsidRPr="006C5D07">
          <w:rPr>
            <w:rStyle w:val="Hyperlink"/>
            <w:szCs w:val="22"/>
          </w:rPr>
          <w:t>http://www.g2conline.org/</w:t>
        </w:r>
      </w:hyperlink>
    </w:p>
    <w:p w14:paraId="5894510C" w14:textId="77777777" w:rsidR="006C5D07" w:rsidRPr="003E23AA" w:rsidRDefault="006C5D07" w:rsidP="006C5D07">
      <w:pPr>
        <w:pStyle w:val="BodyText1"/>
        <w:spacing w:after="0"/>
        <w:rPr>
          <w:sz w:val="24"/>
          <w:szCs w:val="24"/>
        </w:rPr>
      </w:pPr>
    </w:p>
    <w:p w14:paraId="1E6B546F" w14:textId="77777777" w:rsidR="00184413" w:rsidRDefault="00184413" w:rsidP="00200BFA"/>
    <w:p w14:paraId="1692EC03" w14:textId="77777777" w:rsidR="00184413" w:rsidRDefault="00D2796E" w:rsidP="00184413">
      <w:pPr>
        <w:pStyle w:val="Heading1"/>
        <w:spacing w:before="0" w:after="0"/>
      </w:pPr>
      <w:r>
        <w:fldChar w:fldCharType="begin"/>
      </w:r>
      <w:r w:rsidR="00184413">
        <w:instrText xml:space="preserve"> seq NL1 \r 0 \h </w:instrText>
      </w:r>
      <w:r>
        <w:fldChar w:fldCharType="end"/>
      </w:r>
      <w:r w:rsidR="00184413">
        <w:t>Supplemental Reading List</w:t>
      </w:r>
    </w:p>
    <w:p w14:paraId="1D74DFB9" w14:textId="77777777" w:rsidR="00184413" w:rsidRDefault="00184413">
      <w:pPr>
        <w:pStyle w:val="Heading3"/>
      </w:pPr>
      <w:r>
        <w:t>History of Neuroscience</w:t>
      </w:r>
    </w:p>
    <w:p w14:paraId="27B76B44" w14:textId="110C597A" w:rsidR="00184413" w:rsidRDefault="00184413">
      <w:pPr>
        <w:pStyle w:val="BodyText1"/>
      </w:pPr>
      <w:r>
        <w:t xml:space="preserve">This text provides an overview of neuroscience history organized by major research area. Stanley Finger, </w:t>
      </w:r>
      <w:r w:rsidRPr="00AC229F">
        <w:rPr>
          <w:i/>
        </w:rPr>
        <w:t xml:space="preserve">Origins of </w:t>
      </w:r>
      <w:r w:rsidR="00492A69">
        <w:rPr>
          <w:i/>
        </w:rPr>
        <w:t>N</w:t>
      </w:r>
      <w:r w:rsidRPr="00AC229F">
        <w:rPr>
          <w:i/>
        </w:rPr>
        <w:t xml:space="preserve">euroscience: </w:t>
      </w:r>
      <w:r w:rsidR="00492A69">
        <w:rPr>
          <w:i/>
        </w:rPr>
        <w:t>A</w:t>
      </w:r>
      <w:r w:rsidR="00492A69" w:rsidRPr="00AC229F">
        <w:rPr>
          <w:i/>
        </w:rPr>
        <w:t xml:space="preserve"> </w:t>
      </w:r>
      <w:r w:rsidR="00492A69">
        <w:rPr>
          <w:i/>
        </w:rPr>
        <w:t>H</w:t>
      </w:r>
      <w:r w:rsidRPr="00AC229F">
        <w:rPr>
          <w:i/>
        </w:rPr>
        <w:t xml:space="preserve">istory of </w:t>
      </w:r>
      <w:r w:rsidR="00492A69">
        <w:rPr>
          <w:i/>
        </w:rPr>
        <w:t>E</w:t>
      </w:r>
      <w:r w:rsidRPr="00AC229F">
        <w:rPr>
          <w:i/>
        </w:rPr>
        <w:t xml:space="preserve">xplorations into </w:t>
      </w:r>
      <w:r w:rsidR="00492A69">
        <w:rPr>
          <w:i/>
        </w:rPr>
        <w:t>B</w:t>
      </w:r>
      <w:r w:rsidRPr="00AC229F">
        <w:rPr>
          <w:i/>
        </w:rPr>
        <w:t xml:space="preserve">rain </w:t>
      </w:r>
      <w:r w:rsidR="00492A69" w:rsidRPr="00707109">
        <w:rPr>
          <w:i/>
        </w:rPr>
        <w:t>F</w:t>
      </w:r>
      <w:r w:rsidRPr="00AC229F">
        <w:rPr>
          <w:i/>
        </w:rPr>
        <w:t>unction.</w:t>
      </w:r>
      <w:r>
        <w:t xml:space="preserve"> Oxford University Press, 1994</w:t>
      </w:r>
      <w:r w:rsidR="00492A69">
        <w:t>.</w:t>
      </w:r>
      <w:r>
        <w:t xml:space="preserve"> ISBN: 0195146948.</w:t>
      </w:r>
    </w:p>
    <w:p w14:paraId="429AC5E0" w14:textId="77777777" w:rsidR="00184413" w:rsidRDefault="00D2796E">
      <w:pPr>
        <w:pStyle w:val="Heading3"/>
      </w:pPr>
      <w:r>
        <w:fldChar w:fldCharType="begin"/>
      </w:r>
      <w:r w:rsidR="00184413">
        <w:instrText xml:space="preserve"> seq NL1 \r 0 \h </w:instrText>
      </w:r>
      <w:r>
        <w:fldChar w:fldCharType="end"/>
      </w:r>
      <w:r w:rsidR="00184413">
        <w:t>High-Power Magnets and Aversive Physiological Effects</w:t>
      </w:r>
    </w:p>
    <w:p w14:paraId="46A608BA" w14:textId="080BF610" w:rsidR="00184413" w:rsidRDefault="00184413" w:rsidP="00AC229F">
      <w:pPr>
        <w:pStyle w:val="BodyText1"/>
        <w:ind w:left="720"/>
      </w:pPr>
      <w:r>
        <w:t>Recent evidence has shown that exposure to high-power magnetic fields (at least 7 Tesla and stronger) may produce aversive effects. Current MRI technology used in clinical practice is still in the 1</w:t>
      </w:r>
      <w:r w:rsidR="00256CAF">
        <w:t>–</w:t>
      </w:r>
      <w:r>
        <w:t>2 Tesla range; however, increasing the magnetic field strength allows better imaging and MRI technology used in research settings are now in the 4</w:t>
      </w:r>
      <w:r w:rsidR="006C5D28">
        <w:t>–</w:t>
      </w:r>
      <w:r>
        <w:t>9 Tesla range. The research examining the efficacy and safety of high magnetic field exposure mirrors the studies initially conducted on the effects of exposure to radiation. The following articles describe conditioned taste aversion, vestibular related behaviors, and central nervous system activation induced in rats that received short (15</w:t>
      </w:r>
      <w:r w:rsidR="00F05FF0">
        <w:t>–</w:t>
      </w:r>
      <w:r>
        <w:t xml:space="preserve">30 min) exposures to high power magnetic fields. </w:t>
      </w:r>
    </w:p>
    <w:p w14:paraId="6AA9A60D" w14:textId="5C496F31" w:rsidR="00184413" w:rsidRDefault="00184413" w:rsidP="00184413">
      <w:pPr>
        <w:pStyle w:val="BodyText1"/>
      </w:pPr>
      <w:r w:rsidRPr="00B478DB">
        <w:t xml:space="preserve">Lockwood DR, Kwon B, Smith JC, </w:t>
      </w:r>
      <w:proofErr w:type="spellStart"/>
      <w:r w:rsidRPr="00B478DB">
        <w:t>Houpt</w:t>
      </w:r>
      <w:proofErr w:type="spellEnd"/>
      <w:r w:rsidRPr="00B478DB">
        <w:t xml:space="preserve"> TA. Behavioral effects of static high magnetic fields on unrestrained and restrained mice. </w:t>
      </w:r>
      <w:proofErr w:type="spellStart"/>
      <w:r w:rsidRPr="00B478DB">
        <w:t>Physiol</w:t>
      </w:r>
      <w:proofErr w:type="spellEnd"/>
      <w:r w:rsidRPr="00B478DB">
        <w:t xml:space="preserve"> </w:t>
      </w:r>
      <w:proofErr w:type="spellStart"/>
      <w:r w:rsidRPr="00B478DB">
        <w:t>Behav</w:t>
      </w:r>
      <w:proofErr w:type="spellEnd"/>
      <w:r w:rsidRPr="00B478DB">
        <w:t>. 2003 Apr;78(4</w:t>
      </w:r>
      <w:r w:rsidR="00263D5F">
        <w:t>–</w:t>
      </w:r>
      <w:r w:rsidRPr="00B478DB">
        <w:t>5):635</w:t>
      </w:r>
      <w:r w:rsidR="00263D5F">
        <w:t>–</w:t>
      </w:r>
      <w:r w:rsidRPr="00B478DB">
        <w:t xml:space="preserve">40. </w:t>
      </w:r>
    </w:p>
    <w:p w14:paraId="095442CD" w14:textId="083B9DD2" w:rsidR="00184413" w:rsidRDefault="00184413" w:rsidP="00184413">
      <w:pPr>
        <w:pStyle w:val="BodyText1"/>
      </w:pPr>
      <w:proofErr w:type="spellStart"/>
      <w:r>
        <w:t>Houpt</w:t>
      </w:r>
      <w:proofErr w:type="spellEnd"/>
      <w:r>
        <w:t xml:space="preserve"> TA, Pittman DW, </w:t>
      </w:r>
      <w:proofErr w:type="spellStart"/>
      <w:r>
        <w:t>Barranco</w:t>
      </w:r>
      <w:proofErr w:type="spellEnd"/>
      <w:r>
        <w:t xml:space="preserve"> JM, Brooks EH, Smith JC. Behavioral effects of high-strength static magnetic fields on rats. J </w:t>
      </w:r>
      <w:proofErr w:type="spellStart"/>
      <w:r>
        <w:t>Neurosci</w:t>
      </w:r>
      <w:proofErr w:type="spellEnd"/>
      <w:r>
        <w:t>. 2003 Feb 15;23(4):1498</w:t>
      </w:r>
      <w:r w:rsidR="00263D5F">
        <w:t>–</w:t>
      </w:r>
      <w:r>
        <w:t xml:space="preserve">505. </w:t>
      </w:r>
    </w:p>
    <w:p w14:paraId="0093728A" w14:textId="72222DCB" w:rsidR="00184413" w:rsidRPr="00B478DB" w:rsidRDefault="00184413" w:rsidP="00184413">
      <w:pPr>
        <w:pStyle w:val="BodyText1"/>
      </w:pPr>
      <w:r w:rsidRPr="00B478DB">
        <w:t xml:space="preserve">Snyder DJ, </w:t>
      </w:r>
      <w:proofErr w:type="spellStart"/>
      <w:r w:rsidRPr="00B478DB">
        <w:t>Jahng</w:t>
      </w:r>
      <w:proofErr w:type="spellEnd"/>
      <w:r w:rsidRPr="00B478DB">
        <w:t xml:space="preserve"> JW, Smith JC, </w:t>
      </w:r>
      <w:proofErr w:type="spellStart"/>
      <w:r w:rsidRPr="00B478DB">
        <w:t>Houpt</w:t>
      </w:r>
      <w:proofErr w:type="spellEnd"/>
      <w:r w:rsidRPr="00B478DB">
        <w:t xml:space="preserve"> TA. c-</w:t>
      </w:r>
      <w:proofErr w:type="spellStart"/>
      <w:r w:rsidRPr="00B478DB">
        <w:t>Fos</w:t>
      </w:r>
      <w:proofErr w:type="spellEnd"/>
      <w:r w:rsidRPr="00B478DB">
        <w:t xml:space="preserve"> induction in visceral and vestibular nuclei of the rat brain stem by a 9.4 T magnetic field. </w:t>
      </w:r>
      <w:proofErr w:type="spellStart"/>
      <w:r w:rsidRPr="00B478DB">
        <w:t>Neuroreport</w:t>
      </w:r>
      <w:proofErr w:type="spellEnd"/>
      <w:r w:rsidRPr="00B478DB">
        <w:t>. 2000 Aug 21;11(12):2681</w:t>
      </w:r>
      <w:r w:rsidR="00263D5F">
        <w:t>–</w:t>
      </w:r>
      <w:r w:rsidRPr="00B478DB">
        <w:t xml:space="preserve">5. </w:t>
      </w:r>
    </w:p>
    <w:p w14:paraId="339DD739" w14:textId="2443C0E7" w:rsidR="00184413" w:rsidRDefault="00184413" w:rsidP="00184413">
      <w:pPr>
        <w:pStyle w:val="BodyText1"/>
      </w:pPr>
      <w:r w:rsidRPr="00B478DB">
        <w:t xml:space="preserve">Nolte CM, Pittman DW, </w:t>
      </w:r>
      <w:proofErr w:type="spellStart"/>
      <w:r w:rsidRPr="00B478DB">
        <w:t>Kalevitch</w:t>
      </w:r>
      <w:proofErr w:type="spellEnd"/>
      <w:r w:rsidRPr="00B478DB">
        <w:t xml:space="preserve"> B, Henderson R, Smith JC. Magnetic field conditioned taste aversion in rats. </w:t>
      </w:r>
      <w:proofErr w:type="spellStart"/>
      <w:r w:rsidRPr="00B478DB">
        <w:t>Physiol</w:t>
      </w:r>
      <w:proofErr w:type="spellEnd"/>
      <w:r w:rsidRPr="00B478DB">
        <w:t xml:space="preserve"> </w:t>
      </w:r>
      <w:proofErr w:type="spellStart"/>
      <w:r w:rsidRPr="00B478DB">
        <w:t>Behav</w:t>
      </w:r>
      <w:proofErr w:type="spellEnd"/>
      <w:r w:rsidRPr="00B478DB">
        <w:t>. 1998 Feb 15;63(4):683</w:t>
      </w:r>
      <w:r w:rsidR="00263D5F">
        <w:t>–</w:t>
      </w:r>
      <w:r w:rsidRPr="00B478DB">
        <w:t>8.</w:t>
      </w:r>
    </w:p>
    <w:p w14:paraId="49567D4D" w14:textId="77777777" w:rsidR="00184413" w:rsidRDefault="00D92444">
      <w:pPr>
        <w:pStyle w:val="Heading3"/>
      </w:pPr>
      <w:r>
        <w:t>H</w:t>
      </w:r>
      <w:r w:rsidR="00184413">
        <w:t>andbook of Functional Neuroimaging of Cognition</w:t>
      </w:r>
    </w:p>
    <w:p w14:paraId="1611BEEA" w14:textId="10EB7BC5" w:rsidR="00184413" w:rsidRDefault="00184413">
      <w:pPr>
        <w:pStyle w:val="BodyText1"/>
      </w:pPr>
      <w:r>
        <w:t xml:space="preserve">This text provides a historical account of the development of functional neuroimaging, a detailed explanation of the theory and methods involved in the production of functional neuroimages, and a summary of the latest functional neuroimaging research organized according to system (attention, language, aging, etc.). Publication information: Roberto Cabeza and Alan Kingstone (Editors), </w:t>
      </w:r>
      <w:r w:rsidRPr="00AC229F">
        <w:rPr>
          <w:i/>
        </w:rPr>
        <w:t>Handbook of Functional Neuroimaging of Cognition.</w:t>
      </w:r>
      <w:r>
        <w:t xml:space="preserve"> The MIT Press,</w:t>
      </w:r>
      <w:r w:rsidR="00E426D6">
        <w:t xml:space="preserve"> 2006.</w:t>
      </w:r>
      <w:r>
        <w:t xml:space="preserve"> ISBN: 0262032805.</w:t>
      </w:r>
    </w:p>
    <w:p w14:paraId="41D5E130" w14:textId="77777777" w:rsidR="00184413" w:rsidRDefault="00184413">
      <w:pPr>
        <w:pStyle w:val="Heading3"/>
      </w:pPr>
      <w:r>
        <w:lastRenderedPageBreak/>
        <w:t>Ethical Use of Animals in Research</w:t>
      </w:r>
    </w:p>
    <w:p w14:paraId="452CC188" w14:textId="564C3702" w:rsidR="00184413" w:rsidRDefault="00184413">
      <w:pPr>
        <w:pStyle w:val="BodyText1"/>
      </w:pPr>
      <w:r>
        <w:t xml:space="preserve">The following websites are good resources of information regarding the legal and ethical use of animals in research. </w:t>
      </w:r>
    </w:p>
    <w:p w14:paraId="6109691A" w14:textId="77777777" w:rsidR="00184413" w:rsidRDefault="00184413">
      <w:pPr>
        <w:pStyle w:val="BodyText1"/>
      </w:pPr>
      <w:r>
        <w:t xml:space="preserve">The Office of Laboratory Animal Welfare: </w:t>
      </w:r>
      <w:hyperlink r:id="rId23" w:history="1">
        <w:r w:rsidR="00D92444" w:rsidRPr="00AF5CA4">
          <w:rPr>
            <w:rStyle w:val="Hyperlink"/>
          </w:rPr>
          <w:t>http://grants.nih.gov/grants/olaw/olaw.htm/</w:t>
        </w:r>
      </w:hyperlink>
    </w:p>
    <w:p w14:paraId="4111FD76" w14:textId="77777777" w:rsidR="00184413" w:rsidRDefault="00184413">
      <w:pPr>
        <w:pStyle w:val="BodyText1"/>
      </w:pPr>
      <w:r>
        <w:t xml:space="preserve">The Animal Welfare Information Center of the U.S. Department of Agriculture: </w:t>
      </w:r>
      <w:hyperlink r:id="rId24" w:history="1">
        <w:r w:rsidR="00D92444" w:rsidRPr="00AF5CA4">
          <w:rPr>
            <w:rStyle w:val="Hyperlink"/>
          </w:rPr>
          <w:t>http://www.nal.usda.gov/awic</w:t>
        </w:r>
      </w:hyperlink>
    </w:p>
    <w:p w14:paraId="6A356ABC" w14:textId="77777777" w:rsidR="00184413" w:rsidRDefault="00184413">
      <w:pPr>
        <w:pStyle w:val="BodyText1"/>
      </w:pPr>
      <w:r>
        <w:t xml:space="preserve">Public Health Service Policy on Humane Care and Use of Laboratory Animals: </w:t>
      </w:r>
      <w:hyperlink r:id="rId25" w:history="1">
        <w:r w:rsidR="00D92444" w:rsidRPr="00AF5CA4">
          <w:rPr>
            <w:rStyle w:val="Hyperlink"/>
          </w:rPr>
          <w:t>http://grants.nih.gov/grants/olaw/references/phspol.htm</w:t>
        </w:r>
      </w:hyperlink>
    </w:p>
    <w:p w14:paraId="1E4CAA75" w14:textId="77777777" w:rsidR="00184413" w:rsidRDefault="00184413">
      <w:pPr>
        <w:pStyle w:val="BodyText1"/>
      </w:pPr>
      <w:r>
        <w:t>The American Psychological Association’s Committee on Animal Research and Ethics</w:t>
      </w:r>
      <w:r w:rsidR="00AA4203">
        <w:t xml:space="preserve"> (CARE)</w:t>
      </w:r>
      <w:r>
        <w:t xml:space="preserve">: </w:t>
      </w:r>
      <w:hyperlink r:id="rId26" w:history="1">
        <w:r w:rsidR="00D92444" w:rsidRPr="00AF5CA4">
          <w:rPr>
            <w:rStyle w:val="Hyperlink"/>
          </w:rPr>
          <w:t>http://www.apa.org/science/leadership/care/index.aspx</w:t>
        </w:r>
      </w:hyperlink>
    </w:p>
    <w:p w14:paraId="7E33FD27" w14:textId="44E72071" w:rsidR="00184413" w:rsidRDefault="00184413">
      <w:pPr>
        <w:pStyle w:val="BodyText1"/>
      </w:pPr>
      <w:r>
        <w:t xml:space="preserve">The Society for Neuroscience’s Policies on the Use of Animals and Humans in Neuroscience Research: </w:t>
      </w:r>
      <w:hyperlink r:id="rId27" w:history="1">
        <w:r w:rsidR="00D92444" w:rsidRPr="00AF5CA4">
          <w:rPr>
            <w:rStyle w:val="Hyperlink"/>
          </w:rPr>
          <w:t>http://www.sfn.org/Advocacy/Policy-Positions/Policies-on-the-Use-of-Animals-and-Humans-in-Research</w:t>
        </w:r>
      </w:hyperlink>
    </w:p>
    <w:p w14:paraId="2B83B948" w14:textId="77777777" w:rsidR="00184413" w:rsidRDefault="00184413">
      <w:pPr>
        <w:pStyle w:val="Heading3"/>
      </w:pPr>
      <w:r>
        <w:t>Public Policies and Stem Cell Research</w:t>
      </w:r>
    </w:p>
    <w:p w14:paraId="7767B939" w14:textId="71D46B49" w:rsidR="00184413" w:rsidRDefault="00184413">
      <w:pPr>
        <w:pStyle w:val="BodyText1"/>
      </w:pPr>
      <w:r>
        <w:t>The following websites are good resources of information regarding current governmental public policy on stem cell research and the privatization of stem cell research.</w:t>
      </w:r>
    </w:p>
    <w:p w14:paraId="6139B724" w14:textId="77777777" w:rsidR="00184413" w:rsidRDefault="00184413">
      <w:pPr>
        <w:pStyle w:val="BodyText1"/>
      </w:pPr>
      <w:r>
        <w:t xml:space="preserve">Stem Cells and the Future of Regenerative Medicine: </w:t>
      </w:r>
      <w:hyperlink r:id="rId28" w:history="1">
        <w:r w:rsidR="00D92444" w:rsidRPr="00AF5CA4">
          <w:rPr>
            <w:rStyle w:val="Hyperlink"/>
          </w:rPr>
          <w:t>http://www.nap.edu/books/0309076307/html/</w:t>
        </w:r>
      </w:hyperlink>
    </w:p>
    <w:p w14:paraId="7E33CE98" w14:textId="77777777" w:rsidR="00D92444" w:rsidRDefault="00184413" w:rsidP="0002346C">
      <w:r>
        <w:t xml:space="preserve">United States federal policy on funding stem cell research: </w:t>
      </w:r>
      <w:hyperlink r:id="rId29" w:history="1">
        <w:r w:rsidR="00D92444" w:rsidRPr="00AF5CA4">
          <w:rPr>
            <w:rStyle w:val="Hyperlink"/>
          </w:rPr>
          <w:t>http://stemcells.nih.gov/policy/Pages/Default.aspx</w:t>
        </w:r>
      </w:hyperlink>
    </w:p>
    <w:p w14:paraId="24899A5A" w14:textId="77777777" w:rsidR="0012009F" w:rsidRDefault="00184413" w:rsidP="0002346C">
      <w:r>
        <w:t xml:space="preserve">Executive Order E9-5441, March 9, 2009.  </w:t>
      </w:r>
    </w:p>
    <w:p w14:paraId="4DF32F5C" w14:textId="77777777" w:rsidR="0012009F" w:rsidRDefault="0012009F" w:rsidP="0002346C"/>
    <w:p w14:paraId="056CACE6" w14:textId="77777777" w:rsidR="00184413" w:rsidRPr="0002346C" w:rsidRDefault="00184413" w:rsidP="0002346C">
      <w:r w:rsidRPr="0002346C">
        <w:t>Removing Barriers to Responsible Scientific</w:t>
      </w:r>
      <w:r w:rsidR="0012009F">
        <w:t xml:space="preserve"> </w:t>
      </w:r>
      <w:r w:rsidRPr="0002346C">
        <w:t>Research Involving Human Stem Cells:</w:t>
      </w:r>
    </w:p>
    <w:p w14:paraId="3531AA2E" w14:textId="77777777" w:rsidR="00184413" w:rsidRDefault="00035E6C" w:rsidP="0002346C">
      <w:hyperlink r:id="rId30" w:history="1">
        <w:r w:rsidR="00D92444" w:rsidRPr="00AF5CA4">
          <w:rPr>
            <w:rStyle w:val="Hyperlink"/>
          </w:rPr>
          <w:t>http://edocket.access.gpo.gov/2009/pdf/E9-5441.pdf</w:t>
        </w:r>
      </w:hyperlink>
    </w:p>
    <w:p w14:paraId="4D5A6A25" w14:textId="77777777" w:rsidR="0013006E" w:rsidRDefault="0013006E" w:rsidP="0013006E"/>
    <w:p w14:paraId="20A6F991" w14:textId="77777777" w:rsidR="00184413" w:rsidRDefault="00184413">
      <w:pPr>
        <w:pStyle w:val="BodyText1"/>
      </w:pPr>
      <w:r>
        <w:t xml:space="preserve">NIH Stem Cell Basics: </w:t>
      </w:r>
      <w:hyperlink r:id="rId31" w:history="1">
        <w:r w:rsidR="00D92444" w:rsidRPr="00AF5CA4">
          <w:rPr>
            <w:rStyle w:val="Hyperlink"/>
          </w:rPr>
          <w:t>http://stemcells.nih.gov/info/basics/</w:t>
        </w:r>
      </w:hyperlink>
    </w:p>
    <w:p w14:paraId="40C0E746" w14:textId="77777777" w:rsidR="00D92444" w:rsidRDefault="00184413">
      <w:pPr>
        <w:pStyle w:val="BodyText1"/>
      </w:pPr>
      <w:r>
        <w:t xml:space="preserve">Stem cell research regulations in European </w:t>
      </w:r>
      <w:r w:rsidR="0002346C">
        <w:t>countries</w:t>
      </w:r>
      <w:r>
        <w:t xml:space="preserve">: </w:t>
      </w:r>
      <w:hyperlink r:id="rId32" w:history="1">
        <w:r w:rsidR="00D92444" w:rsidRPr="00AF5CA4">
          <w:rPr>
            <w:rStyle w:val="Hyperlink"/>
          </w:rPr>
          <w:t>http://www.eurostemcell.org/stem-cell-regulations</w:t>
        </w:r>
      </w:hyperlink>
    </w:p>
    <w:p w14:paraId="437539BA" w14:textId="77777777" w:rsidR="00184413" w:rsidRDefault="00184413">
      <w:pPr>
        <w:pStyle w:val="BodyText1"/>
      </w:pPr>
      <w:r>
        <w:t xml:space="preserve">California’s Stem Cell Agency: </w:t>
      </w:r>
      <w:hyperlink r:id="rId33" w:history="1">
        <w:r w:rsidR="00D92444" w:rsidRPr="00AF5CA4">
          <w:rPr>
            <w:rStyle w:val="Hyperlink"/>
          </w:rPr>
          <w:t>http://www.cirm.ca.gov/</w:t>
        </w:r>
      </w:hyperlink>
    </w:p>
    <w:p w14:paraId="0334717C" w14:textId="77777777" w:rsidR="0013006E" w:rsidRDefault="0013006E">
      <w:pPr>
        <w:rPr>
          <w:rFonts w:ascii="Arial" w:hAnsi="Arial"/>
          <w:b/>
          <w:caps/>
          <w:noProof/>
          <w:spacing w:val="0"/>
          <w:kern w:val="28"/>
          <w:sz w:val="28"/>
        </w:rPr>
      </w:pPr>
    </w:p>
    <w:p w14:paraId="0DF25E84" w14:textId="77777777" w:rsidR="00184413" w:rsidRDefault="00D2796E" w:rsidP="00184413">
      <w:pPr>
        <w:pStyle w:val="Heading1"/>
        <w:spacing w:before="0" w:after="0"/>
      </w:pPr>
      <w:r>
        <w:fldChar w:fldCharType="begin"/>
      </w:r>
      <w:r w:rsidR="00184413">
        <w:instrText xml:space="preserve"> seq NL1 \r 0 \h </w:instrText>
      </w:r>
      <w:r>
        <w:fldChar w:fldCharType="end"/>
      </w:r>
      <w:r w:rsidR="00184413">
        <w:t>Supplemental Teaching Strategies and tools</w:t>
      </w:r>
    </w:p>
    <w:p w14:paraId="2620B7D6" w14:textId="77777777" w:rsidR="00184413" w:rsidRDefault="00D2796E">
      <w:pPr>
        <w:pStyle w:val="Heading3"/>
      </w:pPr>
      <w:r>
        <w:rPr>
          <w:b w:val="0"/>
        </w:rPr>
        <w:fldChar w:fldCharType="begin"/>
      </w:r>
      <w:r w:rsidR="00184413">
        <w:rPr>
          <w:b w:val="0"/>
        </w:rPr>
        <w:instrText xml:space="preserve"> seq NL1 \r 0 \h </w:instrText>
      </w:r>
      <w:r>
        <w:rPr>
          <w:b w:val="0"/>
        </w:rPr>
        <w:fldChar w:fldCharType="end"/>
      </w:r>
      <w:r w:rsidR="00184413">
        <w:t>Discussion of Trepanation</w:t>
      </w:r>
    </w:p>
    <w:p w14:paraId="50395AF7" w14:textId="05F4788B" w:rsidR="00184413" w:rsidRDefault="00184413">
      <w:pPr>
        <w:pStyle w:val="BodyText1"/>
      </w:pPr>
      <w:r>
        <w:t>Trepanation was likely the first attempt at neurosurgery. Archeological evidence suggests trepanation was employed up to 7,000 years ago. Given our current enlightened view of the brain, trepanation seems a gross and wholly (excuse the puns) procedure by our modern standards. Yet, in the 1970s there was a resurgence of trepanation as a means of achieving mental clarity with some unusual case studies to say the least. The following websites and reports can be used in a classroom discussion of the appropriateness of trepanation:</w:t>
      </w:r>
    </w:p>
    <w:p w14:paraId="4363A7D9" w14:textId="77777777" w:rsidR="00184413" w:rsidRDefault="00184413" w:rsidP="00D92444">
      <w:pPr>
        <w:pStyle w:val="BodyText1"/>
        <w:spacing w:after="0"/>
      </w:pPr>
      <w:r>
        <w:t xml:space="preserve">What’s the story on trepanation? </w:t>
      </w:r>
      <w:hyperlink r:id="rId34" w:history="1">
        <w:r w:rsidR="005B4D04" w:rsidRPr="009D3A38">
          <w:rPr>
            <w:rStyle w:val="Hyperlink"/>
          </w:rPr>
          <w:t>http://www.straightdope.com/columns/020906.html</w:t>
        </w:r>
      </w:hyperlink>
    </w:p>
    <w:p w14:paraId="612AFBCF" w14:textId="77777777" w:rsidR="00D92444" w:rsidRDefault="00184413" w:rsidP="00D92444">
      <w:pPr>
        <w:pStyle w:val="BodyText1"/>
        <w:spacing w:after="0"/>
      </w:pPr>
      <w:r>
        <w:t xml:space="preserve">You Need It Like… a Hole in the Head? </w:t>
      </w:r>
    </w:p>
    <w:p w14:paraId="490B1515" w14:textId="77777777" w:rsidR="00184413" w:rsidRDefault="00035E6C" w:rsidP="00D92444">
      <w:pPr>
        <w:pStyle w:val="BodyText1"/>
        <w:spacing w:after="0"/>
      </w:pPr>
      <w:hyperlink r:id="rId35" w:history="1">
        <w:r w:rsidR="005B4D04" w:rsidRPr="009D3A38">
          <w:rPr>
            <w:rStyle w:val="Hyperlink"/>
          </w:rPr>
          <w:t>http://www.washingtonpost.com/wp-srv/style/features/trepan.htm</w:t>
        </w:r>
      </w:hyperlink>
    </w:p>
    <w:p w14:paraId="49349B26" w14:textId="77777777" w:rsidR="00D92444" w:rsidRDefault="00D92444" w:rsidP="00D92444">
      <w:pPr>
        <w:pStyle w:val="BodyText1"/>
        <w:spacing w:after="0"/>
      </w:pPr>
    </w:p>
    <w:p w14:paraId="0230D674" w14:textId="0EC12E5D" w:rsidR="00D92444" w:rsidRDefault="00184413" w:rsidP="00D92444">
      <w:pPr>
        <w:pStyle w:val="BodyText1"/>
        <w:spacing w:after="0"/>
      </w:pPr>
      <w:r>
        <w:lastRenderedPageBreak/>
        <w:t xml:space="preserve">The skull doctors. Stephanie Pain. New Scientist. September </w:t>
      </w:r>
      <w:r w:rsidR="00C90017">
        <w:t xml:space="preserve">16, </w:t>
      </w:r>
      <w:r>
        <w:t xml:space="preserve">2000; 167(2256): 32.  </w:t>
      </w:r>
    </w:p>
    <w:p w14:paraId="269FC4DB" w14:textId="77777777" w:rsidR="00184413" w:rsidRDefault="00035E6C" w:rsidP="00D92444">
      <w:pPr>
        <w:pStyle w:val="BodyText1"/>
        <w:spacing w:after="0"/>
      </w:pPr>
      <w:hyperlink r:id="rId36" w:history="1">
        <w:r w:rsidR="005B4D04" w:rsidRPr="009D3A38">
          <w:rPr>
            <w:rStyle w:val="Hyperlink"/>
          </w:rPr>
          <w:t>http://www.critpsynet.freeuk.com/skull.htm</w:t>
        </w:r>
      </w:hyperlink>
    </w:p>
    <w:p w14:paraId="5A4FDF8C" w14:textId="77777777" w:rsidR="00D92444" w:rsidRDefault="00D92444" w:rsidP="00D92444">
      <w:pPr>
        <w:pStyle w:val="BodyText1"/>
        <w:spacing w:after="0"/>
      </w:pPr>
    </w:p>
    <w:p w14:paraId="453FF479" w14:textId="77777777" w:rsidR="00D92444" w:rsidRDefault="00184413" w:rsidP="00D92444">
      <w:pPr>
        <w:pStyle w:val="BodyText1"/>
        <w:spacing w:after="0"/>
      </w:pPr>
      <w:r>
        <w:t xml:space="preserve">Trepanation. </w:t>
      </w:r>
    </w:p>
    <w:p w14:paraId="41928E0A" w14:textId="77777777" w:rsidR="00184413" w:rsidRDefault="00035E6C" w:rsidP="00D92444">
      <w:pPr>
        <w:pStyle w:val="BodyText1"/>
        <w:spacing w:after="0"/>
      </w:pPr>
      <w:hyperlink r:id="rId37" w:history="1">
        <w:r w:rsidR="005B4D04" w:rsidRPr="009D3A38">
          <w:rPr>
            <w:rStyle w:val="Hyperlink"/>
          </w:rPr>
          <w:t>http://www.quackwatch.org/01QuackeryRelatedTopics/trepanation.html</w:t>
        </w:r>
      </w:hyperlink>
    </w:p>
    <w:p w14:paraId="2E5FE56F" w14:textId="77777777" w:rsidR="00D92444" w:rsidRDefault="00D92444" w:rsidP="00D92444">
      <w:pPr>
        <w:pStyle w:val="BodyText1"/>
        <w:spacing w:after="0"/>
        <w:rPr>
          <w:i/>
          <w:iCs/>
        </w:rPr>
      </w:pPr>
    </w:p>
    <w:p w14:paraId="2FF197F6" w14:textId="77777777" w:rsidR="00184413" w:rsidRDefault="00184413" w:rsidP="00D92444">
      <w:pPr>
        <w:pStyle w:val="BodyText1"/>
        <w:spacing w:after="0"/>
      </w:pPr>
      <w:proofErr w:type="spellStart"/>
      <w:r>
        <w:rPr>
          <w:i/>
          <w:iCs/>
        </w:rPr>
        <w:t>Neurophilosophy</w:t>
      </w:r>
      <w:proofErr w:type="spellEnd"/>
      <w:r>
        <w:t xml:space="preserve"> has found a gory but completely astonishing </w:t>
      </w:r>
      <w:r w:rsidRPr="00766BDA">
        <w:t>film</w:t>
      </w:r>
      <w:r>
        <w:t xml:space="preserve"> of a </w:t>
      </w:r>
      <w:r w:rsidRPr="00766BDA">
        <w:t>Kisi</w:t>
      </w:r>
      <w:r>
        <w:t xml:space="preserve"> medicine man in Tanzania performing a </w:t>
      </w:r>
      <w:r w:rsidRPr="00766BDA">
        <w:t>trepanation</w:t>
      </w:r>
      <w:r>
        <w:t xml:space="preserve"> operation. </w:t>
      </w:r>
      <w:hyperlink r:id="rId38" w:history="1">
        <w:r w:rsidR="005B4D04" w:rsidRPr="009D3A38">
          <w:rPr>
            <w:rStyle w:val="Hyperlink"/>
          </w:rPr>
          <w:t>http://www.mindhacks.com/blog/2008/02/the_operation_of_the.html</w:t>
        </w:r>
      </w:hyperlink>
    </w:p>
    <w:p w14:paraId="625F7A87" w14:textId="77777777" w:rsidR="00184413" w:rsidRDefault="00D2796E">
      <w:pPr>
        <w:pStyle w:val="Heading3"/>
      </w:pPr>
      <w:r>
        <w:rPr>
          <w:b w:val="0"/>
        </w:rPr>
        <w:fldChar w:fldCharType="begin"/>
      </w:r>
      <w:r w:rsidR="00184413">
        <w:rPr>
          <w:b w:val="0"/>
        </w:rPr>
        <w:instrText xml:space="preserve"> seq NL1 \r 0 \h </w:instrText>
      </w:r>
      <w:r>
        <w:rPr>
          <w:b w:val="0"/>
        </w:rPr>
        <w:fldChar w:fldCharType="end"/>
      </w:r>
      <w:r w:rsidR="00184413">
        <w:t>Understanding Fluid Dynamics as a Functional Model of the Nervous System</w:t>
      </w:r>
    </w:p>
    <w:p w14:paraId="03EC75CC" w14:textId="006A358F" w:rsidR="00184413" w:rsidRDefault="00184413">
      <w:pPr>
        <w:pStyle w:val="BodyText1"/>
      </w:pPr>
      <w:r>
        <w:t>A discussion about the basis for the development of the fluid dynamics model will help the students fully understand and remember the early philosophies of the biology underlying behavior. Given our knowledge base today, it may seem absurd that the Greek and Renaissance philosophers thought that internal fluids were the controlling force underlying human behavior. Students often have a hard time appreciating the perspective of this model given the knowledge base during that time. It is important to remember that prior to the mid-1700s</w:t>
      </w:r>
      <w:r w:rsidR="00C90017">
        <w:t>,</w:t>
      </w:r>
      <w:r>
        <w:t xml:space="preserve"> there was no real understanding of electricity. Physical sources of energy were limited to hydraulic and fire. It became clear to the ancient philosophers that fire was not the source of human energy and that our bodies contained vast amounts of fluids. As evidenced by trauma to the brain, the central nervous system gained importance in sustaining life and behavior. Furthermore, fluid-filled cavities or ventricles were observed in the brain containing a different type of fluid (cerebrospinal fluid) that was not like the circulating blood. Therefore, hydraulic energy became the acceptable model of energy for human behavior. In the early 1600s, René Descartes took up residence in the Paris suburb of St. Germain. In St. Germain, there were a series of fountains and statues that were set in motion, sometimes to accompanying music, by hydraulic power when nearby observers stepped on special flagstones attached to a series of pipes. Descartes observed this phenomenon and applied the concept of plumbing and hydraulic power used to produce complex movements in inanimate objects to the notion of a fluid-filled nervous system being able to produce complex human behavior. </w:t>
      </w:r>
    </w:p>
    <w:p w14:paraId="216FC40A" w14:textId="4D8326C5" w:rsidR="00184413" w:rsidRDefault="00D2796E">
      <w:pPr>
        <w:pStyle w:val="Heading3"/>
      </w:pPr>
      <w:r>
        <w:rPr>
          <w:b w:val="0"/>
        </w:rPr>
        <w:fldChar w:fldCharType="begin"/>
      </w:r>
      <w:r w:rsidR="00184413">
        <w:rPr>
          <w:b w:val="0"/>
        </w:rPr>
        <w:instrText xml:space="preserve"> seq NL1 \r 0 \h </w:instrText>
      </w:r>
      <w:r>
        <w:rPr>
          <w:b w:val="0"/>
        </w:rPr>
        <w:fldChar w:fldCharType="end"/>
      </w:r>
      <w:r w:rsidR="00184413">
        <w:t>Discussion of Neuroimaging Techniques</w:t>
      </w:r>
    </w:p>
    <w:p w14:paraId="57C07E8F" w14:textId="6CA7E762" w:rsidR="00184413" w:rsidRPr="00A81F5A" w:rsidRDefault="00184413">
      <w:pPr>
        <w:pStyle w:val="BodyText1"/>
      </w:pPr>
      <w:r>
        <w:t xml:space="preserve">There are many advantages and disadvantages associated with each of the neuroimaging techniques discussed in </w:t>
      </w:r>
      <w:r w:rsidR="0018643C">
        <w:t>C</w:t>
      </w:r>
      <w:r>
        <w:t xml:space="preserve">hapter 1. Lead a discussion centered on a cost/benefit analysis of using different techniques in the examination of various clinical conditions, such as stroke, car accident victim, or sports-related concussion, and research questions, such as attention, memory, development, or aging. </w:t>
      </w:r>
    </w:p>
    <w:p w14:paraId="0EC4265E" w14:textId="77777777" w:rsidR="00184413" w:rsidRDefault="00184413">
      <w:pPr>
        <w:pStyle w:val="BodyText1"/>
        <w:rPr>
          <w:rFonts w:ascii="Arial Narrow" w:hAnsi="Arial Narrow"/>
          <w:b/>
          <w:sz w:val="26"/>
          <w:szCs w:val="26"/>
        </w:rPr>
      </w:pPr>
      <w:r>
        <w:rPr>
          <w:rFonts w:ascii="Arial Narrow" w:hAnsi="Arial Narrow"/>
          <w:b/>
          <w:sz w:val="26"/>
          <w:szCs w:val="26"/>
        </w:rPr>
        <w:t>Genes to Cognition Online</w:t>
      </w:r>
    </w:p>
    <w:p w14:paraId="1600A5A3" w14:textId="665A33D0" w:rsidR="00184413" w:rsidRDefault="00184413">
      <w:pPr>
        <w:pStyle w:val="BodyText1"/>
      </w:pPr>
      <w:r>
        <w:t>The Cold Spring Harbor Laboratory has a rich multimedia site that includes more tha</w:t>
      </w:r>
      <w:r w:rsidR="0018643C">
        <w:t>n</w:t>
      </w:r>
      <w:r>
        <w:t xml:space="preserve"> 750 items, including animations, interactive experiments, video (</w:t>
      </w:r>
      <w:hyperlink r:id="rId39" w:history="1">
        <w:r w:rsidR="007C4E28" w:rsidRPr="00D92444">
          <w:rPr>
            <w:rStyle w:val="Hyperlink"/>
            <w:szCs w:val="22"/>
          </w:rPr>
          <w:t>http://www.g2conline.org/</w:t>
        </w:r>
      </w:hyperlink>
      <w:r>
        <w:t xml:space="preserve">), and a 3-D interactive brain. This site offers multiple opportunities for Lecture Enrichment and Homework.  </w:t>
      </w:r>
      <w:hyperlink r:id="rId40" w:history="1">
        <w:r w:rsidRPr="00F317CA">
          <w:rPr>
            <w:rStyle w:val="Hyperlink"/>
          </w:rPr>
          <w:t>http://www.g2conline.org/</w:t>
        </w:r>
      </w:hyperlink>
      <w:r>
        <w:t xml:space="preserve"> </w:t>
      </w:r>
    </w:p>
    <w:p w14:paraId="31DF2E9D" w14:textId="77777777" w:rsidR="00184413" w:rsidRPr="0065263E" w:rsidRDefault="00184413">
      <w:pPr>
        <w:pStyle w:val="BodyText1"/>
        <w:rPr>
          <w:sz w:val="20"/>
        </w:rPr>
      </w:pPr>
    </w:p>
    <w:p w14:paraId="2336311C" w14:textId="77777777" w:rsidR="00184413" w:rsidRDefault="00184413" w:rsidP="00184413"/>
    <w:p w14:paraId="7106C035" w14:textId="77777777" w:rsidR="00184413" w:rsidRDefault="00184413" w:rsidP="00184413">
      <w:pPr>
        <w:rPr>
          <w:sz w:val="16"/>
          <w:szCs w:val="16"/>
        </w:rPr>
      </w:pPr>
    </w:p>
    <w:p w14:paraId="2B08A492" w14:textId="77777777" w:rsidR="00D92444" w:rsidRDefault="00D92444" w:rsidP="00184413">
      <w:pPr>
        <w:rPr>
          <w:sz w:val="16"/>
          <w:szCs w:val="16"/>
        </w:rPr>
      </w:pPr>
    </w:p>
    <w:p w14:paraId="059E3D80" w14:textId="77777777" w:rsidR="00D92444" w:rsidRDefault="00D92444" w:rsidP="00184413">
      <w:pPr>
        <w:rPr>
          <w:sz w:val="16"/>
          <w:szCs w:val="16"/>
        </w:rPr>
      </w:pPr>
    </w:p>
    <w:p w14:paraId="22A9FD6A" w14:textId="77777777" w:rsidR="00D92444" w:rsidRPr="00E3123A" w:rsidRDefault="00D92444" w:rsidP="00184413">
      <w:pPr>
        <w:rPr>
          <w:sz w:val="16"/>
          <w:szCs w:val="16"/>
        </w:rPr>
      </w:pPr>
    </w:p>
    <w:p w14:paraId="6E6BA1E6" w14:textId="77777777" w:rsidR="00184413" w:rsidRPr="00E3123A" w:rsidRDefault="00184413" w:rsidP="00184413">
      <w:pPr>
        <w:pStyle w:val="Heading1"/>
        <w:spacing w:before="0" w:after="120"/>
        <w:rPr>
          <w:bCs/>
          <w:szCs w:val="28"/>
        </w:rPr>
      </w:pPr>
      <w:r w:rsidRPr="00E3123A">
        <w:rPr>
          <w:bCs/>
          <w:szCs w:val="28"/>
        </w:rPr>
        <w:lastRenderedPageBreak/>
        <w:t>Clicker Questions for Audience Response Systems</w:t>
      </w:r>
    </w:p>
    <w:p w14:paraId="322EDEF4" w14:textId="77777777" w:rsidR="00184413" w:rsidRPr="00D92444" w:rsidRDefault="005B4D04" w:rsidP="00334EC7">
      <w:pPr>
        <w:pStyle w:val="BodyText1"/>
        <w:numPr>
          <w:ilvl w:val="0"/>
          <w:numId w:val="31"/>
        </w:numPr>
        <w:spacing w:after="0"/>
        <w:rPr>
          <w:szCs w:val="22"/>
        </w:rPr>
      </w:pPr>
      <w:r w:rsidRPr="00D92444">
        <w:rPr>
          <w:szCs w:val="22"/>
        </w:rPr>
        <w:t>What do you believe in?</w:t>
      </w:r>
    </w:p>
    <w:p w14:paraId="4B2C0DC8" w14:textId="192A6918" w:rsidR="00184413" w:rsidRPr="00D92444" w:rsidRDefault="005B4D04" w:rsidP="00334EC7">
      <w:pPr>
        <w:pStyle w:val="BodyText1"/>
        <w:numPr>
          <w:ilvl w:val="0"/>
          <w:numId w:val="16"/>
        </w:numPr>
        <w:spacing w:after="0"/>
        <w:rPr>
          <w:szCs w:val="22"/>
        </w:rPr>
      </w:pPr>
      <w:r w:rsidRPr="00D92444">
        <w:rPr>
          <w:szCs w:val="22"/>
        </w:rPr>
        <w:t>M</w:t>
      </w:r>
      <w:r w:rsidR="00184413" w:rsidRPr="00D92444">
        <w:rPr>
          <w:szCs w:val="22"/>
        </w:rPr>
        <w:t>ind</w:t>
      </w:r>
      <w:r w:rsidR="0020235B">
        <w:rPr>
          <w:szCs w:val="22"/>
        </w:rPr>
        <w:t>–</w:t>
      </w:r>
      <w:r w:rsidR="00184413" w:rsidRPr="00D92444">
        <w:rPr>
          <w:szCs w:val="22"/>
        </w:rPr>
        <w:t>body dualism—there is more to “mind” than just the physical self.</w:t>
      </w:r>
    </w:p>
    <w:p w14:paraId="74199502" w14:textId="77777777" w:rsidR="00184413" w:rsidRPr="00D92444" w:rsidRDefault="005B4D04" w:rsidP="00334EC7">
      <w:pPr>
        <w:pStyle w:val="BodyText1"/>
        <w:numPr>
          <w:ilvl w:val="0"/>
          <w:numId w:val="16"/>
        </w:numPr>
        <w:spacing w:after="0"/>
        <w:rPr>
          <w:szCs w:val="22"/>
        </w:rPr>
      </w:pPr>
      <w:r w:rsidRPr="00D92444">
        <w:rPr>
          <w:szCs w:val="22"/>
        </w:rPr>
        <w:t>M</w:t>
      </w:r>
      <w:r w:rsidR="00184413" w:rsidRPr="00D92444">
        <w:rPr>
          <w:szCs w:val="22"/>
        </w:rPr>
        <w:t>onism—the “mind” is what the brain does.</w:t>
      </w:r>
    </w:p>
    <w:p w14:paraId="14766863" w14:textId="77777777" w:rsidR="00184413" w:rsidRPr="00D92444" w:rsidRDefault="00184413" w:rsidP="00334EC7">
      <w:pPr>
        <w:pStyle w:val="BodyText1"/>
        <w:numPr>
          <w:ilvl w:val="0"/>
          <w:numId w:val="16"/>
        </w:numPr>
        <w:spacing w:after="0"/>
        <w:rPr>
          <w:szCs w:val="22"/>
        </w:rPr>
      </w:pPr>
      <w:r w:rsidRPr="00D92444">
        <w:rPr>
          <w:szCs w:val="22"/>
        </w:rPr>
        <w:t>I’m just not sure.</w:t>
      </w:r>
    </w:p>
    <w:p w14:paraId="1D8F5EC8" w14:textId="77777777" w:rsidR="00184413" w:rsidRPr="00D92444" w:rsidRDefault="00184413" w:rsidP="00334EC7">
      <w:pPr>
        <w:pStyle w:val="BodyText1"/>
        <w:spacing w:after="0"/>
        <w:rPr>
          <w:szCs w:val="22"/>
        </w:rPr>
      </w:pPr>
      <w:r w:rsidRPr="00D92444">
        <w:rPr>
          <w:szCs w:val="22"/>
        </w:rPr>
        <w:t>Question type:  React</w:t>
      </w:r>
    </w:p>
    <w:p w14:paraId="2033D6B4" w14:textId="77777777" w:rsidR="00184413" w:rsidRPr="00D92444" w:rsidRDefault="00184413" w:rsidP="00334EC7">
      <w:pPr>
        <w:pStyle w:val="BodyText1"/>
        <w:spacing w:after="0"/>
        <w:rPr>
          <w:szCs w:val="22"/>
        </w:rPr>
      </w:pPr>
    </w:p>
    <w:p w14:paraId="7FC08C22" w14:textId="77777777" w:rsidR="00184413" w:rsidRPr="00D92444" w:rsidRDefault="00184413" w:rsidP="00334EC7">
      <w:pPr>
        <w:pStyle w:val="BodyText1"/>
        <w:numPr>
          <w:ilvl w:val="0"/>
          <w:numId w:val="31"/>
        </w:numPr>
        <w:spacing w:after="0"/>
        <w:rPr>
          <w:szCs w:val="22"/>
        </w:rPr>
      </w:pPr>
      <w:r w:rsidRPr="00D92444">
        <w:rPr>
          <w:szCs w:val="22"/>
        </w:rPr>
        <w:t xml:space="preserve">Professor Williams wants to check the density of cell bodies in a sample of rat hippocampus. Which </w:t>
      </w:r>
      <w:r w:rsidR="005B4D04" w:rsidRPr="00D92444">
        <w:rPr>
          <w:szCs w:val="22"/>
        </w:rPr>
        <w:t>type of stain</w:t>
      </w:r>
      <w:r w:rsidRPr="00D92444">
        <w:rPr>
          <w:szCs w:val="22"/>
        </w:rPr>
        <w:t xml:space="preserve"> should she use?</w:t>
      </w:r>
    </w:p>
    <w:p w14:paraId="18CCDEE7" w14:textId="0B0E7BFD" w:rsidR="00184413" w:rsidRPr="00D92444" w:rsidRDefault="0063117E" w:rsidP="00334EC7">
      <w:pPr>
        <w:pStyle w:val="BodyText1"/>
        <w:numPr>
          <w:ilvl w:val="0"/>
          <w:numId w:val="18"/>
        </w:numPr>
        <w:spacing w:after="0"/>
        <w:rPr>
          <w:szCs w:val="22"/>
        </w:rPr>
      </w:pPr>
      <w:r>
        <w:rPr>
          <w:szCs w:val="22"/>
        </w:rPr>
        <w:t>H</w:t>
      </w:r>
      <w:r w:rsidR="00184413" w:rsidRPr="00D92444">
        <w:rPr>
          <w:szCs w:val="22"/>
        </w:rPr>
        <w:t>orseradish peroxidase</w:t>
      </w:r>
    </w:p>
    <w:p w14:paraId="069002C9" w14:textId="77777777" w:rsidR="00184413" w:rsidRPr="00D92444" w:rsidRDefault="005B4D04" w:rsidP="00334EC7">
      <w:pPr>
        <w:pStyle w:val="BodyText1"/>
        <w:numPr>
          <w:ilvl w:val="0"/>
          <w:numId w:val="18"/>
        </w:numPr>
        <w:spacing w:after="0"/>
        <w:rPr>
          <w:b/>
          <w:szCs w:val="22"/>
        </w:rPr>
      </w:pPr>
      <w:r w:rsidRPr="00D92444">
        <w:rPr>
          <w:b/>
          <w:szCs w:val="22"/>
        </w:rPr>
        <w:t>N</w:t>
      </w:r>
      <w:r w:rsidR="00184413" w:rsidRPr="00D92444">
        <w:rPr>
          <w:b/>
          <w:szCs w:val="22"/>
        </w:rPr>
        <w:t>issl stain</w:t>
      </w:r>
    </w:p>
    <w:p w14:paraId="5DC79BB4" w14:textId="45B74A37" w:rsidR="00184413" w:rsidRPr="00D92444" w:rsidRDefault="0063117E" w:rsidP="00334EC7">
      <w:pPr>
        <w:pStyle w:val="BodyText1"/>
        <w:numPr>
          <w:ilvl w:val="0"/>
          <w:numId w:val="18"/>
        </w:numPr>
        <w:spacing w:after="0"/>
        <w:rPr>
          <w:szCs w:val="22"/>
        </w:rPr>
      </w:pPr>
      <w:r>
        <w:rPr>
          <w:szCs w:val="22"/>
        </w:rPr>
        <w:t>M</w:t>
      </w:r>
      <w:r w:rsidR="00184413" w:rsidRPr="00D92444">
        <w:rPr>
          <w:szCs w:val="22"/>
        </w:rPr>
        <w:t>yelin stain</w:t>
      </w:r>
    </w:p>
    <w:p w14:paraId="4DAD3B8E" w14:textId="77777777" w:rsidR="00184413" w:rsidRPr="00D92444" w:rsidRDefault="00184413" w:rsidP="00334EC7">
      <w:pPr>
        <w:pStyle w:val="BodyText1"/>
        <w:numPr>
          <w:ilvl w:val="0"/>
          <w:numId w:val="18"/>
        </w:numPr>
        <w:spacing w:after="0"/>
        <w:rPr>
          <w:szCs w:val="22"/>
        </w:rPr>
      </w:pPr>
      <w:r w:rsidRPr="00D92444">
        <w:rPr>
          <w:szCs w:val="22"/>
        </w:rPr>
        <w:t>Golgi stain</w:t>
      </w:r>
    </w:p>
    <w:p w14:paraId="09D29766" w14:textId="77777777" w:rsidR="00184413" w:rsidRPr="00D92444" w:rsidRDefault="00184413" w:rsidP="00334EC7">
      <w:pPr>
        <w:pStyle w:val="BodyText1"/>
        <w:spacing w:after="0"/>
        <w:rPr>
          <w:szCs w:val="22"/>
        </w:rPr>
      </w:pPr>
      <w:r w:rsidRPr="00D92444">
        <w:rPr>
          <w:szCs w:val="22"/>
        </w:rPr>
        <w:t>Question type:  Check Your Learning</w:t>
      </w:r>
    </w:p>
    <w:p w14:paraId="6F06CB3D" w14:textId="77777777" w:rsidR="00184413" w:rsidRPr="00D92444" w:rsidRDefault="00184413" w:rsidP="00334EC7">
      <w:pPr>
        <w:pStyle w:val="BodyText1"/>
        <w:spacing w:after="0"/>
        <w:rPr>
          <w:szCs w:val="22"/>
        </w:rPr>
      </w:pPr>
    </w:p>
    <w:p w14:paraId="72AFE349" w14:textId="77777777" w:rsidR="00184413" w:rsidRPr="00D92444" w:rsidRDefault="00184413" w:rsidP="00334EC7">
      <w:pPr>
        <w:pStyle w:val="BodyText1"/>
        <w:numPr>
          <w:ilvl w:val="0"/>
          <w:numId w:val="31"/>
        </w:numPr>
        <w:spacing w:after="0"/>
        <w:rPr>
          <w:szCs w:val="22"/>
        </w:rPr>
      </w:pPr>
      <w:r w:rsidRPr="00D92444">
        <w:rPr>
          <w:szCs w:val="22"/>
        </w:rPr>
        <w:t>Which technologies tell us about the activity of the brain?</w:t>
      </w:r>
    </w:p>
    <w:p w14:paraId="60AF58BC" w14:textId="77777777" w:rsidR="00184413" w:rsidRPr="00D92444" w:rsidRDefault="00184413" w:rsidP="00334EC7">
      <w:pPr>
        <w:pStyle w:val="BodyText1"/>
        <w:numPr>
          <w:ilvl w:val="0"/>
          <w:numId w:val="20"/>
        </w:numPr>
        <w:spacing w:after="0"/>
        <w:rPr>
          <w:szCs w:val="22"/>
        </w:rPr>
      </w:pPr>
      <w:r w:rsidRPr="00D92444">
        <w:rPr>
          <w:szCs w:val="22"/>
        </w:rPr>
        <w:t>CT and PET</w:t>
      </w:r>
    </w:p>
    <w:p w14:paraId="41EC0FD2" w14:textId="77777777" w:rsidR="00184413" w:rsidRPr="00D92444" w:rsidRDefault="00184413" w:rsidP="00334EC7">
      <w:pPr>
        <w:pStyle w:val="BodyText1"/>
        <w:numPr>
          <w:ilvl w:val="0"/>
          <w:numId w:val="20"/>
        </w:numPr>
        <w:spacing w:after="0"/>
        <w:rPr>
          <w:szCs w:val="22"/>
        </w:rPr>
      </w:pPr>
      <w:r w:rsidRPr="00D92444">
        <w:rPr>
          <w:szCs w:val="22"/>
        </w:rPr>
        <w:t>CT and MRI</w:t>
      </w:r>
    </w:p>
    <w:p w14:paraId="1827B7DE" w14:textId="77777777" w:rsidR="00184413" w:rsidRPr="00D92444" w:rsidRDefault="00184413" w:rsidP="00334EC7">
      <w:pPr>
        <w:pStyle w:val="BodyText1"/>
        <w:numPr>
          <w:ilvl w:val="0"/>
          <w:numId w:val="20"/>
        </w:numPr>
        <w:spacing w:after="0"/>
        <w:rPr>
          <w:b/>
          <w:szCs w:val="22"/>
        </w:rPr>
      </w:pPr>
      <w:r w:rsidRPr="00D92444">
        <w:rPr>
          <w:b/>
          <w:szCs w:val="22"/>
        </w:rPr>
        <w:t>PET and fMRI</w:t>
      </w:r>
    </w:p>
    <w:p w14:paraId="46C58B8D" w14:textId="77777777" w:rsidR="00184413" w:rsidRPr="00D92444" w:rsidRDefault="00184413" w:rsidP="00334EC7">
      <w:pPr>
        <w:pStyle w:val="BodyText1"/>
        <w:numPr>
          <w:ilvl w:val="0"/>
          <w:numId w:val="20"/>
        </w:numPr>
        <w:spacing w:after="0"/>
        <w:rPr>
          <w:szCs w:val="22"/>
        </w:rPr>
      </w:pPr>
      <w:r w:rsidRPr="00D92444">
        <w:rPr>
          <w:szCs w:val="22"/>
        </w:rPr>
        <w:t>PET and MRI</w:t>
      </w:r>
    </w:p>
    <w:p w14:paraId="23877A23" w14:textId="77777777" w:rsidR="00184413" w:rsidRPr="00D92444" w:rsidRDefault="00184413" w:rsidP="00334EC7">
      <w:pPr>
        <w:pStyle w:val="BodyText1"/>
        <w:spacing w:after="0"/>
        <w:rPr>
          <w:szCs w:val="22"/>
        </w:rPr>
      </w:pPr>
      <w:r w:rsidRPr="00D92444">
        <w:rPr>
          <w:szCs w:val="22"/>
        </w:rPr>
        <w:t>Question type:  Check Your Learning</w:t>
      </w:r>
    </w:p>
    <w:p w14:paraId="1F65695B" w14:textId="77777777" w:rsidR="005B4D04" w:rsidRPr="00D92444" w:rsidRDefault="005B4D04" w:rsidP="00334EC7">
      <w:pPr>
        <w:pStyle w:val="BodyText1"/>
        <w:spacing w:after="0"/>
        <w:rPr>
          <w:szCs w:val="22"/>
        </w:rPr>
      </w:pPr>
    </w:p>
    <w:p w14:paraId="10879D55" w14:textId="77777777" w:rsidR="00184413" w:rsidRPr="00D92444" w:rsidRDefault="00184413" w:rsidP="00334EC7">
      <w:pPr>
        <w:pStyle w:val="BodyText1"/>
        <w:numPr>
          <w:ilvl w:val="0"/>
          <w:numId w:val="31"/>
        </w:numPr>
        <w:spacing w:after="0"/>
        <w:rPr>
          <w:szCs w:val="22"/>
        </w:rPr>
      </w:pPr>
      <w:r w:rsidRPr="00D92444">
        <w:rPr>
          <w:szCs w:val="22"/>
        </w:rPr>
        <w:t xml:space="preserve">Which technique is used to identify the functions of a </w:t>
      </w:r>
      <w:proofErr w:type="gramStart"/>
      <w:r w:rsidRPr="00D92444">
        <w:rPr>
          <w:szCs w:val="22"/>
        </w:rPr>
        <w:t>particular part</w:t>
      </w:r>
      <w:proofErr w:type="gramEnd"/>
      <w:r w:rsidRPr="00D92444">
        <w:rPr>
          <w:szCs w:val="22"/>
        </w:rPr>
        <w:t xml:space="preserve"> of the brain?</w:t>
      </w:r>
    </w:p>
    <w:p w14:paraId="3DAB6E1E" w14:textId="23A6E764" w:rsidR="00184413" w:rsidRPr="00D92444" w:rsidRDefault="0063117E" w:rsidP="00334EC7">
      <w:pPr>
        <w:pStyle w:val="BodyText1"/>
        <w:numPr>
          <w:ilvl w:val="0"/>
          <w:numId w:val="27"/>
        </w:numPr>
        <w:spacing w:after="0"/>
        <w:rPr>
          <w:szCs w:val="22"/>
        </w:rPr>
      </w:pPr>
      <w:r>
        <w:rPr>
          <w:szCs w:val="22"/>
        </w:rPr>
        <w:t>A</w:t>
      </w:r>
      <w:r w:rsidR="00184413" w:rsidRPr="00D92444">
        <w:rPr>
          <w:szCs w:val="22"/>
        </w:rPr>
        <w:t>utopsy</w:t>
      </w:r>
    </w:p>
    <w:p w14:paraId="74AC3D20" w14:textId="55079EC6" w:rsidR="00184413" w:rsidRPr="00D92444" w:rsidRDefault="0063117E" w:rsidP="00334EC7">
      <w:pPr>
        <w:pStyle w:val="BodyText1"/>
        <w:numPr>
          <w:ilvl w:val="0"/>
          <w:numId w:val="27"/>
        </w:numPr>
        <w:spacing w:after="0"/>
        <w:rPr>
          <w:szCs w:val="22"/>
        </w:rPr>
      </w:pPr>
      <w:r>
        <w:rPr>
          <w:szCs w:val="22"/>
        </w:rPr>
        <w:t>C</w:t>
      </w:r>
      <w:r w:rsidR="00184413" w:rsidRPr="00D92444">
        <w:rPr>
          <w:szCs w:val="22"/>
        </w:rPr>
        <w:t xml:space="preserve">omputerized </w:t>
      </w:r>
      <w:r w:rsidR="005B4D04" w:rsidRPr="00D92444">
        <w:rPr>
          <w:szCs w:val="22"/>
        </w:rPr>
        <w:t>t</w:t>
      </w:r>
      <w:r w:rsidR="00184413" w:rsidRPr="00D92444">
        <w:rPr>
          <w:szCs w:val="22"/>
        </w:rPr>
        <w:t>omography (CT)</w:t>
      </w:r>
    </w:p>
    <w:p w14:paraId="0EB1F8BA" w14:textId="2062FBA8" w:rsidR="00184413" w:rsidRPr="00D92444" w:rsidRDefault="0063117E" w:rsidP="00334EC7">
      <w:pPr>
        <w:pStyle w:val="BodyText1"/>
        <w:numPr>
          <w:ilvl w:val="0"/>
          <w:numId w:val="27"/>
        </w:numPr>
        <w:spacing w:after="0"/>
        <w:rPr>
          <w:szCs w:val="22"/>
        </w:rPr>
      </w:pPr>
      <w:r>
        <w:rPr>
          <w:szCs w:val="22"/>
        </w:rPr>
        <w:t>E</w:t>
      </w:r>
      <w:r w:rsidR="00184413" w:rsidRPr="00D92444">
        <w:rPr>
          <w:szCs w:val="22"/>
        </w:rPr>
        <w:t xml:space="preserve">voked </w:t>
      </w:r>
      <w:r w:rsidR="005B4D04" w:rsidRPr="00D92444">
        <w:rPr>
          <w:szCs w:val="22"/>
        </w:rPr>
        <w:t>p</w:t>
      </w:r>
      <w:r w:rsidR="00184413" w:rsidRPr="00D92444">
        <w:rPr>
          <w:szCs w:val="22"/>
        </w:rPr>
        <w:t>otentials</w:t>
      </w:r>
    </w:p>
    <w:p w14:paraId="5C9FB409" w14:textId="105D1AD3" w:rsidR="00184413" w:rsidRPr="00D92444" w:rsidRDefault="0063117E" w:rsidP="00334EC7">
      <w:pPr>
        <w:pStyle w:val="BodyText1"/>
        <w:numPr>
          <w:ilvl w:val="0"/>
          <w:numId w:val="27"/>
        </w:numPr>
        <w:spacing w:after="0"/>
        <w:rPr>
          <w:b/>
          <w:szCs w:val="22"/>
        </w:rPr>
      </w:pPr>
      <w:r>
        <w:rPr>
          <w:b/>
          <w:szCs w:val="22"/>
        </w:rPr>
        <w:t>E</w:t>
      </w:r>
      <w:r w:rsidR="00184413" w:rsidRPr="00D92444">
        <w:rPr>
          <w:b/>
          <w:szCs w:val="22"/>
        </w:rPr>
        <w:t xml:space="preserve">lectrical </w:t>
      </w:r>
      <w:r w:rsidR="005B4D04" w:rsidRPr="00D92444">
        <w:rPr>
          <w:b/>
          <w:szCs w:val="22"/>
        </w:rPr>
        <w:t>s</w:t>
      </w:r>
      <w:r w:rsidR="00184413" w:rsidRPr="00D92444">
        <w:rPr>
          <w:b/>
          <w:szCs w:val="22"/>
        </w:rPr>
        <w:t>timulation</w:t>
      </w:r>
    </w:p>
    <w:p w14:paraId="75CAAD82" w14:textId="5EDACC5E" w:rsidR="00184413" w:rsidRPr="00D92444" w:rsidRDefault="0063117E" w:rsidP="00334EC7">
      <w:pPr>
        <w:pStyle w:val="BodyText1"/>
        <w:numPr>
          <w:ilvl w:val="0"/>
          <w:numId w:val="27"/>
        </w:numPr>
        <w:spacing w:after="0"/>
        <w:rPr>
          <w:szCs w:val="22"/>
        </w:rPr>
      </w:pPr>
      <w:proofErr w:type="spellStart"/>
      <w:r>
        <w:rPr>
          <w:szCs w:val="22"/>
        </w:rPr>
        <w:t>M</w:t>
      </w:r>
      <w:r w:rsidR="00184413" w:rsidRPr="00D92444">
        <w:rPr>
          <w:szCs w:val="22"/>
        </w:rPr>
        <w:t>icrodialysis</w:t>
      </w:r>
      <w:bookmarkStart w:id="0" w:name="_GoBack"/>
      <w:bookmarkEnd w:id="0"/>
      <w:proofErr w:type="spellEnd"/>
    </w:p>
    <w:p w14:paraId="7B6F582C" w14:textId="2E4567C2" w:rsidR="00184413" w:rsidRPr="00D92444" w:rsidRDefault="00184413" w:rsidP="00334EC7">
      <w:pPr>
        <w:pStyle w:val="BodyText1"/>
        <w:spacing w:after="0"/>
        <w:rPr>
          <w:szCs w:val="22"/>
        </w:rPr>
      </w:pPr>
      <w:r w:rsidRPr="00D92444">
        <w:rPr>
          <w:szCs w:val="22"/>
        </w:rPr>
        <w:t xml:space="preserve">Question type:  Check </w:t>
      </w:r>
      <w:r w:rsidR="0063117E">
        <w:rPr>
          <w:szCs w:val="22"/>
        </w:rPr>
        <w:t>Y</w:t>
      </w:r>
      <w:r w:rsidRPr="00D92444">
        <w:rPr>
          <w:szCs w:val="22"/>
        </w:rPr>
        <w:t xml:space="preserve">our </w:t>
      </w:r>
      <w:r w:rsidR="0063117E">
        <w:rPr>
          <w:szCs w:val="22"/>
        </w:rPr>
        <w:t>L</w:t>
      </w:r>
      <w:r w:rsidRPr="00D92444">
        <w:rPr>
          <w:szCs w:val="22"/>
        </w:rPr>
        <w:t>earning</w:t>
      </w:r>
    </w:p>
    <w:p w14:paraId="79968B3D" w14:textId="77777777" w:rsidR="00184413" w:rsidRPr="00D92444" w:rsidRDefault="00184413" w:rsidP="00334EC7">
      <w:pPr>
        <w:pStyle w:val="BodyText1"/>
        <w:spacing w:after="0"/>
        <w:rPr>
          <w:szCs w:val="22"/>
        </w:rPr>
      </w:pPr>
    </w:p>
    <w:p w14:paraId="1F689BB9" w14:textId="77777777" w:rsidR="00184413" w:rsidRPr="00D92444" w:rsidRDefault="00184413" w:rsidP="00334EC7">
      <w:pPr>
        <w:pStyle w:val="BodyText1"/>
        <w:numPr>
          <w:ilvl w:val="0"/>
          <w:numId w:val="31"/>
        </w:numPr>
        <w:spacing w:after="0"/>
        <w:rPr>
          <w:szCs w:val="22"/>
        </w:rPr>
      </w:pPr>
      <w:r w:rsidRPr="00D92444">
        <w:rPr>
          <w:szCs w:val="22"/>
        </w:rPr>
        <w:t>Do you think researchers should be allowed to use PET scans on healthy adult volunteers?</w:t>
      </w:r>
    </w:p>
    <w:p w14:paraId="0B2AC5BA" w14:textId="77777777" w:rsidR="00184413" w:rsidRPr="00D92444" w:rsidRDefault="00184413" w:rsidP="00334EC7">
      <w:pPr>
        <w:pStyle w:val="BodyText1"/>
        <w:numPr>
          <w:ilvl w:val="0"/>
          <w:numId w:val="29"/>
        </w:numPr>
        <w:spacing w:after="0"/>
        <w:rPr>
          <w:szCs w:val="22"/>
        </w:rPr>
      </w:pPr>
      <w:r w:rsidRPr="00D92444">
        <w:rPr>
          <w:szCs w:val="22"/>
        </w:rPr>
        <w:t>Yes</w:t>
      </w:r>
    </w:p>
    <w:p w14:paraId="02F028EC" w14:textId="77777777" w:rsidR="00184413" w:rsidRPr="00D92444" w:rsidRDefault="00184413" w:rsidP="00334EC7">
      <w:pPr>
        <w:pStyle w:val="BodyText1"/>
        <w:numPr>
          <w:ilvl w:val="0"/>
          <w:numId w:val="29"/>
        </w:numPr>
        <w:spacing w:after="0"/>
        <w:rPr>
          <w:szCs w:val="22"/>
        </w:rPr>
      </w:pPr>
      <w:r w:rsidRPr="00D92444">
        <w:rPr>
          <w:szCs w:val="22"/>
        </w:rPr>
        <w:t>No</w:t>
      </w:r>
    </w:p>
    <w:p w14:paraId="525E89A0" w14:textId="77777777" w:rsidR="00184413" w:rsidRPr="00D92444" w:rsidRDefault="00184413" w:rsidP="00334EC7">
      <w:pPr>
        <w:pStyle w:val="BodyText1"/>
        <w:spacing w:after="0"/>
        <w:rPr>
          <w:szCs w:val="22"/>
        </w:rPr>
      </w:pPr>
      <w:r w:rsidRPr="00D92444">
        <w:rPr>
          <w:szCs w:val="22"/>
        </w:rPr>
        <w:t>Question type:  React</w:t>
      </w:r>
    </w:p>
    <w:p w14:paraId="0FD29932" w14:textId="77777777" w:rsidR="00184413" w:rsidRPr="00D92444" w:rsidRDefault="00184413" w:rsidP="00334EC7">
      <w:pPr>
        <w:pStyle w:val="BodyText1"/>
        <w:spacing w:after="0"/>
        <w:rPr>
          <w:szCs w:val="22"/>
        </w:rPr>
      </w:pPr>
    </w:p>
    <w:p w14:paraId="1D4BC405" w14:textId="77777777" w:rsidR="00184413" w:rsidRPr="00D92444" w:rsidRDefault="00184413" w:rsidP="00334EC7">
      <w:pPr>
        <w:pStyle w:val="BodyText1"/>
        <w:numPr>
          <w:ilvl w:val="0"/>
          <w:numId w:val="31"/>
        </w:numPr>
        <w:spacing w:after="0"/>
        <w:rPr>
          <w:szCs w:val="22"/>
        </w:rPr>
      </w:pPr>
      <w:r w:rsidRPr="00D92444">
        <w:rPr>
          <w:szCs w:val="22"/>
        </w:rPr>
        <w:t>Do you think researchers should be allowed to use PET scans on healthy children with their parents’ consent?</w:t>
      </w:r>
    </w:p>
    <w:p w14:paraId="7EABB7C6" w14:textId="77777777" w:rsidR="00184413" w:rsidRPr="00D92444" w:rsidRDefault="00184413" w:rsidP="00334EC7">
      <w:pPr>
        <w:pStyle w:val="BodyText1"/>
        <w:spacing w:after="0"/>
        <w:ind w:left="360"/>
        <w:rPr>
          <w:szCs w:val="22"/>
        </w:rPr>
      </w:pPr>
      <w:r w:rsidRPr="00D92444">
        <w:rPr>
          <w:szCs w:val="22"/>
        </w:rPr>
        <w:t>A.  Yes</w:t>
      </w:r>
    </w:p>
    <w:p w14:paraId="1CB61D78" w14:textId="77777777" w:rsidR="00184413" w:rsidRPr="00D92444" w:rsidRDefault="00184413" w:rsidP="00334EC7">
      <w:pPr>
        <w:pStyle w:val="BodyText1"/>
        <w:spacing w:after="0"/>
        <w:ind w:left="360"/>
        <w:rPr>
          <w:szCs w:val="22"/>
        </w:rPr>
      </w:pPr>
      <w:r w:rsidRPr="00D92444">
        <w:rPr>
          <w:szCs w:val="22"/>
        </w:rPr>
        <w:t>B.  No</w:t>
      </w:r>
    </w:p>
    <w:p w14:paraId="119545DC" w14:textId="77777777" w:rsidR="00184413" w:rsidRDefault="00184413" w:rsidP="00334EC7">
      <w:pPr>
        <w:pStyle w:val="BodyText1"/>
        <w:spacing w:after="0"/>
        <w:rPr>
          <w:szCs w:val="22"/>
        </w:rPr>
      </w:pPr>
      <w:r w:rsidRPr="00D92444">
        <w:rPr>
          <w:szCs w:val="22"/>
        </w:rPr>
        <w:t>Question type:  React</w:t>
      </w:r>
    </w:p>
    <w:p w14:paraId="26A5C46B" w14:textId="77777777" w:rsidR="00334EC7" w:rsidRPr="00D92444" w:rsidRDefault="00334EC7" w:rsidP="00334EC7">
      <w:pPr>
        <w:pStyle w:val="BodyText1"/>
        <w:spacing w:after="0"/>
        <w:rPr>
          <w:szCs w:val="22"/>
        </w:rPr>
      </w:pPr>
    </w:p>
    <w:p w14:paraId="406CF8E4" w14:textId="77777777" w:rsidR="00184413" w:rsidRPr="00D92444" w:rsidRDefault="00184413" w:rsidP="00334EC7">
      <w:pPr>
        <w:pStyle w:val="BodyText1"/>
        <w:numPr>
          <w:ilvl w:val="0"/>
          <w:numId w:val="31"/>
        </w:numPr>
        <w:spacing w:after="0"/>
        <w:rPr>
          <w:szCs w:val="22"/>
        </w:rPr>
      </w:pPr>
      <w:r w:rsidRPr="00D92444">
        <w:rPr>
          <w:szCs w:val="22"/>
        </w:rPr>
        <w:t>When is animal research ethical?</w:t>
      </w:r>
    </w:p>
    <w:p w14:paraId="2F950943" w14:textId="37AA4E8D" w:rsidR="00184413" w:rsidRPr="00D92444" w:rsidRDefault="0063117E" w:rsidP="00334EC7">
      <w:pPr>
        <w:pStyle w:val="BodyText1"/>
        <w:numPr>
          <w:ilvl w:val="0"/>
          <w:numId w:val="22"/>
        </w:numPr>
        <w:spacing w:after="0"/>
        <w:rPr>
          <w:szCs w:val="22"/>
        </w:rPr>
      </w:pPr>
      <w:r>
        <w:rPr>
          <w:szCs w:val="22"/>
        </w:rPr>
        <w:t>N</w:t>
      </w:r>
      <w:r w:rsidR="00184413" w:rsidRPr="00D92444">
        <w:rPr>
          <w:szCs w:val="22"/>
        </w:rPr>
        <w:t>ever</w:t>
      </w:r>
    </w:p>
    <w:p w14:paraId="03911F4B" w14:textId="1B943F3B" w:rsidR="00184413" w:rsidRPr="00D92444" w:rsidRDefault="0063117E" w:rsidP="00334EC7">
      <w:pPr>
        <w:pStyle w:val="BodyText1"/>
        <w:numPr>
          <w:ilvl w:val="0"/>
          <w:numId w:val="22"/>
        </w:numPr>
        <w:spacing w:after="0"/>
        <w:rPr>
          <w:szCs w:val="22"/>
        </w:rPr>
      </w:pPr>
      <w:r>
        <w:rPr>
          <w:szCs w:val="22"/>
        </w:rPr>
        <w:t>W</w:t>
      </w:r>
      <w:r w:rsidR="00184413" w:rsidRPr="00D92444">
        <w:rPr>
          <w:szCs w:val="22"/>
        </w:rPr>
        <w:t>hen steps are taken to ensure that the animal experiences minimal pain and suffering</w:t>
      </w:r>
    </w:p>
    <w:p w14:paraId="716A2C73" w14:textId="214A8344" w:rsidR="00184413" w:rsidRPr="00D92444" w:rsidRDefault="0063117E" w:rsidP="00334EC7">
      <w:pPr>
        <w:pStyle w:val="BodyText1"/>
        <w:numPr>
          <w:ilvl w:val="0"/>
          <w:numId w:val="22"/>
        </w:numPr>
        <w:spacing w:after="0"/>
        <w:rPr>
          <w:szCs w:val="22"/>
        </w:rPr>
      </w:pPr>
      <w:r>
        <w:rPr>
          <w:szCs w:val="22"/>
        </w:rPr>
        <w:t>W</w:t>
      </w:r>
      <w:r w:rsidR="00184413" w:rsidRPr="00D92444">
        <w:rPr>
          <w:szCs w:val="22"/>
        </w:rPr>
        <w:t xml:space="preserve">hen human lives can be saved </w:t>
      </w:r>
      <w:proofErr w:type="gramStart"/>
      <w:r w:rsidR="00184413" w:rsidRPr="00D92444">
        <w:rPr>
          <w:szCs w:val="22"/>
        </w:rPr>
        <w:t>as a result of</w:t>
      </w:r>
      <w:proofErr w:type="gramEnd"/>
      <w:r w:rsidR="00184413" w:rsidRPr="00D92444">
        <w:rPr>
          <w:szCs w:val="22"/>
        </w:rPr>
        <w:t xml:space="preserve"> the knowledge gained</w:t>
      </w:r>
    </w:p>
    <w:p w14:paraId="11383E6D" w14:textId="429A9075" w:rsidR="00184413" w:rsidRPr="00D92444" w:rsidRDefault="0063117E" w:rsidP="00334EC7">
      <w:pPr>
        <w:pStyle w:val="BodyText1"/>
        <w:numPr>
          <w:ilvl w:val="0"/>
          <w:numId w:val="22"/>
        </w:numPr>
        <w:spacing w:after="0"/>
        <w:rPr>
          <w:szCs w:val="22"/>
        </w:rPr>
      </w:pPr>
      <w:r>
        <w:rPr>
          <w:szCs w:val="22"/>
        </w:rPr>
        <w:t>W</w:t>
      </w:r>
      <w:r w:rsidR="00184413" w:rsidRPr="00D92444">
        <w:rPr>
          <w:szCs w:val="22"/>
        </w:rPr>
        <w:t>hen research is conducted at universities rather than by for-profit organizations</w:t>
      </w:r>
    </w:p>
    <w:p w14:paraId="35BF9ECF" w14:textId="77777777" w:rsidR="00184413" w:rsidRPr="00D92444" w:rsidRDefault="00184413" w:rsidP="00334EC7">
      <w:pPr>
        <w:pStyle w:val="BodyText1"/>
        <w:spacing w:after="0"/>
        <w:rPr>
          <w:szCs w:val="22"/>
        </w:rPr>
      </w:pPr>
      <w:r w:rsidRPr="00D92444">
        <w:rPr>
          <w:szCs w:val="22"/>
        </w:rPr>
        <w:t>Question type:  React</w:t>
      </w:r>
    </w:p>
    <w:p w14:paraId="133C426B" w14:textId="77777777" w:rsidR="00184413" w:rsidRDefault="00184413" w:rsidP="00334EC7">
      <w:pPr>
        <w:pStyle w:val="BodyText1"/>
        <w:spacing w:after="0"/>
        <w:rPr>
          <w:szCs w:val="22"/>
        </w:rPr>
      </w:pPr>
    </w:p>
    <w:p w14:paraId="09CCC6D6" w14:textId="77777777" w:rsidR="00334EC7" w:rsidRDefault="00334EC7" w:rsidP="00334EC7">
      <w:pPr>
        <w:pStyle w:val="BodyText1"/>
        <w:spacing w:after="0"/>
        <w:rPr>
          <w:szCs w:val="22"/>
        </w:rPr>
      </w:pPr>
    </w:p>
    <w:p w14:paraId="0FF4A98E" w14:textId="77777777" w:rsidR="00334EC7" w:rsidRPr="00D92444" w:rsidRDefault="00334EC7" w:rsidP="00334EC7">
      <w:pPr>
        <w:pStyle w:val="BodyText1"/>
        <w:spacing w:after="0"/>
        <w:rPr>
          <w:szCs w:val="22"/>
        </w:rPr>
      </w:pPr>
    </w:p>
    <w:p w14:paraId="38196DB3" w14:textId="77777777" w:rsidR="00184413" w:rsidRPr="00D92444" w:rsidRDefault="00184413" w:rsidP="00334EC7">
      <w:pPr>
        <w:pStyle w:val="BodyText1"/>
        <w:numPr>
          <w:ilvl w:val="0"/>
          <w:numId w:val="31"/>
        </w:numPr>
        <w:spacing w:after="0"/>
        <w:rPr>
          <w:szCs w:val="22"/>
        </w:rPr>
      </w:pPr>
      <w:r w:rsidRPr="00D92444">
        <w:rPr>
          <w:szCs w:val="22"/>
        </w:rPr>
        <w:lastRenderedPageBreak/>
        <w:t>Is stem cell research ethical?</w:t>
      </w:r>
    </w:p>
    <w:p w14:paraId="42923FF2" w14:textId="77777777" w:rsidR="00184413" w:rsidRPr="00D92444" w:rsidRDefault="00184413" w:rsidP="00334EC7">
      <w:pPr>
        <w:pStyle w:val="BodyText1"/>
        <w:numPr>
          <w:ilvl w:val="0"/>
          <w:numId w:val="25"/>
        </w:numPr>
        <w:spacing w:after="0"/>
        <w:rPr>
          <w:szCs w:val="22"/>
        </w:rPr>
      </w:pPr>
      <w:r w:rsidRPr="00D92444">
        <w:rPr>
          <w:szCs w:val="22"/>
        </w:rPr>
        <w:t>Yes</w:t>
      </w:r>
    </w:p>
    <w:p w14:paraId="7FAC1189" w14:textId="77777777" w:rsidR="00184413" w:rsidRPr="00D92444" w:rsidRDefault="00184413" w:rsidP="00334EC7">
      <w:pPr>
        <w:pStyle w:val="BodyText1"/>
        <w:numPr>
          <w:ilvl w:val="0"/>
          <w:numId w:val="25"/>
        </w:numPr>
        <w:spacing w:after="0"/>
        <w:rPr>
          <w:szCs w:val="22"/>
        </w:rPr>
      </w:pPr>
      <w:r w:rsidRPr="00D92444">
        <w:rPr>
          <w:szCs w:val="22"/>
        </w:rPr>
        <w:t>No</w:t>
      </w:r>
    </w:p>
    <w:p w14:paraId="0729A0D2" w14:textId="77777777" w:rsidR="00184413" w:rsidRPr="00D92444" w:rsidRDefault="00184413" w:rsidP="00334EC7">
      <w:pPr>
        <w:pStyle w:val="BodyText1"/>
        <w:numPr>
          <w:ilvl w:val="0"/>
          <w:numId w:val="25"/>
        </w:numPr>
        <w:spacing w:after="0"/>
        <w:rPr>
          <w:szCs w:val="22"/>
        </w:rPr>
      </w:pPr>
      <w:r w:rsidRPr="00D92444">
        <w:rPr>
          <w:szCs w:val="22"/>
        </w:rPr>
        <w:t>Only if it uses adult, not embryological stem cells</w:t>
      </w:r>
    </w:p>
    <w:p w14:paraId="630B4911" w14:textId="77777777" w:rsidR="00184413" w:rsidRPr="00D92444" w:rsidRDefault="00184413" w:rsidP="00334EC7">
      <w:pPr>
        <w:pStyle w:val="BodyText1"/>
        <w:spacing w:after="0"/>
        <w:rPr>
          <w:szCs w:val="22"/>
        </w:rPr>
      </w:pPr>
      <w:r w:rsidRPr="00D92444">
        <w:rPr>
          <w:szCs w:val="22"/>
        </w:rPr>
        <w:t>Question type:  React</w:t>
      </w:r>
    </w:p>
    <w:p w14:paraId="42FEF488" w14:textId="77777777" w:rsidR="00184413" w:rsidRPr="00D92444" w:rsidRDefault="00184413" w:rsidP="00334EC7">
      <w:pPr>
        <w:pStyle w:val="BodyText1"/>
        <w:spacing w:after="0"/>
        <w:rPr>
          <w:szCs w:val="22"/>
        </w:rPr>
      </w:pPr>
    </w:p>
    <w:sectPr w:rsidR="00184413" w:rsidRPr="00D92444" w:rsidSect="003D19F5">
      <w:footerReference w:type="even" r:id="rId41"/>
      <w:footerReference w:type="default" r:id="rId4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02E9A" w14:textId="77777777" w:rsidR="00035E6C" w:rsidRDefault="00035E6C">
      <w:r>
        <w:separator/>
      </w:r>
    </w:p>
  </w:endnote>
  <w:endnote w:type="continuationSeparator" w:id="0">
    <w:p w14:paraId="49FE3006" w14:textId="77777777" w:rsidR="00035E6C" w:rsidRDefault="00035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43635" w14:textId="77777777" w:rsidR="00370955" w:rsidRPr="00E3123A" w:rsidRDefault="00370955" w:rsidP="00184413">
    <w:pPr>
      <w:pStyle w:val="Footer"/>
      <w:ind w:right="360" w:firstLine="360"/>
      <w:jc w:val="center"/>
      <w:rPr>
        <w:sz w:val="20"/>
      </w:rPr>
    </w:pPr>
    <w:r>
      <w:rPr>
        <w:sz w:val="20"/>
      </w:rPr>
      <w:t>Chapter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D3122" w14:textId="77777777" w:rsidR="00370955" w:rsidRPr="00E3123A" w:rsidRDefault="00370955" w:rsidP="00184413">
    <w:pPr>
      <w:pStyle w:val="Footer"/>
      <w:ind w:right="360" w:firstLine="360"/>
      <w:jc w:val="center"/>
      <w:rPr>
        <w:sz w:val="20"/>
      </w:rPr>
    </w:pPr>
    <w:r>
      <w:rPr>
        <w:sz w:val="20"/>
      </w:rPr>
      <w:t>What is Behavioral Science?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D5493" w14:textId="77777777" w:rsidR="00035E6C" w:rsidRDefault="00035E6C">
      <w:r>
        <w:separator/>
      </w:r>
    </w:p>
  </w:footnote>
  <w:footnote w:type="continuationSeparator" w:id="0">
    <w:p w14:paraId="3A7BAF06" w14:textId="77777777" w:rsidR="00035E6C" w:rsidRDefault="00035E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538C"/>
    <w:multiLevelType w:val="hybridMultilevel"/>
    <w:tmpl w:val="14D0D52A"/>
    <w:lvl w:ilvl="0" w:tplc="DA70B2D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5B031A"/>
    <w:multiLevelType w:val="multilevel"/>
    <w:tmpl w:val="843C84B0"/>
    <w:lvl w:ilvl="0">
      <w:start w:val="5"/>
      <w:numFmt w:val="upperLetter"/>
      <w:lvlText w:val="%1."/>
      <w:lvlJc w:val="left"/>
      <w:pPr>
        <w:tabs>
          <w:tab w:val="num" w:pos="450"/>
        </w:tabs>
        <w:ind w:left="450" w:hanging="450"/>
      </w:pPr>
      <w:rPr>
        <w:rFonts w:hint="default"/>
      </w:rPr>
    </w:lvl>
    <w:lvl w:ilvl="1">
      <w:start w:val="1"/>
      <w:numFmt w:val="lowerLetter"/>
      <w:lvlText w:val="%2."/>
      <w:lvlJc w:val="left"/>
      <w:pPr>
        <w:tabs>
          <w:tab w:val="num" w:pos="950"/>
        </w:tabs>
        <w:ind w:left="950" w:hanging="360"/>
      </w:pPr>
    </w:lvl>
    <w:lvl w:ilvl="2">
      <w:start w:val="1"/>
      <w:numFmt w:val="lowerRoman"/>
      <w:lvlText w:val="%3."/>
      <w:lvlJc w:val="right"/>
      <w:pPr>
        <w:tabs>
          <w:tab w:val="num" w:pos="1670"/>
        </w:tabs>
        <w:ind w:left="1670" w:hanging="180"/>
      </w:pPr>
    </w:lvl>
    <w:lvl w:ilvl="3">
      <w:start w:val="1"/>
      <w:numFmt w:val="decimal"/>
      <w:lvlText w:val="%4."/>
      <w:lvlJc w:val="left"/>
      <w:pPr>
        <w:tabs>
          <w:tab w:val="num" w:pos="2390"/>
        </w:tabs>
        <w:ind w:left="2390" w:hanging="360"/>
      </w:pPr>
    </w:lvl>
    <w:lvl w:ilvl="4">
      <w:start w:val="1"/>
      <w:numFmt w:val="lowerLetter"/>
      <w:lvlText w:val="%5."/>
      <w:lvlJc w:val="left"/>
      <w:pPr>
        <w:tabs>
          <w:tab w:val="num" w:pos="3110"/>
        </w:tabs>
        <w:ind w:left="3110" w:hanging="360"/>
      </w:pPr>
    </w:lvl>
    <w:lvl w:ilvl="5">
      <w:start w:val="1"/>
      <w:numFmt w:val="lowerRoman"/>
      <w:lvlText w:val="%6."/>
      <w:lvlJc w:val="right"/>
      <w:pPr>
        <w:tabs>
          <w:tab w:val="num" w:pos="3830"/>
        </w:tabs>
        <w:ind w:left="3830" w:hanging="180"/>
      </w:pPr>
    </w:lvl>
    <w:lvl w:ilvl="6">
      <w:start w:val="1"/>
      <w:numFmt w:val="decimal"/>
      <w:lvlText w:val="%7."/>
      <w:lvlJc w:val="left"/>
      <w:pPr>
        <w:tabs>
          <w:tab w:val="num" w:pos="4550"/>
        </w:tabs>
        <w:ind w:left="4550" w:hanging="360"/>
      </w:pPr>
    </w:lvl>
    <w:lvl w:ilvl="7">
      <w:start w:val="1"/>
      <w:numFmt w:val="lowerLetter"/>
      <w:lvlText w:val="%8."/>
      <w:lvlJc w:val="left"/>
      <w:pPr>
        <w:tabs>
          <w:tab w:val="num" w:pos="5270"/>
        </w:tabs>
        <w:ind w:left="5270" w:hanging="360"/>
      </w:pPr>
    </w:lvl>
    <w:lvl w:ilvl="8">
      <w:start w:val="1"/>
      <w:numFmt w:val="lowerRoman"/>
      <w:lvlText w:val="%9."/>
      <w:lvlJc w:val="right"/>
      <w:pPr>
        <w:tabs>
          <w:tab w:val="num" w:pos="5990"/>
        </w:tabs>
        <w:ind w:left="5990" w:hanging="180"/>
      </w:pPr>
    </w:lvl>
  </w:abstractNum>
  <w:abstractNum w:abstractNumId="2" w15:restartNumberingAfterBreak="0">
    <w:nsid w:val="07F149C7"/>
    <w:multiLevelType w:val="hybridMultilevel"/>
    <w:tmpl w:val="0F105230"/>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3" w15:restartNumberingAfterBreak="0">
    <w:nsid w:val="144014FE"/>
    <w:multiLevelType w:val="hybridMultilevel"/>
    <w:tmpl w:val="74B49158"/>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E2D72"/>
    <w:multiLevelType w:val="hybridMultilevel"/>
    <w:tmpl w:val="46023E50"/>
    <w:lvl w:ilvl="0" w:tplc="0409000F">
      <w:start w:val="1"/>
      <w:numFmt w:val="decimal"/>
      <w:lvlText w:val="%1."/>
      <w:lvlJc w:val="left"/>
      <w:pPr>
        <w:ind w:left="850" w:hanging="360"/>
      </w:p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5" w15:restartNumberingAfterBreak="0">
    <w:nsid w:val="1C4C4289"/>
    <w:multiLevelType w:val="hybridMultilevel"/>
    <w:tmpl w:val="7B981390"/>
    <w:lvl w:ilvl="0" w:tplc="B7244E60">
      <w:start w:val="5"/>
      <w:numFmt w:val="decimal"/>
      <w:lvlText w:val="%1."/>
      <w:lvlJc w:val="left"/>
      <w:pPr>
        <w:tabs>
          <w:tab w:val="num" w:pos="1430"/>
        </w:tabs>
        <w:ind w:left="143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102655"/>
    <w:multiLevelType w:val="hybridMultilevel"/>
    <w:tmpl w:val="32122E3A"/>
    <w:lvl w:ilvl="0" w:tplc="0409000F">
      <w:start w:val="1"/>
      <w:numFmt w:val="decimal"/>
      <w:lvlText w:val="%1."/>
      <w:lvlJc w:val="left"/>
      <w:pPr>
        <w:ind w:left="1340" w:hanging="360"/>
      </w:pPr>
    </w:lvl>
    <w:lvl w:ilvl="1" w:tplc="04090019" w:tentative="1">
      <w:start w:val="1"/>
      <w:numFmt w:val="lowerLetter"/>
      <w:lvlText w:val="%2."/>
      <w:lvlJc w:val="left"/>
      <w:pPr>
        <w:ind w:left="2060" w:hanging="360"/>
      </w:pPr>
    </w:lvl>
    <w:lvl w:ilvl="2" w:tplc="0409001B" w:tentative="1">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7" w15:restartNumberingAfterBreak="0">
    <w:nsid w:val="29ED28B5"/>
    <w:multiLevelType w:val="hybridMultilevel"/>
    <w:tmpl w:val="8BBAC9A4"/>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8" w15:restartNumberingAfterBreak="0">
    <w:nsid w:val="30DD55C7"/>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26100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29A085E"/>
    <w:multiLevelType w:val="hybridMultilevel"/>
    <w:tmpl w:val="E5BE4EF4"/>
    <w:lvl w:ilvl="0" w:tplc="7164A5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3DA018C"/>
    <w:multiLevelType w:val="hybridMultilevel"/>
    <w:tmpl w:val="0024DE94"/>
    <w:lvl w:ilvl="0" w:tplc="CA4202F6">
      <w:start w:val="1"/>
      <w:numFmt w:val="upperLetter"/>
      <w:lvlText w:val="%1."/>
      <w:lvlJc w:val="left"/>
      <w:pPr>
        <w:tabs>
          <w:tab w:val="num" w:pos="970"/>
        </w:tabs>
        <w:ind w:left="970" w:hanging="480"/>
      </w:pPr>
      <w:rPr>
        <w:rFonts w:hint="default"/>
      </w:rPr>
    </w:lvl>
    <w:lvl w:ilvl="1" w:tplc="04090019" w:tentative="1">
      <w:start w:val="1"/>
      <w:numFmt w:val="lowerLetter"/>
      <w:lvlText w:val="%2."/>
      <w:lvlJc w:val="left"/>
      <w:pPr>
        <w:tabs>
          <w:tab w:val="num" w:pos="1570"/>
        </w:tabs>
        <w:ind w:left="1570" w:hanging="360"/>
      </w:pPr>
    </w:lvl>
    <w:lvl w:ilvl="2" w:tplc="0409001B" w:tentative="1">
      <w:start w:val="1"/>
      <w:numFmt w:val="lowerRoman"/>
      <w:lvlText w:val="%3."/>
      <w:lvlJc w:val="right"/>
      <w:pPr>
        <w:tabs>
          <w:tab w:val="num" w:pos="2290"/>
        </w:tabs>
        <w:ind w:left="2290" w:hanging="180"/>
      </w:pPr>
    </w:lvl>
    <w:lvl w:ilvl="3" w:tplc="0409000F" w:tentative="1">
      <w:start w:val="1"/>
      <w:numFmt w:val="decimal"/>
      <w:lvlText w:val="%4."/>
      <w:lvlJc w:val="left"/>
      <w:pPr>
        <w:tabs>
          <w:tab w:val="num" w:pos="3010"/>
        </w:tabs>
        <w:ind w:left="3010" w:hanging="360"/>
      </w:pPr>
    </w:lvl>
    <w:lvl w:ilvl="4" w:tplc="04090019" w:tentative="1">
      <w:start w:val="1"/>
      <w:numFmt w:val="lowerLetter"/>
      <w:lvlText w:val="%5."/>
      <w:lvlJc w:val="left"/>
      <w:pPr>
        <w:tabs>
          <w:tab w:val="num" w:pos="3730"/>
        </w:tabs>
        <w:ind w:left="3730" w:hanging="360"/>
      </w:pPr>
    </w:lvl>
    <w:lvl w:ilvl="5" w:tplc="0409001B" w:tentative="1">
      <w:start w:val="1"/>
      <w:numFmt w:val="lowerRoman"/>
      <w:lvlText w:val="%6."/>
      <w:lvlJc w:val="right"/>
      <w:pPr>
        <w:tabs>
          <w:tab w:val="num" w:pos="4450"/>
        </w:tabs>
        <w:ind w:left="4450" w:hanging="180"/>
      </w:pPr>
    </w:lvl>
    <w:lvl w:ilvl="6" w:tplc="0409000F" w:tentative="1">
      <w:start w:val="1"/>
      <w:numFmt w:val="decimal"/>
      <w:lvlText w:val="%7."/>
      <w:lvlJc w:val="left"/>
      <w:pPr>
        <w:tabs>
          <w:tab w:val="num" w:pos="5170"/>
        </w:tabs>
        <w:ind w:left="5170" w:hanging="360"/>
      </w:pPr>
    </w:lvl>
    <w:lvl w:ilvl="7" w:tplc="04090019" w:tentative="1">
      <w:start w:val="1"/>
      <w:numFmt w:val="lowerLetter"/>
      <w:lvlText w:val="%8."/>
      <w:lvlJc w:val="left"/>
      <w:pPr>
        <w:tabs>
          <w:tab w:val="num" w:pos="5890"/>
        </w:tabs>
        <w:ind w:left="5890" w:hanging="360"/>
      </w:pPr>
    </w:lvl>
    <w:lvl w:ilvl="8" w:tplc="0409001B" w:tentative="1">
      <w:start w:val="1"/>
      <w:numFmt w:val="lowerRoman"/>
      <w:lvlText w:val="%9."/>
      <w:lvlJc w:val="right"/>
      <w:pPr>
        <w:tabs>
          <w:tab w:val="num" w:pos="6610"/>
        </w:tabs>
        <w:ind w:left="6610" w:hanging="180"/>
      </w:pPr>
    </w:lvl>
  </w:abstractNum>
  <w:abstractNum w:abstractNumId="12" w15:restartNumberingAfterBreak="0">
    <w:nsid w:val="39861B2F"/>
    <w:multiLevelType w:val="hybridMultilevel"/>
    <w:tmpl w:val="55BC95FA"/>
    <w:lvl w:ilvl="0" w:tplc="78D05F04">
      <w:start w:val="1"/>
      <w:numFmt w:val="bullet"/>
      <w:pStyle w:val="LearningObjectiveBull"/>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E17972"/>
    <w:multiLevelType w:val="multilevel"/>
    <w:tmpl w:val="05DE5DD6"/>
    <w:lvl w:ilvl="0">
      <w:start w:val="1"/>
      <w:numFmt w:val="upp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4" w15:restartNumberingAfterBreak="0">
    <w:nsid w:val="3D1049A3"/>
    <w:multiLevelType w:val="multilevel"/>
    <w:tmpl w:val="D52A583C"/>
    <w:lvl w:ilvl="0">
      <w:start w:val="13"/>
      <w:numFmt w:val="upperLetter"/>
      <w:lvlText w:val="%1."/>
      <w:lvlJc w:val="left"/>
      <w:pPr>
        <w:tabs>
          <w:tab w:val="num" w:pos="940"/>
        </w:tabs>
        <w:ind w:left="940" w:hanging="45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3BA6CE2"/>
    <w:multiLevelType w:val="hybridMultilevel"/>
    <w:tmpl w:val="37366D8E"/>
    <w:lvl w:ilvl="0" w:tplc="EE28219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5F04295"/>
    <w:multiLevelType w:val="hybridMultilevel"/>
    <w:tmpl w:val="25CA40D6"/>
    <w:lvl w:ilvl="0" w:tplc="0EBCB814">
      <w:start w:val="9"/>
      <w:numFmt w:val="upperLetter"/>
      <w:lvlText w:val="%1."/>
      <w:lvlJc w:val="left"/>
      <w:pPr>
        <w:tabs>
          <w:tab w:val="num" w:pos="940"/>
        </w:tabs>
        <w:ind w:left="94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582122"/>
    <w:multiLevelType w:val="hybridMultilevel"/>
    <w:tmpl w:val="2744B904"/>
    <w:lvl w:ilvl="0" w:tplc="881ABD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BC3393"/>
    <w:multiLevelType w:val="multilevel"/>
    <w:tmpl w:val="35DC9B70"/>
    <w:lvl w:ilvl="0">
      <w:start w:val="1"/>
      <w:numFmt w:val="upp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9" w15:restartNumberingAfterBreak="0">
    <w:nsid w:val="52681527"/>
    <w:multiLevelType w:val="hybridMultilevel"/>
    <w:tmpl w:val="F7D42C0A"/>
    <w:lvl w:ilvl="0" w:tplc="6FDA9DC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2FB2F82"/>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6CB01B9"/>
    <w:multiLevelType w:val="hybridMultilevel"/>
    <w:tmpl w:val="E3389700"/>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22" w15:restartNumberingAfterBreak="0">
    <w:nsid w:val="58D82765"/>
    <w:multiLevelType w:val="multilevel"/>
    <w:tmpl w:val="7816447E"/>
    <w:lvl w:ilvl="0">
      <w:start w:val="1"/>
      <w:numFmt w:val="upp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3" w15:restartNumberingAfterBreak="0">
    <w:nsid w:val="5C91667F"/>
    <w:multiLevelType w:val="hybridMultilevel"/>
    <w:tmpl w:val="774AD882"/>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902C05"/>
    <w:multiLevelType w:val="hybridMultilevel"/>
    <w:tmpl w:val="93B0454C"/>
    <w:lvl w:ilvl="0" w:tplc="174C05C0">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CECD606" w:tentative="1">
      <w:start w:val="1"/>
      <w:numFmt w:val="bullet"/>
      <w:lvlText w:val="•"/>
      <w:lvlJc w:val="left"/>
      <w:pPr>
        <w:tabs>
          <w:tab w:val="num" w:pos="2160"/>
        </w:tabs>
        <w:ind w:left="2160" w:hanging="360"/>
      </w:pPr>
      <w:rPr>
        <w:rFonts w:ascii="Arial" w:hAnsi="Arial" w:hint="default"/>
      </w:rPr>
    </w:lvl>
    <w:lvl w:ilvl="3" w:tplc="514C6432" w:tentative="1">
      <w:start w:val="1"/>
      <w:numFmt w:val="bullet"/>
      <w:lvlText w:val="•"/>
      <w:lvlJc w:val="left"/>
      <w:pPr>
        <w:tabs>
          <w:tab w:val="num" w:pos="2880"/>
        </w:tabs>
        <w:ind w:left="2880" w:hanging="360"/>
      </w:pPr>
      <w:rPr>
        <w:rFonts w:ascii="Arial" w:hAnsi="Arial" w:hint="default"/>
      </w:rPr>
    </w:lvl>
    <w:lvl w:ilvl="4" w:tplc="2A987F0A" w:tentative="1">
      <w:start w:val="1"/>
      <w:numFmt w:val="bullet"/>
      <w:lvlText w:val="•"/>
      <w:lvlJc w:val="left"/>
      <w:pPr>
        <w:tabs>
          <w:tab w:val="num" w:pos="3600"/>
        </w:tabs>
        <w:ind w:left="3600" w:hanging="360"/>
      </w:pPr>
      <w:rPr>
        <w:rFonts w:ascii="Arial" w:hAnsi="Arial" w:hint="default"/>
      </w:rPr>
    </w:lvl>
    <w:lvl w:ilvl="5" w:tplc="27D4555A" w:tentative="1">
      <w:start w:val="1"/>
      <w:numFmt w:val="bullet"/>
      <w:lvlText w:val="•"/>
      <w:lvlJc w:val="left"/>
      <w:pPr>
        <w:tabs>
          <w:tab w:val="num" w:pos="4320"/>
        </w:tabs>
        <w:ind w:left="4320" w:hanging="360"/>
      </w:pPr>
      <w:rPr>
        <w:rFonts w:ascii="Arial" w:hAnsi="Arial" w:hint="default"/>
      </w:rPr>
    </w:lvl>
    <w:lvl w:ilvl="6" w:tplc="EFBE15F0" w:tentative="1">
      <w:start w:val="1"/>
      <w:numFmt w:val="bullet"/>
      <w:lvlText w:val="•"/>
      <w:lvlJc w:val="left"/>
      <w:pPr>
        <w:tabs>
          <w:tab w:val="num" w:pos="5040"/>
        </w:tabs>
        <w:ind w:left="5040" w:hanging="360"/>
      </w:pPr>
      <w:rPr>
        <w:rFonts w:ascii="Arial" w:hAnsi="Arial" w:hint="default"/>
      </w:rPr>
    </w:lvl>
    <w:lvl w:ilvl="7" w:tplc="EECCB526" w:tentative="1">
      <w:start w:val="1"/>
      <w:numFmt w:val="bullet"/>
      <w:lvlText w:val="•"/>
      <w:lvlJc w:val="left"/>
      <w:pPr>
        <w:tabs>
          <w:tab w:val="num" w:pos="5760"/>
        </w:tabs>
        <w:ind w:left="5760" w:hanging="360"/>
      </w:pPr>
      <w:rPr>
        <w:rFonts w:ascii="Arial" w:hAnsi="Arial" w:hint="default"/>
      </w:rPr>
    </w:lvl>
    <w:lvl w:ilvl="8" w:tplc="FB0A71B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E774241"/>
    <w:multiLevelType w:val="hybridMultilevel"/>
    <w:tmpl w:val="7816447E"/>
    <w:lvl w:ilvl="0" w:tplc="CDC0F54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2150C59"/>
    <w:multiLevelType w:val="hybridMultilevel"/>
    <w:tmpl w:val="BD04DA68"/>
    <w:lvl w:ilvl="0" w:tplc="0409000F">
      <w:start w:val="1"/>
      <w:numFmt w:val="decimal"/>
      <w:lvlText w:val="%1."/>
      <w:lvlJc w:val="left"/>
      <w:pPr>
        <w:tabs>
          <w:tab w:val="num" w:pos="940"/>
        </w:tabs>
        <w:ind w:left="94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48814B4"/>
    <w:multiLevelType w:val="hybridMultilevel"/>
    <w:tmpl w:val="811CB73A"/>
    <w:lvl w:ilvl="0" w:tplc="C972C19E">
      <w:start w:val="1"/>
      <w:numFmt w:val="upperLetter"/>
      <w:lvlText w:val="%1."/>
      <w:lvlJc w:val="left"/>
      <w:pPr>
        <w:tabs>
          <w:tab w:val="num" w:pos="850"/>
        </w:tabs>
        <w:ind w:left="850" w:hanging="360"/>
      </w:pPr>
      <w:rPr>
        <w:rFonts w:hint="default"/>
      </w:rPr>
    </w:lvl>
    <w:lvl w:ilvl="1" w:tplc="04090019" w:tentative="1">
      <w:start w:val="1"/>
      <w:numFmt w:val="lowerLetter"/>
      <w:lvlText w:val="%2."/>
      <w:lvlJc w:val="left"/>
      <w:pPr>
        <w:tabs>
          <w:tab w:val="num" w:pos="1570"/>
        </w:tabs>
        <w:ind w:left="1570" w:hanging="360"/>
      </w:pPr>
    </w:lvl>
    <w:lvl w:ilvl="2" w:tplc="0409001B" w:tentative="1">
      <w:start w:val="1"/>
      <w:numFmt w:val="lowerRoman"/>
      <w:lvlText w:val="%3."/>
      <w:lvlJc w:val="right"/>
      <w:pPr>
        <w:tabs>
          <w:tab w:val="num" w:pos="2290"/>
        </w:tabs>
        <w:ind w:left="2290" w:hanging="180"/>
      </w:pPr>
    </w:lvl>
    <w:lvl w:ilvl="3" w:tplc="0409000F" w:tentative="1">
      <w:start w:val="1"/>
      <w:numFmt w:val="decimal"/>
      <w:lvlText w:val="%4."/>
      <w:lvlJc w:val="left"/>
      <w:pPr>
        <w:tabs>
          <w:tab w:val="num" w:pos="3010"/>
        </w:tabs>
        <w:ind w:left="3010" w:hanging="360"/>
      </w:pPr>
    </w:lvl>
    <w:lvl w:ilvl="4" w:tplc="04090019" w:tentative="1">
      <w:start w:val="1"/>
      <w:numFmt w:val="lowerLetter"/>
      <w:lvlText w:val="%5."/>
      <w:lvlJc w:val="left"/>
      <w:pPr>
        <w:tabs>
          <w:tab w:val="num" w:pos="3730"/>
        </w:tabs>
        <w:ind w:left="3730" w:hanging="360"/>
      </w:pPr>
    </w:lvl>
    <w:lvl w:ilvl="5" w:tplc="0409001B" w:tentative="1">
      <w:start w:val="1"/>
      <w:numFmt w:val="lowerRoman"/>
      <w:lvlText w:val="%6."/>
      <w:lvlJc w:val="right"/>
      <w:pPr>
        <w:tabs>
          <w:tab w:val="num" w:pos="4450"/>
        </w:tabs>
        <w:ind w:left="4450" w:hanging="180"/>
      </w:pPr>
    </w:lvl>
    <w:lvl w:ilvl="6" w:tplc="0409000F" w:tentative="1">
      <w:start w:val="1"/>
      <w:numFmt w:val="decimal"/>
      <w:lvlText w:val="%7."/>
      <w:lvlJc w:val="left"/>
      <w:pPr>
        <w:tabs>
          <w:tab w:val="num" w:pos="5170"/>
        </w:tabs>
        <w:ind w:left="5170" w:hanging="360"/>
      </w:pPr>
    </w:lvl>
    <w:lvl w:ilvl="7" w:tplc="04090019" w:tentative="1">
      <w:start w:val="1"/>
      <w:numFmt w:val="lowerLetter"/>
      <w:lvlText w:val="%8."/>
      <w:lvlJc w:val="left"/>
      <w:pPr>
        <w:tabs>
          <w:tab w:val="num" w:pos="5890"/>
        </w:tabs>
        <w:ind w:left="5890" w:hanging="360"/>
      </w:pPr>
    </w:lvl>
    <w:lvl w:ilvl="8" w:tplc="0409001B" w:tentative="1">
      <w:start w:val="1"/>
      <w:numFmt w:val="lowerRoman"/>
      <w:lvlText w:val="%9."/>
      <w:lvlJc w:val="right"/>
      <w:pPr>
        <w:tabs>
          <w:tab w:val="num" w:pos="6610"/>
        </w:tabs>
        <w:ind w:left="6610" w:hanging="180"/>
      </w:pPr>
    </w:lvl>
  </w:abstractNum>
  <w:abstractNum w:abstractNumId="28" w15:restartNumberingAfterBreak="0">
    <w:nsid w:val="66534C43"/>
    <w:multiLevelType w:val="hybridMultilevel"/>
    <w:tmpl w:val="7A08FC98"/>
    <w:lvl w:ilvl="0" w:tplc="BBE4B6F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CC338E8"/>
    <w:multiLevelType w:val="multilevel"/>
    <w:tmpl w:val="7816447E"/>
    <w:lvl w:ilvl="0">
      <w:start w:val="1"/>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CFE2C44"/>
    <w:multiLevelType w:val="hybridMultilevel"/>
    <w:tmpl w:val="DCC0671C"/>
    <w:lvl w:ilvl="0" w:tplc="0DF60D92">
      <w:start w:val="8"/>
      <w:numFmt w:val="upperLetter"/>
      <w:lvlText w:val="%1."/>
      <w:lvlJc w:val="left"/>
      <w:pPr>
        <w:tabs>
          <w:tab w:val="num" w:pos="940"/>
        </w:tabs>
        <w:ind w:left="94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F015B48"/>
    <w:multiLevelType w:val="hybridMultilevel"/>
    <w:tmpl w:val="11F2BE04"/>
    <w:lvl w:ilvl="0" w:tplc="04090015">
      <w:start w:val="1"/>
      <w:numFmt w:val="upperLetter"/>
      <w:lvlText w:val="%1."/>
      <w:lvlJc w:val="left"/>
      <w:pPr>
        <w:ind w:left="850" w:hanging="360"/>
      </w:p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32" w15:restartNumberingAfterBreak="0">
    <w:nsid w:val="71C438A8"/>
    <w:multiLevelType w:val="multilevel"/>
    <w:tmpl w:val="6A3A8BA6"/>
    <w:lvl w:ilvl="0">
      <w:start w:val="1"/>
      <w:numFmt w:val="upp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3" w15:restartNumberingAfterBreak="0">
    <w:nsid w:val="725570B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761554D3"/>
    <w:multiLevelType w:val="hybridMultilevel"/>
    <w:tmpl w:val="2DD83CB0"/>
    <w:lvl w:ilvl="0" w:tplc="36E2D772">
      <w:start w:val="5"/>
      <w:numFmt w:val="upperLetter"/>
      <w:lvlText w:val="%1."/>
      <w:lvlJc w:val="left"/>
      <w:pPr>
        <w:tabs>
          <w:tab w:val="num" w:pos="940"/>
        </w:tabs>
        <w:ind w:left="94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6C666F0"/>
    <w:multiLevelType w:val="multilevel"/>
    <w:tmpl w:val="F7D42C0A"/>
    <w:lvl w:ilvl="0">
      <w:start w:val="1"/>
      <w:numFmt w:val="upp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6" w15:restartNumberingAfterBreak="0">
    <w:nsid w:val="76F276B2"/>
    <w:multiLevelType w:val="hybridMultilevel"/>
    <w:tmpl w:val="B6AEB164"/>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37" w15:restartNumberingAfterBreak="0">
    <w:nsid w:val="774D2901"/>
    <w:multiLevelType w:val="hybridMultilevel"/>
    <w:tmpl w:val="8B26A574"/>
    <w:lvl w:ilvl="0" w:tplc="0409000F">
      <w:start w:val="1"/>
      <w:numFmt w:val="decimal"/>
      <w:lvlText w:val="%1."/>
      <w:lvlJc w:val="left"/>
      <w:pPr>
        <w:ind w:left="1340" w:hanging="360"/>
      </w:pPr>
    </w:lvl>
    <w:lvl w:ilvl="1" w:tplc="04090019" w:tentative="1">
      <w:start w:val="1"/>
      <w:numFmt w:val="lowerLetter"/>
      <w:lvlText w:val="%2."/>
      <w:lvlJc w:val="left"/>
      <w:pPr>
        <w:ind w:left="2060" w:hanging="360"/>
      </w:pPr>
    </w:lvl>
    <w:lvl w:ilvl="2" w:tplc="0409001B" w:tentative="1">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38" w15:restartNumberingAfterBreak="0">
    <w:nsid w:val="7EC17F24"/>
    <w:multiLevelType w:val="multilevel"/>
    <w:tmpl w:val="65D036F6"/>
    <w:lvl w:ilvl="0">
      <w:start w:val="1"/>
      <w:numFmt w:val="upp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9" w15:restartNumberingAfterBreak="0">
    <w:nsid w:val="7FF12485"/>
    <w:multiLevelType w:val="hybridMultilevel"/>
    <w:tmpl w:val="622A4734"/>
    <w:lvl w:ilvl="0" w:tplc="0409000F">
      <w:start w:val="1"/>
      <w:numFmt w:val="decimal"/>
      <w:lvlText w:val="%1."/>
      <w:lvlJc w:val="left"/>
      <w:pPr>
        <w:ind w:left="1340" w:hanging="360"/>
      </w:pPr>
    </w:lvl>
    <w:lvl w:ilvl="1" w:tplc="04090019" w:tentative="1">
      <w:start w:val="1"/>
      <w:numFmt w:val="lowerLetter"/>
      <w:lvlText w:val="%2."/>
      <w:lvlJc w:val="left"/>
      <w:pPr>
        <w:ind w:left="2060" w:hanging="360"/>
      </w:pPr>
    </w:lvl>
    <w:lvl w:ilvl="2" w:tplc="0409001B" w:tentative="1">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num w:numId="1">
    <w:abstractNumId w:val="21"/>
  </w:num>
  <w:num w:numId="2">
    <w:abstractNumId w:val="23"/>
  </w:num>
  <w:num w:numId="3">
    <w:abstractNumId w:val="7"/>
  </w:num>
  <w:num w:numId="4">
    <w:abstractNumId w:val="12"/>
  </w:num>
  <w:num w:numId="5">
    <w:abstractNumId w:val="2"/>
  </w:num>
  <w:num w:numId="6">
    <w:abstractNumId w:val="3"/>
  </w:num>
  <w:num w:numId="7">
    <w:abstractNumId w:val="27"/>
  </w:num>
  <w:num w:numId="8">
    <w:abstractNumId w:val="11"/>
  </w:num>
  <w:num w:numId="9">
    <w:abstractNumId w:val="30"/>
  </w:num>
  <w:num w:numId="10">
    <w:abstractNumId w:val="26"/>
  </w:num>
  <w:num w:numId="11">
    <w:abstractNumId w:val="14"/>
  </w:num>
  <w:num w:numId="12">
    <w:abstractNumId w:val="16"/>
  </w:num>
  <w:num w:numId="13">
    <w:abstractNumId w:val="34"/>
  </w:num>
  <w:num w:numId="14">
    <w:abstractNumId w:val="20"/>
  </w:num>
  <w:num w:numId="15">
    <w:abstractNumId w:val="1"/>
  </w:num>
  <w:num w:numId="16">
    <w:abstractNumId w:val="10"/>
  </w:num>
  <w:num w:numId="17">
    <w:abstractNumId w:val="32"/>
  </w:num>
  <w:num w:numId="18">
    <w:abstractNumId w:val="19"/>
  </w:num>
  <w:num w:numId="19">
    <w:abstractNumId w:val="35"/>
  </w:num>
  <w:num w:numId="20">
    <w:abstractNumId w:val="15"/>
  </w:num>
  <w:num w:numId="21">
    <w:abstractNumId w:val="38"/>
  </w:num>
  <w:num w:numId="22">
    <w:abstractNumId w:val="28"/>
  </w:num>
  <w:num w:numId="23">
    <w:abstractNumId w:val="18"/>
  </w:num>
  <w:num w:numId="24">
    <w:abstractNumId w:val="25"/>
  </w:num>
  <w:num w:numId="25">
    <w:abstractNumId w:val="29"/>
  </w:num>
  <w:num w:numId="26">
    <w:abstractNumId w:val="22"/>
  </w:num>
  <w:num w:numId="27">
    <w:abstractNumId w:val="0"/>
  </w:num>
  <w:num w:numId="28">
    <w:abstractNumId w:val="13"/>
  </w:num>
  <w:num w:numId="29">
    <w:abstractNumId w:val="17"/>
  </w:num>
  <w:num w:numId="30">
    <w:abstractNumId w:val="8"/>
  </w:num>
  <w:num w:numId="31">
    <w:abstractNumId w:val="33"/>
  </w:num>
  <w:num w:numId="32">
    <w:abstractNumId w:val="9"/>
  </w:num>
  <w:num w:numId="33">
    <w:abstractNumId w:val="37"/>
  </w:num>
  <w:num w:numId="34">
    <w:abstractNumId w:val="4"/>
  </w:num>
  <w:num w:numId="35">
    <w:abstractNumId w:val="36"/>
  </w:num>
  <w:num w:numId="36">
    <w:abstractNumId w:val="31"/>
  </w:num>
  <w:num w:numId="37">
    <w:abstractNumId w:val="6"/>
  </w:num>
  <w:num w:numId="38">
    <w:abstractNumId w:val="24"/>
  </w:num>
  <w:num w:numId="39">
    <w:abstractNumId w:val="39"/>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2BF"/>
    <w:rsid w:val="00005F78"/>
    <w:rsid w:val="00006BD2"/>
    <w:rsid w:val="0002346C"/>
    <w:rsid w:val="000272A3"/>
    <w:rsid w:val="0003257E"/>
    <w:rsid w:val="0003280F"/>
    <w:rsid w:val="00035E6C"/>
    <w:rsid w:val="000376B6"/>
    <w:rsid w:val="000419CE"/>
    <w:rsid w:val="00045EEC"/>
    <w:rsid w:val="00045F34"/>
    <w:rsid w:val="0006698E"/>
    <w:rsid w:val="0007011C"/>
    <w:rsid w:val="0007236F"/>
    <w:rsid w:val="000B52F1"/>
    <w:rsid w:val="000F4B94"/>
    <w:rsid w:val="001138D5"/>
    <w:rsid w:val="0012009F"/>
    <w:rsid w:val="0013006E"/>
    <w:rsid w:val="00130AD2"/>
    <w:rsid w:val="00133549"/>
    <w:rsid w:val="00140A9B"/>
    <w:rsid w:val="00141322"/>
    <w:rsid w:val="00144E24"/>
    <w:rsid w:val="0017036C"/>
    <w:rsid w:val="001815C0"/>
    <w:rsid w:val="00184413"/>
    <w:rsid w:val="0018643C"/>
    <w:rsid w:val="001943A9"/>
    <w:rsid w:val="001A41FC"/>
    <w:rsid w:val="001B3831"/>
    <w:rsid w:val="001B4136"/>
    <w:rsid w:val="001C06D2"/>
    <w:rsid w:val="001C4ABF"/>
    <w:rsid w:val="001D36B5"/>
    <w:rsid w:val="001E3E85"/>
    <w:rsid w:val="001F19A9"/>
    <w:rsid w:val="00200BFA"/>
    <w:rsid w:val="0020235B"/>
    <w:rsid w:val="00211DFC"/>
    <w:rsid w:val="00254B32"/>
    <w:rsid w:val="00256CAF"/>
    <w:rsid w:val="00260E8D"/>
    <w:rsid w:val="00263D5F"/>
    <w:rsid w:val="0027053D"/>
    <w:rsid w:val="00291A4D"/>
    <w:rsid w:val="002A4B17"/>
    <w:rsid w:val="002A4C1A"/>
    <w:rsid w:val="002F5481"/>
    <w:rsid w:val="002F5F2A"/>
    <w:rsid w:val="002F7D5B"/>
    <w:rsid w:val="00332EF3"/>
    <w:rsid w:val="00334EC7"/>
    <w:rsid w:val="003558E0"/>
    <w:rsid w:val="0036681F"/>
    <w:rsid w:val="00370955"/>
    <w:rsid w:val="003827E6"/>
    <w:rsid w:val="0039409B"/>
    <w:rsid w:val="003A2787"/>
    <w:rsid w:val="003A3DA2"/>
    <w:rsid w:val="003B7D90"/>
    <w:rsid w:val="003C5B74"/>
    <w:rsid w:val="003D19F5"/>
    <w:rsid w:val="003D5B47"/>
    <w:rsid w:val="003D70C7"/>
    <w:rsid w:val="003E02B5"/>
    <w:rsid w:val="003E2ABC"/>
    <w:rsid w:val="003E4A9C"/>
    <w:rsid w:val="003F0557"/>
    <w:rsid w:val="003F2AE0"/>
    <w:rsid w:val="004025C8"/>
    <w:rsid w:val="00411A4A"/>
    <w:rsid w:val="00413F2F"/>
    <w:rsid w:val="004501B7"/>
    <w:rsid w:val="0045659A"/>
    <w:rsid w:val="0045661A"/>
    <w:rsid w:val="00474ED7"/>
    <w:rsid w:val="00484E85"/>
    <w:rsid w:val="00492A69"/>
    <w:rsid w:val="0049302A"/>
    <w:rsid w:val="0049309E"/>
    <w:rsid w:val="004B3A50"/>
    <w:rsid w:val="004C5132"/>
    <w:rsid w:val="004C6B3B"/>
    <w:rsid w:val="00511CC5"/>
    <w:rsid w:val="0052150D"/>
    <w:rsid w:val="005232E2"/>
    <w:rsid w:val="00532553"/>
    <w:rsid w:val="00550013"/>
    <w:rsid w:val="005859EA"/>
    <w:rsid w:val="00586E10"/>
    <w:rsid w:val="00587C64"/>
    <w:rsid w:val="005A261D"/>
    <w:rsid w:val="005B4D04"/>
    <w:rsid w:val="005C68B4"/>
    <w:rsid w:val="005C6FEB"/>
    <w:rsid w:val="005D514A"/>
    <w:rsid w:val="005D55A0"/>
    <w:rsid w:val="005F6843"/>
    <w:rsid w:val="00607336"/>
    <w:rsid w:val="00625CEF"/>
    <w:rsid w:val="0063117E"/>
    <w:rsid w:val="006430EE"/>
    <w:rsid w:val="00682410"/>
    <w:rsid w:val="006951BE"/>
    <w:rsid w:val="006B1F6D"/>
    <w:rsid w:val="006B27A6"/>
    <w:rsid w:val="006B5108"/>
    <w:rsid w:val="006C5D07"/>
    <w:rsid w:val="006C5D28"/>
    <w:rsid w:val="006E7E39"/>
    <w:rsid w:val="00707109"/>
    <w:rsid w:val="00716668"/>
    <w:rsid w:val="00717324"/>
    <w:rsid w:val="00745412"/>
    <w:rsid w:val="00782416"/>
    <w:rsid w:val="0079265C"/>
    <w:rsid w:val="007A3B56"/>
    <w:rsid w:val="007C4E28"/>
    <w:rsid w:val="007D0F6A"/>
    <w:rsid w:val="007D1C4E"/>
    <w:rsid w:val="007D5703"/>
    <w:rsid w:val="007D5E6B"/>
    <w:rsid w:val="007E0767"/>
    <w:rsid w:val="007E164F"/>
    <w:rsid w:val="007E1828"/>
    <w:rsid w:val="007F2DB5"/>
    <w:rsid w:val="008356A8"/>
    <w:rsid w:val="00861B47"/>
    <w:rsid w:val="008638E8"/>
    <w:rsid w:val="00872BCA"/>
    <w:rsid w:val="00873D75"/>
    <w:rsid w:val="00894245"/>
    <w:rsid w:val="008B7C7B"/>
    <w:rsid w:val="008F179C"/>
    <w:rsid w:val="0090795A"/>
    <w:rsid w:val="00907FEE"/>
    <w:rsid w:val="00962B96"/>
    <w:rsid w:val="00967C3D"/>
    <w:rsid w:val="009702BF"/>
    <w:rsid w:val="00982ADA"/>
    <w:rsid w:val="00985971"/>
    <w:rsid w:val="009A2F44"/>
    <w:rsid w:val="009A6064"/>
    <w:rsid w:val="009B2983"/>
    <w:rsid w:val="009E44BD"/>
    <w:rsid w:val="009F1B47"/>
    <w:rsid w:val="00A00B49"/>
    <w:rsid w:val="00A2112D"/>
    <w:rsid w:val="00A25D33"/>
    <w:rsid w:val="00A305F4"/>
    <w:rsid w:val="00A404B8"/>
    <w:rsid w:val="00A534C8"/>
    <w:rsid w:val="00A5610B"/>
    <w:rsid w:val="00A6698D"/>
    <w:rsid w:val="00A66D77"/>
    <w:rsid w:val="00A72487"/>
    <w:rsid w:val="00A73B2A"/>
    <w:rsid w:val="00A770ED"/>
    <w:rsid w:val="00A83C40"/>
    <w:rsid w:val="00AA4203"/>
    <w:rsid w:val="00AA7557"/>
    <w:rsid w:val="00AB1259"/>
    <w:rsid w:val="00AC229F"/>
    <w:rsid w:val="00AF053A"/>
    <w:rsid w:val="00AF2FFD"/>
    <w:rsid w:val="00B0277D"/>
    <w:rsid w:val="00B05800"/>
    <w:rsid w:val="00B34A52"/>
    <w:rsid w:val="00B42B14"/>
    <w:rsid w:val="00B42E2F"/>
    <w:rsid w:val="00B538FD"/>
    <w:rsid w:val="00B53DCD"/>
    <w:rsid w:val="00B64DA0"/>
    <w:rsid w:val="00B72593"/>
    <w:rsid w:val="00B778FE"/>
    <w:rsid w:val="00B8781A"/>
    <w:rsid w:val="00BC1D6A"/>
    <w:rsid w:val="00BC5BAC"/>
    <w:rsid w:val="00BD4DBE"/>
    <w:rsid w:val="00BF11BF"/>
    <w:rsid w:val="00C37C50"/>
    <w:rsid w:val="00C37EF5"/>
    <w:rsid w:val="00C4237D"/>
    <w:rsid w:val="00C43E54"/>
    <w:rsid w:val="00C55631"/>
    <w:rsid w:val="00C55660"/>
    <w:rsid w:val="00C65E43"/>
    <w:rsid w:val="00C71946"/>
    <w:rsid w:val="00C72C8D"/>
    <w:rsid w:val="00C83160"/>
    <w:rsid w:val="00C90017"/>
    <w:rsid w:val="00C96A76"/>
    <w:rsid w:val="00CC5A67"/>
    <w:rsid w:val="00CD3487"/>
    <w:rsid w:val="00D2647F"/>
    <w:rsid w:val="00D2796E"/>
    <w:rsid w:val="00D32D66"/>
    <w:rsid w:val="00D606E4"/>
    <w:rsid w:val="00D83B8C"/>
    <w:rsid w:val="00D92444"/>
    <w:rsid w:val="00D92478"/>
    <w:rsid w:val="00DA626A"/>
    <w:rsid w:val="00DA671A"/>
    <w:rsid w:val="00DC69A5"/>
    <w:rsid w:val="00DD1F43"/>
    <w:rsid w:val="00DE5704"/>
    <w:rsid w:val="00E151F0"/>
    <w:rsid w:val="00E225E8"/>
    <w:rsid w:val="00E426D6"/>
    <w:rsid w:val="00E47262"/>
    <w:rsid w:val="00E63492"/>
    <w:rsid w:val="00E6425A"/>
    <w:rsid w:val="00E70BC8"/>
    <w:rsid w:val="00EB0465"/>
    <w:rsid w:val="00EB34C7"/>
    <w:rsid w:val="00EB4B72"/>
    <w:rsid w:val="00EB768C"/>
    <w:rsid w:val="00EC18F3"/>
    <w:rsid w:val="00ED6575"/>
    <w:rsid w:val="00ED693E"/>
    <w:rsid w:val="00EE0FCD"/>
    <w:rsid w:val="00F03A75"/>
    <w:rsid w:val="00F05FF0"/>
    <w:rsid w:val="00F25713"/>
    <w:rsid w:val="00F4045B"/>
    <w:rsid w:val="00F87A34"/>
    <w:rsid w:val="00F93E7F"/>
    <w:rsid w:val="00F967B8"/>
    <w:rsid w:val="00FA2818"/>
    <w:rsid w:val="00FB3268"/>
    <w:rsid w:val="00FC1143"/>
    <w:rsid w:val="00FC1DFE"/>
    <w:rsid w:val="00FE2BCC"/>
    <w:rsid w:val="00FF3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740855"/>
  <w15:docId w15:val="{C2BA7CB4-817B-45A2-82F9-7630FAE6D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2796E"/>
    <w:rPr>
      <w:spacing w:val="4"/>
      <w:sz w:val="22"/>
    </w:rPr>
  </w:style>
  <w:style w:type="paragraph" w:styleId="Heading1">
    <w:name w:val="heading 1"/>
    <w:next w:val="Normal"/>
    <w:qFormat/>
    <w:rsid w:val="00D2796E"/>
    <w:pPr>
      <w:keepNext/>
      <w:spacing w:before="240" w:after="60"/>
      <w:outlineLvl w:val="0"/>
    </w:pPr>
    <w:rPr>
      <w:rFonts w:ascii="Arial" w:hAnsi="Arial"/>
      <w:b/>
      <w:caps/>
      <w:noProof/>
      <w:kern w:val="28"/>
      <w:sz w:val="28"/>
    </w:rPr>
  </w:style>
  <w:style w:type="paragraph" w:styleId="Heading2">
    <w:name w:val="heading 2"/>
    <w:basedOn w:val="Heading1"/>
    <w:next w:val="Normal"/>
    <w:qFormat/>
    <w:rsid w:val="00D2796E"/>
    <w:pPr>
      <w:outlineLvl w:val="1"/>
    </w:pPr>
    <w:rPr>
      <w:caps w:val="0"/>
    </w:rPr>
  </w:style>
  <w:style w:type="paragraph" w:styleId="Heading3">
    <w:name w:val="heading 3"/>
    <w:basedOn w:val="Heading1"/>
    <w:next w:val="Normal"/>
    <w:qFormat/>
    <w:rsid w:val="00D2796E"/>
    <w:pPr>
      <w:outlineLvl w:val="2"/>
    </w:pPr>
    <w:rPr>
      <w:rFonts w:ascii="Arial Narrow" w:hAnsi="Arial Narrow"/>
      <w:caps w:val="0"/>
      <w:sz w:val="26"/>
    </w:rPr>
  </w:style>
  <w:style w:type="paragraph" w:styleId="Heading4">
    <w:name w:val="heading 4"/>
    <w:basedOn w:val="Heading1"/>
    <w:next w:val="BodyText1"/>
    <w:qFormat/>
    <w:rsid w:val="00D2796E"/>
    <w:pPr>
      <w:outlineLvl w:val="3"/>
    </w:pPr>
    <w:rPr>
      <w:rFonts w:ascii="Helvetica-Narrow" w:hAnsi="Helvetica-Narrow"/>
      <w:i/>
      <w:caps w:val="0"/>
      <w:sz w:val="22"/>
    </w:rPr>
  </w:style>
  <w:style w:type="paragraph" w:styleId="Heading5">
    <w:name w:val="heading 5"/>
    <w:basedOn w:val="Heading4"/>
    <w:next w:val="BodyText1"/>
    <w:qFormat/>
    <w:rsid w:val="00D2796E"/>
    <w:pPr>
      <w:outlineLvl w:val="4"/>
    </w:pPr>
    <w:rPr>
      <w:b w:val="0"/>
      <w:bCs/>
      <w:i w:val="0"/>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D2796E"/>
    <w:pPr>
      <w:spacing w:after="120"/>
    </w:pPr>
    <w:rPr>
      <w:sz w:val="22"/>
    </w:rPr>
  </w:style>
  <w:style w:type="paragraph" w:customStyle="1" w:styleId="Maintitle">
    <w:name w:val="Main title"/>
    <w:basedOn w:val="BodyText1"/>
    <w:next w:val="BodyText1"/>
    <w:rsid w:val="00D2796E"/>
    <w:pPr>
      <w:spacing w:before="240" w:after="240"/>
      <w:jc w:val="center"/>
    </w:pPr>
    <w:rPr>
      <w:sz w:val="72"/>
    </w:rPr>
  </w:style>
  <w:style w:type="paragraph" w:customStyle="1" w:styleId="Affiliation">
    <w:name w:val="Affiliation"/>
    <w:basedOn w:val="Maintitle"/>
    <w:rsid w:val="00D2796E"/>
    <w:pPr>
      <w:spacing w:before="0" w:after="0"/>
    </w:pPr>
    <w:rPr>
      <w:rFonts w:ascii="Times" w:hAnsi="Times"/>
      <w:i/>
      <w:sz w:val="24"/>
    </w:rPr>
  </w:style>
  <w:style w:type="paragraph" w:customStyle="1" w:styleId="AllAnswerTypesHead">
    <w:name w:val="AllAnswerTypesHead"/>
    <w:basedOn w:val="Heading1"/>
    <w:rsid w:val="00D2796E"/>
    <w:pPr>
      <w:spacing w:before="120"/>
    </w:pPr>
  </w:style>
  <w:style w:type="paragraph" w:customStyle="1" w:styleId="AllAnswerTypesHeadSub1">
    <w:name w:val="AllAnswerTypesHeadSub1"/>
    <w:basedOn w:val="Heading2"/>
    <w:rsid w:val="00D2796E"/>
  </w:style>
  <w:style w:type="paragraph" w:customStyle="1" w:styleId="AllAnswerTypesHeadSub2">
    <w:name w:val="AllAnswerTypesHeadSub2"/>
    <w:basedOn w:val="Heading3"/>
    <w:rsid w:val="00D2796E"/>
  </w:style>
  <w:style w:type="paragraph" w:customStyle="1" w:styleId="AllQuestionTypesHead">
    <w:name w:val="AllQuestionTypesHead"/>
    <w:basedOn w:val="Heading1"/>
    <w:rsid w:val="00D2796E"/>
  </w:style>
  <w:style w:type="paragraph" w:customStyle="1" w:styleId="AllQuestionTypesHeadSub1">
    <w:name w:val="AllQuestionTypesHeadSub1"/>
    <w:basedOn w:val="Heading2"/>
    <w:rsid w:val="00D2796E"/>
  </w:style>
  <w:style w:type="paragraph" w:customStyle="1" w:styleId="AllQuestionTypesHeadSub2">
    <w:name w:val="AllQuestionTypesHeadSub2"/>
    <w:basedOn w:val="Heading3"/>
    <w:rsid w:val="00D2796E"/>
  </w:style>
  <w:style w:type="paragraph" w:customStyle="1" w:styleId="Ancillaryauthor">
    <w:name w:val="Ancillary author"/>
    <w:basedOn w:val="Maintitle"/>
    <w:rsid w:val="00D2796E"/>
    <w:pPr>
      <w:spacing w:before="4080" w:after="160"/>
    </w:pPr>
    <w:rPr>
      <w:rFonts w:ascii="Times" w:hAnsi="Times"/>
      <w:b/>
      <w:sz w:val="36"/>
    </w:rPr>
  </w:style>
  <w:style w:type="paragraph" w:customStyle="1" w:styleId="Ancillarytitle">
    <w:name w:val="Ancillary title"/>
    <w:basedOn w:val="BodyText1"/>
    <w:rsid w:val="00D2796E"/>
    <w:pPr>
      <w:spacing w:before="240" w:after="480"/>
      <w:jc w:val="center"/>
    </w:pPr>
    <w:rPr>
      <w:rFonts w:ascii="Arial" w:hAnsi="Arial"/>
      <w:b/>
      <w:sz w:val="48"/>
    </w:rPr>
  </w:style>
  <w:style w:type="character" w:customStyle="1" w:styleId="AnswerExp">
    <w:name w:val="Answer_Exp"/>
    <w:basedOn w:val="DefaultParagraphFont"/>
    <w:rsid w:val="00D2796E"/>
  </w:style>
  <w:style w:type="paragraph" w:customStyle="1" w:styleId="NL-1">
    <w:name w:val="NL-1"/>
    <w:basedOn w:val="BodyText1"/>
    <w:next w:val="BodyText1"/>
    <w:rsid w:val="00D2796E"/>
    <w:pPr>
      <w:ind w:left="490" w:hanging="490"/>
    </w:pPr>
  </w:style>
  <w:style w:type="paragraph" w:customStyle="1" w:styleId="Answer-1">
    <w:name w:val="Answer-1"/>
    <w:basedOn w:val="NL-1"/>
    <w:next w:val="BodyText1"/>
    <w:rsid w:val="00D2796E"/>
    <w:pPr>
      <w:tabs>
        <w:tab w:val="left" w:pos="490"/>
        <w:tab w:val="left" w:pos="1080"/>
      </w:tabs>
    </w:pPr>
  </w:style>
  <w:style w:type="paragraph" w:customStyle="1" w:styleId="AnswerByReference">
    <w:name w:val="AnswerByReference"/>
    <w:basedOn w:val="BodyText1"/>
    <w:rsid w:val="00D2796E"/>
    <w:pPr>
      <w:tabs>
        <w:tab w:val="left" w:pos="490"/>
        <w:tab w:val="left" w:pos="979"/>
      </w:tabs>
      <w:ind w:left="490" w:hanging="490"/>
    </w:pPr>
  </w:style>
  <w:style w:type="paragraph" w:customStyle="1" w:styleId="Indent-1">
    <w:name w:val="Indent-1"/>
    <w:basedOn w:val="BodyText1"/>
    <w:rsid w:val="00D2796E"/>
    <w:pPr>
      <w:ind w:left="490"/>
    </w:pPr>
  </w:style>
  <w:style w:type="paragraph" w:customStyle="1" w:styleId="AnswerDistractor">
    <w:name w:val="AnswerDistractor"/>
    <w:basedOn w:val="Indent-1"/>
    <w:rsid w:val="00D2796E"/>
    <w:pPr>
      <w:tabs>
        <w:tab w:val="left" w:pos="490"/>
        <w:tab w:val="left" w:pos="979"/>
      </w:tabs>
    </w:pPr>
  </w:style>
  <w:style w:type="character" w:customStyle="1" w:styleId="AnswerLetter">
    <w:name w:val="AnswerLetter"/>
    <w:basedOn w:val="DefaultParagraphFont"/>
    <w:rsid w:val="00D2796E"/>
  </w:style>
  <w:style w:type="paragraph" w:customStyle="1" w:styleId="AppendixTitle">
    <w:name w:val="AppendixTitle"/>
    <w:basedOn w:val="BodyText1"/>
    <w:next w:val="BodyText1"/>
    <w:rsid w:val="00D2796E"/>
    <w:pPr>
      <w:spacing w:after="960"/>
    </w:pPr>
    <w:rPr>
      <w:rFonts w:ascii="Arial" w:hAnsi="Arial"/>
      <w:b/>
      <w:noProof/>
      <w:sz w:val="40"/>
    </w:rPr>
  </w:style>
  <w:style w:type="paragraph" w:customStyle="1" w:styleId="Body0vert">
    <w:name w:val="Body 0vert"/>
    <w:basedOn w:val="BodyText1"/>
    <w:rsid w:val="00D2796E"/>
    <w:pPr>
      <w:spacing w:after="0"/>
    </w:pPr>
  </w:style>
  <w:style w:type="paragraph" w:customStyle="1" w:styleId="Body1vert">
    <w:name w:val="Body 1vert"/>
    <w:basedOn w:val="BodyText1"/>
    <w:rsid w:val="00D2796E"/>
    <w:pPr>
      <w:spacing w:before="240" w:after="240"/>
    </w:pPr>
  </w:style>
  <w:style w:type="paragraph" w:customStyle="1" w:styleId="Body1vertabove">
    <w:name w:val="Body 1vert above"/>
    <w:basedOn w:val="BodyText1"/>
    <w:rsid w:val="00D2796E"/>
    <w:pPr>
      <w:spacing w:before="240"/>
    </w:pPr>
  </w:style>
  <w:style w:type="paragraph" w:customStyle="1" w:styleId="Body3vertbelow">
    <w:name w:val="Body 3vert below"/>
    <w:basedOn w:val="BodyText1"/>
    <w:rsid w:val="00D2796E"/>
    <w:pPr>
      <w:spacing w:after="720"/>
    </w:pPr>
  </w:style>
  <w:style w:type="paragraph" w:customStyle="1" w:styleId="Bodycentered">
    <w:name w:val="Body centered"/>
    <w:basedOn w:val="BodyText1"/>
    <w:rsid w:val="00D2796E"/>
    <w:pPr>
      <w:jc w:val="center"/>
    </w:pPr>
  </w:style>
  <w:style w:type="paragraph" w:styleId="BodyText">
    <w:name w:val="Body Text"/>
    <w:rsid w:val="00D2796E"/>
    <w:pPr>
      <w:spacing w:after="120"/>
    </w:pPr>
  </w:style>
  <w:style w:type="paragraph" w:customStyle="1" w:styleId="Bodytext-right">
    <w:name w:val="Body text-right"/>
    <w:basedOn w:val="BodyText1"/>
    <w:rsid w:val="00D2796E"/>
    <w:pPr>
      <w:jc w:val="right"/>
    </w:pPr>
  </w:style>
  <w:style w:type="character" w:customStyle="1" w:styleId="Bold">
    <w:name w:val="Bold"/>
    <w:basedOn w:val="DefaultParagraphFont"/>
    <w:rsid w:val="00D2796E"/>
    <w:rPr>
      <w:b/>
    </w:rPr>
  </w:style>
  <w:style w:type="paragraph" w:customStyle="1" w:styleId="BOYMCStats">
    <w:name w:val="BOY_MCStats"/>
    <w:basedOn w:val="Normal"/>
    <w:rsid w:val="00D2796E"/>
    <w:pPr>
      <w:tabs>
        <w:tab w:val="left" w:pos="1051"/>
        <w:tab w:val="left" w:pos="2016"/>
      </w:tabs>
    </w:pPr>
  </w:style>
  <w:style w:type="paragraph" w:customStyle="1" w:styleId="BOYMCTopic">
    <w:name w:val="BOY_MCTopic"/>
    <w:basedOn w:val="Normal"/>
    <w:rsid w:val="00D2796E"/>
    <w:pPr>
      <w:ind w:left="1051" w:hanging="1051"/>
    </w:pPr>
    <w:rPr>
      <w:b/>
      <w:bCs/>
    </w:rPr>
  </w:style>
  <w:style w:type="paragraph" w:customStyle="1" w:styleId="Bullet-1">
    <w:name w:val="Bullet-(1)"/>
    <w:basedOn w:val="BodyText1"/>
    <w:rsid w:val="00D2796E"/>
    <w:pPr>
      <w:numPr>
        <w:numId w:val="1"/>
      </w:numPr>
    </w:pPr>
  </w:style>
  <w:style w:type="paragraph" w:customStyle="1" w:styleId="Bullet-10">
    <w:name w:val="Bullet-1"/>
    <w:basedOn w:val="BodyText1"/>
    <w:rsid w:val="00D2796E"/>
    <w:pPr>
      <w:numPr>
        <w:numId w:val="2"/>
      </w:numPr>
    </w:pPr>
  </w:style>
  <w:style w:type="paragraph" w:customStyle="1" w:styleId="Bullet-a">
    <w:name w:val="Bullet-a"/>
    <w:basedOn w:val="BodyText1"/>
    <w:rsid w:val="00D2796E"/>
    <w:pPr>
      <w:numPr>
        <w:numId w:val="3"/>
      </w:numPr>
    </w:pPr>
  </w:style>
  <w:style w:type="paragraph" w:styleId="Caption">
    <w:name w:val="caption"/>
    <w:basedOn w:val="BodyText1"/>
    <w:next w:val="Normal"/>
    <w:qFormat/>
    <w:rsid w:val="00D2796E"/>
    <w:pPr>
      <w:spacing w:before="120"/>
    </w:pPr>
    <w:rPr>
      <w:b/>
      <w:bCs/>
    </w:rPr>
  </w:style>
  <w:style w:type="paragraph" w:customStyle="1" w:styleId="CaseHead">
    <w:name w:val="CaseHead"/>
    <w:basedOn w:val="BodyText1"/>
    <w:next w:val="BodyText1"/>
    <w:rsid w:val="00D2796E"/>
    <w:pPr>
      <w:spacing w:before="240"/>
      <w:outlineLvl w:val="0"/>
    </w:pPr>
    <w:rPr>
      <w:rFonts w:ascii="Arial Narrow" w:hAnsi="Arial Narrow"/>
      <w:b/>
      <w:caps/>
      <w:sz w:val="32"/>
    </w:rPr>
  </w:style>
  <w:style w:type="paragraph" w:customStyle="1" w:styleId="CaseTitle">
    <w:name w:val="CaseTitle"/>
    <w:basedOn w:val="CaseHead"/>
    <w:next w:val="BodyText1"/>
    <w:rsid w:val="00D2796E"/>
    <w:pPr>
      <w:spacing w:before="120"/>
      <w:outlineLvl w:val="1"/>
    </w:pPr>
    <w:rPr>
      <w:rFonts w:ascii="Times New Roman" w:hAnsi="Times New Roman"/>
      <w:b w:val="0"/>
      <w:i/>
    </w:rPr>
  </w:style>
  <w:style w:type="paragraph" w:customStyle="1" w:styleId="ChapNum">
    <w:name w:val="ChapNum"/>
    <w:next w:val="BodyText1"/>
    <w:rsid w:val="00D2796E"/>
    <w:pPr>
      <w:spacing w:after="240"/>
    </w:pPr>
    <w:rPr>
      <w:rFonts w:ascii="Arial Narrow" w:hAnsi="Arial Narrow"/>
      <w:caps/>
      <w:noProof/>
      <w:sz w:val="36"/>
    </w:rPr>
  </w:style>
  <w:style w:type="paragraph" w:customStyle="1" w:styleId="ChapOutlineHead">
    <w:name w:val="ChapOutlineHead"/>
    <w:basedOn w:val="Heading1"/>
    <w:next w:val="BodyText1"/>
    <w:rsid w:val="00D2796E"/>
  </w:style>
  <w:style w:type="paragraph" w:customStyle="1" w:styleId="ChapSummaryHead">
    <w:name w:val="ChapSummaryHead"/>
    <w:basedOn w:val="Heading1"/>
    <w:next w:val="BodyText1"/>
    <w:rsid w:val="00D2796E"/>
  </w:style>
  <w:style w:type="paragraph" w:customStyle="1" w:styleId="ChapTitle">
    <w:name w:val="ChapTitle"/>
    <w:next w:val="BodyText1"/>
    <w:rsid w:val="00D2796E"/>
    <w:pPr>
      <w:spacing w:after="960"/>
    </w:pPr>
    <w:rPr>
      <w:rFonts w:ascii="Arial" w:hAnsi="Arial"/>
      <w:b/>
      <w:noProof/>
      <w:sz w:val="40"/>
    </w:rPr>
  </w:style>
  <w:style w:type="paragraph" w:customStyle="1" w:styleId="Copyright">
    <w:name w:val="Copyright"/>
    <w:basedOn w:val="BodyText1"/>
    <w:next w:val="BodyText1"/>
    <w:rsid w:val="00D2796E"/>
    <w:pPr>
      <w:spacing w:before="5200" w:after="240"/>
    </w:pPr>
    <w:rPr>
      <w:rFonts w:ascii="Times" w:hAnsi="Times"/>
    </w:rPr>
  </w:style>
  <w:style w:type="paragraph" w:customStyle="1" w:styleId="Copyrightnonsale">
    <w:name w:val="Copyright nonsale"/>
    <w:basedOn w:val="BodyText1"/>
    <w:next w:val="BodyText1"/>
    <w:rsid w:val="00D2796E"/>
    <w:pPr>
      <w:spacing w:before="120" w:after="960"/>
    </w:pPr>
    <w:rPr>
      <w:rFonts w:ascii="Times" w:hAnsi="Times"/>
    </w:rPr>
  </w:style>
  <w:style w:type="paragraph" w:customStyle="1" w:styleId="Copyrightsale">
    <w:name w:val="Copyright sale"/>
    <w:basedOn w:val="BodyText1"/>
    <w:next w:val="BodyText1"/>
    <w:rsid w:val="00D2796E"/>
    <w:pPr>
      <w:spacing w:before="120" w:after="960"/>
    </w:pPr>
    <w:rPr>
      <w:rFonts w:ascii="Times" w:hAnsi="Times"/>
    </w:rPr>
  </w:style>
  <w:style w:type="paragraph" w:styleId="DocumentMap">
    <w:name w:val="Document Map"/>
    <w:basedOn w:val="Normal"/>
    <w:semiHidden/>
    <w:rsid w:val="00D2796E"/>
    <w:pPr>
      <w:shd w:val="clear" w:color="auto" w:fill="000080"/>
    </w:pPr>
    <w:rPr>
      <w:rFonts w:ascii="Tahoma" w:hAnsi="Tahoma" w:cs="Tahoma"/>
    </w:rPr>
  </w:style>
  <w:style w:type="paragraph" w:customStyle="1" w:styleId="Edition">
    <w:name w:val="Edition"/>
    <w:basedOn w:val="Maintitle"/>
    <w:next w:val="BodyText1"/>
    <w:rsid w:val="00D2796E"/>
    <w:pPr>
      <w:spacing w:before="0" w:after="1080"/>
    </w:pPr>
    <w:rPr>
      <w:rFonts w:ascii="Times" w:hAnsi="Times"/>
      <w:caps/>
      <w:sz w:val="32"/>
    </w:rPr>
  </w:style>
  <w:style w:type="paragraph" w:customStyle="1" w:styleId="EssayAnswer">
    <w:name w:val="EssayAnswer"/>
    <w:basedOn w:val="Indent-1"/>
    <w:rsid w:val="00D2796E"/>
    <w:pPr>
      <w:tabs>
        <w:tab w:val="left" w:pos="979"/>
      </w:tabs>
    </w:pPr>
  </w:style>
  <w:style w:type="paragraph" w:customStyle="1" w:styleId="EssayQuestionNumList">
    <w:name w:val="EssayQuestionNumList"/>
    <w:basedOn w:val="NL-1"/>
    <w:next w:val="EssayAnswer"/>
    <w:rsid w:val="00D2796E"/>
  </w:style>
  <w:style w:type="paragraph" w:customStyle="1" w:styleId="Extract">
    <w:name w:val="Extract"/>
    <w:basedOn w:val="Indent-1"/>
    <w:rsid w:val="00D2796E"/>
    <w:pPr>
      <w:spacing w:before="120"/>
    </w:pPr>
    <w:rPr>
      <w:sz w:val="20"/>
    </w:rPr>
  </w:style>
  <w:style w:type="paragraph" w:customStyle="1" w:styleId="FillinNumList">
    <w:name w:val="FillinNumList"/>
    <w:basedOn w:val="NL-1"/>
    <w:next w:val="BodyText1"/>
    <w:rsid w:val="00D2796E"/>
  </w:style>
  <w:style w:type="paragraph" w:styleId="Footer">
    <w:name w:val="footer"/>
    <w:basedOn w:val="Normal"/>
    <w:rsid w:val="00D2796E"/>
    <w:pPr>
      <w:tabs>
        <w:tab w:val="right" w:pos="9216"/>
      </w:tabs>
    </w:pPr>
    <w:rPr>
      <w:rFonts w:ascii="Arial Narrow" w:hAnsi="Arial Narrow"/>
      <w:sz w:val="16"/>
    </w:rPr>
  </w:style>
  <w:style w:type="paragraph" w:customStyle="1" w:styleId="Footnote">
    <w:name w:val="Footnote"/>
    <w:basedOn w:val="BodyText1"/>
    <w:rsid w:val="00D2796E"/>
    <w:rPr>
      <w:rFonts w:ascii="Times" w:hAnsi="Times"/>
    </w:rPr>
  </w:style>
  <w:style w:type="paragraph" w:customStyle="1" w:styleId="Tabletitle">
    <w:name w:val="Table title"/>
    <w:basedOn w:val="BodyText1"/>
    <w:rsid w:val="00D2796E"/>
    <w:pPr>
      <w:jc w:val="center"/>
    </w:pPr>
    <w:rPr>
      <w:rFonts w:ascii="Arial Narrow" w:hAnsi="Arial Narrow"/>
      <w:b/>
      <w:sz w:val="20"/>
    </w:rPr>
  </w:style>
  <w:style w:type="paragraph" w:customStyle="1" w:styleId="GraphicTitle">
    <w:name w:val="Graphic Title"/>
    <w:basedOn w:val="Tabletitle"/>
    <w:next w:val="BodyText1"/>
    <w:rsid w:val="00D2796E"/>
  </w:style>
  <w:style w:type="paragraph" w:styleId="Header">
    <w:name w:val="header"/>
    <w:basedOn w:val="Normal"/>
    <w:rsid w:val="00D2796E"/>
    <w:pPr>
      <w:tabs>
        <w:tab w:val="left" w:pos="720"/>
        <w:tab w:val="right" w:pos="8496"/>
        <w:tab w:val="right" w:pos="9216"/>
      </w:tabs>
    </w:pPr>
    <w:rPr>
      <w:rFonts w:ascii="Arial Narrow" w:hAnsi="Arial Narrow"/>
      <w:b/>
      <w:sz w:val="20"/>
    </w:rPr>
  </w:style>
  <w:style w:type="character" w:styleId="HTMLAcronym">
    <w:name w:val="HTML Acronym"/>
    <w:basedOn w:val="DefaultParagraphFont"/>
    <w:rsid w:val="00D2796E"/>
  </w:style>
  <w:style w:type="paragraph" w:customStyle="1" w:styleId="Indent-10">
    <w:name w:val="Indent-(1)"/>
    <w:basedOn w:val="BodyText1"/>
    <w:rsid w:val="00D2796E"/>
    <w:pPr>
      <w:ind w:left="1469"/>
    </w:pPr>
  </w:style>
  <w:style w:type="paragraph" w:customStyle="1" w:styleId="Indent-i">
    <w:name w:val="Indent-(i)"/>
    <w:basedOn w:val="BodyText1"/>
    <w:rsid w:val="00D2796E"/>
    <w:pPr>
      <w:ind w:left="1958"/>
    </w:pPr>
  </w:style>
  <w:style w:type="paragraph" w:customStyle="1" w:styleId="Indent-5">
    <w:name w:val="Indent-5"/>
    <w:basedOn w:val="BodyText1"/>
    <w:rsid w:val="00D2796E"/>
    <w:pPr>
      <w:ind w:left="2448"/>
    </w:pPr>
  </w:style>
  <w:style w:type="paragraph" w:customStyle="1" w:styleId="Indent-6">
    <w:name w:val="Indent-6"/>
    <w:basedOn w:val="BodyText1"/>
    <w:rsid w:val="00D2796E"/>
    <w:pPr>
      <w:spacing w:after="0"/>
      <w:ind w:left="2938"/>
    </w:pPr>
  </w:style>
  <w:style w:type="paragraph" w:customStyle="1" w:styleId="Indent-a">
    <w:name w:val="Indent-a"/>
    <w:basedOn w:val="BodyText1"/>
    <w:rsid w:val="00D2796E"/>
    <w:pPr>
      <w:ind w:left="979"/>
    </w:pPr>
  </w:style>
  <w:style w:type="paragraph" w:styleId="Index3">
    <w:name w:val="index 3"/>
    <w:basedOn w:val="Normal"/>
    <w:next w:val="Normal"/>
    <w:autoRedefine/>
    <w:semiHidden/>
    <w:rsid w:val="00D2796E"/>
    <w:pPr>
      <w:ind w:left="660" w:hanging="220"/>
    </w:pPr>
  </w:style>
  <w:style w:type="paragraph" w:customStyle="1" w:styleId="Instructions">
    <w:name w:val="Instructions"/>
    <w:basedOn w:val="BodyText1"/>
    <w:rsid w:val="00D2796E"/>
  </w:style>
  <w:style w:type="paragraph" w:customStyle="1" w:styleId="ISBN">
    <w:name w:val="ISBN"/>
    <w:basedOn w:val="BodyText1"/>
    <w:rsid w:val="00D2796E"/>
    <w:pPr>
      <w:spacing w:before="240" w:after="240"/>
    </w:pPr>
    <w:rPr>
      <w:rFonts w:ascii="Times" w:hAnsi="Times"/>
    </w:rPr>
  </w:style>
  <w:style w:type="character" w:customStyle="1" w:styleId="Italic">
    <w:name w:val="Italic"/>
    <w:basedOn w:val="DefaultParagraphFont"/>
    <w:rsid w:val="00D2796E"/>
    <w:rPr>
      <w:i/>
    </w:rPr>
  </w:style>
  <w:style w:type="paragraph" w:customStyle="1" w:styleId="KeyTerm">
    <w:name w:val="KeyTerm"/>
    <w:basedOn w:val="BodyText1"/>
    <w:rsid w:val="00D2796E"/>
    <w:rPr>
      <w:b/>
    </w:rPr>
  </w:style>
  <w:style w:type="character" w:customStyle="1" w:styleId="KeyTermDef">
    <w:name w:val="KeyTermDef"/>
    <w:basedOn w:val="DefaultParagraphFont"/>
    <w:rsid w:val="00D2796E"/>
  </w:style>
  <w:style w:type="paragraph" w:customStyle="1" w:styleId="KeyTermsHead">
    <w:name w:val="KeyTermsHead"/>
    <w:basedOn w:val="Heading1"/>
    <w:next w:val="BodyText1"/>
    <w:rsid w:val="00D2796E"/>
  </w:style>
  <w:style w:type="paragraph" w:customStyle="1" w:styleId="KeyTermsNumList">
    <w:name w:val="KeyTermsNumList"/>
    <w:basedOn w:val="NL-1"/>
    <w:next w:val="Normal"/>
    <w:rsid w:val="00D2796E"/>
  </w:style>
  <w:style w:type="paragraph" w:customStyle="1" w:styleId="KeyTermsSubhead">
    <w:name w:val="KeyTermsSubhead"/>
    <w:basedOn w:val="Heading2"/>
    <w:next w:val="KeyTerm"/>
    <w:rsid w:val="00D2796E"/>
  </w:style>
  <w:style w:type="paragraph" w:customStyle="1" w:styleId="KeyTermsText">
    <w:name w:val="KeyTermsText"/>
    <w:basedOn w:val="BodyText1"/>
    <w:rsid w:val="00D2796E"/>
    <w:pPr>
      <w:ind w:left="490"/>
    </w:pPr>
  </w:style>
  <w:style w:type="paragraph" w:customStyle="1" w:styleId="Label">
    <w:name w:val="Label"/>
    <w:basedOn w:val="BodyText1"/>
    <w:next w:val="BodyText1"/>
    <w:rsid w:val="00D2796E"/>
    <w:rPr>
      <w:b/>
    </w:rPr>
  </w:style>
  <w:style w:type="paragraph" w:customStyle="1" w:styleId="LearningObjctiveHead">
    <w:name w:val="LearningObjctiveHead"/>
    <w:basedOn w:val="Heading1"/>
    <w:next w:val="Normal"/>
    <w:rsid w:val="00D2796E"/>
  </w:style>
  <w:style w:type="paragraph" w:customStyle="1" w:styleId="LearningObjectiveBull">
    <w:name w:val="LearningObjectiveBull"/>
    <w:basedOn w:val="Bullet-10"/>
    <w:rsid w:val="00D2796E"/>
    <w:pPr>
      <w:numPr>
        <w:numId w:val="4"/>
      </w:numPr>
    </w:pPr>
  </w:style>
  <w:style w:type="paragraph" w:customStyle="1" w:styleId="LearningObjectiveNumList">
    <w:name w:val="LearningObjectiveNumList"/>
    <w:basedOn w:val="NL-1"/>
    <w:next w:val="Normal"/>
    <w:rsid w:val="00D2796E"/>
  </w:style>
  <w:style w:type="paragraph" w:customStyle="1" w:styleId="LearningObjectiveText">
    <w:name w:val="LearningObjectiveText"/>
    <w:basedOn w:val="BodyText1"/>
    <w:rsid w:val="00D2796E"/>
  </w:style>
  <w:style w:type="paragraph" w:customStyle="1" w:styleId="Madeintheusa">
    <w:name w:val="Madeintheusa"/>
    <w:basedOn w:val="BodyText1"/>
    <w:next w:val="BodyText1"/>
    <w:rsid w:val="00D2796E"/>
    <w:pPr>
      <w:spacing w:before="240" w:after="240"/>
    </w:pPr>
    <w:rPr>
      <w:rFonts w:ascii="Times" w:hAnsi="Times"/>
    </w:rPr>
  </w:style>
  <w:style w:type="paragraph" w:customStyle="1" w:styleId="Mainauthors">
    <w:name w:val="Main authors"/>
    <w:basedOn w:val="Maintitle"/>
    <w:next w:val="BodyText1"/>
    <w:rsid w:val="00D2796E"/>
    <w:pPr>
      <w:spacing w:before="0"/>
    </w:pPr>
    <w:rPr>
      <w:rFonts w:ascii="Times" w:hAnsi="Times"/>
      <w:sz w:val="32"/>
    </w:rPr>
  </w:style>
  <w:style w:type="paragraph" w:customStyle="1" w:styleId="Mainsubtitle">
    <w:name w:val="Main subtitle"/>
    <w:basedOn w:val="Maintitle"/>
    <w:next w:val="BodyText1"/>
    <w:rsid w:val="00D2796E"/>
    <w:rPr>
      <w:sz w:val="48"/>
    </w:rPr>
  </w:style>
  <w:style w:type="paragraph" w:customStyle="1" w:styleId="Masthead">
    <w:name w:val="Masthead"/>
    <w:basedOn w:val="BodyText1"/>
    <w:next w:val="BodyText1"/>
    <w:rsid w:val="00D2796E"/>
    <w:pPr>
      <w:spacing w:after="0"/>
    </w:pPr>
    <w:rPr>
      <w:rFonts w:ascii="Times" w:hAnsi="Times"/>
    </w:rPr>
  </w:style>
  <w:style w:type="character" w:customStyle="1" w:styleId="MastheadName">
    <w:name w:val="MastheadName"/>
    <w:basedOn w:val="DefaultParagraphFont"/>
    <w:rsid w:val="00D2796E"/>
    <w:rPr>
      <w:rFonts w:ascii="Times New Roman" w:hAnsi="Times New Roman"/>
      <w:i/>
      <w:sz w:val="20"/>
    </w:rPr>
  </w:style>
  <w:style w:type="paragraph" w:customStyle="1" w:styleId="NL-a">
    <w:name w:val="NL-a"/>
    <w:basedOn w:val="BodyText1"/>
    <w:next w:val="BodyText1"/>
    <w:rsid w:val="00D2796E"/>
    <w:pPr>
      <w:ind w:left="980" w:hanging="490"/>
    </w:pPr>
  </w:style>
  <w:style w:type="paragraph" w:customStyle="1" w:styleId="MatchAnswer">
    <w:name w:val="MatchAnswer"/>
    <w:basedOn w:val="NL-a"/>
    <w:next w:val="BodyText1"/>
    <w:rsid w:val="00D2796E"/>
  </w:style>
  <w:style w:type="paragraph" w:customStyle="1" w:styleId="MatchQuestionNL">
    <w:name w:val="MatchQuestionNL"/>
    <w:basedOn w:val="NL-1"/>
    <w:next w:val="BodyText1"/>
    <w:rsid w:val="00D2796E"/>
  </w:style>
  <w:style w:type="paragraph" w:customStyle="1" w:styleId="Tablecellbody">
    <w:name w:val="Table cell body"/>
    <w:basedOn w:val="BodyText1"/>
    <w:rsid w:val="00D2796E"/>
    <w:pPr>
      <w:spacing w:after="0"/>
    </w:pPr>
  </w:style>
  <w:style w:type="paragraph" w:customStyle="1" w:styleId="Metadata">
    <w:name w:val="Metadata"/>
    <w:basedOn w:val="Tablecellbody"/>
    <w:rsid w:val="00D2796E"/>
    <w:pPr>
      <w:tabs>
        <w:tab w:val="left" w:pos="979"/>
      </w:tabs>
      <w:ind w:left="979" w:hanging="979"/>
    </w:pPr>
  </w:style>
  <w:style w:type="paragraph" w:customStyle="1" w:styleId="MultipartQFirstAnswer">
    <w:name w:val="MultipartQ_FirstAnswer"/>
    <w:basedOn w:val="BodyText1"/>
    <w:next w:val="BodyText1"/>
    <w:rsid w:val="00D2796E"/>
    <w:pPr>
      <w:keepNext/>
      <w:keepLines/>
      <w:tabs>
        <w:tab w:val="left" w:pos="490"/>
        <w:tab w:val="left" w:pos="979"/>
      </w:tabs>
      <w:ind w:left="979" w:hanging="979"/>
    </w:pPr>
  </w:style>
  <w:style w:type="paragraph" w:customStyle="1" w:styleId="MultipartQFirstAnswerByRef">
    <w:name w:val="MultipartQ_FirstAnswer_ByRef"/>
    <w:basedOn w:val="MultipartQFirstAnswer"/>
    <w:rsid w:val="00D2796E"/>
  </w:style>
  <w:style w:type="paragraph" w:customStyle="1" w:styleId="MultipartQLead">
    <w:name w:val="MultipartQ_Lead"/>
    <w:basedOn w:val="NL-1"/>
    <w:next w:val="Indent-1"/>
    <w:rsid w:val="00D2796E"/>
    <w:pPr>
      <w:keepNext/>
      <w:keepLines/>
    </w:pPr>
  </w:style>
  <w:style w:type="paragraph" w:customStyle="1" w:styleId="MultipartQNextAnswer">
    <w:name w:val="MultipartQ_NextAnswer"/>
    <w:basedOn w:val="NL-a"/>
    <w:next w:val="BodyText1"/>
    <w:rsid w:val="00D2796E"/>
  </w:style>
  <w:style w:type="paragraph" w:customStyle="1" w:styleId="MultipartQNextAnswerByRef">
    <w:name w:val="MultipartQ_NextAnswer_ByRef"/>
    <w:basedOn w:val="MultipartQNextAnswer"/>
    <w:next w:val="Indent-1"/>
    <w:rsid w:val="00D2796E"/>
    <w:pPr>
      <w:ind w:left="0" w:firstLine="0"/>
    </w:pPr>
  </w:style>
  <w:style w:type="paragraph" w:customStyle="1" w:styleId="MultipartQQuestion">
    <w:name w:val="MultipartQ_Question"/>
    <w:basedOn w:val="NL-a"/>
    <w:next w:val="Indent-a"/>
    <w:rsid w:val="00D2796E"/>
  </w:style>
  <w:style w:type="paragraph" w:customStyle="1" w:styleId="MultipleChoiceAnswersRunin">
    <w:name w:val="MultipleChoiceAnswersRunin"/>
    <w:basedOn w:val="BodyText1"/>
    <w:rsid w:val="00D2796E"/>
  </w:style>
  <w:style w:type="paragraph" w:customStyle="1" w:styleId="MultipleChoiceNumList">
    <w:name w:val="MultipleChoiceNumList"/>
    <w:basedOn w:val="BodyText1"/>
    <w:next w:val="BodyText1"/>
    <w:rsid w:val="00D2796E"/>
    <w:pPr>
      <w:keepNext/>
      <w:keepLines/>
      <w:spacing w:after="60"/>
      <w:ind w:left="490" w:hanging="490"/>
    </w:pPr>
  </w:style>
  <w:style w:type="paragraph" w:customStyle="1" w:styleId="MultipleChoicePossibleAnswer">
    <w:name w:val="MultipleChoicePossibleAnswer"/>
    <w:basedOn w:val="BodyText1"/>
    <w:next w:val="BodyText1"/>
    <w:rsid w:val="00D2796E"/>
    <w:pPr>
      <w:keepLines/>
      <w:spacing w:after="0"/>
      <w:ind w:left="980" w:hanging="490"/>
    </w:pPr>
  </w:style>
  <w:style w:type="paragraph" w:customStyle="1" w:styleId="NL-10">
    <w:name w:val="NL-(1)"/>
    <w:basedOn w:val="BodyText1"/>
    <w:next w:val="BodyText1"/>
    <w:rsid w:val="00D2796E"/>
    <w:pPr>
      <w:ind w:left="1469" w:hanging="490"/>
    </w:pPr>
  </w:style>
  <w:style w:type="paragraph" w:customStyle="1" w:styleId="NL-1table">
    <w:name w:val="NL-1 table"/>
    <w:basedOn w:val="Normal"/>
    <w:rsid w:val="00D2796E"/>
    <w:pPr>
      <w:spacing w:after="120"/>
      <w:ind w:left="475" w:hanging="475"/>
    </w:pPr>
  </w:style>
  <w:style w:type="character" w:customStyle="1" w:styleId="None">
    <w:name w:val="None"/>
    <w:basedOn w:val="DefaultParagraphFont"/>
    <w:rsid w:val="00D2796E"/>
  </w:style>
  <w:style w:type="paragraph" w:customStyle="1" w:styleId="Outline-I">
    <w:name w:val="Outline-I"/>
    <w:basedOn w:val="NL-1"/>
    <w:next w:val="Indent-1"/>
    <w:rsid w:val="006675E8"/>
    <w:pPr>
      <w:spacing w:after="200"/>
    </w:pPr>
  </w:style>
  <w:style w:type="paragraph" w:customStyle="1" w:styleId="Outline-A">
    <w:name w:val="Outline-A"/>
    <w:basedOn w:val="Outline-I"/>
    <w:next w:val="Indent-a"/>
    <w:rsid w:val="00D2796E"/>
    <w:pPr>
      <w:ind w:left="980"/>
    </w:pPr>
  </w:style>
  <w:style w:type="paragraph" w:customStyle="1" w:styleId="Outline-1">
    <w:name w:val="Outline-(1)"/>
    <w:basedOn w:val="Outline-A"/>
    <w:next w:val="Indent-5"/>
    <w:rsid w:val="00D2796E"/>
    <w:pPr>
      <w:ind w:left="2448"/>
    </w:pPr>
  </w:style>
  <w:style w:type="paragraph" w:customStyle="1" w:styleId="Outline-i0">
    <w:name w:val="Outline-(i)"/>
    <w:basedOn w:val="Outline-A"/>
    <w:next w:val="Indent-6"/>
    <w:rsid w:val="00D2796E"/>
    <w:pPr>
      <w:ind w:left="2938"/>
    </w:pPr>
  </w:style>
  <w:style w:type="paragraph" w:customStyle="1" w:styleId="Outline-10">
    <w:name w:val="Outline-1"/>
    <w:basedOn w:val="Outline-A"/>
    <w:next w:val="Indent-10"/>
    <w:rsid w:val="00D2796E"/>
    <w:pPr>
      <w:ind w:left="1469"/>
    </w:pPr>
  </w:style>
  <w:style w:type="paragraph" w:customStyle="1" w:styleId="Outline-a0">
    <w:name w:val="Outline-a"/>
    <w:basedOn w:val="Outline-A"/>
    <w:next w:val="Indent-i"/>
    <w:rsid w:val="00D2796E"/>
    <w:pPr>
      <w:ind w:left="1959"/>
    </w:pPr>
  </w:style>
  <w:style w:type="character" w:styleId="PageNumber">
    <w:name w:val="page number"/>
    <w:basedOn w:val="DefaultParagraphFont"/>
    <w:rsid w:val="00D2796E"/>
    <w:rPr>
      <w:sz w:val="24"/>
    </w:rPr>
  </w:style>
  <w:style w:type="paragraph" w:customStyle="1" w:styleId="PageBreakPara">
    <w:name w:val="PageBreakPara"/>
    <w:basedOn w:val="BodyText1"/>
    <w:next w:val="BodyText1"/>
    <w:rsid w:val="00D2796E"/>
    <w:pPr>
      <w:pageBreakBefore/>
      <w:spacing w:after="0" w:line="120" w:lineRule="exact"/>
    </w:pPr>
    <w:rPr>
      <w:rFonts w:ascii="Times" w:hAnsi="Times"/>
      <w:sz w:val="12"/>
    </w:rPr>
  </w:style>
  <w:style w:type="paragraph" w:customStyle="1" w:styleId="PartTitle">
    <w:name w:val="PartTitle"/>
    <w:basedOn w:val="BodyText1"/>
    <w:next w:val="BodyText1"/>
    <w:rsid w:val="00D2796E"/>
    <w:pPr>
      <w:pageBreakBefore/>
      <w:framePr w:hSpace="187" w:vSpace="187" w:wrap="around" w:hAnchor="text" w:yAlign="center"/>
      <w:suppressAutoHyphens/>
    </w:pPr>
    <w:rPr>
      <w:rFonts w:ascii="Times" w:hAnsi="Times"/>
      <w:b/>
      <w:sz w:val="52"/>
    </w:rPr>
  </w:style>
  <w:style w:type="paragraph" w:customStyle="1" w:styleId="Printercode">
    <w:name w:val="Printer code"/>
    <w:basedOn w:val="BodyText1"/>
    <w:next w:val="BodyText1"/>
    <w:rsid w:val="00D2796E"/>
    <w:pPr>
      <w:spacing w:before="240" w:after="0"/>
    </w:pPr>
    <w:rPr>
      <w:rFonts w:ascii="Times" w:hAnsi="Times"/>
      <w:sz w:val="18"/>
    </w:rPr>
  </w:style>
  <w:style w:type="character" w:customStyle="1" w:styleId="Processed">
    <w:name w:val="Processed"/>
    <w:basedOn w:val="DefaultParagraphFont"/>
    <w:rsid w:val="00D2796E"/>
    <w:rPr>
      <w:bdr w:val="none" w:sz="0" w:space="0" w:color="auto"/>
      <w:shd w:val="clear" w:color="auto" w:fill="99CCFF"/>
    </w:rPr>
  </w:style>
  <w:style w:type="paragraph" w:customStyle="1" w:styleId="SampleHeadA">
    <w:name w:val="SampleHeadA"/>
    <w:basedOn w:val="Heading1"/>
    <w:next w:val="BodyText1"/>
    <w:rsid w:val="00D2796E"/>
  </w:style>
  <w:style w:type="paragraph" w:customStyle="1" w:styleId="SampleHeadB">
    <w:name w:val="SampleHeadB"/>
    <w:basedOn w:val="Heading2"/>
    <w:next w:val="BodyText1"/>
    <w:rsid w:val="00D2796E"/>
  </w:style>
  <w:style w:type="paragraph" w:customStyle="1" w:styleId="SampleHeadC">
    <w:name w:val="SampleHeadC"/>
    <w:basedOn w:val="Heading3"/>
    <w:next w:val="BodyText1"/>
    <w:rsid w:val="00D2796E"/>
  </w:style>
  <w:style w:type="paragraph" w:customStyle="1" w:styleId="SectionHeadA">
    <w:name w:val="SectionHeadA"/>
    <w:basedOn w:val="Heading1"/>
    <w:next w:val="BodyText1"/>
    <w:rsid w:val="00D2796E"/>
  </w:style>
  <w:style w:type="paragraph" w:customStyle="1" w:styleId="SectionHeadB">
    <w:name w:val="SectionHeadB"/>
    <w:basedOn w:val="Heading2"/>
    <w:next w:val="BodyText1"/>
    <w:rsid w:val="00D2796E"/>
  </w:style>
  <w:style w:type="paragraph" w:customStyle="1" w:styleId="SectionHeadC">
    <w:name w:val="SectionHeadC"/>
    <w:basedOn w:val="Heading3"/>
    <w:next w:val="BodyText1"/>
    <w:rsid w:val="00D2796E"/>
  </w:style>
  <w:style w:type="paragraph" w:customStyle="1" w:styleId="SidebarBull">
    <w:name w:val="SidebarBull"/>
    <w:basedOn w:val="BodyText1"/>
    <w:rsid w:val="00D2796E"/>
    <w:pPr>
      <w:numPr>
        <w:numId w:val="5"/>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
    <w:next w:val="Normal"/>
    <w:rsid w:val="00D2796E"/>
    <w:pPr>
      <w:pBdr>
        <w:top w:val="single" w:sz="4" w:space="1" w:color="auto"/>
        <w:left w:val="single" w:sz="4" w:space="4" w:color="auto"/>
        <w:bottom w:val="single" w:sz="4" w:space="1" w:color="auto"/>
        <w:right w:val="single" w:sz="4" w:space="4" w:color="auto"/>
      </w:pBdr>
      <w:outlineLvl w:val="0"/>
    </w:pPr>
    <w:rPr>
      <w:b/>
    </w:rPr>
  </w:style>
  <w:style w:type="paragraph" w:customStyle="1" w:styleId="SidebarCaseHead">
    <w:name w:val="SidebarCaseHead"/>
    <w:basedOn w:val="SidebarHead"/>
    <w:next w:val="Normal"/>
    <w:rsid w:val="00D2796E"/>
    <w:rPr>
      <w:rFonts w:ascii="Arial" w:hAnsi="Arial"/>
      <w:b w:val="0"/>
      <w:sz w:val="28"/>
    </w:rPr>
  </w:style>
  <w:style w:type="paragraph" w:customStyle="1" w:styleId="SidebarText">
    <w:name w:val="SidebarText"/>
    <w:basedOn w:val="BodyText1"/>
    <w:rsid w:val="00D2796E"/>
    <w:pPr>
      <w:pBdr>
        <w:top w:val="single" w:sz="4" w:space="1" w:color="auto"/>
        <w:left w:val="single" w:sz="4" w:space="4" w:color="auto"/>
        <w:bottom w:val="single" w:sz="4" w:space="1" w:color="auto"/>
        <w:right w:val="single" w:sz="4" w:space="4" w:color="auto"/>
      </w:pBdr>
    </w:pPr>
  </w:style>
  <w:style w:type="paragraph" w:customStyle="1" w:styleId="SidebarIndent-1">
    <w:name w:val="SidebarIndent-1"/>
    <w:basedOn w:val="SidebarText"/>
    <w:rsid w:val="00D2796E"/>
    <w:pPr>
      <w:ind w:left="490" w:hanging="490"/>
    </w:pPr>
  </w:style>
  <w:style w:type="paragraph" w:customStyle="1" w:styleId="SidebarNumList">
    <w:name w:val="SidebarNumList"/>
    <w:basedOn w:val="NL-1"/>
    <w:next w:val="SidebarText"/>
    <w:rsid w:val="00D2796E"/>
    <w:pPr>
      <w:pBdr>
        <w:top w:val="single" w:sz="4" w:space="1" w:color="auto"/>
        <w:left w:val="single" w:sz="4" w:space="4" w:color="auto"/>
        <w:bottom w:val="single" w:sz="4" w:space="1" w:color="auto"/>
        <w:right w:val="single" w:sz="4" w:space="4" w:color="auto"/>
      </w:pBdr>
    </w:pPr>
  </w:style>
  <w:style w:type="character" w:customStyle="1" w:styleId="Smallcaps">
    <w:name w:val="Small caps"/>
    <w:basedOn w:val="DefaultParagraphFont"/>
    <w:rsid w:val="00D2796E"/>
    <w:rPr>
      <w:smallCaps/>
    </w:rPr>
  </w:style>
  <w:style w:type="paragraph" w:customStyle="1" w:styleId="StageDirections">
    <w:name w:val="StageDirections"/>
    <w:basedOn w:val="BodyText1"/>
    <w:rsid w:val="00D2796E"/>
    <w:pPr>
      <w:spacing w:before="120"/>
      <w:jc w:val="center"/>
    </w:pPr>
    <w:rPr>
      <w:b/>
      <w:i/>
    </w:rPr>
  </w:style>
  <w:style w:type="paragraph" w:customStyle="1" w:styleId="SupplementHead">
    <w:name w:val="SupplementHead"/>
    <w:basedOn w:val="Heading1"/>
    <w:next w:val="BodyText1"/>
    <w:rsid w:val="00D2796E"/>
  </w:style>
  <w:style w:type="paragraph" w:customStyle="1" w:styleId="Tablecellbody10">
    <w:name w:val="Table cell body 10"/>
    <w:basedOn w:val="Tablecellbody"/>
    <w:rsid w:val="00D2796E"/>
    <w:rPr>
      <w:rFonts w:ascii="Times" w:hAnsi="Times"/>
      <w:sz w:val="20"/>
    </w:rPr>
  </w:style>
  <w:style w:type="paragraph" w:customStyle="1" w:styleId="Tablecellbodycentered">
    <w:name w:val="Table cell body centered"/>
    <w:basedOn w:val="Tablecellbody"/>
    <w:rsid w:val="00D2796E"/>
    <w:pPr>
      <w:jc w:val="center"/>
    </w:pPr>
  </w:style>
  <w:style w:type="paragraph" w:customStyle="1" w:styleId="Tablecellbodycentered10">
    <w:name w:val="Table cell body centered 10"/>
    <w:basedOn w:val="Tablecellbody10"/>
    <w:rsid w:val="00D2796E"/>
    <w:pPr>
      <w:jc w:val="center"/>
    </w:pPr>
  </w:style>
  <w:style w:type="paragraph" w:customStyle="1" w:styleId="Tableheading">
    <w:name w:val="Table heading"/>
    <w:basedOn w:val="BodyText1"/>
    <w:rsid w:val="00D2796E"/>
    <w:rPr>
      <w:rFonts w:ascii="Times" w:hAnsi="Times"/>
      <w:b/>
    </w:rPr>
  </w:style>
  <w:style w:type="paragraph" w:customStyle="1" w:styleId="Tableheading10">
    <w:name w:val="Table heading 10"/>
    <w:basedOn w:val="Tableheading"/>
    <w:rsid w:val="00D2796E"/>
    <w:rPr>
      <w:sz w:val="20"/>
    </w:rPr>
  </w:style>
  <w:style w:type="paragraph" w:customStyle="1" w:styleId="Tableheadingcentered">
    <w:name w:val="Table heading centered"/>
    <w:basedOn w:val="Tableheading"/>
    <w:rsid w:val="00D2796E"/>
    <w:pPr>
      <w:jc w:val="center"/>
    </w:pPr>
  </w:style>
  <w:style w:type="paragraph" w:customStyle="1" w:styleId="Tableheadingcentered10">
    <w:name w:val="Table heading centered 10"/>
    <w:basedOn w:val="Tableheading"/>
    <w:rsid w:val="00D2796E"/>
    <w:pPr>
      <w:jc w:val="center"/>
    </w:pPr>
    <w:rPr>
      <w:sz w:val="20"/>
    </w:rPr>
  </w:style>
  <w:style w:type="character" w:customStyle="1" w:styleId="Term">
    <w:name w:val="Term"/>
    <w:basedOn w:val="Italic"/>
    <w:rsid w:val="00D2796E"/>
    <w:rPr>
      <w:i/>
    </w:rPr>
  </w:style>
  <w:style w:type="paragraph" w:customStyle="1" w:styleId="TOCBase">
    <w:name w:val="TOC Base"/>
    <w:basedOn w:val="BodyText1"/>
    <w:rsid w:val="00D2796E"/>
    <w:pPr>
      <w:tabs>
        <w:tab w:val="right" w:leader="dot" w:pos="9173"/>
      </w:tabs>
    </w:pPr>
  </w:style>
  <w:style w:type="paragraph" w:styleId="TOC1">
    <w:name w:val="toc 1"/>
    <w:basedOn w:val="TOCBase"/>
    <w:next w:val="Normal"/>
    <w:autoRedefine/>
    <w:semiHidden/>
    <w:rsid w:val="00D2796E"/>
    <w:pPr>
      <w:spacing w:before="120"/>
    </w:pPr>
    <w:rPr>
      <w:b/>
      <w:bCs/>
      <w:caps/>
      <w:szCs w:val="24"/>
    </w:rPr>
  </w:style>
  <w:style w:type="paragraph" w:styleId="TOC2">
    <w:name w:val="toc 2"/>
    <w:basedOn w:val="TOCBase"/>
    <w:next w:val="Normal"/>
    <w:autoRedefine/>
    <w:semiHidden/>
    <w:rsid w:val="00D2796E"/>
    <w:pPr>
      <w:ind w:left="200"/>
    </w:pPr>
    <w:rPr>
      <w:smallCaps/>
      <w:szCs w:val="24"/>
    </w:rPr>
  </w:style>
  <w:style w:type="paragraph" w:styleId="TOC3">
    <w:name w:val="toc 3"/>
    <w:basedOn w:val="TOCBase"/>
    <w:next w:val="Normal"/>
    <w:autoRedefine/>
    <w:semiHidden/>
    <w:rsid w:val="00D2796E"/>
    <w:pPr>
      <w:ind w:left="400"/>
    </w:pPr>
    <w:rPr>
      <w:i/>
      <w:iCs/>
      <w:szCs w:val="24"/>
    </w:rPr>
  </w:style>
  <w:style w:type="paragraph" w:styleId="TOC4">
    <w:name w:val="toc 4"/>
    <w:basedOn w:val="TOCBase"/>
    <w:next w:val="Normal"/>
    <w:autoRedefine/>
    <w:semiHidden/>
    <w:rsid w:val="00D2796E"/>
    <w:pPr>
      <w:ind w:left="600"/>
    </w:pPr>
    <w:rPr>
      <w:szCs w:val="21"/>
    </w:rPr>
  </w:style>
  <w:style w:type="paragraph" w:styleId="TOC5">
    <w:name w:val="toc 5"/>
    <w:basedOn w:val="TOCBase"/>
    <w:next w:val="Normal"/>
    <w:autoRedefine/>
    <w:semiHidden/>
    <w:rsid w:val="00D2796E"/>
    <w:pPr>
      <w:ind w:left="800"/>
    </w:pPr>
    <w:rPr>
      <w:szCs w:val="21"/>
    </w:rPr>
  </w:style>
  <w:style w:type="paragraph" w:styleId="TOC6">
    <w:name w:val="toc 6"/>
    <w:basedOn w:val="TOCBase"/>
    <w:next w:val="Normal"/>
    <w:autoRedefine/>
    <w:semiHidden/>
    <w:rsid w:val="00D2796E"/>
    <w:pPr>
      <w:ind w:left="1000"/>
    </w:pPr>
    <w:rPr>
      <w:szCs w:val="21"/>
    </w:rPr>
  </w:style>
  <w:style w:type="paragraph" w:styleId="TOC7">
    <w:name w:val="toc 7"/>
    <w:basedOn w:val="TOCBase"/>
    <w:next w:val="Normal"/>
    <w:autoRedefine/>
    <w:semiHidden/>
    <w:rsid w:val="00D2796E"/>
    <w:pPr>
      <w:ind w:left="1320"/>
    </w:pPr>
  </w:style>
  <w:style w:type="paragraph" w:styleId="TOC8">
    <w:name w:val="toc 8"/>
    <w:basedOn w:val="TOCBase"/>
    <w:next w:val="Normal"/>
    <w:autoRedefine/>
    <w:semiHidden/>
    <w:rsid w:val="00D2796E"/>
    <w:pPr>
      <w:ind w:left="1540"/>
    </w:pPr>
  </w:style>
  <w:style w:type="paragraph" w:styleId="TOC9">
    <w:name w:val="toc 9"/>
    <w:basedOn w:val="TOCBase"/>
    <w:next w:val="Normal"/>
    <w:autoRedefine/>
    <w:semiHidden/>
    <w:rsid w:val="00D2796E"/>
    <w:pPr>
      <w:ind w:left="1760"/>
    </w:pPr>
  </w:style>
  <w:style w:type="paragraph" w:customStyle="1" w:styleId="TransText">
    <w:name w:val="TransText"/>
    <w:basedOn w:val="BodyText1"/>
    <w:rsid w:val="00D2796E"/>
    <w:rPr>
      <w:b/>
      <w:sz w:val="56"/>
    </w:rPr>
  </w:style>
  <w:style w:type="paragraph" w:customStyle="1" w:styleId="TransBullet">
    <w:name w:val="TransBullet"/>
    <w:basedOn w:val="TransText"/>
    <w:rsid w:val="00D2796E"/>
    <w:pPr>
      <w:numPr>
        <w:numId w:val="6"/>
      </w:numPr>
      <w:tabs>
        <w:tab w:val="left" w:pos="2160"/>
      </w:tabs>
    </w:pPr>
  </w:style>
  <w:style w:type="paragraph" w:customStyle="1" w:styleId="TransHead">
    <w:name w:val="TransHead"/>
    <w:basedOn w:val="BodyText1"/>
    <w:next w:val="TransText"/>
    <w:rsid w:val="00D2796E"/>
    <w:pPr>
      <w:spacing w:before="240" w:after="600"/>
      <w:jc w:val="center"/>
      <w:outlineLvl w:val="0"/>
    </w:pPr>
    <w:rPr>
      <w:b/>
      <w:caps/>
      <w:sz w:val="56"/>
    </w:rPr>
  </w:style>
  <w:style w:type="paragraph" w:customStyle="1" w:styleId="TransTextSmall">
    <w:name w:val="TransTextSmall"/>
    <w:basedOn w:val="TransText"/>
    <w:rsid w:val="00D2796E"/>
    <w:rPr>
      <w:sz w:val="24"/>
    </w:rPr>
  </w:style>
  <w:style w:type="paragraph" w:customStyle="1" w:styleId="TrueFalseNumList">
    <w:name w:val="TrueFalseNumList"/>
    <w:basedOn w:val="NL-1"/>
    <w:next w:val="BodyText1"/>
    <w:rsid w:val="00D2796E"/>
    <w:pPr>
      <w:keepLines/>
      <w:tabs>
        <w:tab w:val="left" w:pos="490"/>
        <w:tab w:val="left" w:pos="864"/>
      </w:tabs>
      <w:ind w:left="1440" w:hanging="1440"/>
    </w:pPr>
  </w:style>
  <w:style w:type="paragraph" w:customStyle="1" w:styleId="Volume">
    <w:name w:val="Volume"/>
    <w:basedOn w:val="Ancillarytitle"/>
    <w:next w:val="BodyText1"/>
    <w:rsid w:val="00D2796E"/>
    <w:pPr>
      <w:spacing w:before="120" w:after="720"/>
    </w:pPr>
    <w:rPr>
      <w:rFonts w:ascii="Helvetica" w:hAnsi="Helvetica"/>
      <w:sz w:val="40"/>
    </w:rPr>
  </w:style>
  <w:style w:type="character" w:customStyle="1" w:styleId="WOL">
    <w:name w:val="WOL"/>
    <w:basedOn w:val="DefaultParagraphFont"/>
    <w:rsid w:val="00D2796E"/>
  </w:style>
  <w:style w:type="character" w:styleId="Hyperlink">
    <w:name w:val="Hyperlink"/>
    <w:basedOn w:val="DefaultParagraphFont"/>
    <w:rsid w:val="00D2796E"/>
    <w:rPr>
      <w:color w:val="0000FF"/>
      <w:u w:val="single"/>
    </w:rPr>
  </w:style>
  <w:style w:type="paragraph" w:styleId="BalloonText">
    <w:name w:val="Balloon Text"/>
    <w:basedOn w:val="Normal"/>
    <w:semiHidden/>
    <w:rsid w:val="00D2796E"/>
    <w:rPr>
      <w:rFonts w:ascii="Tahoma" w:hAnsi="Tahoma" w:cs="Tahoma"/>
      <w:sz w:val="16"/>
      <w:szCs w:val="16"/>
    </w:rPr>
  </w:style>
  <w:style w:type="character" w:styleId="CommentReference">
    <w:name w:val="annotation reference"/>
    <w:basedOn w:val="DefaultParagraphFont"/>
    <w:semiHidden/>
    <w:rsid w:val="00AB2B42"/>
    <w:rPr>
      <w:sz w:val="16"/>
      <w:szCs w:val="16"/>
    </w:rPr>
  </w:style>
  <w:style w:type="paragraph" w:styleId="CommentText">
    <w:name w:val="annotation text"/>
    <w:basedOn w:val="Normal"/>
    <w:semiHidden/>
    <w:rsid w:val="00AB2B42"/>
    <w:rPr>
      <w:sz w:val="20"/>
    </w:rPr>
  </w:style>
  <w:style w:type="paragraph" w:styleId="CommentSubject">
    <w:name w:val="annotation subject"/>
    <w:basedOn w:val="CommentText"/>
    <w:next w:val="CommentText"/>
    <w:semiHidden/>
    <w:rsid w:val="00AB2B42"/>
    <w:rPr>
      <w:b/>
      <w:bCs/>
    </w:rPr>
  </w:style>
  <w:style w:type="character" w:styleId="FollowedHyperlink">
    <w:name w:val="FollowedHyperlink"/>
    <w:basedOn w:val="DefaultParagraphFont"/>
    <w:rsid w:val="006407DA"/>
    <w:rPr>
      <w:color w:val="800080"/>
      <w:u w:val="single"/>
    </w:rPr>
  </w:style>
  <w:style w:type="character" w:customStyle="1" w:styleId="description">
    <w:name w:val="description"/>
    <w:basedOn w:val="DefaultParagraphFont"/>
    <w:rsid w:val="007A7521"/>
  </w:style>
  <w:style w:type="character" w:customStyle="1" w:styleId="watch-channel-stat">
    <w:name w:val="watch-channel-stat"/>
    <w:basedOn w:val="DefaultParagraphFont"/>
    <w:rsid w:val="007A7521"/>
  </w:style>
  <w:style w:type="paragraph" w:customStyle="1" w:styleId="BOX">
    <w:name w:val="BOX"/>
    <w:basedOn w:val="Indent-a"/>
    <w:qFormat/>
    <w:rsid w:val="0015331B"/>
    <w:pPr>
      <w:pBdr>
        <w:top w:val="single" w:sz="4" w:space="1" w:color="auto"/>
        <w:left w:val="single" w:sz="4" w:space="4" w:color="auto"/>
        <w:bottom w:val="single" w:sz="4" w:space="1" w:color="auto"/>
        <w:right w:val="single" w:sz="4" w:space="4" w:color="auto"/>
      </w:pBdr>
      <w:ind w:left="940"/>
    </w:pPr>
  </w:style>
  <w:style w:type="paragraph" w:styleId="PlainText">
    <w:name w:val="Plain Text"/>
    <w:basedOn w:val="Normal"/>
    <w:link w:val="PlainTextChar"/>
    <w:rsid w:val="006C5D07"/>
    <w:rPr>
      <w:rFonts w:ascii="Courier New" w:hAnsi="Courier New" w:cs="Courier New"/>
      <w:spacing w:val="0"/>
      <w:sz w:val="20"/>
    </w:rPr>
  </w:style>
  <w:style w:type="character" w:customStyle="1" w:styleId="PlainTextChar">
    <w:name w:val="Plain Text Char"/>
    <w:basedOn w:val="DefaultParagraphFont"/>
    <w:link w:val="PlainText"/>
    <w:rsid w:val="006C5D0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3824370">
      <w:bodyDiv w:val="1"/>
      <w:marLeft w:val="0"/>
      <w:marRight w:val="0"/>
      <w:marTop w:val="0"/>
      <w:marBottom w:val="0"/>
      <w:divBdr>
        <w:top w:val="none" w:sz="0" w:space="0" w:color="auto"/>
        <w:left w:val="none" w:sz="0" w:space="0" w:color="auto"/>
        <w:bottom w:val="none" w:sz="0" w:space="0" w:color="auto"/>
        <w:right w:val="none" w:sz="0" w:space="0" w:color="auto"/>
      </w:divBdr>
      <w:divsChild>
        <w:div w:id="264197723">
          <w:marLeft w:val="0"/>
          <w:marRight w:val="0"/>
          <w:marTop w:val="0"/>
          <w:marBottom w:val="0"/>
          <w:divBdr>
            <w:top w:val="none" w:sz="0" w:space="0" w:color="auto"/>
            <w:left w:val="none" w:sz="0" w:space="0" w:color="auto"/>
            <w:bottom w:val="none" w:sz="0" w:space="0" w:color="auto"/>
            <w:right w:val="none" w:sz="0" w:space="0" w:color="auto"/>
          </w:divBdr>
          <w:divsChild>
            <w:div w:id="833103397">
              <w:marLeft w:val="0"/>
              <w:marRight w:val="0"/>
              <w:marTop w:val="0"/>
              <w:marBottom w:val="0"/>
              <w:divBdr>
                <w:top w:val="none" w:sz="0" w:space="0" w:color="auto"/>
                <w:left w:val="none" w:sz="0" w:space="0" w:color="auto"/>
                <w:bottom w:val="none" w:sz="0" w:space="0" w:color="auto"/>
                <w:right w:val="none" w:sz="0" w:space="0" w:color="auto"/>
              </w:divBdr>
            </w:div>
            <w:div w:id="1724595785">
              <w:marLeft w:val="0"/>
              <w:marRight w:val="0"/>
              <w:marTop w:val="0"/>
              <w:marBottom w:val="0"/>
              <w:divBdr>
                <w:top w:val="none" w:sz="0" w:space="0" w:color="auto"/>
                <w:left w:val="none" w:sz="0" w:space="0" w:color="auto"/>
                <w:bottom w:val="none" w:sz="0" w:space="0" w:color="auto"/>
                <w:right w:val="none" w:sz="0" w:space="0" w:color="auto"/>
              </w:divBdr>
            </w:div>
            <w:div w:id="1890532450">
              <w:marLeft w:val="0"/>
              <w:marRight w:val="0"/>
              <w:marTop w:val="0"/>
              <w:marBottom w:val="0"/>
              <w:divBdr>
                <w:top w:val="none" w:sz="0" w:space="0" w:color="auto"/>
                <w:left w:val="none" w:sz="0" w:space="0" w:color="auto"/>
                <w:bottom w:val="none" w:sz="0" w:space="0" w:color="auto"/>
                <w:right w:val="none" w:sz="0" w:space="0" w:color="auto"/>
              </w:divBdr>
              <w:divsChild>
                <w:div w:id="575865954">
                  <w:marLeft w:val="0"/>
                  <w:marRight w:val="0"/>
                  <w:marTop w:val="0"/>
                  <w:marBottom w:val="0"/>
                  <w:divBdr>
                    <w:top w:val="none" w:sz="0" w:space="0" w:color="auto"/>
                    <w:left w:val="none" w:sz="0" w:space="0" w:color="auto"/>
                    <w:bottom w:val="none" w:sz="0" w:space="0" w:color="auto"/>
                    <w:right w:val="none" w:sz="0" w:space="0" w:color="auto"/>
                  </w:divBdr>
                </w:div>
                <w:div w:id="91674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929">
          <w:marLeft w:val="0"/>
          <w:marRight w:val="0"/>
          <w:marTop w:val="0"/>
          <w:marBottom w:val="0"/>
          <w:divBdr>
            <w:top w:val="none" w:sz="0" w:space="0" w:color="auto"/>
            <w:left w:val="none" w:sz="0" w:space="0" w:color="auto"/>
            <w:bottom w:val="none" w:sz="0" w:space="0" w:color="auto"/>
            <w:right w:val="none" w:sz="0" w:space="0" w:color="auto"/>
          </w:divBdr>
          <w:divsChild>
            <w:div w:id="46315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echnologyreview.com/player/08/08/06Singer/1.aspx" TargetMode="External"/><Relationship Id="rId18" Type="http://schemas.openxmlformats.org/officeDocument/2006/relationships/hyperlink" Target="http://www.youtube.com/watch?v=WzYwIs35pPs&amp;feature=channel_page" TargetMode="External"/><Relationship Id="rId26" Type="http://schemas.openxmlformats.org/officeDocument/2006/relationships/hyperlink" Target="http://www.apa.org/science/leadership/care/index.aspx" TargetMode="External"/><Relationship Id="rId39" Type="http://schemas.openxmlformats.org/officeDocument/2006/relationships/hyperlink" Target="http://www.g2conline.org/" TargetMode="External"/><Relationship Id="rId3" Type="http://schemas.openxmlformats.org/officeDocument/2006/relationships/styles" Target="styles.xml"/><Relationship Id="rId21" Type="http://schemas.openxmlformats.org/officeDocument/2006/relationships/hyperlink" Target="http://www.youtube.com/watch?v=n0UzdYRnMtY&amp;feature=channel_page" TargetMode="External"/><Relationship Id="rId34" Type="http://schemas.openxmlformats.org/officeDocument/2006/relationships/hyperlink" Target="http://www.straightdope.com/columns/020906.html"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youtube.com/watch?v=t61h9idEC0Q&amp;feature=channel_page" TargetMode="External"/><Relationship Id="rId17" Type="http://schemas.openxmlformats.org/officeDocument/2006/relationships/hyperlink" Target="http://www.youtube.com/watch?v=XJtNPqCj-iA&amp;feature=PlayList&amp;p=1E617238454CAA9E&amp;playnext=1&amp;playnext_from=PL&amp;index=6" TargetMode="External"/><Relationship Id="rId25" Type="http://schemas.openxmlformats.org/officeDocument/2006/relationships/hyperlink" Target="http://grants.nih.gov/grants/olaw/references/phspol.htm" TargetMode="External"/><Relationship Id="rId33" Type="http://schemas.openxmlformats.org/officeDocument/2006/relationships/hyperlink" Target="http://www.cirm.ca.gov/" TargetMode="External"/><Relationship Id="rId38" Type="http://schemas.openxmlformats.org/officeDocument/2006/relationships/hyperlink" Target="http://www.mindhacks.com/blog/2008/02/the_operation_of_the.html" TargetMode="External"/><Relationship Id="rId2" Type="http://schemas.openxmlformats.org/officeDocument/2006/relationships/numbering" Target="numbering.xml"/><Relationship Id="rId16" Type="http://schemas.openxmlformats.org/officeDocument/2006/relationships/hyperlink" Target="http://www.youtube.com/watch?v=EMnfROo7k9A" TargetMode="External"/><Relationship Id="rId20" Type="http://schemas.openxmlformats.org/officeDocument/2006/relationships/hyperlink" Target="http://www.nature.com/nature/supplements/collections/humangenome/video" TargetMode="External"/><Relationship Id="rId29" Type="http://schemas.openxmlformats.org/officeDocument/2006/relationships/hyperlink" Target="http://stemcells.nih.gov/policy/Pages/Default.aspx"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UyyjU8fzEYU&amp;feature=related" TargetMode="External"/><Relationship Id="rId24" Type="http://schemas.openxmlformats.org/officeDocument/2006/relationships/hyperlink" Target="http://www.nal.usda.gov/awic" TargetMode="External"/><Relationship Id="rId32" Type="http://schemas.openxmlformats.org/officeDocument/2006/relationships/hyperlink" Target="http://www.eurostemcell.org/stem-cell-regulations" TargetMode="External"/><Relationship Id="rId37" Type="http://schemas.openxmlformats.org/officeDocument/2006/relationships/hyperlink" Target="http://www.quackwatch.org/01QuackeryRelatedTopics/trepanation.html" TargetMode="External"/><Relationship Id="rId40" Type="http://schemas.openxmlformats.org/officeDocument/2006/relationships/hyperlink" Target="http://www.g2conline.org/" TargetMode="External"/><Relationship Id="rId5" Type="http://schemas.openxmlformats.org/officeDocument/2006/relationships/webSettings" Target="webSettings.xml"/><Relationship Id="rId15" Type="http://schemas.openxmlformats.org/officeDocument/2006/relationships/hyperlink" Target="http://youtu.be/pGcZvSG805Y" TargetMode="External"/><Relationship Id="rId23" Type="http://schemas.openxmlformats.org/officeDocument/2006/relationships/hyperlink" Target="http://grants.nih.gov/grants/olaw/olaw.htm/" TargetMode="External"/><Relationship Id="rId28" Type="http://schemas.openxmlformats.org/officeDocument/2006/relationships/hyperlink" Target="http://www.nap.edu/books/0309076307/html/" TargetMode="External"/><Relationship Id="rId36" Type="http://schemas.openxmlformats.org/officeDocument/2006/relationships/hyperlink" Target="http://www.critpsynet.freeuk.com/skull.htm" TargetMode="External"/><Relationship Id="rId10" Type="http://schemas.openxmlformats.org/officeDocument/2006/relationships/hyperlink" Target="http://www.youtube.com/watch?v=N9hy7oOhHxk&amp;feature=related" TargetMode="External"/><Relationship Id="rId19" Type="http://schemas.openxmlformats.org/officeDocument/2006/relationships/hyperlink" Target="http://www.youtube.com/watch?v=be9YlbafKys" TargetMode="External"/><Relationship Id="rId31" Type="http://schemas.openxmlformats.org/officeDocument/2006/relationships/hyperlink" Target="http://stemcells.nih.gov/info/basi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youtu.be/RREoQJUHSYE" TargetMode="External"/><Relationship Id="rId14" Type="http://schemas.openxmlformats.org/officeDocument/2006/relationships/hyperlink" Target="http://www.youtube.com/watch?v=jq_nAm4rOu0&amp;feature=channel" TargetMode="External"/><Relationship Id="rId22" Type="http://schemas.openxmlformats.org/officeDocument/2006/relationships/hyperlink" Target="http://www.g2conline.org/" TargetMode="External"/><Relationship Id="rId27" Type="http://schemas.openxmlformats.org/officeDocument/2006/relationships/hyperlink" Target="http://www.sfn.org/Advocacy/Policy-Positions/Policies-on-the-Use-of-Animals-and-Humans-in-Research" TargetMode="External"/><Relationship Id="rId30" Type="http://schemas.openxmlformats.org/officeDocument/2006/relationships/hyperlink" Target="http://edocket.access.gpo.gov/2009/pdf/E9-5441.pdf" TargetMode="External"/><Relationship Id="rId35" Type="http://schemas.openxmlformats.org/officeDocument/2006/relationships/hyperlink" Target="http://www.washingtonpost.com/wp-srv/style/features/trepan.htm"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ve%20and%20Sharyn\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25BB07-AC18-41BB-9DBF-5BA1ACCCD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HM Ancillary</Template>
  <TotalTime>15</TotalTime>
  <Pages>14</Pages>
  <Words>5277</Words>
  <Characters>30083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35290</CharactersWithSpaces>
  <SharedDoc>false</SharedDoc>
  <HLinks>
    <vt:vector size="102" baseType="variant">
      <vt:variant>
        <vt:i4>3997771</vt:i4>
      </vt:variant>
      <vt:variant>
        <vt:i4>328</vt:i4>
      </vt:variant>
      <vt:variant>
        <vt:i4>0</vt:i4>
      </vt:variant>
      <vt:variant>
        <vt:i4>5</vt:i4>
      </vt:variant>
      <vt:variant>
        <vt:lpwstr>http://www.youtube.com/watch?v=n0UzdYRnMtY&amp;feature=channel_page</vt:lpwstr>
      </vt:variant>
      <vt:variant>
        <vt:lpwstr/>
      </vt:variant>
      <vt:variant>
        <vt:i4>3670061</vt:i4>
      </vt:variant>
      <vt:variant>
        <vt:i4>325</vt:i4>
      </vt:variant>
      <vt:variant>
        <vt:i4>0</vt:i4>
      </vt:variant>
      <vt:variant>
        <vt:i4>5</vt:i4>
      </vt:variant>
      <vt:variant>
        <vt:lpwstr>http://www.nature.com/nature/supplements/collections/humangenome/video</vt:lpwstr>
      </vt:variant>
      <vt:variant>
        <vt:lpwstr/>
      </vt:variant>
      <vt:variant>
        <vt:i4>6946854</vt:i4>
      </vt:variant>
      <vt:variant>
        <vt:i4>322</vt:i4>
      </vt:variant>
      <vt:variant>
        <vt:i4>0</vt:i4>
      </vt:variant>
      <vt:variant>
        <vt:i4>5</vt:i4>
      </vt:variant>
      <vt:variant>
        <vt:lpwstr>http://www.youtube.com/watch?v=be9YlbafKys</vt:lpwstr>
      </vt:variant>
      <vt:variant>
        <vt:lpwstr/>
      </vt:variant>
      <vt:variant>
        <vt:i4>7536729</vt:i4>
      </vt:variant>
      <vt:variant>
        <vt:i4>319</vt:i4>
      </vt:variant>
      <vt:variant>
        <vt:i4>0</vt:i4>
      </vt:variant>
      <vt:variant>
        <vt:i4>5</vt:i4>
      </vt:variant>
      <vt:variant>
        <vt:lpwstr>http://www.youtube.com/watch?v=WzYwIs35pPs&amp;feature=channel_page</vt:lpwstr>
      </vt:variant>
      <vt:variant>
        <vt:lpwstr/>
      </vt:variant>
      <vt:variant>
        <vt:i4>7995486</vt:i4>
      </vt:variant>
      <vt:variant>
        <vt:i4>316</vt:i4>
      </vt:variant>
      <vt:variant>
        <vt:i4>0</vt:i4>
      </vt:variant>
      <vt:variant>
        <vt:i4>5</vt:i4>
      </vt:variant>
      <vt:variant>
        <vt:lpwstr>http://www.youtube.com/watch?v=XJtNPqCj-iA&amp;feature=PlayList&amp;p=1E617238454CAA9E&amp;playnext=1&amp;playnext_from=PL&amp;index=6</vt:lpwstr>
      </vt:variant>
      <vt:variant>
        <vt:lpwstr/>
      </vt:variant>
      <vt:variant>
        <vt:i4>3670061</vt:i4>
      </vt:variant>
      <vt:variant>
        <vt:i4>313</vt:i4>
      </vt:variant>
      <vt:variant>
        <vt:i4>0</vt:i4>
      </vt:variant>
      <vt:variant>
        <vt:i4>5</vt:i4>
      </vt:variant>
      <vt:variant>
        <vt:lpwstr>http://www.youtube.com/watch?v=EMnfROo7k9A</vt:lpwstr>
      </vt:variant>
      <vt:variant>
        <vt:lpwstr/>
      </vt:variant>
      <vt:variant>
        <vt:i4>4980854</vt:i4>
      </vt:variant>
      <vt:variant>
        <vt:i4>310</vt:i4>
      </vt:variant>
      <vt:variant>
        <vt:i4>0</vt:i4>
      </vt:variant>
      <vt:variant>
        <vt:i4>5</vt:i4>
      </vt:variant>
      <vt:variant>
        <vt:lpwstr>http://www.sciencedaily.com/videos/2006/0303-predicting_alzheimers.htm</vt:lpwstr>
      </vt:variant>
      <vt:variant>
        <vt:lpwstr/>
      </vt:variant>
      <vt:variant>
        <vt:i4>2097167</vt:i4>
      </vt:variant>
      <vt:variant>
        <vt:i4>307</vt:i4>
      </vt:variant>
      <vt:variant>
        <vt:i4>0</vt:i4>
      </vt:variant>
      <vt:variant>
        <vt:i4>5</vt:i4>
      </vt:variant>
      <vt:variant>
        <vt:lpwstr>http://www.youtube.com/watch?v=6_2D3Lh1v74&amp;feature=related</vt:lpwstr>
      </vt:variant>
      <vt:variant>
        <vt:lpwstr/>
      </vt:variant>
      <vt:variant>
        <vt:i4>786473</vt:i4>
      </vt:variant>
      <vt:variant>
        <vt:i4>304</vt:i4>
      </vt:variant>
      <vt:variant>
        <vt:i4>0</vt:i4>
      </vt:variant>
      <vt:variant>
        <vt:i4>5</vt:i4>
      </vt:variant>
      <vt:variant>
        <vt:lpwstr>http://www.youtube.com/watch?v=jq_nAm4rOu0&amp;feature=channel</vt:lpwstr>
      </vt:variant>
      <vt:variant>
        <vt:lpwstr/>
      </vt:variant>
      <vt:variant>
        <vt:i4>5505095</vt:i4>
      </vt:variant>
      <vt:variant>
        <vt:i4>301</vt:i4>
      </vt:variant>
      <vt:variant>
        <vt:i4>0</vt:i4>
      </vt:variant>
      <vt:variant>
        <vt:i4>5</vt:i4>
      </vt:variant>
      <vt:variant>
        <vt:lpwstr>http://www.technologyreview.com/player/08/08/06Singer/1.aspx</vt:lpwstr>
      </vt:variant>
      <vt:variant>
        <vt:lpwstr/>
      </vt:variant>
      <vt:variant>
        <vt:i4>6226028</vt:i4>
      </vt:variant>
      <vt:variant>
        <vt:i4>298</vt:i4>
      </vt:variant>
      <vt:variant>
        <vt:i4>0</vt:i4>
      </vt:variant>
      <vt:variant>
        <vt:i4>5</vt:i4>
      </vt:variant>
      <vt:variant>
        <vt:lpwstr>http://www.sciencedaily.com/videos/2007/1204-baby_thinking.htm</vt:lpwstr>
      </vt:variant>
      <vt:variant>
        <vt:lpwstr/>
      </vt:variant>
      <vt:variant>
        <vt:i4>3014656</vt:i4>
      </vt:variant>
      <vt:variant>
        <vt:i4>295</vt:i4>
      </vt:variant>
      <vt:variant>
        <vt:i4>0</vt:i4>
      </vt:variant>
      <vt:variant>
        <vt:i4>5</vt:i4>
      </vt:variant>
      <vt:variant>
        <vt:lpwstr>http://www.youtube.com/watch?v=t61h9idEC0Q&amp;feature=channel_page</vt:lpwstr>
      </vt:variant>
      <vt:variant>
        <vt:lpwstr/>
      </vt:variant>
      <vt:variant>
        <vt:i4>3276918</vt:i4>
      </vt:variant>
      <vt:variant>
        <vt:i4>292</vt:i4>
      </vt:variant>
      <vt:variant>
        <vt:i4>0</vt:i4>
      </vt:variant>
      <vt:variant>
        <vt:i4>5</vt:i4>
      </vt:variant>
      <vt:variant>
        <vt:lpwstr>http://www.youtube.com/watch?v=UyyjU8fzEYU&amp;feature=related</vt:lpwstr>
      </vt:variant>
      <vt:variant>
        <vt:lpwstr/>
      </vt:variant>
      <vt:variant>
        <vt:i4>6291553</vt:i4>
      </vt:variant>
      <vt:variant>
        <vt:i4>289</vt:i4>
      </vt:variant>
      <vt:variant>
        <vt:i4>0</vt:i4>
      </vt:variant>
      <vt:variant>
        <vt:i4>5</vt:i4>
      </vt:variant>
      <vt:variant>
        <vt:lpwstr>http://www.youtube.com/watch?v=N9hy7oOhHxk&amp;feature=related</vt:lpwstr>
      </vt:variant>
      <vt:variant>
        <vt:lpwstr/>
      </vt:variant>
      <vt:variant>
        <vt:i4>8323115</vt:i4>
      </vt:variant>
      <vt:variant>
        <vt:i4>286</vt:i4>
      </vt:variant>
      <vt:variant>
        <vt:i4>0</vt:i4>
      </vt:variant>
      <vt:variant>
        <vt:i4>5</vt:i4>
      </vt:variant>
      <vt:variant>
        <vt:lpwstr>http://video.google.com/videoplay?docid=4459346551080833612&amp;ei=3UfMSa6JCYL8qAPnlsHAAg&amp;q=neuroscience&amp;hl=en&amp;client=firefox-a</vt:lpwstr>
      </vt:variant>
      <vt:variant>
        <vt:lpwstr/>
      </vt:variant>
      <vt:variant>
        <vt:i4>4522067</vt:i4>
      </vt:variant>
      <vt:variant>
        <vt:i4>283</vt:i4>
      </vt:variant>
      <vt:variant>
        <vt:i4>0</vt:i4>
      </vt:variant>
      <vt:variant>
        <vt:i4>5</vt:i4>
      </vt:variant>
      <vt:variant>
        <vt:lpwstr>http://www.g2conline.org/</vt:lpwstr>
      </vt:variant>
      <vt:variant>
        <vt:lpwstr/>
      </vt:variant>
      <vt:variant>
        <vt:i4>196622</vt:i4>
      </vt:variant>
      <vt:variant>
        <vt:i4>272</vt:i4>
      </vt:variant>
      <vt:variant>
        <vt:i4>0</vt:i4>
      </vt:variant>
      <vt:variant>
        <vt:i4>5</vt:i4>
      </vt:variant>
      <vt:variant>
        <vt:lpwstr>http://stemcells.nih.gov/policy/NIHFedPolicy.asp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 Radomski</dc:creator>
  <cp:lastModifiedBy>Kassi Radomski</cp:lastModifiedBy>
  <cp:revision>3</cp:revision>
  <cp:lastPrinted>2005-02-12T18:21:00Z</cp:lastPrinted>
  <dcterms:created xsi:type="dcterms:W3CDTF">2017-10-27T20:29:00Z</dcterms:created>
  <dcterms:modified xsi:type="dcterms:W3CDTF">2017-11-17T15:45:00Z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faultFontSize">
    <vt:lpwstr>11</vt:lpwstr>
  </property>
  <property fmtid="{D5CDD505-2E9C-101B-9397-08002B2CF9AE}" pid="3" name="XMLReady">
    <vt:lpwstr>No</vt:lpwstr>
  </property>
  <property fmtid="{D5CDD505-2E9C-101B-9397-08002B2CF9AE}" pid="4" name="Internal">
    <vt:lpwstr>NO</vt:lpwstr>
  </property>
  <property fmtid="{D5CDD505-2E9C-101B-9397-08002B2CF9AE}" pid="5" name="AAVersion">
    <vt:lpwstr>3.03</vt:lpwstr>
  </property>
  <property fmtid="{D5CDD505-2E9C-101B-9397-08002B2CF9AE}" pid="6" name="AncillaryType">
    <vt:lpwstr>IRM</vt:lpwstr>
  </property>
</Properties>
</file>