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29DE9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bCs/>
          <w:sz w:val="90"/>
          <w:szCs w:val="90"/>
          <w:lang w:val="en-US"/>
        </w:rPr>
        <w:t>1</w:t>
      </w:r>
    </w:p>
    <w:p w14:paraId="3E20F75E" w14:textId="77777777" w:rsidR="002670A2" w:rsidRPr="00F50010" w:rsidRDefault="002670A2" w:rsidP="002670A2">
      <w:pPr>
        <w:shd w:val="clear" w:color="auto" w:fill="FFFFFF"/>
        <w:spacing w:after="300"/>
        <w:rPr>
          <w:sz w:val="84"/>
          <w:szCs w:val="84"/>
          <w:lang w:val="en-US"/>
        </w:rPr>
      </w:pPr>
      <w:r w:rsidRPr="00F50010">
        <w:rPr>
          <w:sz w:val="84"/>
          <w:szCs w:val="84"/>
          <w:lang w:val="en-US"/>
        </w:rPr>
        <w:t>Accounting Concepts</w:t>
      </w:r>
    </w:p>
    <w:p w14:paraId="11BEB794" w14:textId="77777777" w:rsidR="002670A2" w:rsidRPr="00F50010" w:rsidRDefault="002670A2" w:rsidP="002670A2">
      <w:pPr>
        <w:shd w:val="clear" w:color="auto" w:fill="FFFFFF"/>
        <w:spacing w:after="300"/>
        <w:rPr>
          <w:rFonts w:cs="Times New Roman"/>
          <w:sz w:val="24"/>
          <w:szCs w:val="24"/>
          <w:lang w:val="en-US"/>
        </w:rPr>
      </w:pPr>
      <w:proofErr w:type="gramStart"/>
      <w:r w:rsidRPr="00F50010">
        <w:rPr>
          <w:sz w:val="84"/>
          <w:szCs w:val="84"/>
          <w:lang w:val="en-US"/>
        </w:rPr>
        <w:t>and</w:t>
      </w:r>
      <w:proofErr w:type="gramEnd"/>
      <w:r w:rsidRPr="00F50010">
        <w:rPr>
          <w:sz w:val="84"/>
          <w:szCs w:val="84"/>
          <w:lang w:val="en-US"/>
        </w:rPr>
        <w:t xml:space="preserve"> Procedures</w:t>
      </w:r>
    </w:p>
    <w:p w14:paraId="5C9567DB" w14:textId="77777777" w:rsidR="002670A2" w:rsidRPr="00F50010" w:rsidRDefault="002670A2" w:rsidP="002670A2">
      <w:pPr>
        <w:shd w:val="clear" w:color="auto" w:fill="FFFFFF"/>
        <w:spacing w:after="100" w:afterAutospacing="1"/>
        <w:jc w:val="center"/>
        <w:rPr>
          <w:b/>
          <w:bCs/>
          <w:sz w:val="24"/>
          <w:szCs w:val="24"/>
          <w:lang w:val="en-US"/>
        </w:rPr>
      </w:pPr>
      <w:r w:rsidRPr="00F50010">
        <w:rPr>
          <w:b/>
          <w:bCs/>
          <w:sz w:val="24"/>
          <w:szCs w:val="24"/>
          <w:lang w:val="en-US"/>
        </w:rPr>
        <w:t xml:space="preserve">ANSWERS TO DISCUSSION QUESTIONS AND </w:t>
      </w:r>
    </w:p>
    <w:p w14:paraId="6ABE1426" w14:textId="77777777" w:rsidR="002670A2" w:rsidRPr="00F50010" w:rsidRDefault="002670A2" w:rsidP="002670A2">
      <w:pPr>
        <w:shd w:val="clear" w:color="auto" w:fill="FFFFFF"/>
        <w:spacing w:after="100" w:afterAutospacing="1"/>
        <w:jc w:val="center"/>
        <w:rPr>
          <w:rFonts w:cs="Times New Roman"/>
          <w:sz w:val="24"/>
          <w:szCs w:val="24"/>
          <w:lang w:val="en-US"/>
        </w:rPr>
      </w:pPr>
      <w:r w:rsidRPr="00F50010">
        <w:rPr>
          <w:b/>
          <w:bCs/>
          <w:sz w:val="24"/>
          <w:szCs w:val="24"/>
          <w:lang w:val="en-US"/>
        </w:rPr>
        <w:t>CRITICAL THINKING/ETHICAL CASE</w:t>
      </w:r>
    </w:p>
    <w:p w14:paraId="1917DC9C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The functions of accounting are to analyze, record, classify, summarize, report, and interpret financial information.</w:t>
      </w:r>
    </w:p>
    <w:p w14:paraId="4377083D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2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Sole proprietorship—1 owner; unlimited liability; easy to form; limited life Partnership—2 or more owners; unlimited liability; easy to form; limited life Corporation—Stockholders; limited liability; difficult to form; unlimited life</w:t>
      </w:r>
    </w:p>
    <w:p w14:paraId="4883F582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3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</w:r>
      <w:r w:rsidR="00BF1CB5">
        <w:rPr>
          <w:rFonts w:cs="Times New Roman"/>
          <w:sz w:val="24"/>
          <w:szCs w:val="24"/>
          <w:lang w:val="en-US"/>
        </w:rPr>
        <w:t>Businesses are classified as s</w:t>
      </w:r>
      <w:r w:rsidR="00BF1CB5" w:rsidRPr="00F50010">
        <w:rPr>
          <w:rFonts w:cs="Times New Roman"/>
          <w:sz w:val="24"/>
          <w:szCs w:val="24"/>
          <w:lang w:val="en-US"/>
        </w:rPr>
        <w:t>ervice</w:t>
      </w:r>
      <w:r w:rsidRPr="00F50010">
        <w:rPr>
          <w:rFonts w:cs="Times New Roman"/>
          <w:sz w:val="24"/>
          <w:szCs w:val="24"/>
          <w:lang w:val="en-US"/>
        </w:rPr>
        <w:t>, merchandise, or manufacturing</w:t>
      </w:r>
      <w:r w:rsidR="0002750F">
        <w:rPr>
          <w:rFonts w:cs="Times New Roman"/>
          <w:sz w:val="24"/>
          <w:szCs w:val="24"/>
          <w:lang w:val="en-US"/>
        </w:rPr>
        <w:t>.</w:t>
      </w:r>
    </w:p>
    <w:p w14:paraId="096E64E8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4573EC">
        <w:rPr>
          <w:rFonts w:cs="Times New Roman"/>
          <w:b/>
          <w:sz w:val="24"/>
          <w:szCs w:val="24"/>
          <w:lang w:val="en-US"/>
        </w:rPr>
        <w:t>4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</w:r>
      <w:r w:rsidR="003340BD">
        <w:rPr>
          <w:rFonts w:cs="Times New Roman"/>
          <w:sz w:val="24"/>
          <w:szCs w:val="24"/>
          <w:lang w:val="en-US"/>
        </w:rPr>
        <w:t>Computer technology has greatly reduced the time required for performing the bookkeeping function.</w:t>
      </w:r>
    </w:p>
    <w:p w14:paraId="6B21C23D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5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 xml:space="preserve">The three elements of the basic accounting equation are assets, liabilities, </w:t>
      </w:r>
      <w:r w:rsidR="003340BD">
        <w:rPr>
          <w:rFonts w:cs="Times New Roman"/>
          <w:sz w:val="24"/>
          <w:szCs w:val="24"/>
          <w:lang w:val="en-US"/>
        </w:rPr>
        <w:t xml:space="preserve">and </w:t>
      </w:r>
      <w:r w:rsidRPr="00F50010">
        <w:rPr>
          <w:rFonts w:cs="Times New Roman"/>
          <w:sz w:val="24"/>
          <w:szCs w:val="24"/>
          <w:lang w:val="en-US"/>
        </w:rPr>
        <w:t>owner's equity.</w:t>
      </w:r>
    </w:p>
    <w:p w14:paraId="09259394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6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Capital is the owner's current investment or equity in the assets of a business. It is one subdivision of owner's equity.</w:t>
      </w:r>
    </w:p>
    <w:p w14:paraId="019B3A29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7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True. The sum of the left side of the equation (assets) must equal the sum of the right side of the equation (liabilities and owner's equity).</w:t>
      </w:r>
    </w:p>
    <w:p w14:paraId="3B12DC82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8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False. That is the income statement.</w:t>
      </w:r>
    </w:p>
    <w:p w14:paraId="5DA2481C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9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False. Revenue is a subdivision of owner's equity.</w:t>
      </w:r>
    </w:p>
    <w:p w14:paraId="35B53A28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10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Owner's equity is subdivided into Capital, Withdrawals, Revenue, and Expenses.</w:t>
      </w:r>
    </w:p>
    <w:p w14:paraId="0484DE29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11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False. It is non-business expense</w:t>
      </w:r>
      <w:r w:rsidR="00F350C1">
        <w:rPr>
          <w:rFonts w:cs="Times New Roman"/>
          <w:sz w:val="24"/>
          <w:szCs w:val="24"/>
          <w:lang w:val="en-US"/>
        </w:rPr>
        <w:t xml:space="preserve"> of the owner</w:t>
      </w:r>
      <w:r w:rsidRPr="00F50010">
        <w:rPr>
          <w:rFonts w:cs="Times New Roman"/>
          <w:sz w:val="24"/>
          <w:szCs w:val="24"/>
          <w:lang w:val="en-US"/>
        </w:rPr>
        <w:t>; a subdivision of owner's equity.</w:t>
      </w:r>
      <w:r w:rsidR="00F350C1">
        <w:rPr>
          <w:rFonts w:cs="Times New Roman"/>
          <w:sz w:val="24"/>
          <w:szCs w:val="24"/>
          <w:lang w:val="en-US"/>
        </w:rPr>
        <w:t xml:space="preserve"> It is not a business expense.</w:t>
      </w:r>
    </w:p>
    <w:p w14:paraId="784B8543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12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False. As expenses increase, owner's equity decreases.</w:t>
      </w:r>
    </w:p>
    <w:p w14:paraId="0444484A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13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Revenue less Expenses; an income statement shows performance</w:t>
      </w:r>
      <w:r w:rsidR="00F350C1">
        <w:rPr>
          <w:rFonts w:cs="Times New Roman"/>
          <w:sz w:val="24"/>
          <w:szCs w:val="24"/>
          <w:lang w:val="en-US"/>
        </w:rPr>
        <w:t xml:space="preserve"> over time</w:t>
      </w:r>
      <w:r w:rsidRPr="00F50010">
        <w:rPr>
          <w:rFonts w:cs="Times New Roman"/>
          <w:sz w:val="24"/>
          <w:szCs w:val="24"/>
          <w:lang w:val="en-US"/>
        </w:rPr>
        <w:t>.</w:t>
      </w:r>
    </w:p>
    <w:p w14:paraId="4A95F68E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14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>False. It calculates ending capital.</w:t>
      </w:r>
    </w:p>
    <w:p w14:paraId="76207DD9" w14:textId="77777777" w:rsidR="002670A2" w:rsidRPr="009D24FE" w:rsidRDefault="002670A2" w:rsidP="002670A2">
      <w:pPr>
        <w:shd w:val="clear" w:color="auto" w:fill="FFFFFF"/>
        <w:tabs>
          <w:tab w:val="left" w:pos="450"/>
        </w:tabs>
        <w:ind w:left="450" w:hanging="45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b/>
          <w:sz w:val="24"/>
          <w:szCs w:val="24"/>
          <w:lang w:val="en-US"/>
        </w:rPr>
        <w:t>15</w:t>
      </w:r>
      <w:r w:rsidRPr="005F0E6A">
        <w:rPr>
          <w:rFonts w:cs="Times New Roman"/>
          <w:b/>
          <w:sz w:val="24"/>
          <w:szCs w:val="24"/>
          <w:lang w:val="en-US"/>
        </w:rPr>
        <w:t>.</w:t>
      </w:r>
      <w:r w:rsidRPr="00F50010">
        <w:rPr>
          <w:rFonts w:cs="Times New Roman"/>
          <w:sz w:val="24"/>
          <w:szCs w:val="24"/>
          <w:lang w:val="en-US"/>
        </w:rPr>
        <w:tab/>
        <w:t xml:space="preserve">The question in this case is whether Paul should be allowed to "pad" his expense account with an additional $100 of expenses. I feel that Paul should only be allowed to expense those items that are business related. Paul's argument that he is entitled to an additional $100 is not a valid assumption. However, he should be </w:t>
      </w:r>
      <w:r w:rsidR="0002750F">
        <w:rPr>
          <w:rFonts w:cs="Times New Roman"/>
          <w:sz w:val="24"/>
          <w:szCs w:val="24"/>
          <w:lang w:val="en-US"/>
        </w:rPr>
        <w:t xml:space="preserve">reimbursed </w:t>
      </w:r>
      <w:r w:rsidRPr="00F50010">
        <w:rPr>
          <w:rFonts w:cs="Times New Roman"/>
          <w:sz w:val="24"/>
          <w:szCs w:val="24"/>
          <w:lang w:val="en-US"/>
        </w:rPr>
        <w:t>for any business expenses during the weekend.</w:t>
      </w:r>
    </w:p>
    <w:p w14:paraId="5788ECFC" w14:textId="77777777" w:rsidR="00E23D75" w:rsidRDefault="00E23D75">
      <w:pPr>
        <w:widowControl/>
        <w:autoSpaceDE/>
        <w:autoSpaceDN/>
        <w:adjustRightInd/>
        <w:rPr>
          <w:lang w:val="en-US"/>
        </w:rPr>
      </w:pPr>
      <w:r>
        <w:rPr>
          <w:lang w:val="en-US"/>
        </w:rPr>
        <w:br w:type="page"/>
      </w:r>
      <w:bookmarkStart w:id="0" w:name="_GoBack"/>
    </w:p>
    <w:bookmarkEnd w:id="0"/>
    <w:p w14:paraId="3AF862D4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65F42C57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6355F0D3" w14:textId="77777777" w:rsidR="002670A2" w:rsidRPr="00F50010" w:rsidRDefault="002670A2" w:rsidP="002670A2">
      <w:pPr>
        <w:shd w:val="clear" w:color="auto" w:fill="FFFFFF"/>
        <w:spacing w:after="160"/>
        <w:jc w:val="center"/>
        <w:rPr>
          <w:b/>
          <w:sz w:val="24"/>
          <w:szCs w:val="24"/>
          <w:lang w:val="en-US"/>
        </w:rPr>
      </w:pPr>
      <w:r w:rsidRPr="00F50010">
        <w:rPr>
          <w:b/>
          <w:sz w:val="24"/>
          <w:szCs w:val="24"/>
          <w:lang w:val="en-US"/>
        </w:rPr>
        <w:t xml:space="preserve">SOLUTIONS TO </w:t>
      </w:r>
      <w:r w:rsidR="00B40701">
        <w:rPr>
          <w:b/>
          <w:sz w:val="24"/>
          <w:szCs w:val="24"/>
          <w:lang w:val="en-US"/>
        </w:rPr>
        <w:t>CON</w:t>
      </w:r>
      <w:r w:rsidR="00E23D75">
        <w:rPr>
          <w:b/>
          <w:sz w:val="24"/>
          <w:szCs w:val="24"/>
          <w:lang w:val="en-US"/>
        </w:rPr>
        <w:t>CEPT CHECKS</w:t>
      </w:r>
    </w:p>
    <w:p w14:paraId="7304CC14" w14:textId="77777777" w:rsidR="002670A2" w:rsidRPr="00F50010" w:rsidRDefault="002670A2" w:rsidP="002670A2">
      <w:pPr>
        <w:shd w:val="clear" w:color="auto" w:fill="FFFFFF"/>
        <w:spacing w:after="200"/>
        <w:rPr>
          <w:b/>
          <w:sz w:val="24"/>
          <w:szCs w:val="24"/>
          <w:lang w:val="en-US"/>
        </w:rPr>
      </w:pPr>
    </w:p>
    <w:tbl>
      <w:tblPr>
        <w:tblW w:w="1467" w:type="dxa"/>
        <w:tblInd w:w="468" w:type="dxa"/>
        <w:tblLook w:val="00A0" w:firstRow="1" w:lastRow="0" w:firstColumn="1" w:lastColumn="0" w:noHBand="0" w:noVBand="0"/>
      </w:tblPr>
      <w:tblGrid>
        <w:gridCol w:w="417"/>
        <w:gridCol w:w="487"/>
        <w:gridCol w:w="563"/>
      </w:tblGrid>
      <w:tr w:rsidR="002670A2" w:rsidRPr="003D35C1" w14:paraId="406295BB" w14:textId="77777777">
        <w:trPr>
          <w:trHeight w:hRule="exact" w:val="259"/>
        </w:trPr>
        <w:tc>
          <w:tcPr>
            <w:tcW w:w="396" w:type="dxa"/>
            <w:vAlign w:val="center"/>
          </w:tcPr>
          <w:p w14:paraId="1A161E05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535" w:type="dxa"/>
            <w:vAlign w:val="center"/>
          </w:tcPr>
          <w:p w14:paraId="5D8A57F1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1F5CA640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</w:rPr>
              <w:t>A</w:t>
            </w:r>
          </w:p>
        </w:tc>
      </w:tr>
      <w:tr w:rsidR="002670A2" w:rsidRPr="003D35C1" w14:paraId="37642DCA" w14:textId="77777777">
        <w:trPr>
          <w:trHeight w:hRule="exact" w:val="259"/>
        </w:trPr>
        <w:tc>
          <w:tcPr>
            <w:tcW w:w="396" w:type="dxa"/>
            <w:vAlign w:val="center"/>
          </w:tcPr>
          <w:p w14:paraId="2116EE6B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07C53D4A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34CCFF20" w14:textId="77777777" w:rsidR="002670A2" w:rsidRPr="003D35C1" w:rsidRDefault="00266001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</w:p>
        </w:tc>
      </w:tr>
      <w:tr w:rsidR="002670A2" w:rsidRPr="003D35C1" w14:paraId="6D0FD97C" w14:textId="77777777">
        <w:trPr>
          <w:trHeight w:hRule="exact" w:val="259"/>
        </w:trPr>
        <w:tc>
          <w:tcPr>
            <w:tcW w:w="396" w:type="dxa"/>
            <w:vAlign w:val="center"/>
          </w:tcPr>
          <w:p w14:paraId="193D7CF2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66EF0C3B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7BB515BC" w14:textId="77777777" w:rsidR="002670A2" w:rsidRPr="003D35C1" w:rsidRDefault="001F260D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</w:t>
            </w:r>
          </w:p>
        </w:tc>
      </w:tr>
      <w:tr w:rsidR="002670A2" w:rsidRPr="003D35C1" w14:paraId="0C02E956" w14:textId="77777777">
        <w:trPr>
          <w:trHeight w:hRule="exact" w:val="259"/>
        </w:trPr>
        <w:tc>
          <w:tcPr>
            <w:tcW w:w="396" w:type="dxa"/>
            <w:vAlign w:val="center"/>
          </w:tcPr>
          <w:p w14:paraId="1417648F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607974D3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2E83A94E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</w:rPr>
              <w:t>A</w:t>
            </w:r>
          </w:p>
        </w:tc>
      </w:tr>
      <w:tr w:rsidR="002670A2" w:rsidRPr="003D35C1" w14:paraId="4C130EA7" w14:textId="77777777">
        <w:trPr>
          <w:trHeight w:hRule="exact" w:val="259"/>
        </w:trPr>
        <w:tc>
          <w:tcPr>
            <w:tcW w:w="396" w:type="dxa"/>
            <w:vAlign w:val="center"/>
          </w:tcPr>
          <w:p w14:paraId="66BE2D1B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28D54CBC" w14:textId="77777777" w:rsidR="002670A2" w:rsidRPr="003D35C1" w:rsidRDefault="0002750F" w:rsidP="0002750F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19ED9FAA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</w:rPr>
              <w:t>OE</w:t>
            </w:r>
          </w:p>
        </w:tc>
      </w:tr>
      <w:tr w:rsidR="002670A2" w:rsidRPr="003D35C1" w14:paraId="2308237F" w14:textId="77777777">
        <w:trPr>
          <w:trHeight w:hRule="exact" w:val="259"/>
        </w:trPr>
        <w:tc>
          <w:tcPr>
            <w:tcW w:w="396" w:type="dxa"/>
            <w:vAlign w:val="center"/>
          </w:tcPr>
          <w:p w14:paraId="12260AF7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587F6797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2AB5FF19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</w:rPr>
              <w:t>A</w:t>
            </w:r>
          </w:p>
        </w:tc>
      </w:tr>
    </w:tbl>
    <w:p w14:paraId="0A468892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3105" w:type="dxa"/>
        <w:tblInd w:w="468" w:type="dxa"/>
        <w:tblLook w:val="00A0" w:firstRow="1" w:lastRow="0" w:firstColumn="1" w:lastColumn="0" w:noHBand="0" w:noVBand="0"/>
      </w:tblPr>
      <w:tblGrid>
        <w:gridCol w:w="417"/>
        <w:gridCol w:w="533"/>
        <w:gridCol w:w="2155"/>
      </w:tblGrid>
      <w:tr w:rsidR="002670A2" w:rsidRPr="003D35C1" w14:paraId="4C2B8AFD" w14:textId="77777777">
        <w:trPr>
          <w:trHeight w:hRule="exact" w:val="259"/>
        </w:trPr>
        <w:tc>
          <w:tcPr>
            <w:tcW w:w="396" w:type="dxa"/>
            <w:vAlign w:val="center"/>
          </w:tcPr>
          <w:p w14:paraId="4EF1FCD0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535" w:type="dxa"/>
            <w:vAlign w:val="center"/>
          </w:tcPr>
          <w:p w14:paraId="347CA51C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174" w:type="dxa"/>
            <w:vAlign w:val="center"/>
          </w:tcPr>
          <w:p w14:paraId="2CD6EC14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Liabilities</w:t>
            </w:r>
          </w:p>
        </w:tc>
      </w:tr>
      <w:tr w:rsidR="002670A2" w:rsidRPr="003D35C1" w14:paraId="12F55401" w14:textId="77777777">
        <w:trPr>
          <w:trHeight w:hRule="exact" w:val="259"/>
        </w:trPr>
        <w:tc>
          <w:tcPr>
            <w:tcW w:w="396" w:type="dxa"/>
            <w:vAlign w:val="center"/>
          </w:tcPr>
          <w:p w14:paraId="3D7FEFF1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7024B6D5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174" w:type="dxa"/>
            <w:vAlign w:val="center"/>
          </w:tcPr>
          <w:p w14:paraId="4B86F1C1" w14:textId="77777777" w:rsidR="002670A2" w:rsidRPr="003D35C1" w:rsidRDefault="001F260D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Total 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Assets</w:t>
            </w:r>
          </w:p>
        </w:tc>
      </w:tr>
      <w:tr w:rsidR="002670A2" w:rsidRPr="003D35C1" w14:paraId="6448FB11" w14:textId="77777777">
        <w:trPr>
          <w:trHeight w:hRule="exact" w:val="259"/>
        </w:trPr>
        <w:tc>
          <w:tcPr>
            <w:tcW w:w="396" w:type="dxa"/>
            <w:vAlign w:val="center"/>
          </w:tcPr>
          <w:p w14:paraId="68A46A80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06969CED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174" w:type="dxa"/>
            <w:vAlign w:val="center"/>
          </w:tcPr>
          <w:p w14:paraId="5B0EDD34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Accounts Payable</w:t>
            </w:r>
          </w:p>
        </w:tc>
      </w:tr>
    </w:tbl>
    <w:p w14:paraId="5ED49995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1467" w:type="dxa"/>
        <w:tblInd w:w="468" w:type="dxa"/>
        <w:tblLook w:val="00A0" w:firstRow="1" w:lastRow="0" w:firstColumn="1" w:lastColumn="0" w:noHBand="0" w:noVBand="0"/>
      </w:tblPr>
      <w:tblGrid>
        <w:gridCol w:w="417"/>
        <w:gridCol w:w="526"/>
        <w:gridCol w:w="524"/>
      </w:tblGrid>
      <w:tr w:rsidR="002670A2" w:rsidRPr="003D35C1" w14:paraId="2AA9E479" w14:textId="77777777">
        <w:trPr>
          <w:trHeight w:hRule="exact" w:val="259"/>
        </w:trPr>
        <w:tc>
          <w:tcPr>
            <w:tcW w:w="396" w:type="dxa"/>
            <w:vAlign w:val="center"/>
          </w:tcPr>
          <w:p w14:paraId="1D14E43D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535" w:type="dxa"/>
            <w:vAlign w:val="center"/>
          </w:tcPr>
          <w:p w14:paraId="4584BC58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103A610D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</w:rPr>
              <w:t>I</w:t>
            </w:r>
          </w:p>
        </w:tc>
      </w:tr>
      <w:tr w:rsidR="002670A2" w:rsidRPr="003D35C1" w14:paraId="07FE9D9C" w14:textId="77777777">
        <w:trPr>
          <w:trHeight w:hRule="exact" w:val="259"/>
        </w:trPr>
        <w:tc>
          <w:tcPr>
            <w:tcW w:w="396" w:type="dxa"/>
            <w:vAlign w:val="center"/>
          </w:tcPr>
          <w:p w14:paraId="52AECB00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16AE9F10" w14:textId="77777777" w:rsidR="002670A2" w:rsidRPr="003D35C1" w:rsidRDefault="0002750F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36" w:type="dxa"/>
            <w:vAlign w:val="center"/>
          </w:tcPr>
          <w:p w14:paraId="4418D70B" w14:textId="77777777" w:rsidR="002670A2" w:rsidRPr="003D35C1" w:rsidRDefault="002670A2" w:rsidP="002670A2">
            <w:pPr>
              <w:spacing w:after="200"/>
              <w:rPr>
                <w:rFonts w:cs="Times New Roman"/>
                <w:sz w:val="24"/>
                <w:szCs w:val="24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S</w:t>
            </w:r>
          </w:p>
        </w:tc>
      </w:tr>
    </w:tbl>
    <w:p w14:paraId="4DF130A1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4032" w:type="dxa"/>
        <w:tblInd w:w="468" w:type="dxa"/>
        <w:tblLook w:val="00A0" w:firstRow="1" w:lastRow="0" w:firstColumn="1" w:lastColumn="0" w:noHBand="0" w:noVBand="0"/>
      </w:tblPr>
      <w:tblGrid>
        <w:gridCol w:w="417"/>
        <w:gridCol w:w="1084"/>
        <w:gridCol w:w="1307"/>
        <w:gridCol w:w="1224"/>
      </w:tblGrid>
      <w:tr w:rsidR="002670A2" w:rsidRPr="003D35C1" w14:paraId="14ABCCDD" w14:textId="77777777">
        <w:trPr>
          <w:trHeight w:hRule="exact" w:val="259"/>
        </w:trPr>
        <w:tc>
          <w:tcPr>
            <w:tcW w:w="417" w:type="dxa"/>
            <w:vAlign w:val="center"/>
          </w:tcPr>
          <w:p w14:paraId="38E36ADA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4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84" w:type="dxa"/>
            <w:vAlign w:val="center"/>
          </w:tcPr>
          <w:p w14:paraId="07870949" w14:textId="77777777" w:rsidR="002670A2" w:rsidRPr="003D35C1" w:rsidRDefault="002670A2" w:rsidP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center"/>
          </w:tcPr>
          <w:p w14:paraId="627BF20F" w14:textId="77777777" w:rsidR="002670A2" w:rsidRPr="003D35C1" w:rsidRDefault="002670A2" w:rsidP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24" w:type="dxa"/>
            <w:vAlign w:val="center"/>
          </w:tcPr>
          <w:p w14:paraId="480220A9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14:paraId="1DDEE91E" w14:textId="77777777" w:rsidR="002670A2" w:rsidRDefault="001F260D">
      <w:pPr>
        <w:shd w:val="clear" w:color="auto" w:fill="FFFFFF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Total assets = Cash </w:t>
      </w:r>
      <w:r w:rsidR="00B77552">
        <w:rPr>
          <w:rFonts w:cs="Times New Roman"/>
          <w:sz w:val="24"/>
          <w:szCs w:val="24"/>
          <w:lang w:val="en-US"/>
        </w:rPr>
        <w:t xml:space="preserve">$31,000 + </w:t>
      </w:r>
      <w:r>
        <w:rPr>
          <w:rFonts w:cs="Times New Roman"/>
          <w:sz w:val="24"/>
          <w:szCs w:val="24"/>
          <w:lang w:val="en-US"/>
        </w:rPr>
        <w:t xml:space="preserve">Warehouse equipment </w:t>
      </w:r>
      <w:r w:rsidR="00B77552">
        <w:rPr>
          <w:rFonts w:cs="Times New Roman"/>
          <w:sz w:val="24"/>
          <w:szCs w:val="24"/>
          <w:lang w:val="en-US"/>
        </w:rPr>
        <w:t>$3,000 = $34,000</w:t>
      </w:r>
    </w:p>
    <w:p w14:paraId="0BA1EB89" w14:textId="77777777" w:rsidR="00E23D75" w:rsidRPr="00F50010" w:rsidRDefault="00E23D75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3870" w:type="dxa"/>
        <w:tblInd w:w="468" w:type="dxa"/>
        <w:tblLook w:val="00A0" w:firstRow="1" w:lastRow="0" w:firstColumn="1" w:lastColumn="0" w:noHBand="0" w:noVBand="0"/>
      </w:tblPr>
      <w:tblGrid>
        <w:gridCol w:w="417"/>
        <w:gridCol w:w="533"/>
        <w:gridCol w:w="2920"/>
      </w:tblGrid>
      <w:tr w:rsidR="002670A2" w:rsidRPr="003D35C1" w14:paraId="501F1255" w14:textId="77777777">
        <w:trPr>
          <w:trHeight w:hRule="exact" w:val="259"/>
        </w:trPr>
        <w:tc>
          <w:tcPr>
            <w:tcW w:w="396" w:type="dxa"/>
            <w:vAlign w:val="center"/>
          </w:tcPr>
          <w:p w14:paraId="5DD58CC2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535" w:type="dxa"/>
            <w:vAlign w:val="center"/>
          </w:tcPr>
          <w:p w14:paraId="6485CBD6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39" w:type="dxa"/>
            <w:vAlign w:val="center"/>
          </w:tcPr>
          <w:p w14:paraId="7BE9B704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J. Penny, Capital</w:t>
            </w:r>
          </w:p>
        </w:tc>
      </w:tr>
      <w:tr w:rsidR="002670A2" w:rsidRPr="003D35C1" w14:paraId="6689AF6A" w14:textId="77777777">
        <w:trPr>
          <w:trHeight w:hRule="exact" w:val="259"/>
        </w:trPr>
        <w:tc>
          <w:tcPr>
            <w:tcW w:w="396" w:type="dxa"/>
            <w:vAlign w:val="center"/>
          </w:tcPr>
          <w:p w14:paraId="530F26B6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074CFA2C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39" w:type="dxa"/>
            <w:vAlign w:val="center"/>
          </w:tcPr>
          <w:p w14:paraId="2F262C99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J. Penny, Withdrawals</w:t>
            </w:r>
          </w:p>
        </w:tc>
      </w:tr>
      <w:tr w:rsidR="002670A2" w:rsidRPr="003D35C1" w14:paraId="1E2CAE6D" w14:textId="77777777">
        <w:trPr>
          <w:trHeight w:hRule="exact" w:val="259"/>
        </w:trPr>
        <w:tc>
          <w:tcPr>
            <w:tcW w:w="396" w:type="dxa"/>
            <w:vAlign w:val="center"/>
          </w:tcPr>
          <w:p w14:paraId="4B1B5A70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736947DC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39" w:type="dxa"/>
            <w:vAlign w:val="center"/>
          </w:tcPr>
          <w:p w14:paraId="28F6C693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Advertising Expense</w:t>
            </w:r>
          </w:p>
        </w:tc>
      </w:tr>
      <w:tr w:rsidR="002670A2" w:rsidRPr="003D35C1" w14:paraId="49DAF6B2" w14:textId="77777777">
        <w:trPr>
          <w:trHeight w:hRule="exact" w:val="259"/>
        </w:trPr>
        <w:tc>
          <w:tcPr>
            <w:tcW w:w="396" w:type="dxa"/>
            <w:vAlign w:val="center"/>
          </w:tcPr>
          <w:p w14:paraId="332C47D7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44CCDE71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g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39" w:type="dxa"/>
            <w:vAlign w:val="center"/>
          </w:tcPr>
          <w:p w14:paraId="027E7F01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Taxi Fees Earned</w:t>
            </w:r>
          </w:p>
        </w:tc>
      </w:tr>
    </w:tbl>
    <w:p w14:paraId="7036E062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3870" w:type="dxa"/>
        <w:tblInd w:w="468" w:type="dxa"/>
        <w:tblLook w:val="00A0" w:firstRow="1" w:lastRow="0" w:firstColumn="1" w:lastColumn="0" w:noHBand="0" w:noVBand="0"/>
      </w:tblPr>
      <w:tblGrid>
        <w:gridCol w:w="417"/>
        <w:gridCol w:w="437"/>
        <w:gridCol w:w="3016"/>
      </w:tblGrid>
      <w:tr w:rsidR="002670A2" w:rsidRPr="003D35C1" w14:paraId="20377FC1" w14:textId="77777777">
        <w:trPr>
          <w:trHeight w:hRule="exact" w:val="259"/>
        </w:trPr>
        <w:tc>
          <w:tcPr>
            <w:tcW w:w="396" w:type="dxa"/>
            <w:vAlign w:val="center"/>
          </w:tcPr>
          <w:p w14:paraId="044AF8A8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437" w:type="dxa"/>
            <w:vAlign w:val="center"/>
          </w:tcPr>
          <w:p w14:paraId="4B31EB9E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37" w:type="dxa"/>
            <w:vAlign w:val="center"/>
          </w:tcPr>
          <w:p w14:paraId="5528FB24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Accounts Payable</w:t>
            </w:r>
          </w:p>
        </w:tc>
      </w:tr>
      <w:tr w:rsidR="002670A2" w:rsidRPr="003D35C1" w14:paraId="1F36D260" w14:textId="77777777">
        <w:trPr>
          <w:trHeight w:hRule="exact" w:val="259"/>
        </w:trPr>
        <w:tc>
          <w:tcPr>
            <w:tcW w:w="396" w:type="dxa"/>
            <w:vAlign w:val="center"/>
          </w:tcPr>
          <w:p w14:paraId="0C2CC344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7" w:type="dxa"/>
            <w:vAlign w:val="center"/>
          </w:tcPr>
          <w:p w14:paraId="2C4BCB5D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37" w:type="dxa"/>
            <w:vAlign w:val="center"/>
          </w:tcPr>
          <w:p w14:paraId="72C58972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Grooming Fees Earned</w:t>
            </w:r>
          </w:p>
        </w:tc>
      </w:tr>
    </w:tbl>
    <w:p w14:paraId="15317F60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1467" w:type="dxa"/>
        <w:tblInd w:w="468" w:type="dxa"/>
        <w:tblLook w:val="00A0" w:firstRow="1" w:lastRow="0" w:firstColumn="1" w:lastColumn="0" w:noHBand="0" w:noVBand="0"/>
      </w:tblPr>
      <w:tblGrid>
        <w:gridCol w:w="417"/>
        <w:gridCol w:w="1050"/>
      </w:tblGrid>
      <w:tr w:rsidR="002670A2" w:rsidRPr="003D35C1" w14:paraId="4B02214E" w14:textId="77777777">
        <w:trPr>
          <w:trHeight w:hRule="exact" w:val="259"/>
        </w:trPr>
        <w:tc>
          <w:tcPr>
            <w:tcW w:w="396" w:type="dxa"/>
            <w:vAlign w:val="center"/>
          </w:tcPr>
          <w:p w14:paraId="26F038D4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1071" w:type="dxa"/>
            <w:vAlign w:val="center"/>
          </w:tcPr>
          <w:p w14:paraId="68C0E445" w14:textId="77777777" w:rsidR="002670A2" w:rsidRPr="003D35C1" w:rsidRDefault="0002750F" w:rsidP="0002750F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proofErr w:type="spellEnd"/>
          </w:p>
        </w:tc>
      </w:tr>
    </w:tbl>
    <w:p w14:paraId="2BC478F1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1467" w:type="dxa"/>
        <w:tblInd w:w="468" w:type="dxa"/>
        <w:tblLook w:val="00A0" w:firstRow="1" w:lastRow="0" w:firstColumn="1" w:lastColumn="0" w:noHBand="0" w:noVBand="0"/>
      </w:tblPr>
      <w:tblGrid>
        <w:gridCol w:w="417"/>
        <w:gridCol w:w="487"/>
        <w:gridCol w:w="563"/>
      </w:tblGrid>
      <w:tr w:rsidR="002670A2" w:rsidRPr="003D35C1" w14:paraId="36E9ED54" w14:textId="77777777">
        <w:trPr>
          <w:trHeight w:hRule="exact" w:val="259"/>
        </w:trPr>
        <w:tc>
          <w:tcPr>
            <w:tcW w:w="396" w:type="dxa"/>
            <w:vAlign w:val="center"/>
          </w:tcPr>
          <w:p w14:paraId="2B607398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535" w:type="dxa"/>
            <w:vAlign w:val="center"/>
          </w:tcPr>
          <w:p w14:paraId="2E3F50FB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4E1280F4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IS</w:t>
            </w:r>
          </w:p>
        </w:tc>
      </w:tr>
      <w:tr w:rsidR="002670A2" w:rsidRPr="003D35C1" w14:paraId="23643224" w14:textId="77777777">
        <w:trPr>
          <w:trHeight w:hRule="exact" w:val="259"/>
        </w:trPr>
        <w:tc>
          <w:tcPr>
            <w:tcW w:w="396" w:type="dxa"/>
            <w:vAlign w:val="center"/>
          </w:tcPr>
          <w:p w14:paraId="47427D71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5CD32E4B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2CA3CFB6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  <w:tr w:rsidR="002670A2" w:rsidRPr="003D35C1" w14:paraId="5C8C2019" w14:textId="77777777">
        <w:trPr>
          <w:trHeight w:hRule="exact" w:val="259"/>
        </w:trPr>
        <w:tc>
          <w:tcPr>
            <w:tcW w:w="396" w:type="dxa"/>
            <w:vAlign w:val="center"/>
          </w:tcPr>
          <w:p w14:paraId="55E44B52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322A6421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1F500993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  <w:tr w:rsidR="002670A2" w:rsidRPr="003D35C1" w14:paraId="295D7D0F" w14:textId="77777777">
        <w:trPr>
          <w:trHeight w:hRule="exact" w:val="259"/>
        </w:trPr>
        <w:tc>
          <w:tcPr>
            <w:tcW w:w="396" w:type="dxa"/>
            <w:vAlign w:val="center"/>
          </w:tcPr>
          <w:p w14:paraId="06B834CE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63CE6E84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0172BA30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  <w:tr w:rsidR="002670A2" w:rsidRPr="003D35C1" w14:paraId="01781B55" w14:textId="77777777">
        <w:trPr>
          <w:trHeight w:hRule="exact" w:val="259"/>
        </w:trPr>
        <w:tc>
          <w:tcPr>
            <w:tcW w:w="396" w:type="dxa"/>
            <w:vAlign w:val="center"/>
          </w:tcPr>
          <w:p w14:paraId="02937615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6E25A322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34F04AF3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IS</w:t>
            </w:r>
          </w:p>
        </w:tc>
      </w:tr>
      <w:tr w:rsidR="002670A2" w:rsidRPr="003D35C1" w14:paraId="14C5E603" w14:textId="77777777">
        <w:trPr>
          <w:trHeight w:hRule="exact" w:val="259"/>
        </w:trPr>
        <w:tc>
          <w:tcPr>
            <w:tcW w:w="396" w:type="dxa"/>
            <w:vAlign w:val="center"/>
          </w:tcPr>
          <w:p w14:paraId="77BD3131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3015102D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331A589A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IS</w:t>
            </w:r>
          </w:p>
        </w:tc>
      </w:tr>
      <w:tr w:rsidR="002670A2" w:rsidRPr="003D35C1" w14:paraId="3EDB4CE7" w14:textId="77777777">
        <w:trPr>
          <w:trHeight w:hRule="exact" w:val="259"/>
        </w:trPr>
        <w:tc>
          <w:tcPr>
            <w:tcW w:w="396" w:type="dxa"/>
            <w:vAlign w:val="center"/>
          </w:tcPr>
          <w:p w14:paraId="0715C14F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68A59A5C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g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341FB123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OE</w:t>
            </w:r>
          </w:p>
        </w:tc>
      </w:tr>
      <w:tr w:rsidR="002670A2" w:rsidRPr="003D35C1" w14:paraId="7B59914D" w14:textId="77777777">
        <w:trPr>
          <w:trHeight w:hRule="exact" w:val="259"/>
        </w:trPr>
        <w:tc>
          <w:tcPr>
            <w:tcW w:w="396" w:type="dxa"/>
            <w:vAlign w:val="center"/>
          </w:tcPr>
          <w:p w14:paraId="7E2214CD" w14:textId="77777777" w:rsidR="002670A2" w:rsidRPr="003D35C1" w:rsidRDefault="002670A2" w:rsidP="002670A2">
            <w:pPr>
              <w:spacing w:after="20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7C850956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h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16C414AB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</w:tbl>
    <w:p w14:paraId="3628251E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1467" w:type="dxa"/>
        <w:tblInd w:w="468" w:type="dxa"/>
        <w:tblLook w:val="00A0" w:firstRow="1" w:lastRow="0" w:firstColumn="1" w:lastColumn="0" w:noHBand="0" w:noVBand="0"/>
      </w:tblPr>
      <w:tblGrid>
        <w:gridCol w:w="417"/>
        <w:gridCol w:w="487"/>
        <w:gridCol w:w="563"/>
      </w:tblGrid>
      <w:tr w:rsidR="002670A2" w:rsidRPr="003D35C1" w14:paraId="02AA55EB" w14:textId="77777777">
        <w:trPr>
          <w:trHeight w:hRule="exact" w:val="259"/>
        </w:trPr>
        <w:tc>
          <w:tcPr>
            <w:tcW w:w="396" w:type="dxa"/>
            <w:vAlign w:val="center"/>
          </w:tcPr>
          <w:p w14:paraId="3D24CA56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535" w:type="dxa"/>
            <w:vAlign w:val="center"/>
          </w:tcPr>
          <w:p w14:paraId="4773284C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27DDCA65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OE</w:t>
            </w:r>
          </w:p>
        </w:tc>
      </w:tr>
      <w:tr w:rsidR="002670A2" w:rsidRPr="003D35C1" w14:paraId="37A5EC98" w14:textId="77777777">
        <w:trPr>
          <w:trHeight w:hRule="exact" w:val="259"/>
        </w:trPr>
        <w:tc>
          <w:tcPr>
            <w:tcW w:w="396" w:type="dxa"/>
            <w:vAlign w:val="center"/>
          </w:tcPr>
          <w:p w14:paraId="5BAEC7F3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5B399C3B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4C2B63F1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  <w:tr w:rsidR="002670A2" w:rsidRPr="003D35C1" w14:paraId="1124D95C" w14:textId="77777777">
        <w:trPr>
          <w:trHeight w:hRule="exact" w:val="259"/>
        </w:trPr>
        <w:tc>
          <w:tcPr>
            <w:tcW w:w="396" w:type="dxa"/>
            <w:vAlign w:val="center"/>
          </w:tcPr>
          <w:p w14:paraId="7372471A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021EA005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6BED7EC2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BS</w:t>
            </w:r>
          </w:p>
        </w:tc>
      </w:tr>
      <w:tr w:rsidR="002670A2" w:rsidRPr="003D35C1" w14:paraId="62CF4799" w14:textId="77777777">
        <w:trPr>
          <w:trHeight w:hRule="exact" w:val="259"/>
        </w:trPr>
        <w:tc>
          <w:tcPr>
            <w:tcW w:w="396" w:type="dxa"/>
            <w:vAlign w:val="center"/>
          </w:tcPr>
          <w:p w14:paraId="4DB352CC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vAlign w:val="center"/>
          </w:tcPr>
          <w:p w14:paraId="737C34AC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36" w:type="dxa"/>
            <w:vAlign w:val="center"/>
          </w:tcPr>
          <w:p w14:paraId="7EFD9F25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IS</w:t>
            </w:r>
          </w:p>
        </w:tc>
      </w:tr>
    </w:tbl>
    <w:p w14:paraId="44FAADD8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5FEC1B92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7FEAA3A6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679521EC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5F433612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307E3A7D" w14:textId="77777777" w:rsidR="002670A2" w:rsidRPr="00F50010" w:rsidRDefault="002670A2" w:rsidP="002670A2">
      <w:pPr>
        <w:shd w:val="clear" w:color="auto" w:fill="FFFFFF"/>
        <w:jc w:val="center"/>
        <w:rPr>
          <w:rFonts w:cs="Times New Roman"/>
          <w:sz w:val="24"/>
          <w:szCs w:val="24"/>
        </w:rPr>
      </w:pPr>
    </w:p>
    <w:p w14:paraId="7596A11A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footerReference w:type="default" r:id="rId8"/>
          <w:pgSz w:w="12240" w:h="15840"/>
          <w:pgMar w:top="990" w:right="1440" w:bottom="1440" w:left="1440" w:header="720" w:footer="720" w:gutter="0"/>
          <w:cols w:space="720"/>
          <w:noEndnote/>
        </w:sectPr>
      </w:pPr>
    </w:p>
    <w:p w14:paraId="2EAF5E87" w14:textId="77777777" w:rsidR="002670A2" w:rsidRPr="00F50010" w:rsidRDefault="002670A2" w:rsidP="002670A2">
      <w:pPr>
        <w:shd w:val="clear" w:color="auto" w:fill="FFFFFF"/>
        <w:jc w:val="center"/>
        <w:rPr>
          <w:b/>
          <w:sz w:val="24"/>
          <w:szCs w:val="24"/>
          <w:lang w:val="en-US"/>
        </w:rPr>
      </w:pPr>
      <w:r w:rsidRPr="00F50010">
        <w:rPr>
          <w:b/>
          <w:sz w:val="24"/>
          <w:szCs w:val="24"/>
          <w:lang w:val="en-US"/>
        </w:rPr>
        <w:lastRenderedPageBreak/>
        <w:t xml:space="preserve">SOLUTIONS TO </w:t>
      </w:r>
      <w:r w:rsidR="00E56398">
        <w:rPr>
          <w:b/>
          <w:sz w:val="24"/>
          <w:szCs w:val="24"/>
          <w:lang w:val="en-US"/>
        </w:rPr>
        <w:t xml:space="preserve">SET </w:t>
      </w:r>
      <w:proofErr w:type="gramStart"/>
      <w:r w:rsidR="00E56398">
        <w:rPr>
          <w:b/>
          <w:sz w:val="24"/>
          <w:szCs w:val="24"/>
          <w:lang w:val="en-US"/>
        </w:rPr>
        <w:t>A</w:t>
      </w:r>
      <w:proofErr w:type="gramEnd"/>
      <w:r w:rsidR="00E56398">
        <w:rPr>
          <w:b/>
          <w:sz w:val="24"/>
          <w:szCs w:val="24"/>
          <w:lang w:val="en-US"/>
        </w:rPr>
        <w:t xml:space="preserve"> </w:t>
      </w:r>
      <w:r w:rsidRPr="00F50010">
        <w:rPr>
          <w:b/>
          <w:sz w:val="24"/>
          <w:szCs w:val="24"/>
          <w:lang w:val="en-US"/>
        </w:rPr>
        <w:t>EXERCISES</w:t>
      </w:r>
    </w:p>
    <w:p w14:paraId="18CA3318" w14:textId="77777777" w:rsidR="002670A2" w:rsidRPr="00F50010" w:rsidRDefault="002670A2" w:rsidP="002670A2">
      <w:pPr>
        <w:shd w:val="clear" w:color="auto" w:fill="FFFFFF"/>
        <w:spacing w:after="240"/>
        <w:rPr>
          <w:b/>
          <w:sz w:val="24"/>
          <w:szCs w:val="24"/>
          <w:lang w:val="en-US"/>
        </w:rPr>
      </w:pPr>
    </w:p>
    <w:tbl>
      <w:tblPr>
        <w:tblW w:w="5580" w:type="dxa"/>
        <w:tblInd w:w="-72" w:type="dxa"/>
        <w:tblLook w:val="00A0" w:firstRow="1" w:lastRow="0" w:firstColumn="1" w:lastColumn="0" w:noHBand="0" w:noVBand="0"/>
      </w:tblPr>
      <w:tblGrid>
        <w:gridCol w:w="872"/>
        <w:gridCol w:w="456"/>
        <w:gridCol w:w="1220"/>
        <w:gridCol w:w="3032"/>
      </w:tblGrid>
      <w:tr w:rsidR="002670A2" w:rsidRPr="003D35C1" w14:paraId="17BD2196" w14:textId="77777777">
        <w:trPr>
          <w:trHeight w:hRule="exact" w:val="259"/>
        </w:trPr>
        <w:tc>
          <w:tcPr>
            <w:tcW w:w="872" w:type="dxa"/>
            <w:vAlign w:val="center"/>
          </w:tcPr>
          <w:p w14:paraId="2016CF3A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A-</w:t>
            </w: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456" w:type="dxa"/>
            <w:vAlign w:val="center"/>
          </w:tcPr>
          <w:p w14:paraId="26189DB1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20" w:type="dxa"/>
            <w:vAlign w:val="center"/>
          </w:tcPr>
          <w:p w14:paraId="19665CEE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30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>,000</w:t>
            </w:r>
          </w:p>
        </w:tc>
        <w:tc>
          <w:tcPr>
            <w:tcW w:w="3032" w:type="dxa"/>
            <w:vAlign w:val="center"/>
          </w:tcPr>
          <w:p w14:paraId="0707D0D5" w14:textId="77777777" w:rsidR="002670A2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=$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8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,000 + 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 xml:space="preserve"> 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22</w:t>
            </w:r>
            <w:r>
              <w:rPr>
                <w:rFonts w:cs="Times New Roman"/>
                <w:sz w:val="24"/>
                <w:szCs w:val="24"/>
                <w:lang w:val="en-US"/>
              </w:rPr>
              <w:t>,000</w:t>
            </w:r>
          </w:p>
          <w:p w14:paraId="51E341F6" w14:textId="77777777" w:rsidR="003C0DDE" w:rsidRDefault="003C0DDE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  <w:p w14:paraId="16665841" w14:textId="77777777" w:rsidR="003C0DDE" w:rsidRDefault="003C0DDE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  <w:p w14:paraId="6F547FF1" w14:textId="77777777" w:rsidR="003C0DDE" w:rsidRPr="003D35C1" w:rsidRDefault="003C0DDE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2670A2" w:rsidRPr="003D35C1" w14:paraId="37C0C1F9" w14:textId="77777777">
        <w:trPr>
          <w:trHeight w:hRule="exact" w:val="259"/>
        </w:trPr>
        <w:tc>
          <w:tcPr>
            <w:tcW w:w="872" w:type="dxa"/>
            <w:vAlign w:val="center"/>
          </w:tcPr>
          <w:p w14:paraId="4DBE33A9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vAlign w:val="center"/>
          </w:tcPr>
          <w:p w14:paraId="14D0AEC4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20" w:type="dxa"/>
            <w:vAlign w:val="center"/>
          </w:tcPr>
          <w:p w14:paraId="24CD5CE9" w14:textId="77777777" w:rsidR="002670A2" w:rsidRPr="003D35C1" w:rsidRDefault="002670A2" w:rsidP="003C0DDE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sz w:val="24"/>
                <w:szCs w:val="24"/>
                <w:lang w:val="en-US"/>
              </w:rPr>
              <w:t>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105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>,000</w:t>
            </w:r>
          </w:p>
        </w:tc>
        <w:tc>
          <w:tcPr>
            <w:tcW w:w="3032" w:type="dxa"/>
            <w:vAlign w:val="center"/>
          </w:tcPr>
          <w:p w14:paraId="757229F6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=$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7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>,000 + 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98</w:t>
            </w:r>
            <w:r>
              <w:rPr>
                <w:rFonts w:cs="Times New Roman"/>
                <w:sz w:val="24"/>
                <w:szCs w:val="24"/>
                <w:lang w:val="en-US"/>
              </w:rPr>
              <w:t>,000</w:t>
            </w:r>
          </w:p>
        </w:tc>
      </w:tr>
      <w:tr w:rsidR="002670A2" w:rsidRPr="003D35C1" w14:paraId="7AEDC1EF" w14:textId="77777777">
        <w:trPr>
          <w:trHeight w:hRule="exact" w:val="259"/>
        </w:trPr>
        <w:tc>
          <w:tcPr>
            <w:tcW w:w="872" w:type="dxa"/>
            <w:vAlign w:val="center"/>
          </w:tcPr>
          <w:p w14:paraId="78DE2DD1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vAlign w:val="center"/>
          </w:tcPr>
          <w:p w14:paraId="7E90AC40" w14:textId="77777777" w:rsidR="002670A2" w:rsidRPr="003D35C1" w:rsidRDefault="0002750F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2670A2" w:rsidRPr="003D35C1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20" w:type="dxa"/>
            <w:vAlign w:val="center"/>
          </w:tcPr>
          <w:p w14:paraId="0F2D00E0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25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>,000</w:t>
            </w:r>
          </w:p>
        </w:tc>
        <w:tc>
          <w:tcPr>
            <w:tcW w:w="3032" w:type="dxa"/>
            <w:vAlign w:val="center"/>
          </w:tcPr>
          <w:p w14:paraId="4C873AF6" w14:textId="77777777" w:rsidR="002670A2" w:rsidRPr="003D35C1" w:rsidRDefault="002670A2" w:rsidP="000578F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=$</w:t>
            </w:r>
            <w:r w:rsidR="003C0DDE">
              <w:rPr>
                <w:rFonts w:cs="Times New Roman"/>
                <w:sz w:val="24"/>
                <w:szCs w:val="24"/>
                <w:lang w:val="en-US"/>
              </w:rPr>
              <w:t>11</w:t>
            </w:r>
            <w:r>
              <w:rPr>
                <w:rFonts w:cs="Times New Roman"/>
                <w:sz w:val="24"/>
                <w:szCs w:val="24"/>
                <w:lang w:val="en-US"/>
              </w:rPr>
              <w:t>,000 +</w:t>
            </w:r>
            <w:r w:rsidRPr="003D35C1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="000578F2">
              <w:rPr>
                <w:rFonts w:cs="Times New Roman"/>
                <w:sz w:val="24"/>
                <w:szCs w:val="24"/>
                <w:lang w:val="en-US"/>
              </w:rPr>
              <w:t>OE</w:t>
            </w:r>
          </w:p>
        </w:tc>
      </w:tr>
    </w:tbl>
    <w:p w14:paraId="0E35F479" w14:textId="77777777" w:rsidR="002670A2" w:rsidRDefault="0091258B">
      <w:pPr>
        <w:shd w:val="clear" w:color="auto" w:fill="FFFFFF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OE should be $14,000</w:t>
      </w:r>
    </w:p>
    <w:p w14:paraId="46F0892B" w14:textId="77777777" w:rsidR="00E23D75" w:rsidRPr="00F50010" w:rsidRDefault="00E23D75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tbl>
      <w:tblPr>
        <w:tblW w:w="810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900"/>
        <w:gridCol w:w="1880"/>
        <w:gridCol w:w="266"/>
        <w:gridCol w:w="2401"/>
        <w:gridCol w:w="357"/>
        <w:gridCol w:w="2296"/>
      </w:tblGrid>
      <w:tr w:rsidR="002670A2" w:rsidRPr="003D35C1" w14:paraId="727F3E5C" w14:textId="77777777" w:rsidTr="00E23D75">
        <w:tc>
          <w:tcPr>
            <w:tcW w:w="900" w:type="dxa"/>
          </w:tcPr>
          <w:p w14:paraId="14CB0DD7" w14:textId="77777777" w:rsidR="002670A2" w:rsidRPr="003D35C1" w:rsidRDefault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-2.</w:t>
            </w:r>
          </w:p>
        </w:tc>
        <w:tc>
          <w:tcPr>
            <w:tcW w:w="1880" w:type="dxa"/>
            <w:vAlign w:val="center"/>
          </w:tcPr>
          <w:p w14:paraId="4CDEB511" w14:textId="77777777" w:rsidR="002670A2" w:rsidRPr="003D35C1" w:rsidRDefault="002670A2" w:rsidP="001F260D">
            <w:pPr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6" w:type="dxa"/>
            <w:vAlign w:val="center"/>
          </w:tcPr>
          <w:p w14:paraId="16D51D5A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01" w:type="dxa"/>
            <w:vAlign w:val="center"/>
          </w:tcPr>
          <w:p w14:paraId="08D3C6D0" w14:textId="77777777" w:rsidR="002670A2" w:rsidRPr="003D35C1" w:rsidRDefault="002670A2" w:rsidP="001F260D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vAlign w:val="center"/>
          </w:tcPr>
          <w:p w14:paraId="3F7EC71F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96" w:type="dxa"/>
            <w:vAlign w:val="center"/>
          </w:tcPr>
          <w:p w14:paraId="7DA9B485" w14:textId="77777777" w:rsidR="002670A2" w:rsidRPr="003D35C1" w:rsidRDefault="002670A2" w:rsidP="001F260D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</w:tr>
      <w:tr w:rsidR="002670A2" w:rsidRPr="003D35C1" w14:paraId="77700C37" w14:textId="77777777" w:rsidTr="00E23D75">
        <w:tc>
          <w:tcPr>
            <w:tcW w:w="900" w:type="dxa"/>
          </w:tcPr>
          <w:p w14:paraId="16884CEE" w14:textId="77777777" w:rsidR="002670A2" w:rsidRPr="003D35C1" w:rsidRDefault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vAlign w:val="center"/>
          </w:tcPr>
          <w:p w14:paraId="05FC0388" w14:textId="77777777" w:rsidR="002670A2" w:rsidRPr="003D35C1" w:rsidRDefault="002670A2" w:rsidP="0091258B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6" w:type="dxa"/>
            <w:vAlign w:val="center"/>
          </w:tcPr>
          <w:p w14:paraId="30202D4F" w14:textId="77777777" w:rsidR="002670A2" w:rsidRPr="003D35C1" w:rsidRDefault="002670A2" w:rsidP="002670A2">
            <w:pPr>
              <w:rPr>
                <w:b/>
                <w:lang w:val="en-US"/>
              </w:rPr>
            </w:pPr>
          </w:p>
        </w:tc>
        <w:tc>
          <w:tcPr>
            <w:tcW w:w="2401" w:type="dxa"/>
            <w:vAlign w:val="center"/>
          </w:tcPr>
          <w:p w14:paraId="5D76EC51" w14:textId="77777777" w:rsidR="002670A2" w:rsidRPr="003D35C1" w:rsidRDefault="002670A2" w:rsidP="0091258B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" w:type="dxa"/>
            <w:vAlign w:val="center"/>
          </w:tcPr>
          <w:p w14:paraId="3654B73E" w14:textId="77777777" w:rsidR="002670A2" w:rsidRPr="00E0634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296" w:type="dxa"/>
            <w:vAlign w:val="center"/>
          </w:tcPr>
          <w:p w14:paraId="6B069ADD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</w:p>
        </w:tc>
      </w:tr>
    </w:tbl>
    <w:p w14:paraId="2091849B" w14:textId="77777777" w:rsidR="002670A2" w:rsidRPr="001677F3" w:rsidRDefault="000578F2">
      <w:pPr>
        <w:shd w:val="clear" w:color="auto" w:fill="FFFFFF"/>
        <w:rPr>
          <w:rFonts w:cs="Times New Roman"/>
          <w:b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07"/>
        <w:gridCol w:w="1915"/>
        <w:gridCol w:w="1915"/>
        <w:gridCol w:w="1915"/>
        <w:gridCol w:w="1916"/>
      </w:tblGrid>
      <w:tr w:rsidR="001677F3" w14:paraId="1FF61E01" w14:textId="77777777" w:rsidTr="0002750F">
        <w:tc>
          <w:tcPr>
            <w:tcW w:w="1807" w:type="dxa"/>
          </w:tcPr>
          <w:p w14:paraId="0998F412" w14:textId="77777777" w:rsidR="001677F3" w:rsidRDefault="001677F3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830" w:type="dxa"/>
            <w:gridSpan w:val="2"/>
          </w:tcPr>
          <w:p w14:paraId="4BD80E23" w14:textId="77777777" w:rsidR="001677F3" w:rsidRPr="001677F3" w:rsidRDefault="001677F3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1677F3">
              <w:rPr>
                <w:rFonts w:cs="Times New Roman"/>
                <w:b/>
                <w:sz w:val="24"/>
                <w:szCs w:val="24"/>
                <w:lang w:val="en-US"/>
              </w:rPr>
              <w:t xml:space="preserve">                  Assets                      =</w:t>
            </w:r>
          </w:p>
        </w:tc>
        <w:tc>
          <w:tcPr>
            <w:tcW w:w="3831" w:type="dxa"/>
            <w:gridSpan w:val="2"/>
          </w:tcPr>
          <w:p w14:paraId="3AA32603" w14:textId="77777777" w:rsidR="001677F3" w:rsidRPr="001677F3" w:rsidRDefault="001677F3" w:rsidP="001677F3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1677F3">
              <w:rPr>
                <w:rFonts w:cs="Times New Roman"/>
                <w:b/>
                <w:sz w:val="24"/>
                <w:szCs w:val="24"/>
                <w:lang w:val="en-US"/>
              </w:rPr>
              <w:t xml:space="preserve">Liabilities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677F3">
              <w:rPr>
                <w:rFonts w:cs="Times New Roman"/>
                <w:b/>
                <w:sz w:val="24"/>
                <w:szCs w:val="24"/>
                <w:lang w:val="en-US"/>
              </w:rPr>
              <w:t xml:space="preserve">      + Owner’s Equity</w:t>
            </w:r>
          </w:p>
        </w:tc>
      </w:tr>
      <w:tr w:rsidR="001F260D" w14:paraId="1CB5CFE6" w14:textId="77777777" w:rsidTr="00E23D75">
        <w:tc>
          <w:tcPr>
            <w:tcW w:w="1807" w:type="dxa"/>
          </w:tcPr>
          <w:p w14:paraId="3FE9C8D5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06CA5D43" w14:textId="77777777" w:rsidR="001F260D" w:rsidRDefault="001F260D" w:rsidP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Cash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        +    </w:t>
            </w:r>
          </w:p>
        </w:tc>
        <w:tc>
          <w:tcPr>
            <w:tcW w:w="1915" w:type="dxa"/>
          </w:tcPr>
          <w:p w14:paraId="1C688A91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Equipment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=</w:t>
            </w:r>
          </w:p>
        </w:tc>
        <w:tc>
          <w:tcPr>
            <w:tcW w:w="1915" w:type="dxa"/>
          </w:tcPr>
          <w:p w14:paraId="71988B21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Accounts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 +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Payable</w:t>
            </w:r>
          </w:p>
        </w:tc>
        <w:tc>
          <w:tcPr>
            <w:tcW w:w="1916" w:type="dxa"/>
          </w:tcPr>
          <w:p w14:paraId="041E6282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Matty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>, Capital</w:t>
            </w:r>
          </w:p>
        </w:tc>
      </w:tr>
      <w:tr w:rsidR="001F260D" w14:paraId="09F1F0A8" w14:textId="77777777" w:rsidTr="00E23D75">
        <w:tc>
          <w:tcPr>
            <w:tcW w:w="1807" w:type="dxa"/>
          </w:tcPr>
          <w:p w14:paraId="05F566A7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a.</w:t>
            </w:r>
          </w:p>
        </w:tc>
        <w:tc>
          <w:tcPr>
            <w:tcW w:w="1915" w:type="dxa"/>
          </w:tcPr>
          <w:p w14:paraId="326FBBB5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+130,000</w:t>
            </w:r>
          </w:p>
        </w:tc>
        <w:tc>
          <w:tcPr>
            <w:tcW w:w="1915" w:type="dxa"/>
          </w:tcPr>
          <w:p w14:paraId="0380DA96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014E5914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35BC0AAA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+130,000</w:t>
            </w:r>
          </w:p>
        </w:tc>
      </w:tr>
      <w:tr w:rsidR="001F260D" w14:paraId="4A41C6AE" w14:textId="77777777" w:rsidTr="00E23D75">
        <w:tc>
          <w:tcPr>
            <w:tcW w:w="1807" w:type="dxa"/>
          </w:tcPr>
          <w:p w14:paraId="21AA1441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b.</w:t>
            </w:r>
          </w:p>
        </w:tc>
        <w:tc>
          <w:tcPr>
            <w:tcW w:w="1915" w:type="dxa"/>
          </w:tcPr>
          <w:p w14:paraId="14D7D66F" w14:textId="77777777" w:rsidR="001F260D" w:rsidRDefault="00B63256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     </w:t>
            </w:r>
            <w:r w:rsidR="001F260D">
              <w:rPr>
                <w:rFonts w:cs="Times New Roman"/>
                <w:sz w:val="24"/>
                <w:szCs w:val="24"/>
                <w:lang w:val="en-US"/>
              </w:rPr>
              <w:t>(1,100)</w:t>
            </w:r>
          </w:p>
        </w:tc>
        <w:tc>
          <w:tcPr>
            <w:tcW w:w="1915" w:type="dxa"/>
          </w:tcPr>
          <w:p w14:paraId="374A2B7A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+1,100</w:t>
            </w:r>
          </w:p>
        </w:tc>
        <w:tc>
          <w:tcPr>
            <w:tcW w:w="1915" w:type="dxa"/>
          </w:tcPr>
          <w:p w14:paraId="3372C847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557A2748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1F260D" w14:paraId="44EB1E01" w14:textId="77777777" w:rsidTr="00E23D75">
        <w:tc>
          <w:tcPr>
            <w:tcW w:w="1807" w:type="dxa"/>
          </w:tcPr>
          <w:p w14:paraId="586FCCAA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c.</w:t>
            </w:r>
          </w:p>
        </w:tc>
        <w:tc>
          <w:tcPr>
            <w:tcW w:w="1915" w:type="dxa"/>
          </w:tcPr>
          <w:p w14:paraId="540B6C39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5543B813" w14:textId="77777777" w:rsidR="001F260D" w:rsidRDefault="00B63256" w:rsidP="00B63256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   </w:t>
            </w:r>
            <w:r w:rsidR="001F260D">
              <w:rPr>
                <w:rFonts w:cs="Times New Roman"/>
                <w:sz w:val="24"/>
                <w:szCs w:val="24"/>
                <w:lang w:val="en-US"/>
              </w:rPr>
              <w:t>+950</w:t>
            </w:r>
          </w:p>
        </w:tc>
        <w:tc>
          <w:tcPr>
            <w:tcW w:w="1915" w:type="dxa"/>
          </w:tcPr>
          <w:p w14:paraId="21F983ED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+950</w:t>
            </w:r>
          </w:p>
        </w:tc>
        <w:tc>
          <w:tcPr>
            <w:tcW w:w="1916" w:type="dxa"/>
          </w:tcPr>
          <w:p w14:paraId="7C46D876" w14:textId="77777777" w:rsidR="001F260D" w:rsidRDefault="001F260D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14:paraId="0AEADF03" w14:textId="77777777" w:rsidR="001F260D" w:rsidRPr="00F50010" w:rsidRDefault="001F260D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6F7A36FA" w14:textId="77777777" w:rsidR="002670A2" w:rsidRPr="00F50010" w:rsidRDefault="002670A2" w:rsidP="002670A2">
      <w:pPr>
        <w:spacing w:after="120"/>
        <w:ind w:left="144"/>
        <w:rPr>
          <w:rFonts w:cs="Times New Roman"/>
          <w:sz w:val="24"/>
          <w:szCs w:val="24"/>
        </w:rPr>
      </w:pPr>
      <w:r w:rsidRPr="00F50010">
        <w:rPr>
          <w:rFonts w:cs="Times New Roman"/>
          <w:b/>
          <w:sz w:val="24"/>
          <w:szCs w:val="24"/>
          <w:lang w:val="en-US"/>
        </w:rPr>
        <w:t>1</w:t>
      </w:r>
      <w:r>
        <w:rPr>
          <w:rFonts w:cs="Times New Roman"/>
          <w:b/>
          <w:sz w:val="24"/>
          <w:szCs w:val="24"/>
          <w:lang w:val="en-US"/>
        </w:rPr>
        <w:t>A</w:t>
      </w:r>
      <w:r w:rsidRPr="00F50010">
        <w:rPr>
          <w:rFonts w:cs="Times New Roman"/>
          <w:b/>
          <w:sz w:val="24"/>
          <w:szCs w:val="24"/>
          <w:lang w:val="en-US"/>
        </w:rPr>
        <w:t>-3.</w:t>
      </w:r>
    </w:p>
    <w:p w14:paraId="3E9BFA33" w14:textId="77777777" w:rsidR="002670A2" w:rsidRPr="006B1234" w:rsidRDefault="00A5379C" w:rsidP="002670A2">
      <w:pPr>
        <w:shd w:val="clear" w:color="auto" w:fill="FFFFFF"/>
        <w:jc w:val="center"/>
        <w:rPr>
          <w:b/>
          <w:caps/>
          <w:lang w:val="en-US"/>
        </w:rPr>
      </w:pPr>
      <w:r>
        <w:rPr>
          <w:b/>
          <w:caps/>
          <w:lang w:val="en-US"/>
        </w:rPr>
        <w:t>RIDEOUT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Company</w:t>
      </w:r>
      <w:r w:rsidR="001F260D">
        <w:rPr>
          <w:b/>
          <w:caps/>
          <w:lang w:val="en-US"/>
        </w:rPr>
        <w:t xml:space="preserve"> CLEANERS</w:t>
      </w:r>
    </w:p>
    <w:p w14:paraId="00DA473B" w14:textId="77777777" w:rsidR="002670A2" w:rsidRPr="006B1234" w:rsidRDefault="002670A2" w:rsidP="002670A2">
      <w:pPr>
        <w:shd w:val="clear" w:color="auto" w:fill="FFFFFF"/>
        <w:jc w:val="center"/>
        <w:rPr>
          <w:b/>
          <w:caps/>
          <w:lang w:val="en-US"/>
        </w:rPr>
      </w:pPr>
      <w:r w:rsidRPr="006B1234">
        <w:rPr>
          <w:b/>
          <w:caps/>
          <w:lang w:val="en-US"/>
        </w:rPr>
        <w:t>Balance Sheet</w:t>
      </w:r>
    </w:p>
    <w:p w14:paraId="50EB4799" w14:textId="77777777" w:rsidR="002670A2" w:rsidRPr="006B1234" w:rsidRDefault="001F260D" w:rsidP="002670A2">
      <w:pPr>
        <w:shd w:val="clear" w:color="auto" w:fill="FFFFFF"/>
        <w:spacing w:after="300"/>
        <w:jc w:val="center"/>
        <w:rPr>
          <w:rFonts w:cs="Times New Roman"/>
          <w:b/>
          <w:caps/>
          <w:sz w:val="24"/>
          <w:szCs w:val="24"/>
        </w:rPr>
      </w:pPr>
      <w:r>
        <w:rPr>
          <w:b/>
          <w:caps/>
          <w:lang w:val="en-US"/>
        </w:rPr>
        <w:t>november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30, 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6"/>
        <w:gridCol w:w="503"/>
        <w:gridCol w:w="251"/>
        <w:gridCol w:w="251"/>
        <w:gridCol w:w="251"/>
        <w:gridCol w:w="403"/>
        <w:gridCol w:w="2987"/>
        <w:gridCol w:w="523"/>
        <w:gridCol w:w="259"/>
        <w:gridCol w:w="259"/>
        <w:gridCol w:w="259"/>
        <w:gridCol w:w="388"/>
      </w:tblGrid>
      <w:tr w:rsidR="002670A2" w:rsidRPr="00F50010" w14:paraId="0CB6E6B7" w14:textId="77777777">
        <w:trPr>
          <w:trHeight w:hRule="exact" w:val="360"/>
          <w:jc w:val="center"/>
        </w:trPr>
        <w:tc>
          <w:tcPr>
            <w:tcW w:w="468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D269604" w14:textId="77777777" w:rsidR="002670A2" w:rsidRPr="00303EB5" w:rsidRDefault="002670A2" w:rsidP="002670A2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 w:rsidRPr="00303EB5">
              <w:rPr>
                <w:b/>
                <w:sz w:val="22"/>
                <w:szCs w:val="22"/>
                <w:lang w:val="en-US"/>
              </w:rPr>
              <w:t>Assets</w:t>
            </w:r>
          </w:p>
        </w:tc>
        <w:tc>
          <w:tcPr>
            <w:tcW w:w="467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7C561029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03EB5">
              <w:rPr>
                <w:rFonts w:cs="Times New Roman"/>
                <w:b/>
                <w:sz w:val="22"/>
                <w:szCs w:val="22"/>
              </w:rPr>
              <w:t>Liabilities</w:t>
            </w:r>
            <w:r w:rsidR="0002750F">
              <w:rPr>
                <w:rFonts w:cs="Times New Roman"/>
                <w:b/>
                <w:sz w:val="22"/>
                <w:szCs w:val="22"/>
              </w:rPr>
              <w:t xml:space="preserve"> and Owner’s Equity</w:t>
            </w:r>
          </w:p>
        </w:tc>
      </w:tr>
      <w:tr w:rsidR="002670A2" w:rsidRPr="00F50010" w14:paraId="7FAA80B5" w14:textId="77777777" w:rsidTr="0002750F">
        <w:trPr>
          <w:trHeight w:hRule="exact" w:val="288"/>
          <w:jc w:val="center"/>
        </w:trPr>
        <w:tc>
          <w:tcPr>
            <w:tcW w:w="30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BDAAA8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Cash</w:t>
            </w:r>
          </w:p>
        </w:tc>
        <w:tc>
          <w:tcPr>
            <w:tcW w:w="503" w:type="dxa"/>
            <w:tcBorders>
              <w:top w:val="single" w:sz="18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48E75F" w14:textId="77777777" w:rsidR="002670A2" w:rsidRPr="00303EB5" w:rsidRDefault="002670A2" w:rsidP="002670A2">
            <w:pPr>
              <w:shd w:val="clear" w:color="auto" w:fill="FFFFFF"/>
              <w:jc w:val="right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 w:rsidR="0091258B">
              <w:rPr>
                <w:lang w:val="en-US"/>
              </w:rPr>
              <w:t>71</w:t>
            </w:r>
          </w:p>
        </w:tc>
        <w:tc>
          <w:tcPr>
            <w:tcW w:w="25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0D00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9A407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A7E27C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4BA86CF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18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7680E61" w14:textId="77777777" w:rsidR="002670A2" w:rsidRPr="0002750F" w:rsidRDefault="002670A2" w:rsidP="0002750F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03EB5">
              <w:rPr>
                <w:rFonts w:cs="Times New Roman"/>
              </w:rPr>
              <w:t xml:space="preserve"> </w:t>
            </w:r>
            <w:r w:rsidR="0002750F" w:rsidRPr="0002750F">
              <w:rPr>
                <w:rFonts w:cs="Times New Roman"/>
                <w:b/>
              </w:rPr>
              <w:t>Liabilities</w:t>
            </w:r>
          </w:p>
        </w:tc>
        <w:tc>
          <w:tcPr>
            <w:tcW w:w="523" w:type="dxa"/>
            <w:tcBorders>
              <w:top w:val="single" w:sz="18" w:space="0" w:color="auto"/>
              <w:left w:val="doub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FC54E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1646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5986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33E70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33DCC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02750F" w:rsidRPr="00F50010" w14:paraId="313B4D37" w14:textId="77777777" w:rsidTr="0002750F">
        <w:trPr>
          <w:trHeight w:hRule="exact" w:val="240"/>
          <w:jc w:val="center"/>
        </w:trPr>
        <w:tc>
          <w:tcPr>
            <w:tcW w:w="3026" w:type="dxa"/>
            <w:vMerge w:val="restart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189098" w14:textId="77777777" w:rsidR="0002750F" w:rsidRPr="00303EB5" w:rsidRDefault="0002750F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Equipment</w:t>
            </w:r>
          </w:p>
        </w:tc>
        <w:tc>
          <w:tcPr>
            <w:tcW w:w="503" w:type="dxa"/>
            <w:vMerge w:val="restart"/>
            <w:tcBorders>
              <w:top w:val="single" w:sz="6" w:space="0" w:color="auto"/>
              <w:left w:val="doub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700657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>12</w:t>
            </w:r>
          </w:p>
        </w:tc>
        <w:tc>
          <w:tcPr>
            <w:tcW w:w="251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FF964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F5D9A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B6A27C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18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798411BC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vMerge w:val="restart"/>
            <w:tcBorders>
              <w:top w:val="single" w:sz="6" w:space="0" w:color="auto"/>
              <w:left w:val="double" w:sz="12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AA95D52" w14:textId="77777777" w:rsidR="0002750F" w:rsidRPr="00303EB5" w:rsidRDefault="0002750F" w:rsidP="002670A2">
            <w:pPr>
              <w:shd w:val="clear" w:color="auto" w:fill="FFFFFF"/>
              <w:ind w:left="576"/>
              <w:rPr>
                <w:rFonts w:cs="Times New Roman"/>
              </w:rPr>
            </w:pPr>
            <w:r>
              <w:rPr>
                <w:rFonts w:cs="Times New Roman"/>
              </w:rPr>
              <w:t>Accounts Payable</w:t>
            </w:r>
          </w:p>
        </w:tc>
        <w:tc>
          <w:tcPr>
            <w:tcW w:w="523" w:type="dxa"/>
            <w:tcBorders>
              <w:top w:val="single" w:sz="4" w:space="0" w:color="auto"/>
              <w:left w:val="doub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6DFA1E" w14:textId="77777777" w:rsidR="0002750F" w:rsidRPr="00303EB5" w:rsidRDefault="0002750F" w:rsidP="002670A2">
            <w:pPr>
              <w:shd w:val="clear" w:color="auto" w:fill="FFFFFF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$15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116E2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77A89B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8C073F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388" w:type="dxa"/>
            <w:vMerge w:val="restar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FEB38E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02750F" w:rsidRPr="00F50010" w14:paraId="32C73584" w14:textId="77777777" w:rsidTr="0002750F">
        <w:trPr>
          <w:trHeight w:hRule="exact" w:val="33"/>
          <w:jc w:val="center"/>
        </w:trPr>
        <w:tc>
          <w:tcPr>
            <w:tcW w:w="3026" w:type="dxa"/>
            <w:vMerge/>
            <w:tcBorders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0E0FC5" w14:textId="77777777" w:rsidR="0002750F" w:rsidRPr="00303EB5" w:rsidRDefault="0002750F" w:rsidP="002670A2">
            <w:pPr>
              <w:shd w:val="clear" w:color="auto" w:fill="FFFFFF"/>
              <w:ind w:left="288"/>
              <w:rPr>
                <w:lang w:val="en-US"/>
              </w:rPr>
            </w:pPr>
          </w:p>
        </w:tc>
        <w:tc>
          <w:tcPr>
            <w:tcW w:w="503" w:type="dxa"/>
            <w:vMerge/>
            <w:tcBorders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7FDBC5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F014A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813CF0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0BA0D9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403" w:type="dxa"/>
            <w:vMerge/>
            <w:tcBorders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6726809E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vMerge/>
            <w:tcBorders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211ACB" w14:textId="77777777" w:rsidR="0002750F" w:rsidRDefault="0002750F" w:rsidP="002670A2">
            <w:pPr>
              <w:shd w:val="clear" w:color="auto" w:fill="FFFFFF"/>
              <w:ind w:left="576"/>
              <w:rPr>
                <w:rFonts w:cs="Times New Roman"/>
              </w:rPr>
            </w:pPr>
          </w:p>
        </w:tc>
        <w:tc>
          <w:tcPr>
            <w:tcW w:w="523" w:type="dxa"/>
            <w:vMerge w:val="restart"/>
            <w:tcBorders>
              <w:top w:val="single" w:sz="12" w:space="0" w:color="auto"/>
              <w:left w:val="doub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0DBF14" w14:textId="77777777" w:rsidR="0002750F" w:rsidRDefault="0002750F" w:rsidP="002670A2">
            <w:pPr>
              <w:shd w:val="clear" w:color="auto" w:fill="FFFFFF"/>
              <w:jc w:val="right"/>
              <w:rPr>
                <w:rFonts w:cs="Times New Roman"/>
              </w:rPr>
            </w:pPr>
            <w:r w:rsidRPr="00303EB5">
              <w:rPr>
                <w:lang w:val="en-US"/>
              </w:rP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2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683A3B" w14:textId="77777777" w:rsidR="0002750F" w:rsidRDefault="0002750F" w:rsidP="002670A2">
            <w:pPr>
              <w:shd w:val="clear" w:color="auto" w:fill="FFFFFF"/>
              <w:rPr>
                <w:rFonts w:cs="Times New Roman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ECCB7" w14:textId="77777777" w:rsidR="0002750F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9" w:type="dxa"/>
            <w:vMerge w:val="restart"/>
            <w:tcBorders>
              <w:top w:val="single" w:sz="12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5055CF" w14:textId="77777777" w:rsidR="0002750F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388" w:type="dxa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F8AB0E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02750F" w:rsidRPr="00F50010" w14:paraId="3E9F381D" w14:textId="77777777" w:rsidTr="0002750F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F5CE558" w14:textId="77777777" w:rsidR="0002750F" w:rsidRPr="00303EB5" w:rsidRDefault="0002750F" w:rsidP="002670A2">
            <w:pPr>
              <w:shd w:val="clear" w:color="auto" w:fill="FFFFFF"/>
              <w:ind w:left="288"/>
              <w:rPr>
                <w:lang w:val="en-US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D71305" w14:textId="77777777" w:rsidR="0002750F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18D8B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FE875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A5BDF9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6B75E1C1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62A353" w14:textId="77777777" w:rsidR="0002750F" w:rsidRPr="00303EB5" w:rsidRDefault="0002750F" w:rsidP="002670A2">
            <w:pPr>
              <w:shd w:val="clear" w:color="auto" w:fill="FFFFFF"/>
              <w:rPr>
                <w:lang w:val="en-US"/>
              </w:rPr>
            </w:pPr>
            <w:r w:rsidRPr="00303EB5">
              <w:rPr>
                <w:lang w:val="en-US"/>
              </w:rPr>
              <w:t xml:space="preserve">     Total Liabilities</w:t>
            </w:r>
          </w:p>
        </w:tc>
        <w:tc>
          <w:tcPr>
            <w:tcW w:w="523" w:type="dxa"/>
            <w:vMerge/>
            <w:tcBorders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206484" w14:textId="77777777" w:rsidR="0002750F" w:rsidRPr="00303EB5" w:rsidRDefault="0002750F" w:rsidP="002670A2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259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BD1317" w14:textId="77777777" w:rsidR="0002750F" w:rsidRPr="00303EB5" w:rsidRDefault="0002750F" w:rsidP="002670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22C00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AEE340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50F3A0" w14:textId="77777777" w:rsidR="0002750F" w:rsidRPr="00303EB5" w:rsidRDefault="0002750F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</w:tr>
      <w:tr w:rsidR="002670A2" w:rsidRPr="00F50010" w14:paraId="1B974A98" w14:textId="77777777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D387517" w14:textId="77777777" w:rsidR="002670A2" w:rsidRPr="00303EB5" w:rsidRDefault="002670A2" w:rsidP="002670A2">
            <w:pPr>
              <w:shd w:val="clear" w:color="auto" w:fill="FFFFFF"/>
              <w:ind w:left="288"/>
              <w:rPr>
                <w:lang w:val="en-US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F0FB4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49974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DFB5B4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4AADEF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60FF60BF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2F5EB2" w14:textId="77777777" w:rsidR="002670A2" w:rsidRPr="00303EB5" w:rsidRDefault="002670A2" w:rsidP="002670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50AE4C" w14:textId="77777777" w:rsidR="002670A2" w:rsidRPr="00303EB5" w:rsidRDefault="002670A2" w:rsidP="002670A2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3B9F6E" w14:textId="77777777" w:rsidR="002670A2" w:rsidRPr="00303EB5" w:rsidRDefault="002670A2" w:rsidP="002670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6028AF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05A6BB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DA0FA6" w14:textId="77777777" w:rsidR="002670A2" w:rsidRPr="00303EB5" w:rsidRDefault="002670A2" w:rsidP="002670A2">
            <w:pPr>
              <w:shd w:val="clear" w:color="auto" w:fill="FFFFFF"/>
              <w:jc w:val="center"/>
              <w:rPr>
                <w:lang w:val="en-US"/>
              </w:rPr>
            </w:pPr>
          </w:p>
        </w:tc>
      </w:tr>
      <w:tr w:rsidR="002670A2" w:rsidRPr="00F50010" w14:paraId="21C4E5E7" w14:textId="77777777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615634B" w14:textId="77777777" w:rsidR="002670A2" w:rsidRPr="00303EB5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8EDEF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C250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4ACE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9AA27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15587D9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D5C338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03EB5">
              <w:rPr>
                <w:b/>
                <w:lang w:val="en-US"/>
              </w:rPr>
              <w:t>Owner's Equity</w:t>
            </w:r>
          </w:p>
        </w:tc>
        <w:tc>
          <w:tcPr>
            <w:tcW w:w="5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AF273D" w14:textId="77777777" w:rsidR="002670A2" w:rsidRPr="00303EB5" w:rsidRDefault="002670A2" w:rsidP="002670A2">
            <w:pPr>
              <w:shd w:val="clear" w:color="auto" w:fill="FFFFFF"/>
              <w:jc w:val="right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13E9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A916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B9DE88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9B02B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E23D75" w:rsidRPr="00F50010" w14:paraId="3C3C4E13" w14:textId="77777777" w:rsidTr="00E23D75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B48F36" w14:textId="77777777" w:rsidR="00E23D75" w:rsidRPr="00303EB5" w:rsidRDefault="00E23D75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E6B840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73A7B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CB423F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B94241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5B2F8982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BB2E85" w14:textId="77777777" w:rsidR="00E23D75" w:rsidRPr="00303EB5" w:rsidRDefault="00E23D75" w:rsidP="0091258B">
            <w:pPr>
              <w:shd w:val="clear" w:color="auto" w:fill="FFFFFF"/>
              <w:ind w:left="576"/>
              <w:rPr>
                <w:rFonts w:cs="Times New Roman"/>
              </w:rPr>
            </w:pPr>
            <w:r w:rsidRPr="00303EB5">
              <w:rPr>
                <w:lang w:val="en-US"/>
              </w:rPr>
              <w:t xml:space="preserve">B. </w:t>
            </w:r>
            <w:proofErr w:type="spellStart"/>
            <w:r>
              <w:rPr>
                <w:lang w:val="en-US"/>
              </w:rPr>
              <w:t>Rideout</w:t>
            </w:r>
            <w:proofErr w:type="spellEnd"/>
            <w:r w:rsidRPr="00303EB5">
              <w:rPr>
                <w:lang w:val="en-US"/>
              </w:rPr>
              <w:t>, Capital</w:t>
            </w:r>
          </w:p>
        </w:tc>
        <w:tc>
          <w:tcPr>
            <w:tcW w:w="523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F48C8B" w14:textId="77777777" w:rsidR="00E23D75" w:rsidRPr="00303EB5" w:rsidRDefault="00E23D75" w:rsidP="002670A2">
            <w:pPr>
              <w:shd w:val="clear" w:color="auto" w:fill="FFFFFF"/>
              <w:jc w:val="right"/>
              <w:rPr>
                <w:rFonts w:cs="Times New Roman"/>
              </w:rPr>
            </w:pPr>
            <w:r w:rsidRPr="00303EB5">
              <w:rPr>
                <w:lang w:val="en-US"/>
              </w:rPr>
              <w:t>6</w:t>
            </w:r>
            <w:r>
              <w:rPr>
                <w:lang w:val="en-US"/>
              </w:rPr>
              <w:t>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C07D5F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68D4A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B71951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52EC34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E23D75" w:rsidRPr="00F50010" w14:paraId="23EB1237" w14:textId="77777777" w:rsidTr="00954716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08BF7CE" w14:textId="77777777" w:rsidR="00E23D75" w:rsidRPr="00303EB5" w:rsidRDefault="00E23D75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AE8FEC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D434C3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9097D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EDC292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2A4E43CA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78B73AD" w14:textId="77777777" w:rsidR="00E23D75" w:rsidRPr="00303EB5" w:rsidRDefault="00E23D75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E17EC6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C96458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B6BD1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0427D6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7920C5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E23D75" w:rsidRPr="00F50010" w14:paraId="05B3DAAC" w14:textId="77777777" w:rsidTr="00954716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C2689FF" w14:textId="77777777" w:rsidR="00E23D75" w:rsidRPr="00303EB5" w:rsidRDefault="00E23D75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88B016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81B87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4D438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6E61CE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5BAAE02B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66C4A3" w14:textId="77777777" w:rsidR="00E23D75" w:rsidRPr="00303EB5" w:rsidRDefault="00E23D75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Total Liabilities and</w:t>
            </w:r>
          </w:p>
        </w:tc>
        <w:tc>
          <w:tcPr>
            <w:tcW w:w="52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927417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C45CA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E090A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FD7005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BF29D1" w14:textId="77777777" w:rsidR="00E23D75" w:rsidRPr="00303EB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35795470" w14:textId="77777777" w:rsidTr="00954716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D89E3F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Total Assets</w:t>
            </w: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3BC5B5" w14:textId="77777777" w:rsidR="002670A2" w:rsidRPr="00303EB5" w:rsidRDefault="002670A2" w:rsidP="002670A2">
            <w:pPr>
              <w:shd w:val="clear" w:color="auto" w:fill="FFFFFF"/>
              <w:jc w:val="right"/>
              <w:rPr>
                <w:rFonts w:cs="Times New Roman"/>
              </w:rPr>
            </w:pPr>
            <w:r w:rsidRPr="00303EB5">
              <w:rPr>
                <w:lang w:val="en-US"/>
              </w:rPr>
              <w:t>$8</w:t>
            </w:r>
            <w:r w:rsidR="0091258B">
              <w:rPr>
                <w:lang w:val="en-US"/>
              </w:rPr>
              <w:t>3</w:t>
            </w: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C7D08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5724C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A2EB80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4D55FBD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6AC5700" w14:textId="77777777" w:rsidR="002670A2" w:rsidRPr="00303EB5" w:rsidRDefault="002670A2" w:rsidP="002670A2">
            <w:pPr>
              <w:shd w:val="clear" w:color="auto" w:fill="FFFFFF"/>
              <w:ind w:left="576"/>
              <w:rPr>
                <w:rFonts w:cs="Times New Roman"/>
              </w:rPr>
            </w:pPr>
            <w:r w:rsidRPr="00303EB5">
              <w:rPr>
                <w:lang w:val="en-US"/>
              </w:rPr>
              <w:t>Owner's Equity</w:t>
            </w:r>
          </w:p>
        </w:tc>
        <w:tc>
          <w:tcPr>
            <w:tcW w:w="523" w:type="dxa"/>
            <w:tcBorders>
              <w:top w:val="single" w:sz="6" w:space="0" w:color="auto"/>
              <w:left w:val="doub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9295A8" w14:textId="77777777" w:rsidR="002670A2" w:rsidRPr="00303EB5" w:rsidRDefault="002670A2" w:rsidP="002670A2">
            <w:pPr>
              <w:shd w:val="clear" w:color="auto" w:fill="FFFFFF"/>
              <w:jc w:val="right"/>
              <w:rPr>
                <w:rFonts w:cs="Times New Roman"/>
              </w:rPr>
            </w:pPr>
            <w:r w:rsidRPr="00303EB5">
              <w:rPr>
                <w:lang w:val="en-US"/>
              </w:rPr>
              <w:t>$8</w:t>
            </w:r>
            <w:r w:rsidR="0091258B">
              <w:rPr>
                <w:lang w:val="en-US"/>
              </w:rPr>
              <w:t>3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4353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A10A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5E1E8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C4FF0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4111CB9C" w14:textId="77777777" w:rsidTr="00954716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AA927CE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doub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68B88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B800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AC7A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FB613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39CC356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293E0D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23" w:type="dxa"/>
            <w:tcBorders>
              <w:top w:val="doub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3E7B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829E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BE0A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27265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F5A04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514829EE" w14:textId="77777777">
        <w:trPr>
          <w:trHeight w:hRule="exact" w:val="288"/>
          <w:jc w:val="center"/>
        </w:trPr>
        <w:tc>
          <w:tcPr>
            <w:tcW w:w="302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BCEC06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B77F8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A4B76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1D0EA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C8493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7FAE1C1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987" w:type="dxa"/>
            <w:tcBorders>
              <w:top w:val="single" w:sz="6" w:space="0" w:color="auto"/>
              <w:left w:val="double" w:sz="12" w:space="0" w:color="auto"/>
              <w:bottom w:val="single" w:sz="1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79BA3C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EA7C1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6841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2595F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F6B5B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A6F66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</w:tbl>
    <w:p w14:paraId="587D7F1A" w14:textId="77777777" w:rsidR="00E23D75" w:rsidRDefault="00E23D75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6181FB02" w14:textId="77777777" w:rsidR="00E23D75" w:rsidRDefault="00E23D75">
      <w:pPr>
        <w:widowControl/>
        <w:autoSpaceDE/>
        <w:autoSpaceDN/>
        <w:adjustRightInd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br w:type="page"/>
      </w:r>
    </w:p>
    <w:p w14:paraId="52877183" w14:textId="77777777" w:rsidR="00E56398" w:rsidRDefault="00E56398" w:rsidP="002670A2">
      <w:pPr>
        <w:spacing w:after="120"/>
        <w:ind w:left="144"/>
        <w:rPr>
          <w:rFonts w:cs="Times New Roman"/>
          <w:b/>
          <w:sz w:val="24"/>
          <w:szCs w:val="24"/>
          <w:lang w:val="en-US"/>
        </w:rPr>
      </w:pPr>
      <w:proofErr w:type="gramStart"/>
      <w:r>
        <w:rPr>
          <w:rFonts w:cs="Times New Roman"/>
          <w:b/>
          <w:sz w:val="24"/>
          <w:szCs w:val="24"/>
          <w:lang w:val="en-US"/>
        </w:rPr>
        <w:lastRenderedPageBreak/>
        <w:t>EXERCISES(</w:t>
      </w:r>
      <w:proofErr w:type="gramEnd"/>
      <w:r>
        <w:rPr>
          <w:rFonts w:cs="Times New Roman"/>
          <w:b/>
          <w:sz w:val="24"/>
          <w:szCs w:val="24"/>
          <w:lang w:val="en-US"/>
        </w:rPr>
        <w:t>CONTINUED)</w:t>
      </w:r>
    </w:p>
    <w:p w14:paraId="311A9D1C" w14:textId="77777777" w:rsidR="002670A2" w:rsidRPr="00F50010" w:rsidRDefault="002670A2" w:rsidP="002670A2">
      <w:pPr>
        <w:spacing w:after="120"/>
        <w:ind w:left="144"/>
        <w:rPr>
          <w:rFonts w:cs="Times New Roman"/>
          <w:b/>
          <w:sz w:val="24"/>
          <w:szCs w:val="24"/>
        </w:rPr>
      </w:pPr>
      <w:r w:rsidRPr="00F50010">
        <w:rPr>
          <w:rFonts w:cs="Times New Roman"/>
          <w:b/>
          <w:sz w:val="24"/>
          <w:szCs w:val="24"/>
          <w:lang w:val="en-US"/>
        </w:rPr>
        <w:t>1</w:t>
      </w:r>
      <w:r>
        <w:rPr>
          <w:rFonts w:cs="Times New Roman"/>
          <w:b/>
          <w:sz w:val="24"/>
          <w:szCs w:val="24"/>
          <w:lang w:val="en-US"/>
        </w:rPr>
        <w:t>A</w:t>
      </w:r>
      <w:r w:rsidRPr="00F50010">
        <w:rPr>
          <w:rFonts w:cs="Times New Roman"/>
          <w:b/>
          <w:sz w:val="24"/>
          <w:szCs w:val="24"/>
          <w:lang w:val="en-US"/>
        </w:rPr>
        <w:t>-4.</w:t>
      </w:r>
    </w:p>
    <w:tbl>
      <w:tblPr>
        <w:tblW w:w="9479" w:type="dxa"/>
        <w:jc w:val="center"/>
        <w:tblInd w:w="1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"/>
        <w:gridCol w:w="800"/>
        <w:gridCol w:w="200"/>
        <w:gridCol w:w="900"/>
        <w:gridCol w:w="300"/>
        <w:gridCol w:w="934"/>
        <w:gridCol w:w="187"/>
        <w:gridCol w:w="1158"/>
        <w:gridCol w:w="300"/>
        <w:gridCol w:w="900"/>
        <w:gridCol w:w="200"/>
        <w:gridCol w:w="900"/>
        <w:gridCol w:w="200"/>
        <w:gridCol w:w="900"/>
        <w:gridCol w:w="200"/>
        <w:gridCol w:w="1000"/>
      </w:tblGrid>
      <w:tr w:rsidR="002670A2" w:rsidRPr="00F50010" w14:paraId="16B19FA7" w14:textId="77777777">
        <w:trPr>
          <w:trHeight w:val="216"/>
          <w:jc w:val="center"/>
        </w:trPr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0A11F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5F0B1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384DB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E0A245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ASSETS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6212D0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1C8E59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 xml:space="preserve">= </w:t>
            </w: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31DBF34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73D21C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4300" w:type="dxa"/>
            <w:gridSpan w:val="7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F46B59A" w14:textId="77777777" w:rsidR="002670A2" w:rsidRPr="00116A3D" w:rsidRDefault="002670A2" w:rsidP="002670A2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OWNER'S EQUITY</w:t>
            </w:r>
          </w:p>
        </w:tc>
      </w:tr>
      <w:tr w:rsidR="002670A2" w:rsidRPr="00F50010" w14:paraId="60638451" w14:textId="77777777">
        <w:trPr>
          <w:trHeight w:val="293"/>
          <w:jc w:val="center"/>
        </w:trPr>
        <w:tc>
          <w:tcPr>
            <w:tcW w:w="4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4680D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C89FC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6649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6CEF4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23961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40AA9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E623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69AFC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88D45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7A57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B.</w:t>
            </w: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A38A1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F66A1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B.</w:t>
            </w: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1531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EE807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C4060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28842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2670A2" w:rsidRPr="00F50010" w14:paraId="1A36E359" w14:textId="77777777">
        <w:trPr>
          <w:trHeight w:val="206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D80CB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6BA00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E7933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8BC2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Accounts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68C6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E5A87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Computer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7C645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228DF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Accounts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ADECB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EFF18" w14:textId="77777777" w:rsidR="002670A2" w:rsidRPr="00116A3D" w:rsidRDefault="00D61935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 Black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6D3B0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7E2008" w14:textId="77777777" w:rsidR="002670A2" w:rsidRPr="00116A3D" w:rsidRDefault="00D61935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Black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FBE5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66EA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0662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B72F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2670A2" w:rsidRPr="00F50010" w14:paraId="003C9972" w14:textId="77777777">
        <w:trPr>
          <w:trHeight w:val="288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C90D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0D7B3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Cash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3C070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E5830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Rec.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E0C9A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A5269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Equip.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C76D8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=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C12CE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Payable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5877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8BCF3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Capital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99D7D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9F89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proofErr w:type="spellStart"/>
            <w:r w:rsidRPr="00116A3D">
              <w:rPr>
                <w:b/>
                <w:sz w:val="16"/>
                <w:szCs w:val="16"/>
                <w:lang w:val="en-US"/>
              </w:rPr>
              <w:t>Withd</w:t>
            </w:r>
            <w:proofErr w:type="spellEnd"/>
            <w:r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C1CBF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BB5F4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Revenue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442E9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BC4F5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Expenses</w:t>
            </w:r>
          </w:p>
        </w:tc>
      </w:tr>
      <w:tr w:rsidR="002670A2" w:rsidRPr="00F50010" w14:paraId="6D702518" w14:textId="77777777">
        <w:trPr>
          <w:trHeight w:val="288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D75FE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87620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C7D25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C8DB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34D3C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E86A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6FFE4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7A7BD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EE2B6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047DD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5B7B8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E407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1BA99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46AF1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B81B6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016AE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2670A2" w:rsidRPr="00F50010" w14:paraId="602EA409" w14:textId="77777777">
        <w:trPr>
          <w:trHeight w:val="307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4BF47F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F5978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6</w:t>
            </w:r>
            <w:r w:rsidR="002670A2">
              <w:rPr>
                <w:b/>
                <w:sz w:val="16"/>
                <w:szCs w:val="16"/>
                <w:lang w:val="en-US"/>
              </w:rPr>
              <w:t>0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,000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48265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F2B41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4895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45890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A7854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B0A831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3150D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83228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6</w:t>
            </w:r>
            <w:r w:rsidR="002670A2">
              <w:rPr>
                <w:b/>
                <w:sz w:val="16"/>
                <w:szCs w:val="16"/>
                <w:lang w:val="en-US"/>
              </w:rPr>
              <w:t>0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,000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91CB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C09AB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FD05E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D9109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5E533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AC11AB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4AB96608" w14:textId="77777777">
        <w:trPr>
          <w:trHeight w:val="25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57E214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89204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A876A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C87E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5D12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4690A8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7,000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28205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6CD8D4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7,000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7449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9E126B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355F0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A627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F00C1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0C327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F9830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23B3E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32658017" w14:textId="77777777">
        <w:trPr>
          <w:trHeight w:val="25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8C14D3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c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07CD47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</w:t>
            </w:r>
            <w:r w:rsidR="00D61935">
              <w:rPr>
                <w:b/>
                <w:sz w:val="16"/>
                <w:szCs w:val="16"/>
                <w:lang w:val="en-US"/>
              </w:rPr>
              <w:t>100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5AE27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F395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6877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F85638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1088B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58F34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7A944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96862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5B91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BAC4A1" w14:textId="77777777" w:rsidR="002670A2" w:rsidRPr="00116A3D" w:rsidRDefault="000578F2" w:rsidP="001F260D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</w:t>
            </w:r>
            <w:r w:rsidR="00D61935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16387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02CBB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40C81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480E9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77816D50" w14:textId="77777777">
        <w:trPr>
          <w:trHeight w:val="26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EFD123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d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37234D" w14:textId="77777777" w:rsidR="002670A2" w:rsidRDefault="002670A2" w:rsidP="001F260D">
            <w:pPr>
              <w:shd w:val="clear" w:color="auto" w:fill="FFFFFF"/>
              <w:jc w:val="right"/>
              <w:rPr>
                <w:b/>
                <w:sz w:val="16"/>
                <w:szCs w:val="16"/>
                <w:lang w:val="en-US"/>
              </w:rPr>
            </w:pPr>
          </w:p>
          <w:p w14:paraId="275216EB" w14:textId="77777777" w:rsidR="001F260D" w:rsidRPr="00116A3D" w:rsidRDefault="001F260D" w:rsidP="001F260D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+14,300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5F5F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F9A7D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A9F71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7A2353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9F08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7C7E6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09DA5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AC3F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0C3AE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BE8B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5C762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2D6154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14,300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FB9EF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0E669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67F2DA0F" w14:textId="77777777">
        <w:trPr>
          <w:trHeight w:val="25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4B8F72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e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CAEC24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D2183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F7C879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30,600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D2C9B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911957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8610B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C554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9FACD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6116A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C6E58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60339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A8605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845800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30,600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30B78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FE042B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49136359" w14:textId="77777777">
        <w:trPr>
          <w:trHeight w:val="259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A455C7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7B9573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</w:t>
            </w:r>
            <w:r w:rsidR="00D61935">
              <w:rPr>
                <w:b/>
                <w:sz w:val="16"/>
                <w:szCs w:val="16"/>
                <w:lang w:val="en-US"/>
              </w:rPr>
              <w:t>3,600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134A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EE606F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653C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F8976A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D5981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38C1B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6C39A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CDA5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2170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BB0B7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3A17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46D00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A6E53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B579EE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3,600</w:t>
            </w:r>
          </w:p>
        </w:tc>
      </w:tr>
      <w:tr w:rsidR="002670A2" w:rsidRPr="00F50010" w14:paraId="1B42AA27" w14:textId="77777777">
        <w:trPr>
          <w:trHeight w:val="216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D7168A" w14:textId="77777777" w:rsidR="002670A2" w:rsidRPr="0002750F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02750F">
              <w:rPr>
                <w:b/>
                <w:iCs/>
                <w:sz w:val="16"/>
                <w:szCs w:val="16"/>
                <w:lang w:val="en-US"/>
              </w:rPr>
              <w:t>g</w:t>
            </w:r>
            <w:r w:rsidR="002670A2" w:rsidRPr="0002750F">
              <w:rPr>
                <w:b/>
                <w:iCs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188715D" w14:textId="77777777" w:rsidR="002670A2" w:rsidRPr="00116A3D" w:rsidRDefault="002670A2" w:rsidP="00D61935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</w:t>
            </w:r>
            <w:r w:rsidR="00D61935">
              <w:rPr>
                <w:b/>
                <w:sz w:val="16"/>
                <w:szCs w:val="16"/>
                <w:lang w:val="en-US"/>
              </w:rPr>
              <w:t>1,470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71F6B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111D273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C339B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3898383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86F94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E15031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24402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4BD037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39A42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85C069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75000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C8F097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6A52C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7F55ECC" w14:textId="77777777" w:rsidR="002670A2" w:rsidRPr="00116A3D" w:rsidRDefault="001F260D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D61935">
              <w:rPr>
                <w:b/>
                <w:sz w:val="16"/>
                <w:szCs w:val="16"/>
                <w:lang w:val="en-US"/>
              </w:rPr>
              <w:t>1,470</w:t>
            </w:r>
          </w:p>
        </w:tc>
      </w:tr>
    </w:tbl>
    <w:p w14:paraId="67865F53" w14:textId="77777777" w:rsidR="002670A2" w:rsidRPr="009D24FE" w:rsidRDefault="002670A2" w:rsidP="002670A2">
      <w:pPr>
        <w:shd w:val="clear" w:color="auto" w:fill="FFFFFF"/>
        <w:spacing w:before="24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szCs w:val="18"/>
          <w:lang w:val="en-US"/>
        </w:rPr>
        <w:t>Remember, as withdrawals or expenses increase, the end result is to reduce owner's equity</w:t>
      </w:r>
      <w:r w:rsidRPr="00F50010">
        <w:rPr>
          <w:rFonts w:cs="Times New Roman"/>
          <w:sz w:val="18"/>
          <w:szCs w:val="18"/>
          <w:lang w:val="en-US"/>
        </w:rPr>
        <w:t>.</w:t>
      </w:r>
    </w:p>
    <w:p w14:paraId="2903E618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159EF2A0" w14:textId="77777777" w:rsidR="002670A2" w:rsidRPr="00F50010" w:rsidRDefault="002670A2">
      <w:pPr>
        <w:shd w:val="clear" w:color="auto" w:fill="FFFFFF"/>
        <w:rPr>
          <w:lang w:val="en-US"/>
        </w:rPr>
      </w:pPr>
    </w:p>
    <w:p w14:paraId="0DCE97AE" w14:textId="77777777" w:rsidR="002670A2" w:rsidRPr="009D24FE" w:rsidRDefault="002670A2" w:rsidP="002670A2">
      <w:pPr>
        <w:shd w:val="clear" w:color="auto" w:fill="FFFFFF"/>
        <w:jc w:val="center"/>
        <w:rPr>
          <w:rFonts w:cs="Times New Roman"/>
          <w:sz w:val="24"/>
          <w:szCs w:val="24"/>
          <w:lang w:val="en-US"/>
        </w:rPr>
      </w:pPr>
    </w:p>
    <w:p w14:paraId="499DA07D" w14:textId="77777777" w:rsidR="002670A2" w:rsidRPr="009D24FE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  <w:sectPr w:rsidR="002670A2" w:rsidRPr="009D24FE" w:rsidSect="002670A2">
          <w:pgSz w:w="12240" w:h="15840"/>
          <w:pgMar w:top="1080" w:right="1440" w:bottom="990" w:left="1440" w:header="720" w:footer="720" w:gutter="0"/>
          <w:cols w:space="720"/>
          <w:noEndnote/>
        </w:sectPr>
      </w:pPr>
    </w:p>
    <w:p w14:paraId="3F22B0AE" w14:textId="77777777" w:rsidR="002670A2" w:rsidRPr="009D24FE" w:rsidRDefault="002670A2" w:rsidP="002670A2">
      <w:pPr>
        <w:shd w:val="clear" w:color="auto" w:fill="FFFFFF"/>
        <w:spacing w:after="160"/>
        <w:rPr>
          <w:rFonts w:cs="Times New Roman"/>
          <w:b/>
          <w:sz w:val="24"/>
          <w:szCs w:val="24"/>
          <w:lang w:val="en-US"/>
        </w:rPr>
      </w:pPr>
      <w:r w:rsidRPr="00F50010">
        <w:rPr>
          <w:b/>
          <w:sz w:val="24"/>
          <w:szCs w:val="24"/>
          <w:lang w:val="en-US"/>
        </w:rPr>
        <w:lastRenderedPageBreak/>
        <w:t>EXERCISES (CONTINUED)</w:t>
      </w:r>
    </w:p>
    <w:p w14:paraId="30E0D1D0" w14:textId="77777777" w:rsidR="002670A2" w:rsidRPr="00F7056E" w:rsidRDefault="002670A2" w:rsidP="002670A2">
      <w:pPr>
        <w:shd w:val="clear" w:color="auto" w:fill="FFFFFF"/>
        <w:spacing w:after="100"/>
        <w:rPr>
          <w:rFonts w:cs="Times New Roman"/>
          <w:sz w:val="24"/>
          <w:szCs w:val="24"/>
          <w:lang w:val="en-US"/>
        </w:rPr>
      </w:pPr>
      <w:r w:rsidRPr="00F7056E">
        <w:rPr>
          <w:rFonts w:cs="Times New Roman"/>
          <w:b/>
          <w:bCs/>
          <w:sz w:val="24"/>
          <w:szCs w:val="24"/>
          <w:lang w:val="en-US"/>
        </w:rPr>
        <w:t>1</w:t>
      </w:r>
      <w:r>
        <w:rPr>
          <w:rFonts w:cs="Times New Roman"/>
          <w:b/>
          <w:bCs/>
          <w:sz w:val="24"/>
          <w:szCs w:val="24"/>
          <w:lang w:val="en-US"/>
        </w:rPr>
        <w:t>A</w:t>
      </w:r>
      <w:r w:rsidRPr="00F7056E">
        <w:rPr>
          <w:rFonts w:cs="Times New Roman"/>
          <w:b/>
          <w:bCs/>
          <w:sz w:val="24"/>
          <w:szCs w:val="24"/>
          <w:lang w:val="en-US"/>
        </w:rPr>
        <w:t>-5.</w:t>
      </w:r>
    </w:p>
    <w:p w14:paraId="3BDDE0CB" w14:textId="77777777" w:rsidR="002670A2" w:rsidRPr="00F7056E" w:rsidRDefault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 w:rsidRPr="00F7056E">
        <w:rPr>
          <w:rFonts w:cs="Times New Roman"/>
          <w:b/>
          <w:bCs/>
          <w:sz w:val="24"/>
          <w:szCs w:val="24"/>
          <w:lang w:val="en-US"/>
        </w:rPr>
        <w:t>(</w:t>
      </w:r>
      <w:r w:rsidR="0002750F">
        <w:rPr>
          <w:rFonts w:cs="Times New Roman"/>
          <w:b/>
          <w:bCs/>
          <w:sz w:val="24"/>
          <w:szCs w:val="24"/>
          <w:lang w:val="en-US"/>
        </w:rPr>
        <w:t>a</w:t>
      </w:r>
      <w:r w:rsidRPr="00F7056E">
        <w:rPr>
          <w:rFonts w:cs="Times New Roman"/>
          <w:b/>
          <w:bCs/>
          <w:sz w:val="24"/>
          <w:szCs w:val="24"/>
          <w:lang w:val="en-US"/>
        </w:rPr>
        <w:t>)</w:t>
      </w:r>
    </w:p>
    <w:p w14:paraId="4A05A97B" w14:textId="77777777" w:rsidR="002670A2" w:rsidRPr="006B1234" w:rsidRDefault="00D61935" w:rsidP="002670A2">
      <w:pPr>
        <w:shd w:val="clear" w:color="auto" w:fill="FFFFFF"/>
        <w:jc w:val="center"/>
        <w:rPr>
          <w:b/>
          <w:caps/>
          <w:lang w:val="en-US"/>
        </w:rPr>
      </w:pPr>
      <w:r>
        <w:rPr>
          <w:b/>
          <w:caps/>
          <w:lang w:val="en-US"/>
        </w:rPr>
        <w:t>FREDERICK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Realty</w:t>
      </w:r>
    </w:p>
    <w:p w14:paraId="5643B670" w14:textId="77777777" w:rsidR="002670A2" w:rsidRPr="006B1234" w:rsidRDefault="002670A2" w:rsidP="002670A2">
      <w:pPr>
        <w:shd w:val="clear" w:color="auto" w:fill="FFFFFF"/>
        <w:jc w:val="center"/>
        <w:rPr>
          <w:b/>
          <w:caps/>
          <w:lang w:val="en-US"/>
        </w:rPr>
      </w:pPr>
      <w:r w:rsidRPr="006B1234">
        <w:rPr>
          <w:b/>
          <w:caps/>
          <w:lang w:val="en-US"/>
        </w:rPr>
        <w:t>Income Statement</w:t>
      </w:r>
    </w:p>
    <w:p w14:paraId="7EBACFF5" w14:textId="77777777" w:rsidR="002670A2" w:rsidRPr="006B1234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caps/>
          <w:lang w:val="en-US"/>
        </w:rPr>
      </w:pPr>
      <w:r w:rsidRPr="006B1234">
        <w:rPr>
          <w:b/>
          <w:caps/>
          <w:lang w:val="en-US"/>
        </w:rPr>
        <w:t xml:space="preserve">Month Ended </w:t>
      </w:r>
      <w:r w:rsidR="00D61935">
        <w:rPr>
          <w:b/>
          <w:caps/>
          <w:lang w:val="en-US"/>
        </w:rPr>
        <w:t>NOVEMBER</w:t>
      </w:r>
      <w:r w:rsidR="00D61935" w:rsidRPr="006B1234">
        <w:rPr>
          <w:b/>
          <w:caps/>
          <w:lang w:val="en-US"/>
        </w:rPr>
        <w:t xml:space="preserve"> </w:t>
      </w:r>
      <w:r w:rsidRPr="006B1234">
        <w:rPr>
          <w:b/>
          <w:caps/>
          <w:lang w:val="en-US"/>
        </w:rPr>
        <w:t>30, 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74"/>
        <w:gridCol w:w="541"/>
        <w:gridCol w:w="271"/>
        <w:gridCol w:w="271"/>
        <w:gridCol w:w="272"/>
        <w:gridCol w:w="419"/>
        <w:gridCol w:w="546"/>
        <w:gridCol w:w="271"/>
        <w:gridCol w:w="271"/>
        <w:gridCol w:w="272"/>
        <w:gridCol w:w="452"/>
      </w:tblGrid>
      <w:tr w:rsidR="002670A2" w:rsidRPr="00F50010" w14:paraId="4D3F9510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FC8F212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Revenue:</w:t>
            </w:r>
          </w:p>
        </w:tc>
        <w:tc>
          <w:tcPr>
            <w:tcW w:w="541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FB9759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A000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F1BE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AF2CB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D53253F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C8C7A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9FABD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8FC84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02DA4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7BCB9F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029D5C34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B465BC9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>
              <w:rPr>
                <w:lang w:val="en-US"/>
              </w:rPr>
              <w:t xml:space="preserve">     </w:t>
            </w:r>
            <w:r w:rsidRPr="00303EB5">
              <w:rPr>
                <w:lang w:val="en-US"/>
              </w:rPr>
              <w:t>Professional Fees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3BE0B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9D81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439B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35B90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30916B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B86A0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>
              <w:rPr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C7F841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BB1D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3152C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416A7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440B1783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9E6E0A0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Operating Expenses: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443AA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A47E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4FD6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A915E8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6BA2A7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FAFDA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0D56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7373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BF1E2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F5069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2CD17988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891E70F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>
              <w:rPr>
                <w:lang w:val="en-US"/>
              </w:rPr>
              <w:t xml:space="preserve">     </w:t>
            </w:r>
            <w:r w:rsidRPr="00303EB5">
              <w:rPr>
                <w:lang w:val="en-US"/>
              </w:rPr>
              <w:t>Salaries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5A2EE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6F2F7" w14:textId="77777777" w:rsidR="002670A2" w:rsidRPr="00E23D75" w:rsidRDefault="00E23D7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3E8C3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E5649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B5005D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FBCF1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34BC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E657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472FB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FF57A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2952327D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B30192A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>
              <w:rPr>
                <w:lang w:val="en-US"/>
              </w:rPr>
              <w:t xml:space="preserve">     </w:t>
            </w:r>
            <w:r w:rsidRPr="00303EB5">
              <w:rPr>
                <w:lang w:val="en-US"/>
              </w:rPr>
              <w:t>Utilities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425A6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28B2A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F1A632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81A12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00F6E7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0CBDC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8E47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08D8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02630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9D444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7C2C35C1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167AA32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>
              <w:rPr>
                <w:lang w:val="en-US"/>
              </w:rPr>
              <w:t xml:space="preserve">     </w:t>
            </w:r>
            <w:r w:rsidRPr="00303EB5">
              <w:rPr>
                <w:lang w:val="en-US"/>
              </w:rPr>
              <w:t>Rent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F9104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1BAD9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99EEDF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6DCB43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01B92B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D789D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FA20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86EE4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12F41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2A4F2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37D835E0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7172719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>
              <w:rPr>
                <w:lang w:val="en-US"/>
              </w:rPr>
              <w:t xml:space="preserve">          </w:t>
            </w:r>
            <w:r w:rsidRPr="00303EB5">
              <w:rPr>
                <w:lang w:val="en-US"/>
              </w:rPr>
              <w:t>Total Operating Expenses</w:t>
            </w:r>
          </w:p>
        </w:tc>
        <w:tc>
          <w:tcPr>
            <w:tcW w:w="541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43B8D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6998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D655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F6113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7FEB3C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42F85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3DD36F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51B25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4F41C4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9AE88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580D1E02" w14:textId="77777777" w:rsidTr="00A5398B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C97A53E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Net Income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AB37A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3E74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4D4DB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AA352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2C6C9D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39929F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 w:rsidR="00D61935">
              <w:rPr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AB7FA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0BFF8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41783E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AEB2C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5937730F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A4528E4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3E777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9D2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892F1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DFE99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70FDDE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doub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BFD84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D9856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0415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37C74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E3CCD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019B607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F45DD71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4D0D7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A912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E856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0118F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D276CF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8BE54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8D1E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9E7C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CEB5F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755F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DA231BB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5690774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4FCFF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A4D5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A5B9D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D6CED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3C9B2E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E0DC2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A794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C03D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EC47E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8EC8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225A7C39" w14:textId="77777777" w:rsidR="002670A2" w:rsidRPr="007D0C32" w:rsidRDefault="002670A2" w:rsidP="002670A2">
      <w:pPr>
        <w:shd w:val="clear" w:color="auto" w:fill="FFFFFF"/>
        <w:spacing w:before="120"/>
        <w:rPr>
          <w:rFonts w:cs="Times New Roman"/>
          <w:b/>
          <w:bCs/>
          <w:sz w:val="24"/>
          <w:szCs w:val="24"/>
          <w:lang w:val="en-US"/>
        </w:rPr>
      </w:pPr>
      <w:r w:rsidRPr="007D0C32">
        <w:rPr>
          <w:rFonts w:cs="Times New Roman"/>
          <w:b/>
          <w:bCs/>
          <w:sz w:val="24"/>
          <w:szCs w:val="24"/>
          <w:lang w:val="en-US"/>
        </w:rPr>
        <w:t>(</w:t>
      </w:r>
      <w:r w:rsidR="0002750F">
        <w:rPr>
          <w:rFonts w:cs="Times New Roman"/>
          <w:b/>
          <w:bCs/>
          <w:sz w:val="24"/>
          <w:szCs w:val="24"/>
          <w:lang w:val="en-US"/>
        </w:rPr>
        <w:t>b</w:t>
      </w:r>
      <w:r w:rsidRPr="007D0C32">
        <w:rPr>
          <w:rFonts w:cs="Times New Roman"/>
          <w:b/>
          <w:bCs/>
          <w:sz w:val="24"/>
          <w:szCs w:val="24"/>
          <w:lang w:val="en-US"/>
        </w:rPr>
        <w:t>)</w:t>
      </w:r>
    </w:p>
    <w:p w14:paraId="045C4D69" w14:textId="77777777" w:rsidR="002670A2" w:rsidRPr="006B1234" w:rsidRDefault="00D61935" w:rsidP="002670A2">
      <w:pPr>
        <w:shd w:val="clear" w:color="auto" w:fill="FFFFFF"/>
        <w:jc w:val="center"/>
        <w:rPr>
          <w:b/>
          <w:caps/>
          <w:lang w:val="en-US"/>
        </w:rPr>
      </w:pPr>
      <w:r>
        <w:rPr>
          <w:b/>
          <w:caps/>
          <w:lang w:val="en-US"/>
        </w:rPr>
        <w:t>FREDERICK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Realty</w:t>
      </w:r>
    </w:p>
    <w:p w14:paraId="6412592F" w14:textId="77777777" w:rsidR="002670A2" w:rsidRPr="006B1234" w:rsidRDefault="002670A2" w:rsidP="002670A2">
      <w:pPr>
        <w:shd w:val="clear" w:color="auto" w:fill="FFFFFF"/>
        <w:jc w:val="center"/>
        <w:rPr>
          <w:b/>
          <w:caps/>
          <w:lang w:val="en-US"/>
        </w:rPr>
      </w:pPr>
      <w:r w:rsidRPr="006B1234">
        <w:rPr>
          <w:b/>
          <w:caps/>
          <w:lang w:val="en-US"/>
        </w:rPr>
        <w:t>Statement of Owner’s Equity</w:t>
      </w:r>
    </w:p>
    <w:p w14:paraId="2EF44813" w14:textId="77777777" w:rsidR="002670A2" w:rsidRPr="006B1234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caps/>
        </w:rPr>
      </w:pPr>
      <w:r w:rsidRPr="006B1234">
        <w:rPr>
          <w:b/>
          <w:caps/>
          <w:lang w:val="en-US"/>
        </w:rPr>
        <w:t xml:space="preserve">Month Ended </w:t>
      </w:r>
      <w:r w:rsidR="00D61935">
        <w:rPr>
          <w:b/>
          <w:caps/>
          <w:lang w:val="en-US"/>
        </w:rPr>
        <w:t>NOVEMBER</w:t>
      </w:r>
      <w:r w:rsidR="00D61935" w:rsidRPr="006B1234">
        <w:rPr>
          <w:b/>
          <w:caps/>
          <w:lang w:val="en-US"/>
        </w:rPr>
        <w:t xml:space="preserve"> </w:t>
      </w:r>
      <w:r w:rsidRPr="006B1234">
        <w:rPr>
          <w:b/>
          <w:caps/>
          <w:lang w:val="en-US"/>
        </w:rPr>
        <w:t>30, 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4"/>
        <w:gridCol w:w="541"/>
        <w:gridCol w:w="271"/>
        <w:gridCol w:w="271"/>
        <w:gridCol w:w="272"/>
        <w:gridCol w:w="419"/>
        <w:gridCol w:w="550"/>
        <w:gridCol w:w="271"/>
        <w:gridCol w:w="271"/>
        <w:gridCol w:w="272"/>
        <w:gridCol w:w="428"/>
      </w:tblGrid>
      <w:tr w:rsidR="002670A2" w:rsidRPr="00303EB5" w14:paraId="0595F335" w14:textId="77777777">
        <w:trPr>
          <w:trHeight w:val="288"/>
          <w:jc w:val="center"/>
        </w:trPr>
        <w:tc>
          <w:tcPr>
            <w:tcW w:w="57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6C7DDF3C" w14:textId="77777777" w:rsidR="002670A2" w:rsidRPr="000633A4" w:rsidRDefault="002670A2" w:rsidP="00D61935">
            <w:pPr>
              <w:shd w:val="clear" w:color="auto" w:fill="FFFFFF"/>
              <w:ind w:left="288"/>
              <w:rPr>
                <w:rFonts w:cs="Times New Roman"/>
                <w:lang w:val="fr-FR"/>
              </w:rPr>
            </w:pPr>
            <w:r w:rsidRPr="000633A4">
              <w:rPr>
                <w:lang w:val="fr-FR"/>
              </w:rPr>
              <w:t xml:space="preserve">S. </w:t>
            </w:r>
            <w:r w:rsidR="00D61935">
              <w:rPr>
                <w:lang w:val="fr-FR"/>
              </w:rPr>
              <w:t>Frederick</w:t>
            </w:r>
            <w:r w:rsidRPr="000633A4">
              <w:rPr>
                <w:lang w:val="fr-FR"/>
              </w:rPr>
              <w:t xml:space="preserve">, Capital, </w:t>
            </w:r>
            <w:proofErr w:type="spellStart"/>
            <w:r w:rsidR="00D61935">
              <w:rPr>
                <w:lang w:val="fr-FR"/>
              </w:rPr>
              <w:t>November</w:t>
            </w:r>
            <w:proofErr w:type="spellEnd"/>
            <w:r w:rsidR="00D61935" w:rsidRPr="000633A4">
              <w:rPr>
                <w:lang w:val="fr-FR"/>
              </w:rPr>
              <w:t xml:space="preserve"> </w:t>
            </w:r>
            <w:r w:rsidRPr="000633A4">
              <w:rPr>
                <w:lang w:val="fr-FR"/>
              </w:rPr>
              <w:t>1, 201X</w:t>
            </w:r>
          </w:p>
        </w:tc>
        <w:tc>
          <w:tcPr>
            <w:tcW w:w="541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3E9F4F0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6663A5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97D38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15A3BC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4374DB2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550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AC7CCD" w14:textId="77777777" w:rsidR="002670A2" w:rsidRPr="00303EB5" w:rsidRDefault="002670A2" w:rsidP="00D61935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 w:rsidR="00D61935">
              <w:rPr>
                <w:lang w:val="en-US"/>
              </w:rPr>
              <w:t>9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CCE32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F023F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C5F99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03D883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303EB5" w14:paraId="4FB379B8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649FF505" w14:textId="77777777" w:rsidR="002670A2" w:rsidRPr="00303EB5" w:rsidRDefault="002670A2" w:rsidP="00B63256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 xml:space="preserve">Net Income for </w:t>
            </w:r>
            <w:r w:rsidR="00B63256">
              <w:rPr>
                <w:lang w:val="en-US"/>
              </w:rPr>
              <w:t>November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87A691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 w:rsidR="00D61935">
              <w:rPr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DFC24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8EC765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84511F" w14:textId="77777777" w:rsidR="002670A2" w:rsidRPr="00303EB5" w:rsidRDefault="00D61935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C28ED8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2D10A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E4FB3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61BF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EB81F0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E4984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303EB5" w14:paraId="2261DD7D" w14:textId="77777777" w:rsidTr="00A5398B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33516714" w14:textId="77777777" w:rsidR="002670A2" w:rsidRPr="00303EB5" w:rsidRDefault="002670A2" w:rsidP="00D61935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 xml:space="preserve">Less: Withdrawals for </w:t>
            </w:r>
            <w:r w:rsidR="00D61935">
              <w:rPr>
                <w:lang w:val="en-US"/>
              </w:rPr>
              <w:t>November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EC3EEF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73A68" w14:textId="77777777" w:rsidR="002670A2" w:rsidRPr="00303EB5" w:rsidRDefault="0002750F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r w:rsidR="001660F9">
              <w:rPr>
                <w:rFonts w:cs="Times New Roman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86A9F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AF0A24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0</w:t>
            </w:r>
            <w:r w:rsidR="0002750F">
              <w:rPr>
                <w:lang w:val="en-US"/>
              </w:rPr>
              <w:t>)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424B94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E4CD75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AD43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C7CE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71715C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16810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303EB5" w14:paraId="207A1008" w14:textId="77777777" w:rsidTr="00A5398B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1F7AD15D" w14:textId="77777777" w:rsidR="002670A2" w:rsidRPr="00303EB5" w:rsidRDefault="002670A2" w:rsidP="002670A2">
            <w:pPr>
              <w:shd w:val="clear" w:color="auto" w:fill="FFFFFF"/>
              <w:ind w:left="288"/>
              <w:rPr>
                <w:rFonts w:cs="Times New Roman"/>
              </w:rPr>
            </w:pPr>
            <w:r w:rsidRPr="00303EB5">
              <w:rPr>
                <w:lang w:val="en-US"/>
              </w:rPr>
              <w:t>Increase in Capital</w:t>
            </w:r>
          </w:p>
        </w:tc>
        <w:tc>
          <w:tcPr>
            <w:tcW w:w="541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BEA52A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327EE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FAFF9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FECD7B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81DC258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B5A1EE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11F9E2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AC2574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57827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7F6608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303EB5" w14:paraId="6A61797F" w14:textId="77777777" w:rsidTr="00A5398B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05C5D58E" w14:textId="77777777" w:rsidR="002670A2" w:rsidRPr="000633A4" w:rsidRDefault="002670A2" w:rsidP="001660F9">
            <w:pPr>
              <w:shd w:val="clear" w:color="auto" w:fill="FFFFFF"/>
              <w:ind w:left="288"/>
              <w:rPr>
                <w:rFonts w:cs="Times New Roman"/>
                <w:lang w:val="fr-FR"/>
              </w:rPr>
            </w:pPr>
            <w:r w:rsidRPr="000633A4">
              <w:rPr>
                <w:lang w:val="fr-FR"/>
              </w:rPr>
              <w:t xml:space="preserve">S. </w:t>
            </w:r>
            <w:r w:rsidR="001660F9">
              <w:rPr>
                <w:lang w:val="fr-FR"/>
              </w:rPr>
              <w:t>Frederick</w:t>
            </w:r>
            <w:r w:rsidRPr="000633A4">
              <w:rPr>
                <w:lang w:val="fr-FR"/>
              </w:rPr>
              <w:t xml:space="preserve">, Capital, </w:t>
            </w:r>
            <w:proofErr w:type="spellStart"/>
            <w:r w:rsidR="001660F9">
              <w:rPr>
                <w:lang w:val="fr-FR"/>
              </w:rPr>
              <w:t>November</w:t>
            </w:r>
            <w:proofErr w:type="spellEnd"/>
            <w:r w:rsidR="001660F9" w:rsidRPr="000633A4">
              <w:rPr>
                <w:lang w:val="fr-FR"/>
              </w:rPr>
              <w:t xml:space="preserve"> </w:t>
            </w:r>
            <w:r w:rsidRPr="000633A4">
              <w:rPr>
                <w:lang w:val="fr-FR"/>
              </w:rPr>
              <w:t>30, 201X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9E697A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12C57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EAFDE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BD9C35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61E7ECF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F3B812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$</w:t>
            </w:r>
            <w:r w:rsidR="001660F9">
              <w:rPr>
                <w:lang w:val="en-US"/>
              </w:rPr>
              <w:t>10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96175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C93F4" w14:textId="77777777" w:rsidR="002670A2" w:rsidRPr="00303EB5" w:rsidRDefault="001660F9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D4D84D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  <w:r w:rsidRPr="00303EB5">
              <w:rPr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7AC196" w14:textId="77777777" w:rsidR="002670A2" w:rsidRPr="00303EB5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282C0477" w14:textId="77777777" w:rsidTr="00A5398B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387EED74" w14:textId="77777777" w:rsidR="002670A2" w:rsidRPr="00F50010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685FB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2C005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16BB6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1FA95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EB1644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doub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60A53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AE723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075E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981B8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64C02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191E2A3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3BB40579" w14:textId="77777777" w:rsidR="002670A2" w:rsidRPr="00F50010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42CE4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0FD3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E3AD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94DFA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F5468A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3E97F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59CB4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7709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07A4A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456DC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D17C125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54B02B2E" w14:textId="77777777" w:rsidR="002670A2" w:rsidRPr="00F50010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7564C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6BAF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E9B4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78941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2D61C4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06EB0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2C69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9ED1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4981F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0BCF2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AB12142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73599370" w14:textId="77777777" w:rsidR="002670A2" w:rsidRPr="00F50010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7A183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FB87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53A55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F9B4D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E9C9B6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03FC0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807B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BA36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39B18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5BE6C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F05D97C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</w:tcPr>
          <w:p w14:paraId="3855A6F6" w14:textId="77777777" w:rsidR="002670A2" w:rsidRPr="00F50010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F2F7D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1BEAF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123F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9CF98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31E224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162DB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E4FEE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4B97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1AFAB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122AE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E75288A" w14:textId="77777777" w:rsidR="002670A2" w:rsidRPr="007D0C32" w:rsidRDefault="002670A2" w:rsidP="002670A2">
      <w:pPr>
        <w:shd w:val="clear" w:color="auto" w:fill="FFFFFF"/>
        <w:spacing w:before="120"/>
        <w:rPr>
          <w:b/>
          <w:sz w:val="24"/>
          <w:szCs w:val="24"/>
          <w:lang w:val="en-US"/>
        </w:rPr>
      </w:pPr>
      <w:r w:rsidRPr="007D0C32">
        <w:rPr>
          <w:b/>
          <w:sz w:val="24"/>
          <w:szCs w:val="24"/>
          <w:lang w:val="en-US"/>
        </w:rPr>
        <w:t>(</w:t>
      </w:r>
      <w:r w:rsidR="0002750F">
        <w:rPr>
          <w:b/>
          <w:sz w:val="24"/>
          <w:szCs w:val="24"/>
          <w:lang w:val="en-US"/>
        </w:rPr>
        <w:t>c</w:t>
      </w:r>
      <w:r w:rsidRPr="007D0C32">
        <w:rPr>
          <w:b/>
          <w:sz w:val="24"/>
          <w:szCs w:val="24"/>
          <w:lang w:val="en-US"/>
        </w:rPr>
        <w:t>)</w:t>
      </w:r>
    </w:p>
    <w:p w14:paraId="3FA0FC57" w14:textId="77777777" w:rsidR="002670A2" w:rsidRPr="006B1234" w:rsidRDefault="00F028C4" w:rsidP="002670A2">
      <w:pPr>
        <w:shd w:val="clear" w:color="auto" w:fill="FFFFFF"/>
        <w:jc w:val="center"/>
        <w:rPr>
          <w:b/>
          <w:caps/>
          <w:lang w:val="en-US"/>
        </w:rPr>
      </w:pPr>
      <w:r>
        <w:rPr>
          <w:b/>
          <w:caps/>
          <w:lang w:val="en-US"/>
        </w:rPr>
        <w:t>FREDERICK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Realty</w:t>
      </w:r>
    </w:p>
    <w:p w14:paraId="1DFD7704" w14:textId="77777777" w:rsidR="002670A2" w:rsidRPr="006B1234" w:rsidRDefault="002670A2" w:rsidP="002670A2">
      <w:pPr>
        <w:shd w:val="clear" w:color="auto" w:fill="FFFFFF"/>
        <w:jc w:val="center"/>
        <w:rPr>
          <w:b/>
          <w:caps/>
          <w:lang w:val="en-US"/>
        </w:rPr>
      </w:pPr>
      <w:r w:rsidRPr="006B1234">
        <w:rPr>
          <w:b/>
          <w:caps/>
          <w:lang w:val="en-US"/>
        </w:rPr>
        <w:t>Balance Sheet</w:t>
      </w:r>
    </w:p>
    <w:p w14:paraId="1FCB8D07" w14:textId="77777777" w:rsidR="002670A2" w:rsidRPr="006B1234" w:rsidRDefault="00F028C4" w:rsidP="002670A2">
      <w:pPr>
        <w:shd w:val="clear" w:color="auto" w:fill="FFFFFF"/>
        <w:spacing w:after="200"/>
        <w:jc w:val="center"/>
        <w:rPr>
          <w:rFonts w:cs="Times New Roman"/>
          <w:b/>
          <w:caps/>
        </w:rPr>
      </w:pPr>
      <w:r>
        <w:rPr>
          <w:b/>
          <w:caps/>
          <w:lang w:val="en-US"/>
        </w:rPr>
        <w:t>NOVEMBER</w:t>
      </w:r>
      <w:r w:rsidRPr="006B1234">
        <w:rPr>
          <w:b/>
          <w:caps/>
          <w:lang w:val="en-US"/>
        </w:rPr>
        <w:t xml:space="preserve"> </w:t>
      </w:r>
      <w:r w:rsidR="002670A2" w:rsidRPr="006B1234">
        <w:rPr>
          <w:b/>
          <w:caps/>
          <w:lang w:val="en-US"/>
        </w:rPr>
        <w:t>30, 201X</w:t>
      </w:r>
    </w:p>
    <w:tbl>
      <w:tblPr>
        <w:tblW w:w="9460" w:type="dxa"/>
        <w:jc w:val="center"/>
        <w:tblInd w:w="-1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89"/>
        <w:gridCol w:w="507"/>
        <w:gridCol w:w="249"/>
        <w:gridCol w:w="249"/>
        <w:gridCol w:w="250"/>
        <w:gridCol w:w="404"/>
        <w:gridCol w:w="3012"/>
        <w:gridCol w:w="507"/>
        <w:gridCol w:w="260"/>
        <w:gridCol w:w="260"/>
        <w:gridCol w:w="260"/>
        <w:gridCol w:w="413"/>
      </w:tblGrid>
      <w:tr w:rsidR="002670A2" w:rsidRPr="00F50010" w14:paraId="08C8210A" w14:textId="77777777">
        <w:trPr>
          <w:trHeight w:val="288"/>
          <w:jc w:val="center"/>
        </w:trPr>
        <w:tc>
          <w:tcPr>
            <w:tcW w:w="4748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EEDFE56" w14:textId="77777777" w:rsidR="002670A2" w:rsidRPr="00F50010" w:rsidRDefault="002670A2" w:rsidP="002670A2">
            <w:pPr>
              <w:shd w:val="clear" w:color="auto" w:fill="FFFFFF"/>
              <w:ind w:left="288"/>
              <w:rPr>
                <w:b/>
                <w:sz w:val="18"/>
                <w:szCs w:val="22"/>
                <w:lang w:val="en-US"/>
              </w:rPr>
            </w:pPr>
            <w:r w:rsidRPr="00F50010">
              <w:rPr>
                <w:b/>
                <w:sz w:val="18"/>
                <w:szCs w:val="18"/>
                <w:lang w:val="en-US"/>
              </w:rPr>
              <w:t>A</w:t>
            </w:r>
            <w:r>
              <w:rPr>
                <w:b/>
                <w:sz w:val="18"/>
                <w:szCs w:val="18"/>
                <w:lang w:val="en-US"/>
              </w:rPr>
              <w:t>ssets</w:t>
            </w:r>
          </w:p>
        </w:tc>
        <w:tc>
          <w:tcPr>
            <w:tcW w:w="4712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B431D4E" w14:textId="77777777" w:rsidR="002670A2" w:rsidRPr="00E05AA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Liabilities</w:t>
            </w:r>
            <w:r w:rsidR="0002750F">
              <w:rPr>
                <w:b/>
                <w:sz w:val="22"/>
                <w:szCs w:val="22"/>
                <w:lang w:val="en-US"/>
              </w:rPr>
              <w:t xml:space="preserve"> and Owner’s Equity</w:t>
            </w:r>
          </w:p>
        </w:tc>
      </w:tr>
      <w:tr w:rsidR="002670A2" w:rsidRPr="00F50010" w14:paraId="3130907A" w14:textId="77777777">
        <w:trPr>
          <w:trHeight w:val="288"/>
          <w:jc w:val="center"/>
        </w:trPr>
        <w:tc>
          <w:tcPr>
            <w:tcW w:w="30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0A83F19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Cash</w:t>
            </w:r>
          </w:p>
        </w:tc>
        <w:tc>
          <w:tcPr>
            <w:tcW w:w="507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8959FA" w14:textId="77777777" w:rsidR="002670A2" w:rsidRPr="00C53CEC" w:rsidRDefault="002670A2" w:rsidP="002670A2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 w:rsidRPr="00C53CEC">
              <w:rPr>
                <w:lang w:val="en-US"/>
              </w:rPr>
              <w:t>$</w:t>
            </w:r>
            <w:r w:rsidR="00F028C4">
              <w:rPr>
                <w:szCs w:val="22"/>
                <w:lang w:val="en-US"/>
              </w:rPr>
              <w:t>4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DB8FF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EC02A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DEE79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3669D7C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2B488E5" w14:textId="77777777" w:rsidR="002670A2" w:rsidRPr="0002750F" w:rsidRDefault="004001F6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02750F">
              <w:rPr>
                <w:b/>
                <w:szCs w:val="22"/>
                <w:lang w:val="en-US"/>
              </w:rPr>
              <w:t>Liabilities</w:t>
            </w:r>
          </w:p>
        </w:tc>
        <w:tc>
          <w:tcPr>
            <w:tcW w:w="507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F493C7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62A49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210910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657CC8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70F9EB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17E8B127" w14:textId="77777777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F236593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lang w:val="en-US"/>
              </w:rPr>
              <w:t>Accounts</w:t>
            </w:r>
            <w:r w:rsidRPr="00C53CEC">
              <w:rPr>
                <w:szCs w:val="22"/>
                <w:lang w:val="en-US"/>
              </w:rPr>
              <w:t xml:space="preserve"> Rec</w:t>
            </w:r>
            <w:r>
              <w:rPr>
                <w:szCs w:val="22"/>
                <w:lang w:val="en-US"/>
              </w:rPr>
              <w:t>eivable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FC764A" w14:textId="77777777" w:rsidR="002670A2" w:rsidRPr="00C53CEC" w:rsidRDefault="00F028C4" w:rsidP="002670A2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2F670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2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4DC69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488B0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50B4291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C05B481" w14:textId="77777777" w:rsidR="002670A2" w:rsidRPr="00C53CEC" w:rsidRDefault="004001F6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Accounts Payable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EA8E36" w14:textId="77777777" w:rsidR="002670A2" w:rsidRPr="00C53CEC" w:rsidRDefault="004001F6" w:rsidP="00F028C4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$</w:t>
            </w:r>
            <w:r w:rsidR="00F028C4">
              <w:rPr>
                <w:rFonts w:cs="Times New Roman"/>
                <w:szCs w:val="24"/>
              </w:rPr>
              <w:t>4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E5CD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1BCEC3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D7ED07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ACE56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340545FC" w14:textId="77777777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4E0E2C2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lang w:val="en-US"/>
              </w:rPr>
              <w:t>Office</w:t>
            </w:r>
            <w:r w:rsidRPr="00C53CEC">
              <w:rPr>
                <w:szCs w:val="22"/>
                <w:lang w:val="en-US"/>
              </w:rPr>
              <w:t xml:space="preserve"> Equip</w:t>
            </w:r>
            <w:r>
              <w:rPr>
                <w:szCs w:val="22"/>
                <w:lang w:val="en-US"/>
              </w:rPr>
              <w:t>ment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681227" w14:textId="77777777" w:rsidR="002670A2" w:rsidRPr="00C53CEC" w:rsidRDefault="00F028C4" w:rsidP="002670A2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8D4EA9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FAA33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01234B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3B3D9FF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5BEFF1B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C53CEC">
              <w:rPr>
                <w:b/>
                <w:szCs w:val="22"/>
                <w:lang w:val="en-US"/>
              </w:rPr>
              <w:t>Owner's Equity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4D5EC4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394245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02C54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A1757F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2560F5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400B49A9" w14:textId="77777777" w:rsidTr="00A5398B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95AAA1D" w14:textId="77777777" w:rsidR="002670A2" w:rsidRPr="00C53CEC" w:rsidRDefault="002670A2" w:rsidP="002670A2">
            <w:pPr>
              <w:shd w:val="clear" w:color="auto" w:fill="FFFFFF"/>
              <w:rPr>
                <w:rFonts w:cs="Times New Roman"/>
                <w:szCs w:val="24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3D050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5FBD6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B1FFA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968E7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9E534F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92EB71D" w14:textId="77777777" w:rsidR="002670A2" w:rsidRPr="00C53CEC" w:rsidRDefault="002670A2" w:rsidP="00F028C4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 xml:space="preserve">S. </w:t>
            </w:r>
            <w:r w:rsidR="00F028C4">
              <w:rPr>
                <w:szCs w:val="22"/>
                <w:lang w:val="en-US"/>
              </w:rPr>
              <w:t>Frederick</w:t>
            </w:r>
            <w:r w:rsidRPr="00C53CEC">
              <w:rPr>
                <w:szCs w:val="22"/>
                <w:lang w:val="en-US"/>
              </w:rPr>
              <w:t>, Capital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3387E9" w14:textId="77777777" w:rsidR="002670A2" w:rsidRPr="00C53CEC" w:rsidRDefault="00F028C4" w:rsidP="002670A2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10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F1CE36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0BBEB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B5F918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21D594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3778E2E6" w14:textId="77777777" w:rsidTr="00A5398B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C15A965" w14:textId="77777777" w:rsidR="002670A2" w:rsidRPr="00C53CEC" w:rsidRDefault="002670A2" w:rsidP="002670A2">
            <w:pPr>
              <w:shd w:val="clear" w:color="auto" w:fill="FFFFFF"/>
              <w:rPr>
                <w:rFonts w:cs="Times New Roman"/>
                <w:szCs w:val="24"/>
              </w:rPr>
            </w:pPr>
          </w:p>
        </w:tc>
        <w:tc>
          <w:tcPr>
            <w:tcW w:w="507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1048BB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2FAE3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F9ED9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1DB024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DFB2F97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85D9DE1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Total Liabilities and</w:t>
            </w:r>
          </w:p>
        </w:tc>
        <w:tc>
          <w:tcPr>
            <w:tcW w:w="507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7E9B7A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1F6FE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425C5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F9A2E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EC25F5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2B879012" w14:textId="77777777" w:rsidTr="00A5398B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3A5628E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 xml:space="preserve">Total </w:t>
            </w:r>
            <w:r w:rsidRPr="00C53CEC">
              <w:rPr>
                <w:lang w:val="en-US"/>
              </w:rPr>
              <w:t>Assets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C2A29F" w14:textId="77777777" w:rsidR="002670A2" w:rsidRPr="00C53CEC" w:rsidRDefault="002670A2" w:rsidP="00F028C4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 w:rsidRPr="00C53CEC">
              <w:rPr>
                <w:lang w:val="en-US"/>
              </w:rPr>
              <w:t>$</w:t>
            </w:r>
            <w:r w:rsidR="00F028C4" w:rsidRPr="00C53CEC">
              <w:rPr>
                <w:szCs w:val="22"/>
                <w:lang w:val="en-US"/>
              </w:rPr>
              <w:t>1</w:t>
            </w:r>
            <w:r w:rsidR="00F028C4">
              <w:rPr>
                <w:szCs w:val="22"/>
                <w:lang w:val="en-US"/>
              </w:rPr>
              <w:t>4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5A114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144A5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93599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CE1B68C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A2502E2" w14:textId="77777777" w:rsidR="002670A2" w:rsidRPr="00C53CEC" w:rsidRDefault="002670A2" w:rsidP="002670A2">
            <w:pPr>
              <w:shd w:val="clear" w:color="auto" w:fill="FFFFFF"/>
              <w:ind w:left="288"/>
              <w:rPr>
                <w:rFonts w:cs="Times New Roman"/>
                <w:szCs w:val="24"/>
              </w:rPr>
            </w:pPr>
            <w:r w:rsidRPr="00C53CEC">
              <w:rPr>
                <w:lang w:val="en-US"/>
              </w:rPr>
              <w:t>Owner's</w:t>
            </w:r>
            <w:r w:rsidRPr="00C53CEC">
              <w:rPr>
                <w:szCs w:val="22"/>
                <w:lang w:val="en-US"/>
              </w:rPr>
              <w:t xml:space="preserve"> Equity</w:t>
            </w:r>
          </w:p>
        </w:tc>
        <w:tc>
          <w:tcPr>
            <w:tcW w:w="507" w:type="dxa"/>
            <w:tcBorders>
              <w:top w:val="single" w:sz="6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EC72D6" w14:textId="77777777" w:rsidR="002670A2" w:rsidRPr="00C53CEC" w:rsidRDefault="002670A2" w:rsidP="00F028C4">
            <w:pPr>
              <w:shd w:val="clear" w:color="auto" w:fill="FFFFFF"/>
              <w:jc w:val="right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$</w:t>
            </w:r>
            <w:r w:rsidR="00F028C4">
              <w:rPr>
                <w:szCs w:val="22"/>
                <w:lang w:val="en-US"/>
              </w:rPr>
              <w:t>14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E7AAC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4E6C9" w14:textId="77777777" w:rsidR="002670A2" w:rsidRPr="00C53CEC" w:rsidRDefault="00F028C4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067FBD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  <w:r w:rsidRPr="00C53CEC">
              <w:rPr>
                <w:szCs w:val="22"/>
                <w:lang w:val="en-US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5F63E2" w14:textId="77777777" w:rsidR="002670A2" w:rsidRPr="00C53CEC" w:rsidRDefault="002670A2" w:rsidP="002670A2">
            <w:pPr>
              <w:shd w:val="clear" w:color="auto" w:fill="FFFFFF"/>
              <w:jc w:val="center"/>
              <w:rPr>
                <w:rFonts w:cs="Times New Roman"/>
                <w:szCs w:val="24"/>
              </w:rPr>
            </w:pPr>
          </w:p>
        </w:tc>
      </w:tr>
      <w:tr w:rsidR="002670A2" w:rsidRPr="00F50010" w14:paraId="03056F59" w14:textId="77777777" w:rsidTr="00A5398B">
        <w:trPr>
          <w:trHeight w:val="288"/>
          <w:jc w:val="center"/>
        </w:trPr>
        <w:tc>
          <w:tcPr>
            <w:tcW w:w="30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AAEDA82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7" w:type="dxa"/>
            <w:tcBorders>
              <w:top w:val="double" w:sz="12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016A2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51DAC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27C6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AC38A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406AE2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F5399DC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7" w:type="dxa"/>
            <w:tcBorders>
              <w:top w:val="double" w:sz="12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424D4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9BC47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CD902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20107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249F7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14:paraId="028D4CC7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01C71E8E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4EEBD0CC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47B6028F" w14:textId="77777777" w:rsidR="00B7450D" w:rsidRPr="00F50010" w:rsidRDefault="00E56398" w:rsidP="00B7450D">
      <w:pPr>
        <w:shd w:val="clear" w:color="auto" w:fill="FFFFFF"/>
        <w:spacing w:after="24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SOLUTIONS TO SET B EXERCISES</w:t>
      </w:r>
    </w:p>
    <w:tbl>
      <w:tblPr>
        <w:tblW w:w="5004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900"/>
        <w:gridCol w:w="428"/>
        <w:gridCol w:w="1220"/>
        <w:gridCol w:w="2456"/>
      </w:tblGrid>
      <w:tr w:rsidR="002670A2" w:rsidRPr="003D35C1" w14:paraId="58BCBD56" w14:textId="77777777">
        <w:trPr>
          <w:trHeight w:hRule="exact" w:val="259"/>
        </w:trPr>
        <w:tc>
          <w:tcPr>
            <w:tcW w:w="900" w:type="dxa"/>
            <w:vAlign w:val="center"/>
          </w:tcPr>
          <w:p w14:paraId="2C8D0084" w14:textId="77777777" w:rsidR="002670A2" w:rsidRPr="003D35C1" w:rsidRDefault="002670A2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1B-1</w:t>
            </w:r>
            <w:r w:rsidRPr="003D35C1">
              <w:rPr>
                <w:rFonts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" w:type="dxa"/>
            <w:vAlign w:val="center"/>
          </w:tcPr>
          <w:p w14:paraId="38599641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vAlign w:val="center"/>
          </w:tcPr>
          <w:p w14:paraId="5FE60E55" w14:textId="77777777" w:rsidR="002670A2" w:rsidRPr="003D35C1" w:rsidRDefault="002670A2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56" w:type="dxa"/>
            <w:vAlign w:val="center"/>
          </w:tcPr>
          <w:p w14:paraId="17C0C11A" w14:textId="77777777" w:rsidR="006C6F57" w:rsidRPr="003D35C1" w:rsidRDefault="006C6F57" w:rsidP="002670A2">
            <w:pPr>
              <w:shd w:val="clear" w:color="auto" w:fill="FFFFFF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2670A2" w:rsidRPr="003D35C1" w14:paraId="2B9D903A" w14:textId="77777777">
        <w:trPr>
          <w:trHeight w:hRule="exact" w:val="259"/>
        </w:trPr>
        <w:tc>
          <w:tcPr>
            <w:tcW w:w="900" w:type="dxa"/>
            <w:vAlign w:val="center"/>
          </w:tcPr>
          <w:p w14:paraId="5BB8839A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vAlign w:val="center"/>
          </w:tcPr>
          <w:p w14:paraId="509D9258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vAlign w:val="center"/>
          </w:tcPr>
          <w:p w14:paraId="48042D49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56" w:type="dxa"/>
            <w:vAlign w:val="center"/>
          </w:tcPr>
          <w:p w14:paraId="634A11E6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2670A2" w:rsidRPr="003D35C1" w14:paraId="43B4583E" w14:textId="77777777">
        <w:trPr>
          <w:trHeight w:hRule="exact" w:val="259"/>
        </w:trPr>
        <w:tc>
          <w:tcPr>
            <w:tcW w:w="900" w:type="dxa"/>
            <w:vAlign w:val="center"/>
          </w:tcPr>
          <w:p w14:paraId="56B2DB95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vAlign w:val="center"/>
          </w:tcPr>
          <w:p w14:paraId="269ECD28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vAlign w:val="center"/>
          </w:tcPr>
          <w:p w14:paraId="35312BD5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56" w:type="dxa"/>
            <w:vAlign w:val="center"/>
          </w:tcPr>
          <w:p w14:paraId="3A6B5BFA" w14:textId="77777777" w:rsidR="002670A2" w:rsidRPr="003D35C1" w:rsidRDefault="002670A2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14:paraId="78AA14DE" w14:textId="77777777" w:rsidR="002670A2" w:rsidRDefault="0002750F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a. </w:t>
      </w:r>
      <w:r w:rsidR="006C6F57">
        <w:rPr>
          <w:rFonts w:cs="Times New Roman"/>
          <w:sz w:val="24"/>
          <w:szCs w:val="24"/>
          <w:lang w:val="en-US"/>
        </w:rPr>
        <w:t xml:space="preserve"> $27,000 = $7,000 + $20,000</w:t>
      </w:r>
    </w:p>
    <w:p w14:paraId="2FEF7A64" w14:textId="77777777" w:rsidR="006C6F57" w:rsidRDefault="0002750F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b.</w:t>
      </w:r>
      <w:r w:rsidR="006C6F57">
        <w:rPr>
          <w:rFonts w:cs="Times New Roman"/>
          <w:sz w:val="24"/>
          <w:szCs w:val="24"/>
          <w:lang w:val="en-US"/>
        </w:rPr>
        <w:t xml:space="preserve"> </w:t>
      </w:r>
      <w:r>
        <w:rPr>
          <w:rFonts w:cs="Times New Roman"/>
          <w:sz w:val="24"/>
          <w:szCs w:val="24"/>
          <w:lang w:val="en-US"/>
        </w:rPr>
        <w:t xml:space="preserve"> </w:t>
      </w:r>
      <w:r w:rsidR="006C6F57">
        <w:rPr>
          <w:rFonts w:cs="Times New Roman"/>
          <w:sz w:val="24"/>
          <w:szCs w:val="24"/>
          <w:lang w:val="en-US"/>
        </w:rPr>
        <w:t>$85,000 = $12,000 + $73,000</w:t>
      </w:r>
    </w:p>
    <w:p w14:paraId="11371DFB" w14:textId="77777777" w:rsidR="006C6F57" w:rsidRDefault="0002750F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c. </w:t>
      </w:r>
      <w:r w:rsidR="006C6F57">
        <w:rPr>
          <w:rFonts w:cs="Times New Roman"/>
          <w:sz w:val="24"/>
          <w:szCs w:val="24"/>
          <w:lang w:val="en-US"/>
        </w:rPr>
        <w:t xml:space="preserve"> $30,000 = $5,000 + $25,000</w:t>
      </w:r>
    </w:p>
    <w:p w14:paraId="0A85DCE3" w14:textId="77777777" w:rsidR="00E23D75" w:rsidRDefault="00E23D75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4C779481" w14:textId="77777777" w:rsidR="00E23D75" w:rsidRDefault="00E23D75" w:rsidP="002670A2">
      <w:pPr>
        <w:shd w:val="clear" w:color="auto" w:fill="FFFFFF"/>
        <w:rPr>
          <w:rFonts w:cs="Times New Roman"/>
          <w:b/>
          <w:sz w:val="24"/>
          <w:szCs w:val="24"/>
          <w:lang w:val="en-US"/>
        </w:rPr>
      </w:pPr>
      <w:r w:rsidRPr="00E23D75">
        <w:rPr>
          <w:rFonts w:cs="Times New Roman"/>
          <w:b/>
          <w:sz w:val="24"/>
          <w:szCs w:val="24"/>
          <w:lang w:val="en-US"/>
        </w:rPr>
        <w:t>1B-2.</w:t>
      </w: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915"/>
        <w:gridCol w:w="1915"/>
        <w:gridCol w:w="1974"/>
        <w:gridCol w:w="1915"/>
        <w:gridCol w:w="1929"/>
      </w:tblGrid>
      <w:tr w:rsidR="00BE204E" w14:paraId="6A29CF96" w14:textId="77777777" w:rsidTr="0002750F">
        <w:tc>
          <w:tcPr>
            <w:tcW w:w="1915" w:type="dxa"/>
          </w:tcPr>
          <w:p w14:paraId="228900DE" w14:textId="77777777" w:rsidR="00BE204E" w:rsidRDefault="00BE204E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89" w:type="dxa"/>
            <w:gridSpan w:val="2"/>
          </w:tcPr>
          <w:p w14:paraId="7CF2FC9E" w14:textId="77777777" w:rsidR="00BE204E" w:rsidRPr="00BE204E" w:rsidRDefault="00BE204E" w:rsidP="00D15D2A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BE204E">
              <w:rPr>
                <w:rFonts w:cs="Times New Roman"/>
                <w:b/>
                <w:sz w:val="24"/>
                <w:szCs w:val="24"/>
                <w:lang w:val="en-US"/>
              </w:rPr>
              <w:t xml:space="preserve">               Assets                          =</w:t>
            </w:r>
          </w:p>
        </w:tc>
        <w:tc>
          <w:tcPr>
            <w:tcW w:w="3844" w:type="dxa"/>
            <w:gridSpan w:val="2"/>
          </w:tcPr>
          <w:p w14:paraId="10D22D8A" w14:textId="77777777" w:rsidR="00BE204E" w:rsidRPr="00BE204E" w:rsidRDefault="00BE204E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BE204E">
              <w:rPr>
                <w:rFonts w:cs="Times New Roman"/>
                <w:b/>
                <w:sz w:val="24"/>
                <w:szCs w:val="24"/>
                <w:lang w:val="en-US"/>
              </w:rPr>
              <w:t>Liabilities       + Owner’s Equity</w:t>
            </w:r>
          </w:p>
        </w:tc>
      </w:tr>
      <w:tr w:rsidR="00D15D2A" w14:paraId="5317C2BF" w14:textId="77777777" w:rsidTr="00E23D75">
        <w:tc>
          <w:tcPr>
            <w:tcW w:w="1915" w:type="dxa"/>
          </w:tcPr>
          <w:p w14:paraId="610DA021" w14:textId="77777777" w:rsidR="00D15D2A" w:rsidRDefault="001677F3" w:rsidP="002670A2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 xml:space="preserve">                                       </w:t>
            </w:r>
          </w:p>
          <w:p w14:paraId="62C50EBE" w14:textId="77777777" w:rsidR="00BE204E" w:rsidRDefault="00BE204E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3CD3796C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Cash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        +     </w:t>
            </w:r>
          </w:p>
        </w:tc>
        <w:tc>
          <w:tcPr>
            <w:tcW w:w="1974" w:type="dxa"/>
          </w:tcPr>
          <w:p w14:paraId="17E5FB61" w14:textId="77777777" w:rsidR="00D15D2A" w:rsidRDefault="00D15D2A" w:rsidP="00D15D2A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Equipment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 =</w:t>
            </w:r>
          </w:p>
        </w:tc>
        <w:tc>
          <w:tcPr>
            <w:tcW w:w="1915" w:type="dxa"/>
          </w:tcPr>
          <w:p w14:paraId="6CE9753A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Accounts </w:t>
            </w:r>
            <w:r w:rsidR="007E7269">
              <w:rPr>
                <w:rFonts w:cs="Times New Roman"/>
                <w:sz w:val="24"/>
                <w:szCs w:val="24"/>
                <w:lang w:val="en-US"/>
              </w:rPr>
              <w:t xml:space="preserve">      +    </w:t>
            </w:r>
            <w:r>
              <w:rPr>
                <w:rFonts w:cs="Times New Roman"/>
                <w:sz w:val="24"/>
                <w:szCs w:val="24"/>
                <w:lang w:val="en-US"/>
              </w:rPr>
              <w:t>Payable</w:t>
            </w:r>
          </w:p>
        </w:tc>
        <w:tc>
          <w:tcPr>
            <w:tcW w:w="1929" w:type="dxa"/>
          </w:tcPr>
          <w:p w14:paraId="53432CBA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Mandy, Capital</w:t>
            </w:r>
          </w:p>
        </w:tc>
      </w:tr>
      <w:tr w:rsidR="00D15D2A" w14:paraId="0C83AAFF" w14:textId="77777777" w:rsidTr="00E23D75">
        <w:tc>
          <w:tcPr>
            <w:tcW w:w="1915" w:type="dxa"/>
          </w:tcPr>
          <w:p w14:paraId="5196F7CC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a.</w:t>
            </w:r>
          </w:p>
        </w:tc>
        <w:tc>
          <w:tcPr>
            <w:tcW w:w="1915" w:type="dxa"/>
          </w:tcPr>
          <w:p w14:paraId="27AD21DB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+114,000</w:t>
            </w:r>
          </w:p>
        </w:tc>
        <w:tc>
          <w:tcPr>
            <w:tcW w:w="1974" w:type="dxa"/>
          </w:tcPr>
          <w:p w14:paraId="37F892BF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5622681A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29" w:type="dxa"/>
          </w:tcPr>
          <w:p w14:paraId="01008890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+114,000</w:t>
            </w:r>
          </w:p>
        </w:tc>
      </w:tr>
      <w:tr w:rsidR="00D15D2A" w14:paraId="2C9345A7" w14:textId="77777777" w:rsidTr="00E23D75">
        <w:tc>
          <w:tcPr>
            <w:tcW w:w="1915" w:type="dxa"/>
          </w:tcPr>
          <w:p w14:paraId="3243B255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b.</w:t>
            </w:r>
          </w:p>
        </w:tc>
        <w:tc>
          <w:tcPr>
            <w:tcW w:w="1915" w:type="dxa"/>
          </w:tcPr>
          <w:p w14:paraId="6A1D46F9" w14:textId="77777777" w:rsidR="00D15D2A" w:rsidRDefault="00B63256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     </w:t>
            </w:r>
            <w:r w:rsidR="00D15D2A">
              <w:rPr>
                <w:rFonts w:cs="Times New Roman"/>
                <w:sz w:val="24"/>
                <w:szCs w:val="24"/>
                <w:lang w:val="en-US"/>
              </w:rPr>
              <w:t>(1,600)</w:t>
            </w:r>
          </w:p>
        </w:tc>
        <w:tc>
          <w:tcPr>
            <w:tcW w:w="1974" w:type="dxa"/>
          </w:tcPr>
          <w:p w14:paraId="0038A9B9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+1,600</w:t>
            </w:r>
          </w:p>
        </w:tc>
        <w:tc>
          <w:tcPr>
            <w:tcW w:w="1915" w:type="dxa"/>
          </w:tcPr>
          <w:p w14:paraId="18D3BF2E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29" w:type="dxa"/>
          </w:tcPr>
          <w:p w14:paraId="0E59F832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D15D2A" w14:paraId="4BD5B6E1" w14:textId="77777777" w:rsidTr="00E23D75">
        <w:tc>
          <w:tcPr>
            <w:tcW w:w="1915" w:type="dxa"/>
          </w:tcPr>
          <w:p w14:paraId="28E3D923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c.</w:t>
            </w:r>
          </w:p>
        </w:tc>
        <w:tc>
          <w:tcPr>
            <w:tcW w:w="1915" w:type="dxa"/>
          </w:tcPr>
          <w:p w14:paraId="480DEBFB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</w:tcPr>
          <w:p w14:paraId="5922D4F9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+1,150</w:t>
            </w:r>
          </w:p>
        </w:tc>
        <w:tc>
          <w:tcPr>
            <w:tcW w:w="1915" w:type="dxa"/>
          </w:tcPr>
          <w:p w14:paraId="285137AA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+1,150</w:t>
            </w:r>
          </w:p>
        </w:tc>
        <w:tc>
          <w:tcPr>
            <w:tcW w:w="1929" w:type="dxa"/>
          </w:tcPr>
          <w:p w14:paraId="4ED13B1D" w14:textId="77777777" w:rsidR="00D15D2A" w:rsidRDefault="00D15D2A" w:rsidP="002670A2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14:paraId="60D5AC6E" w14:textId="77777777" w:rsidR="002670A2" w:rsidRPr="00F50010" w:rsidRDefault="002670A2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0044D7E0" w14:textId="77777777" w:rsidR="002670A2" w:rsidRPr="00F50010" w:rsidRDefault="002670A2" w:rsidP="002670A2">
      <w:pPr>
        <w:spacing w:after="120"/>
        <w:ind w:left="144"/>
        <w:rPr>
          <w:rFonts w:cs="Times New Roman"/>
          <w:sz w:val="24"/>
          <w:szCs w:val="24"/>
        </w:rPr>
      </w:pPr>
      <w:r w:rsidRPr="00F50010">
        <w:rPr>
          <w:rFonts w:cs="Times New Roman"/>
          <w:b/>
          <w:sz w:val="24"/>
          <w:szCs w:val="24"/>
          <w:lang w:val="en-US"/>
        </w:rPr>
        <w:t>1</w:t>
      </w:r>
      <w:r>
        <w:rPr>
          <w:rFonts w:cs="Times New Roman"/>
          <w:b/>
          <w:sz w:val="24"/>
          <w:szCs w:val="24"/>
          <w:lang w:val="en-US"/>
        </w:rPr>
        <w:t>B</w:t>
      </w:r>
      <w:r w:rsidRPr="00F50010">
        <w:rPr>
          <w:rFonts w:cs="Times New Roman"/>
          <w:b/>
          <w:sz w:val="24"/>
          <w:szCs w:val="24"/>
          <w:lang w:val="en-US"/>
        </w:rPr>
        <w:t>-</w:t>
      </w:r>
      <w:r>
        <w:rPr>
          <w:rFonts w:cs="Times New Roman"/>
          <w:b/>
          <w:sz w:val="24"/>
          <w:szCs w:val="24"/>
          <w:lang w:val="en-US"/>
        </w:rPr>
        <w:t>3</w:t>
      </w:r>
      <w:r w:rsidRPr="00F50010">
        <w:rPr>
          <w:rFonts w:cs="Times New Roman"/>
          <w:b/>
          <w:sz w:val="24"/>
          <w:szCs w:val="24"/>
          <w:lang w:val="en-US"/>
        </w:rPr>
        <w:t>.</w:t>
      </w:r>
    </w:p>
    <w:p w14:paraId="6C1A4CAB" w14:textId="77777777" w:rsidR="002670A2" w:rsidRPr="00F50010" w:rsidRDefault="00EA20DA" w:rsidP="002670A2">
      <w:pPr>
        <w:shd w:val="clear" w:color="auto" w:fill="FFFFFF"/>
        <w:jc w:val="center"/>
        <w:rPr>
          <w:b/>
          <w:lang w:val="en-US"/>
        </w:rPr>
      </w:pPr>
      <w:r>
        <w:rPr>
          <w:b/>
          <w:lang w:val="en-US"/>
        </w:rPr>
        <w:t>ROLLAND</w:t>
      </w:r>
      <w:r w:rsidRPr="00F50010">
        <w:rPr>
          <w:b/>
          <w:lang w:val="en-US"/>
        </w:rPr>
        <w:t xml:space="preserve"> </w:t>
      </w:r>
      <w:r w:rsidR="002670A2" w:rsidRPr="00F50010">
        <w:rPr>
          <w:b/>
          <w:lang w:val="en-US"/>
        </w:rPr>
        <w:t>COMPANY</w:t>
      </w:r>
      <w:r w:rsidR="00D15D2A">
        <w:rPr>
          <w:b/>
          <w:lang w:val="en-US"/>
        </w:rPr>
        <w:t xml:space="preserve"> CLEANERS</w:t>
      </w:r>
    </w:p>
    <w:p w14:paraId="47FC20FA" w14:textId="77777777" w:rsidR="002670A2" w:rsidRPr="00F50010" w:rsidRDefault="002670A2" w:rsidP="002670A2">
      <w:pPr>
        <w:shd w:val="clear" w:color="auto" w:fill="FFFFFF"/>
        <w:jc w:val="center"/>
        <w:rPr>
          <w:b/>
          <w:lang w:val="en-US"/>
        </w:rPr>
      </w:pPr>
      <w:r w:rsidRPr="00F50010">
        <w:rPr>
          <w:b/>
          <w:lang w:val="en-US"/>
        </w:rPr>
        <w:t>BALANCE SHEET</w:t>
      </w:r>
    </w:p>
    <w:p w14:paraId="2E89EB6A" w14:textId="77777777" w:rsidR="002670A2" w:rsidRPr="00F50010" w:rsidRDefault="00EA20DA" w:rsidP="002670A2">
      <w:pPr>
        <w:shd w:val="clear" w:color="auto" w:fill="FFFFFF"/>
        <w:spacing w:after="300"/>
        <w:jc w:val="center"/>
        <w:rPr>
          <w:rFonts w:cs="Times New Roman"/>
          <w:b/>
          <w:sz w:val="24"/>
          <w:szCs w:val="24"/>
        </w:rPr>
      </w:pPr>
      <w:r>
        <w:rPr>
          <w:b/>
          <w:lang w:val="en-US"/>
        </w:rPr>
        <w:t>JUNE</w:t>
      </w:r>
      <w:r w:rsidRPr="00F50010">
        <w:rPr>
          <w:b/>
          <w:lang w:val="en-US"/>
        </w:rPr>
        <w:t xml:space="preserve"> </w:t>
      </w:r>
      <w:r w:rsidR="002670A2" w:rsidRPr="00F50010">
        <w:rPr>
          <w:b/>
          <w:lang w:val="en-US"/>
        </w:rPr>
        <w:t xml:space="preserve">30, </w:t>
      </w:r>
      <w:r w:rsidR="002670A2">
        <w:rPr>
          <w:b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6"/>
        <w:gridCol w:w="503"/>
        <w:gridCol w:w="251"/>
        <w:gridCol w:w="251"/>
        <w:gridCol w:w="251"/>
        <w:gridCol w:w="403"/>
        <w:gridCol w:w="2987"/>
        <w:gridCol w:w="523"/>
        <w:gridCol w:w="259"/>
        <w:gridCol w:w="259"/>
        <w:gridCol w:w="259"/>
        <w:gridCol w:w="388"/>
      </w:tblGrid>
      <w:tr w:rsidR="002670A2" w:rsidRPr="00F50010" w14:paraId="635008C8" w14:textId="77777777">
        <w:trPr>
          <w:trHeight w:hRule="exact" w:val="360"/>
          <w:jc w:val="center"/>
        </w:trPr>
        <w:tc>
          <w:tcPr>
            <w:tcW w:w="4518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7C191E1E" w14:textId="77777777" w:rsidR="002670A2" w:rsidRPr="00E05AAF" w:rsidRDefault="002670A2" w:rsidP="002670A2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 w:rsidRPr="00E05AAF">
              <w:rPr>
                <w:b/>
                <w:sz w:val="22"/>
                <w:szCs w:val="22"/>
                <w:lang w:val="en-US"/>
              </w:rPr>
              <w:t>ASSETS</w:t>
            </w:r>
          </w:p>
        </w:tc>
        <w:tc>
          <w:tcPr>
            <w:tcW w:w="4508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AA55237" w14:textId="77777777" w:rsidR="002670A2" w:rsidRPr="00E05AA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05AAF">
              <w:rPr>
                <w:rFonts w:cs="Times New Roman"/>
                <w:b/>
                <w:sz w:val="22"/>
                <w:szCs w:val="22"/>
              </w:rPr>
              <w:t>LIABILITIES AND OWNER’S EQUITY</w:t>
            </w:r>
          </w:p>
        </w:tc>
      </w:tr>
      <w:tr w:rsidR="002670A2" w:rsidRPr="00F50010" w14:paraId="47F9DAB3" w14:textId="77777777">
        <w:trPr>
          <w:trHeight w:hRule="exact" w:val="288"/>
          <w:jc w:val="center"/>
        </w:trPr>
        <w:tc>
          <w:tcPr>
            <w:tcW w:w="29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6DC3B7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Cash</w:t>
            </w:r>
          </w:p>
        </w:tc>
        <w:tc>
          <w:tcPr>
            <w:tcW w:w="485" w:type="dxa"/>
            <w:tcBorders>
              <w:top w:val="single" w:sz="18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F9FBE6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EA20DA">
              <w:rPr>
                <w:b/>
                <w:lang w:val="en-US"/>
              </w:rPr>
              <w:t>52</w:t>
            </w:r>
          </w:p>
        </w:tc>
        <w:tc>
          <w:tcPr>
            <w:tcW w:w="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19E2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CA10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9A23C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725B061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18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04C1A6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Liabilities</w:t>
            </w:r>
          </w:p>
        </w:tc>
        <w:tc>
          <w:tcPr>
            <w:tcW w:w="504" w:type="dxa"/>
            <w:tcBorders>
              <w:top w:val="single" w:sz="18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85C05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19F6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E0B2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BF19A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4916B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AAD3157" w14:textId="77777777" w:rsidTr="001677F3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747EBE7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Equipment</w:t>
            </w: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31E5D0" w14:textId="77777777" w:rsidR="002670A2" w:rsidRPr="00F50010" w:rsidRDefault="00EA20DA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A682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A894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C1D61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6F3F140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1EF80E4" w14:textId="77777777" w:rsidR="002670A2" w:rsidRPr="00F50010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Accounts Payable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30A7E2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EA20DA">
              <w:rPr>
                <w:b/>
                <w:lang w:val="en-US"/>
              </w:rPr>
              <w:t>11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A5690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A5EC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D1AA3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7CD2B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1677F3" w:rsidRPr="00F50010" w14:paraId="201444CA" w14:textId="77777777" w:rsidTr="001677F3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4AB58B" w14:textId="77777777" w:rsidR="001677F3" w:rsidRPr="00F50010" w:rsidRDefault="001677F3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234E4B" w14:textId="77777777" w:rsidR="001677F3" w:rsidRDefault="001677F3" w:rsidP="002670A2">
            <w:pPr>
              <w:shd w:val="clear" w:color="auto" w:fill="FFFFFF"/>
              <w:jc w:val="right"/>
              <w:rPr>
                <w:b/>
                <w:lang w:val="en-US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F60F2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70B9D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456EDD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23BACC42" w14:textId="77777777" w:rsidR="001677F3" w:rsidRPr="00F50010" w:rsidRDefault="001677F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3ACDC0" w14:textId="77777777" w:rsidR="001677F3" w:rsidRPr="00F50010" w:rsidRDefault="001677F3" w:rsidP="001677F3">
            <w:pPr>
              <w:shd w:val="clear" w:color="auto" w:fill="FFFFFF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Total Liabilities</w:t>
            </w:r>
          </w:p>
        </w:tc>
        <w:tc>
          <w:tcPr>
            <w:tcW w:w="504" w:type="dxa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F42D6A" w14:textId="77777777" w:rsidR="001677F3" w:rsidRPr="00F50010" w:rsidRDefault="001677F3" w:rsidP="002670A2">
            <w:pPr>
              <w:shd w:val="clear" w:color="auto" w:fill="FFFFFF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$11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7F4694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3540A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7BC6EB" w14:textId="77777777" w:rsidR="001677F3" w:rsidRPr="00F50010" w:rsidRDefault="001677F3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8B038E" w14:textId="77777777" w:rsidR="001677F3" w:rsidRPr="00F50010" w:rsidRDefault="001677F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33F8576" w14:textId="77777777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9FC9EE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12936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E2F3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550A9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835D7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3CA5FFE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5621CF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Owner's Equity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5BD3DF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DBEB6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29CA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A031B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9F45A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A537070" w14:textId="77777777" w:rsidTr="00954716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EFD463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B3AF9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4BEC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6A5B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41234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56F2DF3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6A0FF5" w14:textId="77777777" w:rsidR="002670A2" w:rsidRPr="00F50010" w:rsidRDefault="002670A2" w:rsidP="00EA20DA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B. </w:t>
            </w:r>
            <w:r w:rsidR="00EA20DA">
              <w:rPr>
                <w:b/>
                <w:lang w:val="en-US"/>
              </w:rPr>
              <w:t>Rolland</w:t>
            </w:r>
            <w:r w:rsidRPr="00F50010">
              <w:rPr>
                <w:b/>
                <w:lang w:val="en-US"/>
              </w:rPr>
              <w:t>, Capital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2EEB8" w14:textId="77777777" w:rsidR="002670A2" w:rsidRPr="00F50010" w:rsidRDefault="001677F3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$</w:t>
            </w:r>
            <w:r w:rsidR="00EA20DA">
              <w:rPr>
                <w:b/>
                <w:lang w:val="en-US"/>
              </w:rPr>
              <w:t>77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CAB9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10644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E4B5A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191BF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E91A698" w14:textId="77777777" w:rsidTr="00954716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0D1CA7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1113B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D9C7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90E7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0C1D9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1FD8964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3091860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Total Liabilities and</w:t>
            </w:r>
          </w:p>
        </w:tc>
        <w:tc>
          <w:tcPr>
            <w:tcW w:w="504" w:type="dxa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F8EFC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132AB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97EC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614DC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F232B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6EDAF9C" w14:textId="77777777" w:rsidTr="00954716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4B113EC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Total Assets</w:t>
            </w: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562492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EA20DA">
              <w:rPr>
                <w:b/>
                <w:lang w:val="en-US"/>
              </w:rPr>
              <w:t>8</w:t>
            </w:r>
            <w:r>
              <w:rPr>
                <w:b/>
                <w:lang w:val="en-US"/>
              </w:rPr>
              <w:t>8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5B4B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32C8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C0BCC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0B16971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CAF897F" w14:textId="77777777" w:rsidR="002670A2" w:rsidRPr="00F50010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Owner's Equity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3AD128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$</w:t>
            </w:r>
            <w:r w:rsidR="00EA20DA">
              <w:rPr>
                <w:b/>
                <w:lang w:val="en-US"/>
              </w:rPr>
              <w:t>8</w:t>
            </w:r>
            <w:r>
              <w:rPr>
                <w:b/>
                <w:lang w:val="en-US"/>
              </w:rPr>
              <w:t>8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76EDD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ED96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37E45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40C5B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AF48687" w14:textId="77777777" w:rsidTr="00954716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776BB02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85" w:type="dxa"/>
            <w:tcBorders>
              <w:top w:val="doub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F0EC3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274B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5353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B7BF3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7930B12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C09C44B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double" w:sz="12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BC4CE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DE599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EACA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D327A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A47A4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EC1723D" w14:textId="77777777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D9EFD8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D2F32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8110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41901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424AD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493E6E6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B1D54BA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486D7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9B43E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896D3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30489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5EF3F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A391E04" w14:textId="77777777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487A82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9099B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65FD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8A5B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7902D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3D6ECAE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6A9665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1898E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ADB0B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0AF6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34C26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11C8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  <w:tr w:rsidR="002670A2" w:rsidRPr="00F50010" w14:paraId="018A1B5F" w14:textId="77777777">
        <w:trPr>
          <w:trHeight w:hRule="exact" w:val="288"/>
          <w:jc w:val="center"/>
        </w:trPr>
        <w:tc>
          <w:tcPr>
            <w:tcW w:w="29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C417E14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8EC49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7DFE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5195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DA5E4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12" w:space="0" w:color="auto"/>
            </w:tcBorders>
            <w:shd w:val="clear" w:color="auto" w:fill="FFFFFF"/>
            <w:vAlign w:val="center"/>
          </w:tcPr>
          <w:p w14:paraId="7A5F6F5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double" w:sz="12" w:space="0" w:color="auto"/>
              <w:bottom w:val="single" w:sz="18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3EE9CB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9BE9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5503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3DC6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5AFD4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B3B74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</w:tr>
    </w:tbl>
    <w:p w14:paraId="2A48CE6D" w14:textId="77777777" w:rsidR="001677F3" w:rsidRDefault="001677F3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</w:p>
    <w:p w14:paraId="4623E6F1" w14:textId="77777777" w:rsidR="001677F3" w:rsidRDefault="001677F3">
      <w:pPr>
        <w:widowControl/>
        <w:autoSpaceDE/>
        <w:autoSpaceDN/>
        <w:adjustRightInd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br w:type="page"/>
      </w:r>
    </w:p>
    <w:p w14:paraId="6A5F8B7F" w14:textId="77777777" w:rsidR="00E56398" w:rsidRDefault="00E56398" w:rsidP="002670A2">
      <w:pPr>
        <w:spacing w:after="120"/>
        <w:ind w:left="144"/>
        <w:rPr>
          <w:rFonts w:cs="Times New Roman"/>
          <w:b/>
          <w:sz w:val="24"/>
          <w:szCs w:val="24"/>
          <w:lang w:val="en-US"/>
        </w:rPr>
      </w:pPr>
      <w:proofErr w:type="gramStart"/>
      <w:r>
        <w:rPr>
          <w:rFonts w:cs="Times New Roman"/>
          <w:b/>
          <w:sz w:val="24"/>
          <w:szCs w:val="24"/>
          <w:lang w:val="en-US"/>
        </w:rPr>
        <w:lastRenderedPageBreak/>
        <w:t>EXERCISES(</w:t>
      </w:r>
      <w:proofErr w:type="gramEnd"/>
      <w:r>
        <w:rPr>
          <w:rFonts w:cs="Times New Roman"/>
          <w:b/>
          <w:sz w:val="24"/>
          <w:szCs w:val="24"/>
          <w:lang w:val="en-US"/>
        </w:rPr>
        <w:t>CONTINUED)</w:t>
      </w:r>
    </w:p>
    <w:p w14:paraId="6E77647F" w14:textId="77777777" w:rsidR="002670A2" w:rsidRPr="00F50010" w:rsidRDefault="002670A2" w:rsidP="002670A2">
      <w:pPr>
        <w:spacing w:after="120"/>
        <w:ind w:left="144"/>
        <w:rPr>
          <w:rFonts w:cs="Times New Roman"/>
          <w:b/>
          <w:sz w:val="24"/>
          <w:szCs w:val="24"/>
        </w:rPr>
      </w:pPr>
      <w:r w:rsidRPr="00F50010">
        <w:rPr>
          <w:rFonts w:cs="Times New Roman"/>
          <w:b/>
          <w:sz w:val="24"/>
          <w:szCs w:val="24"/>
          <w:lang w:val="en-US"/>
        </w:rPr>
        <w:t>1</w:t>
      </w:r>
      <w:r>
        <w:rPr>
          <w:rFonts w:cs="Times New Roman"/>
          <w:b/>
          <w:sz w:val="24"/>
          <w:szCs w:val="24"/>
          <w:lang w:val="en-US"/>
        </w:rPr>
        <w:t>B</w:t>
      </w:r>
      <w:r w:rsidRPr="00F50010">
        <w:rPr>
          <w:rFonts w:cs="Times New Roman"/>
          <w:b/>
          <w:sz w:val="24"/>
          <w:szCs w:val="24"/>
          <w:lang w:val="en-US"/>
        </w:rPr>
        <w:t>-</w:t>
      </w:r>
      <w:r>
        <w:rPr>
          <w:rFonts w:cs="Times New Roman"/>
          <w:b/>
          <w:sz w:val="24"/>
          <w:szCs w:val="24"/>
          <w:lang w:val="en-US"/>
        </w:rPr>
        <w:t>4</w:t>
      </w:r>
      <w:r w:rsidRPr="00F50010">
        <w:rPr>
          <w:rFonts w:cs="Times New Roman"/>
          <w:b/>
          <w:sz w:val="24"/>
          <w:szCs w:val="24"/>
          <w:lang w:val="en-US"/>
        </w:rPr>
        <w:t>.</w:t>
      </w:r>
    </w:p>
    <w:tbl>
      <w:tblPr>
        <w:tblW w:w="9479" w:type="dxa"/>
        <w:jc w:val="center"/>
        <w:tblInd w:w="1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"/>
        <w:gridCol w:w="800"/>
        <w:gridCol w:w="200"/>
        <w:gridCol w:w="900"/>
        <w:gridCol w:w="300"/>
        <w:gridCol w:w="934"/>
        <w:gridCol w:w="187"/>
        <w:gridCol w:w="1158"/>
        <w:gridCol w:w="300"/>
        <w:gridCol w:w="900"/>
        <w:gridCol w:w="200"/>
        <w:gridCol w:w="900"/>
        <w:gridCol w:w="200"/>
        <w:gridCol w:w="900"/>
        <w:gridCol w:w="200"/>
        <w:gridCol w:w="1000"/>
      </w:tblGrid>
      <w:tr w:rsidR="002670A2" w:rsidRPr="00F50010" w14:paraId="6389E9CA" w14:textId="77777777">
        <w:trPr>
          <w:trHeight w:val="216"/>
          <w:jc w:val="center"/>
        </w:trPr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557426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F9BB41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35909F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9DFE4E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ASSETS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D5D572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0E50F7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 xml:space="preserve">= </w:t>
            </w: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E9021B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5A6AA4F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4300" w:type="dxa"/>
            <w:gridSpan w:val="7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846E9F3" w14:textId="77777777" w:rsidR="002670A2" w:rsidRPr="00116A3D" w:rsidRDefault="002670A2" w:rsidP="002670A2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OWNER'S EQUITY</w:t>
            </w:r>
          </w:p>
        </w:tc>
      </w:tr>
      <w:tr w:rsidR="002670A2" w:rsidRPr="00F50010" w14:paraId="07FD1415" w14:textId="77777777">
        <w:trPr>
          <w:trHeight w:val="293"/>
          <w:jc w:val="center"/>
        </w:trPr>
        <w:tc>
          <w:tcPr>
            <w:tcW w:w="4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DAD46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13747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670B0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1E448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3727E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03ED9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BDA32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29C47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63289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198345" w14:textId="77777777" w:rsidR="002670A2" w:rsidRPr="00116A3D" w:rsidRDefault="0062309B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B.</w:t>
            </w: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CDDA7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43C0E1" w14:textId="77777777" w:rsidR="002670A2" w:rsidRPr="00116A3D" w:rsidRDefault="0062309B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B.</w:t>
            </w: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4B5EE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85156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37E9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6D37A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2670A2" w:rsidRPr="00F50010" w14:paraId="246EA87B" w14:textId="77777777">
        <w:trPr>
          <w:trHeight w:val="206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81A4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142B6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D19E3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AFFD6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Accounts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99F6B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9ACC8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Computer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A64A0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723A8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Accounts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3CBE3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5AF88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</w:t>
            </w:r>
            <w:r w:rsidR="00EA20DA">
              <w:rPr>
                <w:b/>
                <w:sz w:val="16"/>
                <w:szCs w:val="16"/>
                <w:lang w:val="en-US"/>
              </w:rPr>
              <w:t>ell</w:t>
            </w:r>
            <w:r w:rsidRPr="00116A3D">
              <w:rPr>
                <w:b/>
                <w:sz w:val="16"/>
                <w:szCs w:val="16"/>
                <w:lang w:val="en-US"/>
              </w:rPr>
              <w:t>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D799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F275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</w:t>
            </w:r>
            <w:r w:rsidR="00EA20DA">
              <w:rPr>
                <w:b/>
                <w:sz w:val="16"/>
                <w:szCs w:val="16"/>
                <w:lang w:val="en-US"/>
              </w:rPr>
              <w:t>ell</w:t>
            </w:r>
            <w:r w:rsidRPr="00116A3D">
              <w:rPr>
                <w:b/>
                <w:sz w:val="16"/>
                <w:szCs w:val="16"/>
                <w:lang w:val="en-US"/>
              </w:rPr>
              <w:t>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05345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B67BA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B25B1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5C1A6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2670A2" w:rsidRPr="00F50010" w14:paraId="39F6CE13" w14:textId="77777777">
        <w:trPr>
          <w:trHeight w:val="288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424B4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4EBF6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Cash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11BFB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5900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Rec.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A3126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065D5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Equip.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380E4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=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97A3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Payable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21519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43D2A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Capital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F4ADD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BD661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Withdr</w:t>
            </w:r>
            <w:proofErr w:type="spellEnd"/>
            <w:r w:rsidR="005C5240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029CE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+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494EB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Revenue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5E6AD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4E30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116A3D">
              <w:rPr>
                <w:b/>
                <w:sz w:val="16"/>
                <w:szCs w:val="16"/>
                <w:lang w:val="en-US"/>
              </w:rPr>
              <w:t>Expenses</w:t>
            </w:r>
          </w:p>
        </w:tc>
      </w:tr>
      <w:tr w:rsidR="002670A2" w:rsidRPr="00F50010" w14:paraId="6C796E50" w14:textId="77777777">
        <w:trPr>
          <w:trHeight w:val="288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4C87C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01546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ECF7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3A44A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69740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4AF1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0F00C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9E3EF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E3688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2E92B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C001E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15B8F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65782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E5DC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1FB82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E8F12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2670A2" w:rsidRPr="00F50010" w14:paraId="56CFD884" w14:textId="77777777">
        <w:trPr>
          <w:trHeight w:val="307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89F5F7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ADC4CC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45</w:t>
            </w:r>
            <w:r w:rsidR="002670A2">
              <w:rPr>
                <w:b/>
                <w:sz w:val="16"/>
                <w:szCs w:val="16"/>
                <w:lang w:val="en-US"/>
              </w:rPr>
              <w:t>,000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63853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F9CD1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3EDEB3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F2666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501E9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B178A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E0ED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3CDB3F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45</w:t>
            </w:r>
            <w:r w:rsidR="002670A2">
              <w:rPr>
                <w:b/>
                <w:sz w:val="16"/>
                <w:szCs w:val="16"/>
                <w:lang w:val="en-US"/>
              </w:rPr>
              <w:t>,000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B3EB1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4F683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5EC88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407B4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C61E9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918CB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1DECB217" w14:textId="77777777">
        <w:trPr>
          <w:trHeight w:val="25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B214D8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D69AF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035F7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72A72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4841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CBAA1D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9,500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49F2E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75B22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9,500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70067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B3BD6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769DB2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8C77C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DAE28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3156D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DC80D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47AE0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5D523D08" w14:textId="77777777">
        <w:trPr>
          <w:trHeight w:val="25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78EAE2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c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D7A15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</w:t>
            </w:r>
            <w:r w:rsidR="00EA20DA">
              <w:rPr>
                <w:b/>
                <w:sz w:val="16"/>
                <w:szCs w:val="16"/>
                <w:lang w:val="en-US"/>
              </w:rPr>
              <w:t>75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564EA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13CBF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8462C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CF226B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685BC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96CE1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6E3E6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5C9F4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583B6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C47AB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75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86561F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A2A56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B108F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B282D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0D0C6F0C" w14:textId="77777777">
        <w:trPr>
          <w:trHeight w:val="26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FC4E53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d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5587A5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14,</w:t>
            </w:r>
            <w:r w:rsidR="00EA20DA">
              <w:rPr>
                <w:b/>
                <w:sz w:val="16"/>
                <w:szCs w:val="16"/>
                <w:lang w:val="en-US"/>
              </w:rPr>
              <w:t>1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416EF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4B42D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4FF9A9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29B437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38A81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155F9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01E15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2E1E71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52C777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BB081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1DE0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F888F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14,</w:t>
            </w:r>
            <w:r w:rsidR="00EA20DA">
              <w:rPr>
                <w:b/>
                <w:sz w:val="16"/>
                <w:szCs w:val="16"/>
                <w:lang w:val="en-US"/>
              </w:rPr>
              <w:t>1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C6C3D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550778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7D497DEB" w14:textId="77777777">
        <w:trPr>
          <w:trHeight w:val="25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0CDAC7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e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31DFB4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5FED4E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FBF45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29,600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9B6AC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E1C10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B6C32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6A271C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6B1285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25EBF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9848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8EF3C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2B225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D11F8D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EA20DA">
              <w:rPr>
                <w:b/>
                <w:sz w:val="16"/>
                <w:szCs w:val="16"/>
                <w:lang w:val="en-US"/>
              </w:rPr>
              <w:t>29,600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B423B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C9EB02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2670A2" w:rsidRPr="00F50010" w14:paraId="694C274C" w14:textId="77777777">
        <w:trPr>
          <w:trHeight w:val="259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70AA8B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 w:rsidR="002670A2" w:rsidRPr="00116A3D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4B47E1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(3,</w:t>
            </w:r>
            <w:r w:rsidR="00EA20DA">
              <w:rPr>
                <w:b/>
                <w:sz w:val="16"/>
                <w:szCs w:val="16"/>
                <w:lang w:val="en-US"/>
              </w:rPr>
              <w:t>4</w:t>
            </w:r>
            <w:r>
              <w:rPr>
                <w:b/>
                <w:sz w:val="16"/>
                <w:szCs w:val="16"/>
                <w:lang w:val="en-US"/>
              </w:rPr>
              <w:t>00)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112AC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A1E170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26FCA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9753A8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70FB2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5F8D3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BA2BF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63FAE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35EE06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F920AA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66F45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B8C4F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68E7E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5A79D" w14:textId="77777777" w:rsidR="002670A2" w:rsidRPr="00116A3D" w:rsidRDefault="00D15D2A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2670A2">
              <w:rPr>
                <w:b/>
                <w:sz w:val="16"/>
                <w:szCs w:val="16"/>
                <w:lang w:val="en-US"/>
              </w:rPr>
              <w:t>3,</w:t>
            </w:r>
            <w:r w:rsidR="00EA20DA">
              <w:rPr>
                <w:b/>
                <w:sz w:val="16"/>
                <w:szCs w:val="16"/>
                <w:lang w:val="en-US"/>
              </w:rPr>
              <w:t>4</w:t>
            </w:r>
            <w:r w:rsidR="002670A2">
              <w:rPr>
                <w:b/>
                <w:sz w:val="16"/>
                <w:szCs w:val="16"/>
                <w:lang w:val="en-US"/>
              </w:rPr>
              <w:t>00</w:t>
            </w:r>
          </w:p>
        </w:tc>
      </w:tr>
      <w:tr w:rsidR="002670A2" w:rsidRPr="00F50010" w14:paraId="22C75F93" w14:textId="77777777">
        <w:trPr>
          <w:trHeight w:val="216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C72B7" w14:textId="77777777" w:rsidR="002670A2" w:rsidRPr="00116A3D" w:rsidRDefault="0002750F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02750F">
              <w:rPr>
                <w:b/>
                <w:iCs/>
                <w:sz w:val="16"/>
                <w:szCs w:val="16"/>
                <w:lang w:val="en-US"/>
              </w:rPr>
              <w:t>g</w:t>
            </w:r>
            <w:r w:rsidR="002670A2" w:rsidRPr="00116A3D">
              <w:rPr>
                <w:b/>
                <w:i/>
                <w:iCs/>
                <w:sz w:val="16"/>
                <w:szCs w:val="16"/>
                <w:lang w:val="en-US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C19A3BC" w14:textId="77777777" w:rsidR="002670A2" w:rsidRPr="00116A3D" w:rsidRDefault="002670A2" w:rsidP="00EA20DA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(</w:t>
            </w:r>
            <w:r w:rsidR="00EA20DA">
              <w:rPr>
                <w:b/>
                <w:sz w:val="16"/>
                <w:szCs w:val="16"/>
                <w:lang w:val="en-US"/>
              </w:rPr>
              <w:t>1,500)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AB2130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162509A1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EF1B2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0F0E9A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080A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693C64D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2B770D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48309F5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1ECD8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A880996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E4A7A4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2002AD9" w14:textId="77777777" w:rsidR="002670A2" w:rsidRPr="00116A3D" w:rsidRDefault="002670A2" w:rsidP="002670A2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78B2BB" w14:textId="77777777" w:rsidR="002670A2" w:rsidRPr="00116A3D" w:rsidRDefault="002670A2" w:rsidP="002670A2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206D78FE" w14:textId="77777777" w:rsidR="002670A2" w:rsidRPr="00116A3D" w:rsidRDefault="00D15D2A" w:rsidP="00EA20DA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+</w:t>
            </w:r>
            <w:r w:rsidR="002670A2">
              <w:rPr>
                <w:b/>
                <w:sz w:val="16"/>
                <w:szCs w:val="16"/>
                <w:lang w:val="en-US"/>
              </w:rPr>
              <w:t>1,</w:t>
            </w:r>
            <w:r w:rsidR="00EA20DA">
              <w:rPr>
                <w:b/>
                <w:sz w:val="16"/>
                <w:szCs w:val="16"/>
                <w:lang w:val="en-US"/>
              </w:rPr>
              <w:t>500</w:t>
            </w:r>
          </w:p>
        </w:tc>
      </w:tr>
    </w:tbl>
    <w:p w14:paraId="55AA3FD3" w14:textId="77777777" w:rsidR="002670A2" w:rsidRPr="009D24FE" w:rsidRDefault="002670A2" w:rsidP="002670A2">
      <w:pPr>
        <w:shd w:val="clear" w:color="auto" w:fill="FFFFFF"/>
        <w:spacing w:before="240"/>
        <w:rPr>
          <w:rFonts w:cs="Times New Roman"/>
          <w:sz w:val="24"/>
          <w:szCs w:val="24"/>
          <w:lang w:val="en-US"/>
        </w:rPr>
      </w:pPr>
      <w:r w:rsidRPr="00F50010">
        <w:rPr>
          <w:rFonts w:cs="Times New Roman"/>
          <w:szCs w:val="18"/>
          <w:lang w:val="en-US"/>
        </w:rPr>
        <w:t>Remember, as withdrawals or expenses increase, the end result is to reduce owner's equity</w:t>
      </w:r>
      <w:r w:rsidRPr="00F50010">
        <w:rPr>
          <w:rFonts w:cs="Times New Roman"/>
          <w:sz w:val="18"/>
          <w:szCs w:val="18"/>
          <w:lang w:val="en-US"/>
        </w:rPr>
        <w:t>.</w:t>
      </w:r>
    </w:p>
    <w:p w14:paraId="7F5F6F0B" w14:textId="77777777" w:rsidR="002670A2" w:rsidRPr="00F50010" w:rsidRDefault="002670A2" w:rsidP="002670A2">
      <w:pPr>
        <w:shd w:val="clear" w:color="auto" w:fill="FFFFFF"/>
        <w:rPr>
          <w:lang w:val="en-US"/>
        </w:rPr>
      </w:pPr>
    </w:p>
    <w:p w14:paraId="0B3400B2" w14:textId="77777777" w:rsidR="002670A2" w:rsidRPr="00F50010" w:rsidRDefault="002670A2" w:rsidP="002670A2">
      <w:pPr>
        <w:shd w:val="clear" w:color="auto" w:fill="FFFFFF"/>
        <w:rPr>
          <w:lang w:val="en-US"/>
        </w:rPr>
      </w:pPr>
    </w:p>
    <w:p w14:paraId="650B5E57" w14:textId="77777777" w:rsidR="002670A2" w:rsidRPr="009D24FE" w:rsidRDefault="002670A2" w:rsidP="002670A2">
      <w:pPr>
        <w:shd w:val="clear" w:color="auto" w:fill="FFFFFF"/>
        <w:jc w:val="center"/>
        <w:rPr>
          <w:rFonts w:cs="Times New Roman"/>
          <w:sz w:val="24"/>
          <w:szCs w:val="24"/>
          <w:lang w:val="en-US"/>
        </w:rPr>
      </w:pPr>
    </w:p>
    <w:p w14:paraId="002F19DC" w14:textId="77777777" w:rsidR="002670A2" w:rsidRPr="009D24FE" w:rsidRDefault="002670A2" w:rsidP="002670A2">
      <w:pPr>
        <w:shd w:val="clear" w:color="auto" w:fill="FFFFFF"/>
        <w:rPr>
          <w:rFonts w:cs="Times New Roman"/>
          <w:sz w:val="24"/>
          <w:szCs w:val="24"/>
          <w:lang w:val="en-US"/>
        </w:rPr>
        <w:sectPr w:rsidR="002670A2" w:rsidRPr="009D24FE" w:rsidSect="00E23D75">
          <w:pgSz w:w="12240" w:h="15840"/>
          <w:pgMar w:top="1080" w:right="1440" w:bottom="990" w:left="1440" w:header="720" w:footer="720" w:gutter="0"/>
          <w:cols w:space="720"/>
          <w:noEndnote/>
          <w:docGrid w:linePitch="272"/>
        </w:sectPr>
      </w:pPr>
    </w:p>
    <w:p w14:paraId="29FFAFC4" w14:textId="77777777" w:rsidR="002670A2" w:rsidRPr="009D24FE" w:rsidRDefault="002670A2" w:rsidP="002670A2">
      <w:pPr>
        <w:shd w:val="clear" w:color="auto" w:fill="FFFFFF"/>
        <w:spacing w:after="160"/>
        <w:rPr>
          <w:rFonts w:cs="Times New Roman"/>
          <w:b/>
          <w:sz w:val="24"/>
          <w:szCs w:val="24"/>
          <w:lang w:val="en-US"/>
        </w:rPr>
      </w:pPr>
      <w:r w:rsidRPr="00F50010">
        <w:rPr>
          <w:b/>
          <w:sz w:val="24"/>
          <w:szCs w:val="24"/>
          <w:lang w:val="en-US"/>
        </w:rPr>
        <w:lastRenderedPageBreak/>
        <w:t>EXERCISES (CONTINUED)</w:t>
      </w:r>
    </w:p>
    <w:p w14:paraId="5106B770" w14:textId="77777777" w:rsidR="002670A2" w:rsidRPr="00F7056E" w:rsidRDefault="002670A2" w:rsidP="002670A2">
      <w:pPr>
        <w:shd w:val="clear" w:color="auto" w:fill="FFFFFF"/>
        <w:spacing w:after="100"/>
        <w:rPr>
          <w:rFonts w:cs="Times New Roman"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1B-5</w:t>
      </w:r>
      <w:r w:rsidRPr="00F7056E">
        <w:rPr>
          <w:rFonts w:cs="Times New Roman"/>
          <w:b/>
          <w:bCs/>
          <w:sz w:val="24"/>
          <w:szCs w:val="24"/>
          <w:lang w:val="en-US"/>
        </w:rPr>
        <w:t>.</w:t>
      </w:r>
    </w:p>
    <w:p w14:paraId="09B8259F" w14:textId="77777777" w:rsidR="002670A2" w:rsidRPr="00F7056E" w:rsidRDefault="002670A2" w:rsidP="002670A2">
      <w:pPr>
        <w:shd w:val="clear" w:color="auto" w:fill="FFFFFF"/>
        <w:rPr>
          <w:rFonts w:cs="Times New Roman"/>
          <w:sz w:val="24"/>
          <w:szCs w:val="24"/>
          <w:lang w:val="en-US"/>
        </w:rPr>
      </w:pPr>
      <w:r w:rsidRPr="00F7056E">
        <w:rPr>
          <w:rFonts w:cs="Times New Roman"/>
          <w:b/>
          <w:bCs/>
          <w:sz w:val="24"/>
          <w:szCs w:val="24"/>
          <w:lang w:val="en-US"/>
        </w:rPr>
        <w:t>(</w:t>
      </w:r>
      <w:r w:rsidR="0002750F">
        <w:rPr>
          <w:rFonts w:cs="Times New Roman"/>
          <w:b/>
          <w:bCs/>
          <w:sz w:val="24"/>
          <w:szCs w:val="24"/>
          <w:lang w:val="en-US"/>
        </w:rPr>
        <w:t>a</w:t>
      </w:r>
      <w:r w:rsidRPr="00F7056E">
        <w:rPr>
          <w:rFonts w:cs="Times New Roman"/>
          <w:b/>
          <w:bCs/>
          <w:sz w:val="24"/>
          <w:szCs w:val="24"/>
          <w:lang w:val="en-US"/>
        </w:rPr>
        <w:t>)</w:t>
      </w:r>
    </w:p>
    <w:p w14:paraId="788807BF" w14:textId="77777777" w:rsidR="002670A2" w:rsidRPr="00F7056E" w:rsidRDefault="00932783" w:rsidP="002670A2">
      <w:pPr>
        <w:shd w:val="clear" w:color="auto" w:fill="FFFFFF"/>
        <w:jc w:val="center"/>
        <w:rPr>
          <w:b/>
          <w:lang w:val="en-US"/>
        </w:rPr>
      </w:pPr>
      <w:r>
        <w:rPr>
          <w:b/>
          <w:lang w:val="en-US"/>
        </w:rPr>
        <w:t>FRENCH</w:t>
      </w:r>
      <w:r w:rsidRPr="00F7056E">
        <w:rPr>
          <w:b/>
          <w:lang w:val="en-US"/>
        </w:rPr>
        <w:t xml:space="preserve"> </w:t>
      </w:r>
      <w:r w:rsidR="002670A2" w:rsidRPr="00F7056E">
        <w:rPr>
          <w:b/>
          <w:lang w:val="en-US"/>
        </w:rPr>
        <w:t xml:space="preserve">REALTY </w:t>
      </w:r>
    </w:p>
    <w:p w14:paraId="159E1311" w14:textId="77777777" w:rsidR="002670A2" w:rsidRPr="00F7056E" w:rsidRDefault="002670A2" w:rsidP="002670A2">
      <w:pPr>
        <w:shd w:val="clear" w:color="auto" w:fill="FFFFFF"/>
        <w:jc w:val="center"/>
        <w:rPr>
          <w:b/>
          <w:lang w:val="en-US"/>
        </w:rPr>
      </w:pPr>
      <w:r w:rsidRPr="00F7056E">
        <w:rPr>
          <w:b/>
          <w:lang w:val="en-US"/>
        </w:rPr>
        <w:t xml:space="preserve">INCOME STATEMENT </w:t>
      </w:r>
    </w:p>
    <w:p w14:paraId="6C4E1D35" w14:textId="77777777" w:rsidR="002670A2" w:rsidRPr="00F7056E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lang w:val="en-US"/>
        </w:rPr>
      </w:pPr>
      <w:r w:rsidRPr="00F7056E">
        <w:rPr>
          <w:b/>
          <w:lang w:val="en-US"/>
        </w:rPr>
        <w:t xml:space="preserve">MONTH ENDED </w:t>
      </w:r>
      <w:r>
        <w:rPr>
          <w:b/>
          <w:lang w:val="en-US"/>
        </w:rPr>
        <w:t>SEPTEMBER</w:t>
      </w:r>
      <w:r w:rsidRPr="00F7056E">
        <w:rPr>
          <w:b/>
          <w:lang w:val="en-US"/>
        </w:rPr>
        <w:t xml:space="preserve"> 30, </w:t>
      </w:r>
      <w:r>
        <w:rPr>
          <w:b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74"/>
        <w:gridCol w:w="541"/>
        <w:gridCol w:w="271"/>
        <w:gridCol w:w="271"/>
        <w:gridCol w:w="272"/>
        <w:gridCol w:w="419"/>
        <w:gridCol w:w="546"/>
        <w:gridCol w:w="271"/>
        <w:gridCol w:w="271"/>
        <w:gridCol w:w="272"/>
        <w:gridCol w:w="452"/>
      </w:tblGrid>
      <w:tr w:rsidR="002670A2" w:rsidRPr="00F50010" w14:paraId="43AD4249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BC376A3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Revenue:</w:t>
            </w:r>
          </w:p>
        </w:tc>
        <w:tc>
          <w:tcPr>
            <w:tcW w:w="541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AB12C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BFB5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E50D8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45736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368EB1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0FC5C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3E0E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8B86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46BB6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91426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F4D2271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8D4BCB7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F50010">
              <w:rPr>
                <w:b/>
                <w:lang w:val="en-US"/>
              </w:rPr>
              <w:t>Professional Fees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589C4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0744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8FCB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73D2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452A5C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AF455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$</w:t>
            </w:r>
            <w:r w:rsidR="00932783">
              <w:rPr>
                <w:b/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430B1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CA31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9A347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DBF4D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BD41534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D2F1B52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Operating Expenses: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38038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ED7EE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B659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E48E9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A3E4C8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0AE0E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32CE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D6C3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EE11F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34E8C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B437F2D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23E5B16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F50010">
              <w:rPr>
                <w:b/>
                <w:lang w:val="en-US"/>
              </w:rPr>
              <w:t>Salaries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3923B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D3E8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F4FA31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2EFD46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2B7273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6953E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5CC9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5C13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128CE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B595E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FBB397C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772C227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F50010">
              <w:rPr>
                <w:b/>
                <w:lang w:val="en-US"/>
              </w:rPr>
              <w:t>Utilities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8F461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06D7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46645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04183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F22DEA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C5C97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CE0D9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EBC79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541FF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5AAD6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54C85AF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C99278F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F50010">
              <w:rPr>
                <w:b/>
                <w:lang w:val="en-US"/>
              </w:rPr>
              <w:t>Rent Expense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8F66C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6795B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8A0F8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74291B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059B09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D7C0F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3454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4E8A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6E511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2ACEC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9ABBE15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3B1640A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Pr="00F50010">
              <w:rPr>
                <w:b/>
                <w:lang w:val="en-US"/>
              </w:rPr>
              <w:t>Total Operating Expenses</w:t>
            </w:r>
          </w:p>
        </w:tc>
        <w:tc>
          <w:tcPr>
            <w:tcW w:w="541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57A8D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494A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770A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A9BA6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E60749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6635D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BBF7C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DDE19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1E4E0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A55B4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E56EE0C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CA81F2B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Net Income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C0920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0105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6F604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CD3DA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6C278B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9F0BC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92D954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87324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55D6D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20AB4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918B2BC" w14:textId="77777777" w:rsidTr="00954716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7F731D9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405CD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5E2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B0B1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24650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2441C2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doub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F7D10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1A54A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F62F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F469B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8825A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6A71059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38DABF2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D0A07A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3857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4790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92F37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793808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B6F34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050D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97A8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EF738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2ECE2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B04B881" w14:textId="77777777">
        <w:trPr>
          <w:trHeight w:hRule="exact" w:val="288"/>
          <w:jc w:val="center"/>
        </w:trPr>
        <w:tc>
          <w:tcPr>
            <w:tcW w:w="57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22AF4EE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033D0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A1FD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39E1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C5D52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F8EA3D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2F45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85FDA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0877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AE3D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43544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1F26F3D3" w14:textId="77777777" w:rsidR="002670A2" w:rsidRPr="007D0C32" w:rsidRDefault="002670A2" w:rsidP="002670A2">
      <w:pPr>
        <w:shd w:val="clear" w:color="auto" w:fill="FFFFFF"/>
        <w:spacing w:before="120"/>
        <w:rPr>
          <w:rFonts w:cs="Times New Roman"/>
          <w:b/>
          <w:bCs/>
          <w:sz w:val="24"/>
          <w:szCs w:val="24"/>
          <w:lang w:val="en-US"/>
        </w:rPr>
      </w:pPr>
      <w:r w:rsidRPr="007D0C32">
        <w:rPr>
          <w:rFonts w:cs="Times New Roman"/>
          <w:b/>
          <w:bCs/>
          <w:sz w:val="24"/>
          <w:szCs w:val="24"/>
          <w:lang w:val="en-US"/>
        </w:rPr>
        <w:t>(</w:t>
      </w:r>
      <w:r w:rsidR="0002750F">
        <w:rPr>
          <w:rFonts w:cs="Times New Roman"/>
          <w:b/>
          <w:bCs/>
          <w:sz w:val="24"/>
          <w:szCs w:val="24"/>
          <w:lang w:val="en-US"/>
        </w:rPr>
        <w:t>b</w:t>
      </w:r>
      <w:r w:rsidRPr="007D0C32">
        <w:rPr>
          <w:rFonts w:cs="Times New Roman"/>
          <w:b/>
          <w:bCs/>
          <w:sz w:val="24"/>
          <w:szCs w:val="24"/>
          <w:lang w:val="en-US"/>
        </w:rPr>
        <w:t>)</w:t>
      </w:r>
    </w:p>
    <w:p w14:paraId="346499A7" w14:textId="77777777" w:rsidR="002670A2" w:rsidRPr="007D0C32" w:rsidRDefault="00932783" w:rsidP="002670A2">
      <w:pPr>
        <w:shd w:val="clear" w:color="auto" w:fill="FFFFFF"/>
        <w:jc w:val="center"/>
        <w:rPr>
          <w:b/>
          <w:lang w:val="en-US"/>
        </w:rPr>
      </w:pPr>
      <w:r>
        <w:rPr>
          <w:b/>
          <w:lang w:val="en-US"/>
        </w:rPr>
        <w:t>FRENCH</w:t>
      </w:r>
      <w:r w:rsidRPr="007D0C32">
        <w:rPr>
          <w:b/>
          <w:lang w:val="en-US"/>
        </w:rPr>
        <w:t xml:space="preserve"> </w:t>
      </w:r>
      <w:r w:rsidR="002670A2" w:rsidRPr="007D0C32">
        <w:rPr>
          <w:b/>
          <w:lang w:val="en-US"/>
        </w:rPr>
        <w:t xml:space="preserve">REALTY </w:t>
      </w:r>
    </w:p>
    <w:p w14:paraId="126777C2" w14:textId="77777777" w:rsidR="002670A2" w:rsidRPr="007D0C32" w:rsidRDefault="002670A2" w:rsidP="002670A2">
      <w:pPr>
        <w:shd w:val="clear" w:color="auto" w:fill="FFFFFF"/>
        <w:jc w:val="center"/>
        <w:rPr>
          <w:b/>
          <w:lang w:val="en-US"/>
        </w:rPr>
      </w:pPr>
      <w:r w:rsidRPr="007D0C32">
        <w:rPr>
          <w:b/>
          <w:lang w:val="en-US"/>
        </w:rPr>
        <w:t xml:space="preserve">STATEMENT OF OWNER'S EQUITY </w:t>
      </w:r>
    </w:p>
    <w:p w14:paraId="266A0A05" w14:textId="77777777" w:rsidR="002670A2" w:rsidRPr="007D0C32" w:rsidRDefault="002670A2" w:rsidP="002670A2">
      <w:pPr>
        <w:shd w:val="clear" w:color="auto" w:fill="FFFFFF"/>
        <w:spacing w:after="200"/>
        <w:jc w:val="center"/>
        <w:rPr>
          <w:rFonts w:cs="Times New Roman"/>
          <w:b/>
        </w:rPr>
      </w:pPr>
      <w:r w:rsidRPr="007D0C32">
        <w:rPr>
          <w:b/>
          <w:lang w:val="en-US"/>
        </w:rPr>
        <w:t xml:space="preserve">MONTH ENDED </w:t>
      </w:r>
      <w:r>
        <w:rPr>
          <w:b/>
          <w:lang w:val="en-US"/>
        </w:rPr>
        <w:t>SEPTEMBER</w:t>
      </w:r>
      <w:r w:rsidRPr="007D0C32">
        <w:rPr>
          <w:b/>
          <w:lang w:val="en-US"/>
        </w:rPr>
        <w:t xml:space="preserve"> 30, </w:t>
      </w:r>
      <w:r>
        <w:rPr>
          <w:b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4"/>
        <w:gridCol w:w="541"/>
        <w:gridCol w:w="271"/>
        <w:gridCol w:w="271"/>
        <w:gridCol w:w="272"/>
        <w:gridCol w:w="419"/>
        <w:gridCol w:w="550"/>
        <w:gridCol w:w="271"/>
        <w:gridCol w:w="271"/>
        <w:gridCol w:w="272"/>
        <w:gridCol w:w="428"/>
      </w:tblGrid>
      <w:tr w:rsidR="002670A2" w:rsidRPr="00F50010" w14:paraId="219BB674" w14:textId="77777777">
        <w:trPr>
          <w:trHeight w:val="288"/>
          <w:jc w:val="center"/>
        </w:trPr>
        <w:tc>
          <w:tcPr>
            <w:tcW w:w="57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4D0F32AA" w14:textId="77777777" w:rsidR="002670A2" w:rsidRPr="000633A4" w:rsidRDefault="002670A2" w:rsidP="00932783">
            <w:pPr>
              <w:shd w:val="clear" w:color="auto" w:fill="FFFFFF"/>
              <w:ind w:left="288"/>
              <w:rPr>
                <w:rFonts w:cs="Times New Roman"/>
                <w:b/>
                <w:lang w:val="fr-FR"/>
              </w:rPr>
            </w:pPr>
            <w:r w:rsidRPr="000633A4">
              <w:rPr>
                <w:b/>
                <w:lang w:val="fr-FR"/>
              </w:rPr>
              <w:t xml:space="preserve">S. </w:t>
            </w:r>
            <w:r w:rsidR="00932783">
              <w:rPr>
                <w:b/>
                <w:lang w:val="fr-FR"/>
              </w:rPr>
              <w:t>French</w:t>
            </w:r>
            <w:r w:rsidRPr="000633A4">
              <w:rPr>
                <w:b/>
                <w:lang w:val="fr-FR"/>
              </w:rPr>
              <w:t xml:space="preserve">, Capital, </w:t>
            </w:r>
            <w:proofErr w:type="spellStart"/>
            <w:r w:rsidRPr="000633A4">
              <w:rPr>
                <w:b/>
                <w:lang w:val="fr-FR"/>
              </w:rPr>
              <w:t>September</w:t>
            </w:r>
            <w:proofErr w:type="spellEnd"/>
            <w:r w:rsidRPr="000633A4">
              <w:rPr>
                <w:b/>
                <w:lang w:val="fr-FR"/>
              </w:rPr>
              <w:t xml:space="preserve"> 1, 201X</w:t>
            </w:r>
          </w:p>
        </w:tc>
        <w:tc>
          <w:tcPr>
            <w:tcW w:w="541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177D39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2BC8E7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70D8D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5FA694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88632C4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550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56491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932783">
              <w:rPr>
                <w:b/>
                <w:lang w:val="en-US"/>
              </w:rPr>
              <w:t>6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FDB6A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15157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2A5CB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3461E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4A3F79A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6DB33F14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Net Income for September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87D24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B0346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97C94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8D260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1F913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6121A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55C78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3B90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DB2C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7084D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45FE88E" w14:textId="77777777" w:rsidTr="00954716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015EB933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 xml:space="preserve">Less: Withdrawals for </w:t>
            </w:r>
            <w:r>
              <w:rPr>
                <w:b/>
                <w:lang w:val="en-US"/>
              </w:rPr>
              <w:t>September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F37C5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F70DBE" w14:textId="77777777" w:rsidR="002670A2" w:rsidRPr="00F50010" w:rsidRDefault="0002750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</w:t>
            </w:r>
            <w:r w:rsidR="00932783">
              <w:rPr>
                <w:rFonts w:cs="Times New Roman"/>
                <w:b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7376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7673D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  <w:r w:rsidR="0002750F">
              <w:rPr>
                <w:b/>
                <w:lang w:val="en-US"/>
              </w:rPr>
              <w:t>)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647DD9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0DEBA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6969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B599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CA08E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3C414D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B33B534" w14:textId="77777777" w:rsidTr="00954716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6E693366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Increase in Capital</w:t>
            </w:r>
          </w:p>
        </w:tc>
        <w:tc>
          <w:tcPr>
            <w:tcW w:w="541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E5C98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70915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85706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36148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EBE7B9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978BE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EB3C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375C5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E9BAF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B5881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BA69FEA" w14:textId="77777777" w:rsidTr="00954716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59BB3852" w14:textId="77777777" w:rsidR="002670A2" w:rsidRPr="000633A4" w:rsidRDefault="002670A2" w:rsidP="00932783">
            <w:pPr>
              <w:shd w:val="clear" w:color="auto" w:fill="FFFFFF"/>
              <w:ind w:left="288"/>
              <w:rPr>
                <w:rFonts w:cs="Times New Roman"/>
                <w:b/>
                <w:lang w:val="fr-FR"/>
              </w:rPr>
            </w:pPr>
            <w:r w:rsidRPr="000633A4">
              <w:rPr>
                <w:b/>
                <w:lang w:val="fr-FR"/>
              </w:rPr>
              <w:t xml:space="preserve">S. </w:t>
            </w:r>
            <w:r w:rsidR="00932783">
              <w:rPr>
                <w:b/>
                <w:lang w:val="fr-FR"/>
              </w:rPr>
              <w:t>French</w:t>
            </w:r>
            <w:r w:rsidRPr="000633A4">
              <w:rPr>
                <w:b/>
                <w:lang w:val="fr-FR"/>
              </w:rPr>
              <w:t xml:space="preserve">, Capital, </w:t>
            </w:r>
            <w:proofErr w:type="spellStart"/>
            <w:r w:rsidRPr="000633A4">
              <w:rPr>
                <w:b/>
                <w:lang w:val="fr-FR"/>
              </w:rPr>
              <w:t>September</w:t>
            </w:r>
            <w:proofErr w:type="spellEnd"/>
            <w:r w:rsidRPr="000633A4">
              <w:rPr>
                <w:b/>
                <w:lang w:val="fr-FR"/>
              </w:rPr>
              <w:t xml:space="preserve"> 30, 201X</w:t>
            </w: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C96F9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8D1F5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B7573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65A7A0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ADC7FB7" w14:textId="77777777" w:rsidR="002670A2" w:rsidRPr="000633A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1C5A1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932783">
              <w:rPr>
                <w:b/>
                <w:lang w:val="en-US"/>
              </w:rPr>
              <w:t>8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B9BAB7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CD074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15C10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9B80B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EEC9728" w14:textId="77777777" w:rsidTr="00954716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325191E6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56FFB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DF80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14D3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3BBF3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423C6C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doub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8E58D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F272E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E5F4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0B227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35A44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5362E6C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756F9F10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36183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C6D2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4ED6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13654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0622044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09FDD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5B0A5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8E6D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AD0FF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4A373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79C84EC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4A9FCA76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26F9E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4E79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8B6DD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02B22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079F14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2988D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41A83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A157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8561A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FFEFB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90CF820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</w:tcPr>
          <w:p w14:paraId="1AA3F6C0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3DF34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A9AD6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D0E8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D2EB9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6A3FF0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7C8CB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EE6A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45C7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6CA82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7BFFB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CBAFE66" w14:textId="77777777">
        <w:trPr>
          <w:trHeight w:val="288"/>
          <w:jc w:val="center"/>
        </w:trPr>
        <w:tc>
          <w:tcPr>
            <w:tcW w:w="579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</w:tcPr>
          <w:p w14:paraId="3197C0C3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CACA3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C5D7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BAFD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75E21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56F400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F93FA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C29C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ABD35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D8A4C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3621C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2CBE7BDA" w14:textId="77777777" w:rsidR="002670A2" w:rsidRPr="007D0C32" w:rsidRDefault="002670A2" w:rsidP="002670A2">
      <w:pPr>
        <w:shd w:val="clear" w:color="auto" w:fill="FFFFFF"/>
        <w:spacing w:before="120"/>
        <w:rPr>
          <w:b/>
          <w:sz w:val="24"/>
          <w:szCs w:val="24"/>
          <w:lang w:val="en-US"/>
        </w:rPr>
      </w:pPr>
      <w:r w:rsidRPr="007D0C32">
        <w:rPr>
          <w:b/>
          <w:sz w:val="24"/>
          <w:szCs w:val="24"/>
          <w:lang w:val="en-US"/>
        </w:rPr>
        <w:t>(</w:t>
      </w:r>
      <w:r w:rsidR="0002750F">
        <w:rPr>
          <w:b/>
          <w:sz w:val="24"/>
          <w:szCs w:val="24"/>
          <w:lang w:val="en-US"/>
        </w:rPr>
        <w:t>c</w:t>
      </w:r>
      <w:r w:rsidRPr="007D0C32">
        <w:rPr>
          <w:b/>
          <w:sz w:val="24"/>
          <w:szCs w:val="24"/>
          <w:lang w:val="en-US"/>
        </w:rPr>
        <w:t>)</w:t>
      </w:r>
    </w:p>
    <w:p w14:paraId="22A22A25" w14:textId="77777777" w:rsidR="002670A2" w:rsidRPr="007D0C32" w:rsidRDefault="00932783" w:rsidP="002670A2">
      <w:pPr>
        <w:shd w:val="clear" w:color="auto" w:fill="FFFFFF"/>
        <w:jc w:val="center"/>
        <w:rPr>
          <w:b/>
          <w:lang w:val="en-US"/>
        </w:rPr>
      </w:pPr>
      <w:r>
        <w:rPr>
          <w:b/>
          <w:lang w:val="en-US"/>
        </w:rPr>
        <w:t>FRENCH</w:t>
      </w:r>
      <w:r w:rsidRPr="007D0C32">
        <w:rPr>
          <w:b/>
          <w:lang w:val="en-US"/>
        </w:rPr>
        <w:t xml:space="preserve"> </w:t>
      </w:r>
      <w:r w:rsidR="002670A2" w:rsidRPr="007D0C32">
        <w:rPr>
          <w:b/>
          <w:lang w:val="en-US"/>
        </w:rPr>
        <w:t xml:space="preserve">REALTY </w:t>
      </w:r>
    </w:p>
    <w:p w14:paraId="4237A003" w14:textId="77777777" w:rsidR="002670A2" w:rsidRPr="007D0C32" w:rsidRDefault="002670A2" w:rsidP="002670A2">
      <w:pPr>
        <w:shd w:val="clear" w:color="auto" w:fill="FFFFFF"/>
        <w:jc w:val="center"/>
        <w:rPr>
          <w:b/>
          <w:lang w:val="en-US"/>
        </w:rPr>
      </w:pPr>
      <w:r w:rsidRPr="007D0C32">
        <w:rPr>
          <w:b/>
          <w:lang w:val="en-US"/>
        </w:rPr>
        <w:t xml:space="preserve">BALANCE SHEET </w:t>
      </w:r>
    </w:p>
    <w:p w14:paraId="6B02735F" w14:textId="77777777" w:rsidR="002670A2" w:rsidRPr="007D0C32" w:rsidRDefault="002670A2" w:rsidP="002670A2">
      <w:pPr>
        <w:shd w:val="clear" w:color="auto" w:fill="FFFFFF"/>
        <w:spacing w:after="200"/>
        <w:jc w:val="center"/>
        <w:rPr>
          <w:rFonts w:cs="Times New Roman"/>
          <w:b/>
        </w:rPr>
      </w:pPr>
      <w:r>
        <w:rPr>
          <w:b/>
          <w:lang w:val="en-US"/>
        </w:rPr>
        <w:t>SEPTEMBER</w:t>
      </w:r>
      <w:r w:rsidRPr="007D0C32">
        <w:rPr>
          <w:b/>
          <w:lang w:val="en-US"/>
        </w:rPr>
        <w:t xml:space="preserve"> 30, </w:t>
      </w:r>
      <w:r>
        <w:rPr>
          <w:b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9"/>
        <w:gridCol w:w="507"/>
        <w:gridCol w:w="249"/>
        <w:gridCol w:w="249"/>
        <w:gridCol w:w="250"/>
        <w:gridCol w:w="404"/>
        <w:gridCol w:w="3012"/>
        <w:gridCol w:w="507"/>
        <w:gridCol w:w="260"/>
        <w:gridCol w:w="260"/>
        <w:gridCol w:w="260"/>
        <w:gridCol w:w="413"/>
      </w:tblGrid>
      <w:tr w:rsidR="002670A2" w:rsidRPr="00F50010" w14:paraId="5E203DAF" w14:textId="77777777">
        <w:trPr>
          <w:trHeight w:val="288"/>
          <w:jc w:val="center"/>
        </w:trPr>
        <w:tc>
          <w:tcPr>
            <w:tcW w:w="4532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810ED02" w14:textId="77777777" w:rsidR="002670A2" w:rsidRPr="00D35EB3" w:rsidRDefault="002670A2" w:rsidP="002670A2">
            <w:pPr>
              <w:shd w:val="clear" w:color="auto" w:fill="FFFFFF"/>
              <w:ind w:left="288"/>
              <w:rPr>
                <w:b/>
                <w:sz w:val="22"/>
                <w:szCs w:val="22"/>
                <w:lang w:val="en-US"/>
              </w:rPr>
            </w:pPr>
            <w:r w:rsidRPr="00D35EB3">
              <w:rPr>
                <w:b/>
                <w:sz w:val="22"/>
                <w:szCs w:val="22"/>
                <w:lang w:val="en-US"/>
              </w:rPr>
              <w:t>ASSETS</w:t>
            </w:r>
          </w:p>
        </w:tc>
        <w:tc>
          <w:tcPr>
            <w:tcW w:w="4597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1C615C57" w14:textId="77777777" w:rsidR="002670A2" w:rsidRPr="00E05AA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05AAF">
              <w:rPr>
                <w:b/>
                <w:sz w:val="22"/>
                <w:szCs w:val="22"/>
                <w:lang w:val="en-US"/>
              </w:rPr>
              <w:t>LIABILITIES AND OWNER'S EQUITY</w:t>
            </w:r>
          </w:p>
        </w:tc>
      </w:tr>
      <w:tr w:rsidR="002670A2" w:rsidRPr="00F50010" w14:paraId="2C0F9A94" w14:textId="77777777">
        <w:trPr>
          <w:trHeight w:val="288"/>
          <w:jc w:val="center"/>
        </w:trPr>
        <w:tc>
          <w:tcPr>
            <w:tcW w:w="29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5EB58BD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Cash</w:t>
            </w:r>
          </w:p>
        </w:tc>
        <w:tc>
          <w:tcPr>
            <w:tcW w:w="494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B80F4C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$</w:t>
            </w:r>
            <w:r w:rsidR="00932783">
              <w:rPr>
                <w:b/>
                <w:szCs w:val="22"/>
                <w:lang w:val="en-US"/>
              </w:rPr>
              <w:t>2</w:t>
            </w:r>
          </w:p>
        </w:tc>
        <w:tc>
          <w:tcPr>
            <w:tcW w:w="2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F98C6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9</w:t>
            </w:r>
          </w:p>
        </w:tc>
        <w:tc>
          <w:tcPr>
            <w:tcW w:w="24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4A652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6D543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B44C1E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7D04733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Liabilities</w:t>
            </w:r>
          </w:p>
        </w:tc>
        <w:tc>
          <w:tcPr>
            <w:tcW w:w="494" w:type="dxa"/>
            <w:tcBorders>
              <w:top w:val="single" w:sz="18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48443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15B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8034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D35C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8C43B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4397B0DE" w14:textId="77777777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DA9EF69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Accounts</w:t>
            </w:r>
            <w:r w:rsidRPr="00F50010">
              <w:rPr>
                <w:b/>
                <w:szCs w:val="22"/>
                <w:lang w:val="en-US"/>
              </w:rPr>
              <w:t xml:space="preserve"> Rec</w:t>
            </w:r>
            <w:r>
              <w:rPr>
                <w:b/>
                <w:szCs w:val="22"/>
                <w:lang w:val="en-US"/>
              </w:rPr>
              <w:t>eivable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529292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CDB598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7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C57CC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80DCD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9A4F2A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7FCF21D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Accounts</w:t>
            </w:r>
            <w:r w:rsidRPr="00F50010">
              <w:rPr>
                <w:b/>
                <w:szCs w:val="22"/>
                <w:lang w:val="en-US"/>
              </w:rPr>
              <w:t xml:space="preserve"> Payable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E12465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$</w:t>
            </w:r>
            <w:r w:rsidR="00932783">
              <w:rPr>
                <w:b/>
                <w:szCs w:val="22"/>
                <w:lang w:val="en-US"/>
              </w:rPr>
              <w:t>7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3DF2B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4F68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C34F2D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C11D8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151F8697" w14:textId="77777777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D691E26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Office</w:t>
            </w:r>
            <w:r w:rsidRPr="00F50010">
              <w:rPr>
                <w:b/>
                <w:szCs w:val="22"/>
                <w:lang w:val="en-US"/>
              </w:rPr>
              <w:t xml:space="preserve"> Equip</w:t>
            </w:r>
            <w:r>
              <w:rPr>
                <w:b/>
                <w:szCs w:val="22"/>
                <w:lang w:val="en-US"/>
              </w:rPr>
              <w:t>ment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B6680E" w14:textId="77777777" w:rsidR="002670A2" w:rsidRPr="00F50010" w:rsidRDefault="00932783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10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2A92A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4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0A66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5D41D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FB4CA2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15BCE2BD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Owner's Equity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531D9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A2F4C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58F12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9E8D6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A305B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6D1FA1E3" w14:textId="77777777" w:rsidTr="00954716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57B1669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17A5E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43FD7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F655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BFB3C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260350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FDF2AAD" w14:textId="77777777" w:rsidR="002670A2" w:rsidRPr="00F50010" w:rsidRDefault="002670A2" w:rsidP="00932783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 xml:space="preserve">S. </w:t>
            </w:r>
            <w:r w:rsidR="00932783">
              <w:rPr>
                <w:b/>
                <w:szCs w:val="22"/>
                <w:lang w:val="en-US"/>
              </w:rPr>
              <w:t>French</w:t>
            </w:r>
            <w:r w:rsidRPr="00F50010">
              <w:rPr>
                <w:b/>
                <w:szCs w:val="22"/>
                <w:lang w:val="en-US"/>
              </w:rPr>
              <w:t>, Capital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7526A8" w14:textId="77777777" w:rsidR="002670A2" w:rsidRPr="00F50010" w:rsidRDefault="00932783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8E5F5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AA332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D3A20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FC0A2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516923FC" w14:textId="77777777" w:rsidTr="00954716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71926232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CE053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A9C100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E1089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AD5B6A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6898F74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F525B4B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Total Liabilities and</w:t>
            </w:r>
          </w:p>
        </w:tc>
        <w:tc>
          <w:tcPr>
            <w:tcW w:w="494" w:type="dxa"/>
            <w:tcBorders>
              <w:top w:val="single" w:sz="12" w:space="0" w:color="auto"/>
              <w:left w:val="double" w:sz="2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852E8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7BD0E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C6FC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5990F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1A5CDC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328B2CE8" w14:textId="77777777" w:rsidTr="00954716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9966000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 xml:space="preserve">Total </w:t>
            </w:r>
            <w:r w:rsidRPr="00F50010">
              <w:rPr>
                <w:b/>
                <w:lang w:val="en-US"/>
              </w:rPr>
              <w:t>Assets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EDB798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$</w:t>
            </w:r>
            <w:r>
              <w:rPr>
                <w:b/>
                <w:szCs w:val="22"/>
                <w:lang w:val="en-US"/>
              </w:rPr>
              <w:t>1</w:t>
            </w:r>
            <w:r w:rsidR="00932783"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A902A8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7C8F6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456EB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37B54B2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6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1110DDB" w14:textId="77777777" w:rsidR="002670A2" w:rsidRPr="00F5001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lang w:val="en-US"/>
              </w:rPr>
              <w:t>Owner's</w:t>
            </w:r>
            <w:r w:rsidRPr="00F50010">
              <w:rPr>
                <w:b/>
                <w:szCs w:val="22"/>
                <w:lang w:val="en-US"/>
              </w:rPr>
              <w:t xml:space="preserve"> Equity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2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4D599C" w14:textId="77777777" w:rsidR="002670A2" w:rsidRPr="00F5001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$1</w:t>
            </w:r>
            <w:r w:rsidR="00932783"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73815A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361EB5" w14:textId="77777777" w:rsidR="002670A2" w:rsidRPr="00F50010" w:rsidRDefault="00932783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44C465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F5001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2F2AD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256B5BA0" w14:textId="77777777" w:rsidTr="00954716">
        <w:trPr>
          <w:trHeight w:val="288"/>
          <w:jc w:val="center"/>
        </w:trPr>
        <w:tc>
          <w:tcPr>
            <w:tcW w:w="291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20469FF8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double" w:sz="12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739ED8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1B5A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3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C3E60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5C39F1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47278A26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double" w:sz="2" w:space="0" w:color="auto"/>
              <w:bottom w:val="single" w:sz="18" w:space="0" w:color="auto"/>
              <w:right w:val="double" w:sz="2" w:space="0" w:color="auto"/>
            </w:tcBorders>
            <w:shd w:val="clear" w:color="auto" w:fill="FFFFFF"/>
            <w:vAlign w:val="center"/>
          </w:tcPr>
          <w:p w14:paraId="52EBA51A" w14:textId="77777777" w:rsidR="002670A2" w:rsidRPr="00F5001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double" w:sz="12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29B35B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D28CE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73D0B4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1A8D57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AD177F" w14:textId="77777777" w:rsidR="002670A2" w:rsidRPr="00F5001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14:paraId="22A6BF9A" w14:textId="77777777" w:rsidR="002670A2" w:rsidRDefault="002670A2" w:rsidP="002670A2">
      <w:pPr>
        <w:shd w:val="clear" w:color="auto" w:fill="FFFFFF"/>
        <w:rPr>
          <w:sz w:val="18"/>
          <w:szCs w:val="18"/>
          <w:lang w:val="en-US"/>
        </w:rPr>
      </w:pPr>
    </w:p>
    <w:p w14:paraId="72112C71" w14:textId="77777777" w:rsidR="002670A2" w:rsidRDefault="002670A2" w:rsidP="002670A2">
      <w:pPr>
        <w:shd w:val="clear" w:color="auto" w:fill="FFFFFF"/>
        <w:rPr>
          <w:sz w:val="18"/>
          <w:szCs w:val="18"/>
          <w:lang w:val="en-US"/>
        </w:rPr>
      </w:pPr>
    </w:p>
    <w:p w14:paraId="17E2DF6B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pgSz w:w="12240" w:h="15840"/>
          <w:pgMar w:top="900" w:right="1440" w:bottom="630" w:left="1440" w:header="720" w:footer="720" w:gutter="0"/>
          <w:cols w:space="720"/>
          <w:noEndnote/>
        </w:sectPr>
      </w:pPr>
    </w:p>
    <w:p w14:paraId="75A1C2CA" w14:textId="77777777" w:rsidR="002670A2" w:rsidRPr="00F50010" w:rsidRDefault="002670A2" w:rsidP="002670A2">
      <w:pPr>
        <w:shd w:val="clear" w:color="auto" w:fill="FFFFFF"/>
        <w:spacing w:after="200"/>
        <w:jc w:val="center"/>
        <w:rPr>
          <w:rFonts w:cs="Times New Roman"/>
          <w:sz w:val="24"/>
          <w:szCs w:val="24"/>
        </w:rPr>
      </w:pPr>
      <w:r w:rsidRPr="00F50010">
        <w:rPr>
          <w:b/>
          <w:bCs/>
          <w:sz w:val="24"/>
          <w:szCs w:val="24"/>
          <w:lang w:val="en-US"/>
        </w:rPr>
        <w:lastRenderedPageBreak/>
        <w:t xml:space="preserve">SOLUTIONS TO </w:t>
      </w:r>
      <w:r w:rsidR="00E56398">
        <w:rPr>
          <w:b/>
          <w:bCs/>
          <w:sz w:val="24"/>
          <w:szCs w:val="24"/>
          <w:lang w:val="en-US"/>
        </w:rPr>
        <w:t xml:space="preserve">SET </w:t>
      </w:r>
      <w:proofErr w:type="gramStart"/>
      <w:r w:rsidRPr="00F50010">
        <w:rPr>
          <w:b/>
          <w:bCs/>
          <w:sz w:val="24"/>
          <w:szCs w:val="24"/>
          <w:lang w:val="en-US"/>
        </w:rPr>
        <w:t>A PROBLEMS</w:t>
      </w:r>
      <w:proofErr w:type="gramEnd"/>
    </w:p>
    <w:p w14:paraId="59BAC50E" w14:textId="77777777" w:rsidR="002670A2" w:rsidRPr="000C7D9E" w:rsidRDefault="002670A2" w:rsidP="002670A2">
      <w:pPr>
        <w:shd w:val="clear" w:color="auto" w:fill="FFFFFF"/>
        <w:spacing w:after="200"/>
        <w:rPr>
          <w:b/>
          <w:sz w:val="24"/>
          <w:szCs w:val="24"/>
          <w:lang w:val="en-US"/>
        </w:rPr>
      </w:pPr>
      <w:r w:rsidRPr="000C7D9E">
        <w:rPr>
          <w:b/>
          <w:sz w:val="24"/>
          <w:szCs w:val="24"/>
          <w:lang w:val="en-US"/>
        </w:rPr>
        <w:t xml:space="preserve">PROBLEM </w:t>
      </w:r>
      <w:r>
        <w:rPr>
          <w:b/>
          <w:bCs/>
          <w:sz w:val="24"/>
          <w:szCs w:val="24"/>
          <w:lang w:val="en-US"/>
        </w:rPr>
        <w:t>1</w:t>
      </w:r>
      <w:r w:rsidRPr="000C7D9E">
        <w:rPr>
          <w:b/>
          <w:sz w:val="24"/>
          <w:szCs w:val="24"/>
          <w:lang w:val="en-US"/>
        </w:rPr>
        <w:t>A-1</w:t>
      </w:r>
    </w:p>
    <w:p w14:paraId="6D2685B9" w14:textId="77777777" w:rsidR="002670A2" w:rsidRDefault="00867C14" w:rsidP="002670A2">
      <w:pPr>
        <w:shd w:val="clear" w:color="auto" w:fill="FFFFFF"/>
        <w:spacing w:after="200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MORGAN</w:t>
      </w:r>
      <w:r w:rsidRPr="000112D8">
        <w:rPr>
          <w:b/>
          <w:bCs/>
          <w:sz w:val="22"/>
          <w:szCs w:val="22"/>
          <w:lang w:val="en-US"/>
        </w:rPr>
        <w:t xml:space="preserve">'S </w:t>
      </w:r>
      <w:r w:rsidR="002670A2" w:rsidRPr="000112D8">
        <w:rPr>
          <w:b/>
          <w:bCs/>
          <w:sz w:val="22"/>
          <w:szCs w:val="22"/>
          <w:lang w:val="en-US"/>
        </w:rPr>
        <w:t>NAIL SPA</w:t>
      </w:r>
    </w:p>
    <w:p w14:paraId="79E4E9AA" w14:textId="77777777" w:rsidR="001677F3" w:rsidRPr="000112D8" w:rsidRDefault="001677F3" w:rsidP="001677F3">
      <w:pPr>
        <w:shd w:val="clear" w:color="auto" w:fill="FFFFFF"/>
        <w:spacing w:after="200"/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677F3" w14:paraId="49717377" w14:textId="77777777" w:rsidTr="0002750F">
        <w:tc>
          <w:tcPr>
            <w:tcW w:w="1915" w:type="dxa"/>
          </w:tcPr>
          <w:p w14:paraId="5DE5087B" w14:textId="77777777" w:rsidR="001677F3" w:rsidRDefault="00B15CE0">
            <w:pPr>
              <w:rPr>
                <w:lang w:val="en-US"/>
              </w:rPr>
            </w:pPr>
            <w:r>
              <w:rPr>
                <w:lang w:val="en-US"/>
              </w:rPr>
              <w:t>Transaction</w:t>
            </w:r>
          </w:p>
        </w:tc>
        <w:tc>
          <w:tcPr>
            <w:tcW w:w="3830" w:type="dxa"/>
            <w:gridSpan w:val="2"/>
          </w:tcPr>
          <w:p w14:paraId="36833BEA" w14:textId="77777777" w:rsidR="001677F3" w:rsidRPr="00BE204E" w:rsidRDefault="001677F3" w:rsidP="00BE204E">
            <w:pPr>
              <w:rPr>
                <w:b/>
                <w:lang w:val="en-US"/>
              </w:rPr>
            </w:pPr>
            <w:r w:rsidRPr="00BE204E">
              <w:rPr>
                <w:b/>
                <w:lang w:val="en-US"/>
              </w:rPr>
              <w:t xml:space="preserve">                        Assets                     =</w:t>
            </w:r>
          </w:p>
        </w:tc>
        <w:tc>
          <w:tcPr>
            <w:tcW w:w="3831" w:type="dxa"/>
            <w:gridSpan w:val="2"/>
          </w:tcPr>
          <w:p w14:paraId="639E42B1" w14:textId="77777777" w:rsidR="001677F3" w:rsidRPr="00BE204E" w:rsidRDefault="001677F3">
            <w:pPr>
              <w:rPr>
                <w:b/>
                <w:lang w:val="en-US"/>
              </w:rPr>
            </w:pPr>
            <w:r w:rsidRPr="00BE204E">
              <w:rPr>
                <w:b/>
                <w:lang w:val="en-US"/>
              </w:rPr>
              <w:t>Liabilities +            Owner’s Equity</w:t>
            </w:r>
          </w:p>
        </w:tc>
      </w:tr>
      <w:tr w:rsidR="00D15D2A" w14:paraId="4BBFFE5E" w14:textId="77777777" w:rsidTr="00D15D2A">
        <w:tc>
          <w:tcPr>
            <w:tcW w:w="1915" w:type="dxa"/>
          </w:tcPr>
          <w:p w14:paraId="20677D0A" w14:textId="77777777" w:rsidR="00D15D2A" w:rsidRDefault="00D15D2A">
            <w:pPr>
              <w:rPr>
                <w:lang w:val="en-US"/>
              </w:rPr>
            </w:pPr>
          </w:p>
          <w:p w14:paraId="3D34B62F" w14:textId="77777777" w:rsidR="008B4A1B" w:rsidRDefault="008B4A1B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2A3E02D7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Cash </w:t>
            </w:r>
          </w:p>
        </w:tc>
        <w:tc>
          <w:tcPr>
            <w:tcW w:w="1915" w:type="dxa"/>
          </w:tcPr>
          <w:p w14:paraId="27FFBCD0" w14:textId="77777777" w:rsidR="00D15D2A" w:rsidRDefault="0002750F">
            <w:pPr>
              <w:rPr>
                <w:lang w:val="en-US"/>
              </w:rPr>
            </w:pPr>
            <w:r>
              <w:rPr>
                <w:lang w:val="en-US"/>
              </w:rPr>
              <w:t xml:space="preserve">Store </w:t>
            </w:r>
            <w:r w:rsidR="00D15D2A">
              <w:rPr>
                <w:lang w:val="en-US"/>
              </w:rPr>
              <w:t>Equipment</w:t>
            </w:r>
          </w:p>
        </w:tc>
        <w:tc>
          <w:tcPr>
            <w:tcW w:w="1915" w:type="dxa"/>
          </w:tcPr>
          <w:p w14:paraId="18FB2EB6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Accounts Payable</w:t>
            </w:r>
          </w:p>
        </w:tc>
        <w:tc>
          <w:tcPr>
            <w:tcW w:w="1916" w:type="dxa"/>
          </w:tcPr>
          <w:p w14:paraId="773BC9F7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M. </w:t>
            </w:r>
            <w:proofErr w:type="spellStart"/>
            <w:r>
              <w:rPr>
                <w:lang w:val="en-US"/>
              </w:rPr>
              <w:t>Amberson</w:t>
            </w:r>
            <w:proofErr w:type="spellEnd"/>
            <w:r>
              <w:rPr>
                <w:lang w:val="en-US"/>
              </w:rPr>
              <w:t>, Capital</w:t>
            </w:r>
          </w:p>
        </w:tc>
      </w:tr>
      <w:tr w:rsidR="00D15D2A" w14:paraId="775FC79E" w14:textId="77777777" w:rsidTr="00D15D2A">
        <w:tc>
          <w:tcPr>
            <w:tcW w:w="1915" w:type="dxa"/>
          </w:tcPr>
          <w:p w14:paraId="1F8E3CE2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a.</w:t>
            </w:r>
          </w:p>
        </w:tc>
        <w:tc>
          <w:tcPr>
            <w:tcW w:w="1915" w:type="dxa"/>
          </w:tcPr>
          <w:p w14:paraId="2EC270AF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+16,000</w:t>
            </w:r>
          </w:p>
        </w:tc>
        <w:tc>
          <w:tcPr>
            <w:tcW w:w="1915" w:type="dxa"/>
          </w:tcPr>
          <w:p w14:paraId="7469C775" w14:textId="77777777" w:rsidR="00D15D2A" w:rsidRDefault="00D15D2A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1915C433" w14:textId="77777777" w:rsidR="00D15D2A" w:rsidRDefault="00D15D2A">
            <w:pPr>
              <w:rPr>
                <w:lang w:val="en-US"/>
              </w:rPr>
            </w:pPr>
          </w:p>
        </w:tc>
        <w:tc>
          <w:tcPr>
            <w:tcW w:w="1916" w:type="dxa"/>
          </w:tcPr>
          <w:p w14:paraId="73149332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+16,000</w:t>
            </w:r>
          </w:p>
        </w:tc>
      </w:tr>
      <w:tr w:rsidR="00D15D2A" w14:paraId="08A22E4B" w14:textId="77777777" w:rsidTr="00D15D2A">
        <w:tc>
          <w:tcPr>
            <w:tcW w:w="1915" w:type="dxa"/>
          </w:tcPr>
          <w:p w14:paraId="3079EC50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</w:p>
        </w:tc>
        <w:tc>
          <w:tcPr>
            <w:tcW w:w="1915" w:type="dxa"/>
          </w:tcPr>
          <w:p w14:paraId="506B92E7" w14:textId="77777777" w:rsidR="00D15D2A" w:rsidRDefault="00D15D2A" w:rsidP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   (3,700)</w:t>
            </w:r>
          </w:p>
        </w:tc>
        <w:tc>
          <w:tcPr>
            <w:tcW w:w="1915" w:type="dxa"/>
          </w:tcPr>
          <w:p w14:paraId="49EF7997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+3,700</w:t>
            </w:r>
          </w:p>
        </w:tc>
        <w:tc>
          <w:tcPr>
            <w:tcW w:w="1915" w:type="dxa"/>
          </w:tcPr>
          <w:p w14:paraId="03186F40" w14:textId="77777777" w:rsidR="00D15D2A" w:rsidRDefault="00D15D2A">
            <w:pPr>
              <w:rPr>
                <w:lang w:val="en-US"/>
              </w:rPr>
            </w:pPr>
          </w:p>
        </w:tc>
        <w:tc>
          <w:tcPr>
            <w:tcW w:w="1916" w:type="dxa"/>
          </w:tcPr>
          <w:p w14:paraId="5B70921C" w14:textId="77777777" w:rsidR="00D15D2A" w:rsidRDefault="00D15D2A">
            <w:pPr>
              <w:rPr>
                <w:lang w:val="en-US"/>
              </w:rPr>
            </w:pPr>
          </w:p>
        </w:tc>
      </w:tr>
      <w:tr w:rsidR="00D15D2A" w14:paraId="21FE0CDD" w14:textId="77777777" w:rsidTr="00D15D2A">
        <w:tc>
          <w:tcPr>
            <w:tcW w:w="1915" w:type="dxa"/>
          </w:tcPr>
          <w:p w14:paraId="50D6AFDD" w14:textId="77777777" w:rsidR="00D15D2A" w:rsidRDefault="00F44772">
            <w:pPr>
              <w:rPr>
                <w:lang w:val="en-US"/>
              </w:rPr>
            </w:pPr>
            <w:r>
              <w:rPr>
                <w:lang w:val="en-US"/>
              </w:rPr>
              <w:t>c.</w:t>
            </w:r>
          </w:p>
        </w:tc>
        <w:tc>
          <w:tcPr>
            <w:tcW w:w="1915" w:type="dxa"/>
          </w:tcPr>
          <w:p w14:paraId="5725891A" w14:textId="77777777" w:rsidR="00D15D2A" w:rsidRDefault="00D15D2A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56097FCA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+6,050</w:t>
            </w:r>
          </w:p>
        </w:tc>
        <w:tc>
          <w:tcPr>
            <w:tcW w:w="1915" w:type="dxa"/>
          </w:tcPr>
          <w:p w14:paraId="45783DF3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+6,050</w:t>
            </w:r>
          </w:p>
        </w:tc>
        <w:tc>
          <w:tcPr>
            <w:tcW w:w="1916" w:type="dxa"/>
          </w:tcPr>
          <w:p w14:paraId="30ED7DC0" w14:textId="77777777" w:rsidR="00D15D2A" w:rsidRDefault="00D15D2A">
            <w:pPr>
              <w:rPr>
                <w:lang w:val="en-US"/>
              </w:rPr>
            </w:pPr>
          </w:p>
        </w:tc>
      </w:tr>
      <w:tr w:rsidR="00D15D2A" w14:paraId="04F4C1B1" w14:textId="77777777" w:rsidTr="004C26CA">
        <w:tc>
          <w:tcPr>
            <w:tcW w:w="1915" w:type="dxa"/>
          </w:tcPr>
          <w:p w14:paraId="2A403328" w14:textId="77777777" w:rsidR="00D15D2A" w:rsidRDefault="00F44772">
            <w:pPr>
              <w:rPr>
                <w:lang w:val="en-US"/>
              </w:rPr>
            </w:pPr>
            <w:r>
              <w:rPr>
                <w:lang w:val="en-US"/>
              </w:rPr>
              <w:t>d.</w:t>
            </w: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7BF75A32" w14:textId="77777777" w:rsidR="00D15D2A" w:rsidRP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D15D2A">
              <w:rPr>
                <w:lang w:val="en-US"/>
              </w:rPr>
              <w:t>(600)</w:t>
            </w: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5B4C3A1B" w14:textId="77777777" w:rsidR="00D15D2A" w:rsidRDefault="00D15D2A">
            <w:pPr>
              <w:rPr>
                <w:lang w:val="en-US"/>
              </w:rPr>
            </w:pP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165E0716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 xml:space="preserve">    (600)</w:t>
            </w:r>
          </w:p>
        </w:tc>
        <w:tc>
          <w:tcPr>
            <w:tcW w:w="1916" w:type="dxa"/>
            <w:tcBorders>
              <w:bottom w:val="single" w:sz="12" w:space="0" w:color="auto"/>
            </w:tcBorders>
          </w:tcPr>
          <w:p w14:paraId="30429256" w14:textId="77777777" w:rsidR="00D15D2A" w:rsidRDefault="00D15D2A">
            <w:pPr>
              <w:rPr>
                <w:lang w:val="en-US"/>
              </w:rPr>
            </w:pPr>
          </w:p>
        </w:tc>
      </w:tr>
      <w:tr w:rsidR="00D15D2A" w14:paraId="158E7E2E" w14:textId="77777777" w:rsidTr="004C26CA">
        <w:tc>
          <w:tcPr>
            <w:tcW w:w="1915" w:type="dxa"/>
          </w:tcPr>
          <w:p w14:paraId="3CB74B9D" w14:textId="77777777" w:rsidR="00D15D2A" w:rsidRDefault="00D15D2A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5EDC953C" w14:textId="77777777" w:rsidR="00D15D2A" w:rsidRPr="00E23D75" w:rsidRDefault="00D15D2A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3D75">
              <w:rPr>
                <w:u w:val="double"/>
                <w:lang w:val="en-US"/>
              </w:rPr>
              <w:t>11,700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4F55F869" w14:textId="77777777" w:rsidR="00D15D2A" w:rsidRPr="00E23D75" w:rsidRDefault="00D15D2A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E23D75">
              <w:rPr>
                <w:u w:val="double"/>
                <w:lang w:val="en-US"/>
              </w:rPr>
              <w:t>9,750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3027B747" w14:textId="77777777" w:rsidR="00D15D2A" w:rsidRPr="00E23D75" w:rsidRDefault="00D15D2A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E23D75">
              <w:rPr>
                <w:u w:val="double"/>
                <w:lang w:val="en-US"/>
              </w:rPr>
              <w:t>5,450</w:t>
            </w:r>
          </w:p>
        </w:tc>
        <w:tc>
          <w:tcPr>
            <w:tcW w:w="1916" w:type="dxa"/>
            <w:tcBorders>
              <w:top w:val="single" w:sz="12" w:space="0" w:color="auto"/>
            </w:tcBorders>
          </w:tcPr>
          <w:p w14:paraId="7EAEDE2E" w14:textId="77777777" w:rsidR="00D15D2A" w:rsidRPr="00E23D75" w:rsidRDefault="00D15D2A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3D75">
              <w:rPr>
                <w:u w:val="double"/>
                <w:lang w:val="en-US"/>
              </w:rPr>
              <w:t>16,000</w:t>
            </w:r>
          </w:p>
        </w:tc>
      </w:tr>
    </w:tbl>
    <w:p w14:paraId="168B5ABE" w14:textId="77777777" w:rsidR="00D15D2A" w:rsidRDefault="00D15D2A">
      <w:pPr>
        <w:shd w:val="clear" w:color="auto" w:fill="FFFFFF"/>
        <w:rPr>
          <w:sz w:val="22"/>
          <w:szCs w:val="22"/>
          <w:lang w:val="en-US"/>
        </w:rPr>
      </w:pPr>
    </w:p>
    <w:p w14:paraId="7B24EF0E" w14:textId="77777777" w:rsidR="002670A2" w:rsidRPr="00FE7C4A" w:rsidRDefault="002670A2" w:rsidP="002670A2">
      <w:pPr>
        <w:shd w:val="clear" w:color="auto" w:fill="FFFFFF"/>
        <w:spacing w:after="200"/>
        <w:rPr>
          <w:rFonts w:cs="Times New Roman"/>
          <w:b/>
          <w:sz w:val="24"/>
          <w:szCs w:val="24"/>
        </w:rPr>
      </w:pPr>
      <w:r w:rsidRPr="00FE7C4A">
        <w:rPr>
          <w:b/>
          <w:sz w:val="24"/>
          <w:szCs w:val="24"/>
          <w:lang w:val="en-US"/>
        </w:rPr>
        <w:t>PROBLEM 1A-2</w:t>
      </w:r>
    </w:p>
    <w:p w14:paraId="52F3E997" w14:textId="77777777" w:rsidR="002670A2" w:rsidRPr="000C7D9E" w:rsidRDefault="00263C8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 xml:space="preserve">SHEA’S </w:t>
      </w:r>
      <w:r w:rsidR="002670A2">
        <w:rPr>
          <w:b/>
          <w:bCs/>
          <w:sz w:val="22"/>
          <w:szCs w:val="22"/>
          <w:lang w:val="en-US"/>
        </w:rPr>
        <w:t>INTE</w:t>
      </w:r>
      <w:r w:rsidR="002670A2" w:rsidRPr="000C7D9E">
        <w:rPr>
          <w:b/>
          <w:sz w:val="22"/>
          <w:szCs w:val="22"/>
          <w:lang w:val="en-US"/>
        </w:rPr>
        <w:t>RNET SERVICE</w:t>
      </w:r>
    </w:p>
    <w:p w14:paraId="72552948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BALANCE SHEET</w:t>
      </w:r>
    </w:p>
    <w:p w14:paraId="481DB0C8" w14:textId="77777777" w:rsidR="002670A2" w:rsidRPr="00856164" w:rsidRDefault="00263C82" w:rsidP="002670A2">
      <w:pPr>
        <w:shd w:val="clear" w:color="auto" w:fill="FFFFFF"/>
        <w:spacing w:after="300"/>
        <w:jc w:val="center"/>
        <w:rPr>
          <w:rFonts w:cs="Times New Roman"/>
          <w:sz w:val="24"/>
          <w:szCs w:val="24"/>
        </w:rPr>
      </w:pPr>
      <w:r>
        <w:rPr>
          <w:b/>
          <w:sz w:val="24"/>
          <w:szCs w:val="24"/>
          <w:lang w:val="en-US"/>
        </w:rPr>
        <w:t>JUNE</w:t>
      </w:r>
      <w:r w:rsidRPr="00856164">
        <w:rPr>
          <w:b/>
          <w:sz w:val="24"/>
          <w:szCs w:val="24"/>
          <w:lang w:val="en-US"/>
        </w:rPr>
        <w:t xml:space="preserve"> </w:t>
      </w:r>
      <w:r w:rsidR="002670A2" w:rsidRPr="00856164">
        <w:rPr>
          <w:b/>
          <w:sz w:val="24"/>
          <w:szCs w:val="24"/>
          <w:lang w:val="en-US"/>
        </w:rPr>
        <w:t xml:space="preserve">30, </w:t>
      </w:r>
      <w:r w:rsidR="002670A2">
        <w:rPr>
          <w:b/>
          <w:sz w:val="24"/>
          <w:szCs w:val="24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619"/>
        <w:gridCol w:w="254"/>
        <w:gridCol w:w="244"/>
        <w:gridCol w:w="254"/>
        <w:gridCol w:w="404"/>
        <w:gridCol w:w="2905"/>
        <w:gridCol w:w="605"/>
        <w:gridCol w:w="254"/>
        <w:gridCol w:w="268"/>
        <w:gridCol w:w="254"/>
        <w:gridCol w:w="419"/>
      </w:tblGrid>
      <w:tr w:rsidR="002670A2" w:rsidRPr="00F50010" w14:paraId="63CC5007" w14:textId="77777777" w:rsidTr="001677F3">
        <w:trPr>
          <w:trHeight w:val="288"/>
          <w:jc w:val="center"/>
        </w:trPr>
        <w:tc>
          <w:tcPr>
            <w:tcW w:w="465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3613CBCA" w14:textId="77777777" w:rsidR="002670A2" w:rsidRPr="00D35EB3" w:rsidRDefault="002670A2" w:rsidP="002670A2">
            <w:pPr>
              <w:shd w:val="clear" w:color="auto" w:fill="FFFFFF"/>
              <w:ind w:left="288"/>
              <w:rPr>
                <w:b/>
                <w:sz w:val="22"/>
                <w:szCs w:val="22"/>
                <w:lang w:val="en-US"/>
              </w:rPr>
            </w:pPr>
            <w:r w:rsidRPr="00D35EB3">
              <w:rPr>
                <w:b/>
                <w:sz w:val="22"/>
                <w:szCs w:val="22"/>
                <w:lang w:val="en-US"/>
              </w:rPr>
              <w:t>ASSETS</w:t>
            </w:r>
          </w:p>
        </w:tc>
        <w:tc>
          <w:tcPr>
            <w:tcW w:w="470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307DC3C6" w14:textId="77777777" w:rsidR="002670A2" w:rsidRPr="00E05AA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05AAF">
              <w:rPr>
                <w:b/>
                <w:sz w:val="22"/>
                <w:szCs w:val="22"/>
                <w:lang w:val="en-US"/>
              </w:rPr>
              <w:t>LIABILITIES AND OWNER'S EQUITY</w:t>
            </w:r>
          </w:p>
        </w:tc>
      </w:tr>
      <w:tr w:rsidR="002670A2" w:rsidRPr="00F50010" w14:paraId="335476DD" w14:textId="77777777" w:rsidTr="001677F3">
        <w:trPr>
          <w:trHeight w:val="288"/>
          <w:jc w:val="center"/>
        </w:trPr>
        <w:tc>
          <w:tcPr>
            <w:tcW w:w="288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027193A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Cash</w:t>
            </w:r>
          </w:p>
        </w:tc>
        <w:tc>
          <w:tcPr>
            <w:tcW w:w="61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FF8323" w14:textId="77777777" w:rsidR="002670A2" w:rsidRPr="00315864" w:rsidRDefault="002670A2" w:rsidP="00263C8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315864">
              <w:rPr>
                <w:b/>
                <w:bCs/>
                <w:lang w:val="en-US"/>
              </w:rPr>
              <w:t>$</w:t>
            </w:r>
            <w:r w:rsidR="00263C82">
              <w:rPr>
                <w:b/>
                <w:bCs/>
                <w:lang w:val="en-US"/>
              </w:rPr>
              <w:t>38</w:t>
            </w: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56B0FA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049CD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AC155D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BC6D1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FB22988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Liabilities</w:t>
            </w:r>
          </w:p>
        </w:tc>
        <w:tc>
          <w:tcPr>
            <w:tcW w:w="605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F00AE5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DEA76A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97E7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06CB0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A8370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A94DBB2" w14:textId="77777777" w:rsidTr="001677F3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60DC45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szCs w:val="22"/>
                <w:lang w:val="en-US"/>
              </w:rPr>
              <w:t>Equipment</w:t>
            </w: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EF10B2" w14:textId="77777777" w:rsidR="002670A2" w:rsidRPr="00315864" w:rsidRDefault="00263C8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bCs/>
                <w:lang w:val="en-US"/>
              </w:rPr>
              <w:t>39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0370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2C1ADA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0F069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27DCB1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E61112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Accounts Payable</w:t>
            </w: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29AAD7" w14:textId="77777777" w:rsidR="002670A2" w:rsidRPr="00315864" w:rsidRDefault="002670A2" w:rsidP="00263C8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315864">
              <w:rPr>
                <w:b/>
                <w:bCs/>
                <w:lang w:val="en-US"/>
              </w:rPr>
              <w:t>$</w:t>
            </w:r>
            <w:r w:rsidR="00263C82">
              <w:rPr>
                <w:b/>
                <w:bCs/>
                <w:lang w:val="en-US"/>
              </w:rPr>
              <w:t>14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8BE901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6783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EFDB29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B77874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1F84787" w14:textId="77777777" w:rsidTr="001677F3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BBD2889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szCs w:val="22"/>
                <w:lang w:val="en-US"/>
              </w:rPr>
              <w:t>Building</w:t>
            </w: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C8E6B0" w14:textId="77777777" w:rsidR="002670A2" w:rsidRPr="00315864" w:rsidRDefault="00263C8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6BC6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B602A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8F73B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B57FBA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5E9913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235275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F233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64D6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24DF4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97A095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0CC066E" w14:textId="77777777" w:rsidTr="001677F3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CDCBFE3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BA49F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59002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2647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B3C9A5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4B982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01A035D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szCs w:val="22"/>
                <w:lang w:val="en-US"/>
              </w:rPr>
              <w:t>Owner's</w:t>
            </w:r>
            <w:r w:rsidRPr="00315864">
              <w:rPr>
                <w:b/>
                <w:lang w:val="en-US"/>
              </w:rPr>
              <w:t xml:space="preserve"> Equity</w:t>
            </w: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FFDAC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8F5E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DC706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492EE9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99728C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318CEB2" w14:textId="77777777" w:rsidTr="00954716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1F6BD3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784A8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004D2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5B5B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292DFC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D5E3BC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8E45D7" w14:textId="77777777" w:rsidR="002670A2" w:rsidRPr="00315864" w:rsidRDefault="00263C8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Shea</w:t>
            </w:r>
            <w:r w:rsidR="002670A2" w:rsidRPr="00315864">
              <w:rPr>
                <w:b/>
                <w:lang w:val="en-US"/>
              </w:rPr>
              <w:t>, Capital</w:t>
            </w: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1A18D4" w14:textId="77777777" w:rsidR="002670A2" w:rsidRPr="00315864" w:rsidRDefault="00263C8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bCs/>
                <w:lang w:val="en-US"/>
              </w:rPr>
              <w:t>118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37610C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2CFB7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378ED2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6F0B7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2F679EF" w14:textId="77777777" w:rsidTr="00954716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BE480C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1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DED5D7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E7F0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1B4AC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3100F48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26FB2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7CB66C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6EFEC4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05B27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5B89D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2849E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A73DB1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2F55A96" w14:textId="77777777" w:rsidTr="001677F3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4B07601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ABD656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4A8726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F717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2149C2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0177BA9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FEFB040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szCs w:val="22"/>
                <w:lang w:val="en-US"/>
              </w:rPr>
              <w:t>Total</w:t>
            </w:r>
            <w:r w:rsidRPr="00315864">
              <w:rPr>
                <w:b/>
                <w:lang w:val="en-US"/>
              </w:rPr>
              <w:t xml:space="preserve"> Liabilities and</w:t>
            </w: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496762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FF63C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6619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BBD42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C58E6B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9F4BA11" w14:textId="77777777" w:rsidTr="00954716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9A123C6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szCs w:val="22"/>
                <w:lang w:val="en-US"/>
              </w:rPr>
              <w:t>Total</w:t>
            </w:r>
            <w:r w:rsidRPr="00315864">
              <w:rPr>
                <w:b/>
                <w:lang w:val="en-US"/>
              </w:rPr>
              <w:t xml:space="preserve"> Assets</w:t>
            </w:r>
          </w:p>
        </w:tc>
        <w:tc>
          <w:tcPr>
            <w:tcW w:w="61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E669BA" w14:textId="77777777" w:rsidR="002670A2" w:rsidRPr="00315864" w:rsidRDefault="002670A2" w:rsidP="00263C8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315864">
              <w:rPr>
                <w:b/>
                <w:bCs/>
                <w:lang w:val="en-US"/>
              </w:rPr>
              <w:t>$</w:t>
            </w:r>
            <w:r w:rsidR="00263C82">
              <w:rPr>
                <w:b/>
                <w:bCs/>
                <w:lang w:val="en-US"/>
              </w:rPr>
              <w:t>132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72D5B7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DC2D1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A7B70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3244421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1568A9E" w14:textId="77777777" w:rsidR="002670A2" w:rsidRPr="00315864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Owner's Equity</w:t>
            </w:r>
          </w:p>
        </w:tc>
        <w:tc>
          <w:tcPr>
            <w:tcW w:w="605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10A710" w14:textId="77777777" w:rsidR="002670A2" w:rsidRPr="00315864" w:rsidRDefault="002670A2" w:rsidP="00263C8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315864">
              <w:rPr>
                <w:b/>
                <w:bCs/>
                <w:lang w:val="en-US"/>
              </w:rPr>
              <w:t>$</w:t>
            </w:r>
            <w:r w:rsidR="00263C82">
              <w:rPr>
                <w:b/>
                <w:bCs/>
                <w:lang w:val="en-US"/>
              </w:rPr>
              <w:t>132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5FE96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6477F0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5A1BE9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315864">
              <w:rPr>
                <w:b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ED9EDF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B273B41" w14:textId="77777777" w:rsidTr="00954716">
        <w:trPr>
          <w:trHeight w:val="288"/>
          <w:jc w:val="center"/>
        </w:trPr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92C4C4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1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75935B95" w14:textId="77777777" w:rsidR="002670A2" w:rsidRPr="00315864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14:paraId="312D4ECD" w14:textId="77777777" w:rsidR="002670A2" w:rsidRPr="00315864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4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14:paraId="3234E910" w14:textId="77777777" w:rsidR="002670A2" w:rsidRPr="00315864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32DDD571" w14:textId="77777777" w:rsidR="002670A2" w:rsidRPr="00315864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03522699" w14:textId="77777777" w:rsidR="002670A2" w:rsidRPr="00315864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9F6732" w14:textId="77777777" w:rsidR="002670A2" w:rsidRPr="00315864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5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4691B4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07B21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0786E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68ECD3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5244D4" w14:textId="77777777" w:rsidR="002670A2" w:rsidRPr="00315864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4B18F5F8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17A0FE44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16474202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46BC0F42" w14:textId="77777777" w:rsidR="002670A2" w:rsidRDefault="002670A2">
      <w:pPr>
        <w:shd w:val="clear" w:color="auto" w:fill="FFFFFF"/>
        <w:rPr>
          <w:sz w:val="18"/>
          <w:szCs w:val="18"/>
          <w:lang w:val="en-US"/>
        </w:rPr>
      </w:pPr>
    </w:p>
    <w:p w14:paraId="37A22A39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633A9EFA" w14:textId="77777777" w:rsidR="002670A2" w:rsidRPr="001C510E" w:rsidRDefault="002670A2" w:rsidP="002670A2">
      <w:pPr>
        <w:shd w:val="clear" w:color="auto" w:fill="FFFFFF"/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PROBLEM 1A-3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9"/>
        <w:gridCol w:w="551"/>
        <w:gridCol w:w="842"/>
        <w:gridCol w:w="390"/>
        <w:gridCol w:w="372"/>
        <w:gridCol w:w="414"/>
        <w:gridCol w:w="372"/>
        <w:gridCol w:w="390"/>
        <w:gridCol w:w="353"/>
        <w:gridCol w:w="395"/>
        <w:gridCol w:w="410"/>
        <w:gridCol w:w="372"/>
        <w:gridCol w:w="395"/>
        <w:gridCol w:w="372"/>
        <w:gridCol w:w="390"/>
        <w:gridCol w:w="372"/>
        <w:gridCol w:w="395"/>
        <w:gridCol w:w="390"/>
        <w:gridCol w:w="607"/>
        <w:gridCol w:w="433"/>
      </w:tblGrid>
      <w:tr w:rsidR="002670A2" w14:paraId="2A2272A7" w14:textId="77777777">
        <w:trPr>
          <w:trHeight w:val="1237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5AF1C798" w14:textId="77777777" w:rsidR="002670A2" w:rsidRPr="00516C4F" w:rsidRDefault="002670A2" w:rsidP="00B6325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882E5D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0B837D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Expenses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643A2B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BC68F0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B6B3C52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BF5D1A9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078F8E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BF11B0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BA660A4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8D6348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CAA7E7B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275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3C30156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B17131D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170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F451554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445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8501089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1,200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2970328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1,645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660CF8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B063825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1,645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38A4ECF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3911FFAE" w14:textId="77777777">
        <w:trPr>
          <w:trHeight w:hRule="exact" w:val="288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069544BE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277AD8DC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EDE2D5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C7F208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40FA96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7E3478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653D230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57664F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5A0D31B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473A65B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265C3A6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3B3A3C7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442F7FE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6D4A510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713556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1BC044E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3A21499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2A11B5C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0477271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6A22DBF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565C96C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454869FD" w14:textId="77777777">
        <w:trPr>
          <w:trHeight w:val="1002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028A7B73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15AE97F6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608802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  <w:bCs/>
              </w:rPr>
              <w:t>OWNER'S</w:t>
            </w:r>
            <w:r>
              <w:rPr>
                <w:b/>
                <w:bCs/>
              </w:rPr>
              <w:t xml:space="preserve"> </w:t>
            </w:r>
            <w:r w:rsidRPr="00516C4F">
              <w:rPr>
                <w:b/>
                <w:bCs/>
              </w:rPr>
              <w:t>EQUITY</w:t>
            </w: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F292318" w14:textId="77777777" w:rsidR="002670A2" w:rsidRPr="00516C4F" w:rsidRDefault="00D629DE" w:rsidP="00D629D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Computer Service </w:t>
            </w:r>
            <w:r w:rsidR="002670A2" w:rsidRPr="00516C4F">
              <w:rPr>
                <w:b/>
              </w:rPr>
              <w:t>Revenue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834422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7D9FA4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0634D2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C93EFC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26306C1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8</w:t>
            </w:r>
            <w:r w:rsidR="00972051" w:rsidRPr="00516C4F">
              <w:rPr>
                <w:b/>
              </w:rPr>
              <w:t>00</w:t>
            </w: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C06E2F1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Pr="00516C4F">
              <w:rPr>
                <w:b/>
              </w:rPr>
              <w:t>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F3D26AB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2,100</w:t>
            </w: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8015659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65A613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4501609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F69FA6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FB86F40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190D3AD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C155D33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AA5670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166F9C45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2,900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52CAB32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537DC42A" w14:textId="77777777">
        <w:trPr>
          <w:trHeight w:hRule="exact" w:val="288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0616E1EF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36E64B31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BDF6793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049544E7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D8104D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9A4A64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0C8B750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5D14ED0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06D5DF7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55EA9B5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2457356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40A8522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1463D88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576049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2B9AD70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6E379D3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6696AB2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3D31F51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4093D34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021D7B4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400E170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779613A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0E721CA8" w14:textId="77777777">
        <w:trPr>
          <w:trHeight w:val="842"/>
          <w:jc w:val="center"/>
        </w:trPr>
        <w:tc>
          <w:tcPr>
            <w:tcW w:w="669" w:type="dxa"/>
            <w:vMerge w:val="restart"/>
            <w:shd w:val="clear" w:color="auto" w:fill="FFFFFF"/>
            <w:textDirection w:val="btLr"/>
            <w:vAlign w:val="center"/>
          </w:tcPr>
          <w:p w14:paraId="1ADB63E4" w14:textId="77777777" w:rsidR="00F8467C" w:rsidRPr="00516C4F" w:rsidRDefault="00F8467C" w:rsidP="002670A2">
            <w:pPr>
              <w:jc w:val="center"/>
              <w:rPr>
                <w:b/>
              </w:rPr>
            </w:pPr>
            <w:r>
              <w:rPr>
                <w:b/>
              </w:rPr>
              <w:t>FONTAN COMPUTER SERVICE</w:t>
            </w: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D93D321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  <w:p w14:paraId="5B1786C2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0999E5D" w14:textId="77777777" w:rsidR="00F8467C" w:rsidRPr="00516C4F" w:rsidRDefault="00F8467C" w:rsidP="00972051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R.</w:t>
            </w:r>
            <w:r>
              <w:rPr>
                <w:b/>
              </w:rPr>
              <w:t xml:space="preserve"> Fontan</w:t>
            </w:r>
            <w:r w:rsidRPr="00516C4F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516C4F">
              <w:rPr>
                <w:b/>
              </w:rPr>
              <w:t>Withd.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05D201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FA5D99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898722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B5F4FC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2836B0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6AD525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23DB8C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4E6F2A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AF7BF4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D71824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6A07B5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5A8C1B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61CBFA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7F0732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E7DAB8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+ 700</w:t>
            </w: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62B360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62C3D93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5E010BE0" w14:textId="77777777">
        <w:trPr>
          <w:trHeight w:hRule="exact" w:val="288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4AC2198B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35AD26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E4651E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AC18D6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3E5B350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4C0E7B1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62947BD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755EDAB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52F8830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22C69AF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3833311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EEF573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5EF279C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735BC9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0391317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423940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13F366D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7BBC9E2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0E0CB89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1911E16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44D5BC40" w14:textId="77777777">
        <w:trPr>
          <w:trHeight w:val="899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693179F2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A20367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0D76A19" w14:textId="77777777" w:rsidR="00F8467C" w:rsidRPr="00516C4F" w:rsidRDefault="00F8467C" w:rsidP="00972051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R</w:t>
            </w:r>
            <w:r>
              <w:rPr>
                <w:b/>
              </w:rPr>
              <w:t xml:space="preserve">. Fontan, </w:t>
            </w:r>
            <w:r w:rsidRPr="00516C4F">
              <w:rPr>
                <w:b/>
              </w:rPr>
              <w:t>Capital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30E114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+25</w:t>
            </w:r>
            <w:r w:rsidRPr="00516C4F">
              <w:rPr>
                <w:b/>
              </w:rPr>
              <w:t>,000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DB8D21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25,</w:t>
            </w:r>
            <w:r w:rsidRPr="00516C4F">
              <w:rPr>
                <w:b/>
              </w:rPr>
              <w:t>000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660904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18BB80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820B6C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A107A8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53A955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38113A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9DD06E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F5F90B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0403F9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BD4157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248440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965C92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0E3DC5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0893F3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516C4F">
              <w:rPr>
                <w:b/>
              </w:rPr>
              <w:t>,000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3C4BD92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6834E010" w14:textId="77777777">
        <w:trPr>
          <w:trHeight w:hRule="exact" w:val="288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56A3C75A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423BB4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9D5A9F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4E5D0D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F89310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6D2AB57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A8104A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629C53E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224BD1E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51C191D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0A03F08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42EDFE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254F921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8A4E7B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6959D2A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35F46BC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7CD8645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148E921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3C8805A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494E9EF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0FB30E7B" w14:textId="77777777">
        <w:trPr>
          <w:trHeight w:hRule="exact" w:val="1185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4F84B574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13215B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  <w:bCs/>
              </w:rPr>
              <w:t>LIABILITIES</w:t>
            </w: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977902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Accounts</w:t>
            </w:r>
            <w:r>
              <w:rPr>
                <w:b/>
              </w:rPr>
              <w:t xml:space="preserve"> </w:t>
            </w:r>
            <w:r w:rsidRPr="00516C4F">
              <w:rPr>
                <w:b/>
              </w:rPr>
              <w:t>Payable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AE2FCD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10BA76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722746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FD7BC8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2675FB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2D04B9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BF1DF9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91A781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77F0AD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FCEA75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5F60C3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B3F9DD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297A86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+1,200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F24936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3,700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938507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073512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3,700</w:t>
            </w:r>
          </w:p>
        </w:tc>
        <w:tc>
          <w:tcPr>
            <w:tcW w:w="43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12FD04E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29,255</w:t>
            </w:r>
          </w:p>
        </w:tc>
      </w:tr>
      <w:tr w:rsidR="00F8467C" w14:paraId="432573CD" w14:textId="77777777">
        <w:trPr>
          <w:trHeight w:hRule="exact" w:val="129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633F4D5D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E87C9F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A5BF92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57105C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BF7BC9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4A0B057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23DE3FF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2048990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1C22B6F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7AD3233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10FBA36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20B8111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5073759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87224F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4E005FF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F6F1AF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646B50F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040D49A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0CCE66A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6545D5B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43DD8FA6" w14:textId="77777777">
        <w:trPr>
          <w:trHeight w:val="1317"/>
          <w:jc w:val="center"/>
        </w:trPr>
        <w:tc>
          <w:tcPr>
            <w:tcW w:w="669" w:type="dxa"/>
            <w:vMerge/>
            <w:shd w:val="clear" w:color="auto" w:fill="FFFFFF"/>
            <w:textDirection w:val="btLr"/>
            <w:vAlign w:val="center"/>
          </w:tcPr>
          <w:p w14:paraId="0ED84589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9F045E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1B5898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Office</w:t>
            </w:r>
            <w:r>
              <w:rPr>
                <w:b/>
              </w:rPr>
              <w:t xml:space="preserve"> </w:t>
            </w:r>
            <w:r w:rsidRPr="00516C4F">
              <w:rPr>
                <w:b/>
              </w:rPr>
              <w:t>Equipment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C6AC4A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7064F9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82864C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+2,500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0AE984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514DD4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C79751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A8E933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AB3132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2F38FE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4E4294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2,50</w:t>
            </w:r>
            <w:r w:rsidRPr="00516C4F">
              <w:rPr>
                <w:b/>
              </w:rPr>
              <w:t>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010172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45614C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567102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DE43CB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7FA961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35DE22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2,5</w:t>
            </w:r>
            <w:r w:rsidRPr="00516C4F">
              <w:rPr>
                <w:b/>
              </w:rPr>
              <w:t>00</w:t>
            </w:r>
          </w:p>
        </w:tc>
        <w:tc>
          <w:tcPr>
            <w:tcW w:w="43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63B8CEA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29,255</w:t>
            </w:r>
          </w:p>
        </w:tc>
      </w:tr>
      <w:tr w:rsidR="002670A2" w14:paraId="4D7E2C6E" w14:textId="77777777">
        <w:trPr>
          <w:trHeight w:val="270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25DCB41D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1EF68A17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31C47C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EF9A82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AB5CA4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B1E9A6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4017391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55F6EE7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7D28334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0A4362D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563483B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37AEC02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460D7CF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0E80EF4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0368F3F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6C648E9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68BF2FB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099658E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67DC313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0559BCE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5EB128F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490A5CE6" w14:textId="77777777">
        <w:trPr>
          <w:trHeight w:val="1272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7C7B4C7A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2131E054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177C1A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bCs/>
              </w:rPr>
            </w:pPr>
            <w:r w:rsidRPr="00516C4F">
              <w:rPr>
                <w:b/>
                <w:bCs/>
              </w:rPr>
              <w:t>ASSETS</w:t>
            </w: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A4D9E14" w14:textId="77777777" w:rsidR="002670A2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Accounts</w:t>
            </w:r>
          </w:p>
          <w:p w14:paraId="4EB640C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Receivable</w:t>
            </w: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0DEFDA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5B521A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0D9739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13432D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A8FF4F2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FB4A54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0358BED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2,100</w:t>
            </w:r>
          </w:p>
        </w:tc>
        <w:tc>
          <w:tcPr>
            <w:tcW w:w="41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145FBF6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4DFBF5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6BB740C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05FCBD9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61C155B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2,100</w:t>
            </w: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E6C0F8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29BEB0F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2,100</w:t>
            </w:r>
          </w:p>
        </w:tc>
        <w:tc>
          <w:tcPr>
            <w:tcW w:w="39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2956974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607" w:type="dxa"/>
            <w:tcBorders>
              <w:left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48FB5A29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2,100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6DBEBA9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</w:tr>
      <w:tr w:rsidR="002670A2" w14:paraId="78FE8D2D" w14:textId="77777777">
        <w:trPr>
          <w:trHeight w:val="303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2D9AB634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234CA9C8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F1A1CAC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37CAC31C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8ABCDB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tcBorders>
              <w:lef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200607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382886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4" w:type="dxa"/>
            <w:shd w:val="clear" w:color="auto" w:fill="FFFFFF"/>
            <w:textDirection w:val="btLr"/>
            <w:vAlign w:val="center"/>
          </w:tcPr>
          <w:p w14:paraId="11B8C8E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78FFA00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01AA23A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53" w:type="dxa"/>
            <w:shd w:val="clear" w:color="auto" w:fill="FFFFFF"/>
            <w:textDirection w:val="btLr"/>
            <w:vAlign w:val="center"/>
          </w:tcPr>
          <w:p w14:paraId="772676A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19A4208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0" w:type="dxa"/>
            <w:shd w:val="clear" w:color="auto" w:fill="FFFFFF"/>
            <w:textDirection w:val="btLr"/>
            <w:vAlign w:val="center"/>
          </w:tcPr>
          <w:p w14:paraId="48815B5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259B346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4E36855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1CA7769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5F7C3F1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72" w:type="dxa"/>
            <w:shd w:val="clear" w:color="auto" w:fill="FFFFFF"/>
            <w:textDirection w:val="btLr"/>
            <w:vAlign w:val="center"/>
          </w:tcPr>
          <w:p w14:paraId="3C8E1C5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5" w:type="dxa"/>
            <w:shd w:val="clear" w:color="auto" w:fill="FFFFFF"/>
            <w:textDirection w:val="btLr"/>
            <w:vAlign w:val="center"/>
          </w:tcPr>
          <w:p w14:paraId="32E2298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0" w:type="dxa"/>
            <w:shd w:val="clear" w:color="auto" w:fill="FFFFFF"/>
            <w:textDirection w:val="btLr"/>
            <w:vAlign w:val="center"/>
          </w:tcPr>
          <w:p w14:paraId="295FAD1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7" w:type="dxa"/>
            <w:shd w:val="clear" w:color="auto" w:fill="FFFFFF"/>
            <w:textDirection w:val="btLr"/>
            <w:vAlign w:val="center"/>
          </w:tcPr>
          <w:p w14:paraId="567FC95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433" w:type="dxa"/>
            <w:shd w:val="clear" w:color="auto" w:fill="FFFFFF"/>
            <w:textDirection w:val="btLr"/>
            <w:vAlign w:val="center"/>
          </w:tcPr>
          <w:p w14:paraId="7F5B9F6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78D15B4A" w14:textId="77777777">
        <w:trPr>
          <w:trHeight w:val="954"/>
          <w:jc w:val="center"/>
        </w:trPr>
        <w:tc>
          <w:tcPr>
            <w:tcW w:w="669" w:type="dxa"/>
            <w:shd w:val="clear" w:color="auto" w:fill="FFFFFF"/>
            <w:textDirection w:val="btLr"/>
            <w:vAlign w:val="center"/>
          </w:tcPr>
          <w:p w14:paraId="587AED0F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7EE54012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551" w:type="dxa"/>
            <w:tcBorders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BD7FAC2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  <w:p w14:paraId="67BBC701" w14:textId="77777777" w:rsidR="002670A2" w:rsidRPr="00516C4F" w:rsidRDefault="002670A2" w:rsidP="002670A2">
            <w:pPr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9CE6C1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Cash</w:t>
            </w:r>
          </w:p>
        </w:tc>
        <w:tc>
          <w:tcPr>
            <w:tcW w:w="39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5C2C9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25</w:t>
            </w:r>
            <w:r w:rsidR="002670A2" w:rsidRPr="00516C4F">
              <w:rPr>
                <w:b/>
              </w:rPr>
              <w:t>,000</w:t>
            </w:r>
          </w:p>
        </w:tc>
        <w:tc>
          <w:tcPr>
            <w:tcW w:w="372" w:type="dxa"/>
            <w:tcBorders>
              <w:left w:val="single" w:sz="4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0DE92B4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="002670A2" w:rsidRPr="00516C4F">
              <w:rPr>
                <w:b/>
              </w:rPr>
              <w:t>,000</w:t>
            </w:r>
          </w:p>
        </w:tc>
        <w:tc>
          <w:tcPr>
            <w:tcW w:w="414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5AEDCA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052F325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="002670A2" w:rsidRPr="00516C4F">
              <w:rPr>
                <w:b/>
              </w:rPr>
              <w:t>,000</w:t>
            </w:r>
          </w:p>
        </w:tc>
        <w:tc>
          <w:tcPr>
            <w:tcW w:w="39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9468014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972051">
              <w:rPr>
                <w:b/>
              </w:rPr>
              <w:t>8</w:t>
            </w:r>
            <w:r w:rsidR="00972051" w:rsidRPr="00516C4F">
              <w:rPr>
                <w:b/>
              </w:rPr>
              <w:t>00</w:t>
            </w:r>
          </w:p>
        </w:tc>
        <w:tc>
          <w:tcPr>
            <w:tcW w:w="353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0AC2421" w14:textId="77777777" w:rsidR="002670A2" w:rsidRPr="00516C4F" w:rsidRDefault="00F8467C" w:rsidP="00F8467C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25,800</w:t>
            </w:r>
          </w:p>
        </w:tc>
        <w:tc>
          <w:tcPr>
            <w:tcW w:w="395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6F2FC4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1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2C58C9C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25,800</w:t>
            </w:r>
          </w:p>
        </w:tc>
        <w:tc>
          <w:tcPr>
            <w:tcW w:w="37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FAFFB76" w14:textId="77777777" w:rsidR="002670A2" w:rsidRPr="00516C4F" w:rsidRDefault="002670A2" w:rsidP="00972051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972051">
              <w:rPr>
                <w:b/>
              </w:rPr>
              <w:t>275</w:t>
            </w:r>
            <w:r>
              <w:rPr>
                <w:b/>
              </w:rPr>
              <w:t>)</w:t>
            </w:r>
          </w:p>
        </w:tc>
        <w:tc>
          <w:tcPr>
            <w:tcW w:w="395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D4EBFF3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25,525</w:t>
            </w:r>
          </w:p>
        </w:tc>
        <w:tc>
          <w:tcPr>
            <w:tcW w:w="37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126B534" w14:textId="77777777" w:rsidR="002670A2" w:rsidRPr="00516C4F" w:rsidRDefault="002670A2" w:rsidP="00972051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972051">
              <w:rPr>
                <w:b/>
              </w:rPr>
              <w:t>170</w:t>
            </w:r>
            <w:r>
              <w:rPr>
                <w:b/>
              </w:rPr>
              <w:t>)</w:t>
            </w:r>
          </w:p>
        </w:tc>
        <w:tc>
          <w:tcPr>
            <w:tcW w:w="39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5026342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25,355</w:t>
            </w:r>
          </w:p>
        </w:tc>
        <w:tc>
          <w:tcPr>
            <w:tcW w:w="37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7A6ACD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95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042D54F" w14:textId="77777777" w:rsidR="002670A2" w:rsidRPr="00516C4F" w:rsidRDefault="00972051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25,355</w:t>
            </w:r>
          </w:p>
        </w:tc>
        <w:tc>
          <w:tcPr>
            <w:tcW w:w="39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EFDF990" w14:textId="77777777" w:rsidR="002670A2" w:rsidRPr="00516C4F" w:rsidRDefault="002670A2" w:rsidP="00972051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972051">
              <w:rPr>
                <w:b/>
              </w:rPr>
              <w:t>700</w:t>
            </w:r>
            <w:r>
              <w:rPr>
                <w:b/>
              </w:rPr>
              <w:t>)</w:t>
            </w:r>
          </w:p>
        </w:tc>
        <w:tc>
          <w:tcPr>
            <w:tcW w:w="607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105BD632" w14:textId="77777777" w:rsidR="00D629DE" w:rsidRDefault="00D629DE" w:rsidP="002670A2">
            <w:pPr>
              <w:shd w:val="clear" w:color="auto" w:fill="FFFFFF"/>
              <w:jc w:val="right"/>
              <w:rPr>
                <w:b/>
              </w:rPr>
            </w:pPr>
          </w:p>
          <w:p w14:paraId="2E34E59A" w14:textId="77777777" w:rsidR="002670A2" w:rsidRPr="00516C4F" w:rsidRDefault="00D629DE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24,655</w:t>
            </w:r>
          </w:p>
        </w:tc>
        <w:tc>
          <w:tcPr>
            <w:tcW w:w="433" w:type="dxa"/>
            <w:tcBorders>
              <w:left w:val="double" w:sz="4" w:space="0" w:color="auto"/>
            </w:tcBorders>
            <w:shd w:val="clear" w:color="auto" w:fill="FFFFFF"/>
            <w:textDirection w:val="btLr"/>
            <w:vAlign w:val="center"/>
          </w:tcPr>
          <w:p w14:paraId="3E59099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2670A2" w14:paraId="2B922DAA" w14:textId="77777777">
        <w:trPr>
          <w:trHeight w:val="1863"/>
          <w:jc w:val="center"/>
        </w:trPr>
        <w:tc>
          <w:tcPr>
            <w:tcW w:w="669" w:type="dxa"/>
            <w:shd w:val="clear" w:color="auto" w:fill="FFFFFF"/>
            <w:textDirection w:val="btLr"/>
          </w:tcPr>
          <w:p w14:paraId="12A80EA3" w14:textId="77777777" w:rsidR="002670A2" w:rsidRPr="00516C4F" w:rsidRDefault="002670A2" w:rsidP="002670A2">
            <w:pPr>
              <w:rPr>
                <w:b/>
              </w:rPr>
            </w:pPr>
          </w:p>
          <w:p w14:paraId="5446344B" w14:textId="77777777" w:rsidR="002670A2" w:rsidRPr="00516C4F" w:rsidRDefault="002670A2" w:rsidP="002670A2">
            <w:pPr>
              <w:rPr>
                <w:b/>
              </w:rPr>
            </w:pPr>
          </w:p>
        </w:tc>
        <w:tc>
          <w:tcPr>
            <w:tcW w:w="551" w:type="dxa"/>
            <w:shd w:val="clear" w:color="auto" w:fill="FFFFFF"/>
            <w:textDirection w:val="btLr"/>
          </w:tcPr>
          <w:p w14:paraId="2450FA1D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</w:p>
        </w:tc>
        <w:tc>
          <w:tcPr>
            <w:tcW w:w="84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197EE5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90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4C9F8E91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a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7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02D4065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414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30C35DE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b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7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67B2A98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9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E1DAB64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c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53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1344DF35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95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433AE2C" w14:textId="77777777" w:rsidR="002670A2" w:rsidRPr="00516C4F" w:rsidRDefault="0002750F" w:rsidP="0002750F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d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41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5DADB77B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7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6C64E04B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e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95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74FD8BB0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7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DE4D540" w14:textId="77777777" w:rsidR="002670A2" w:rsidRPr="00516C4F" w:rsidRDefault="0002750F" w:rsidP="0002750F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f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9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0ED5CAE6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7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3AD59A71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g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395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F92C66E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9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14:paraId="2CD33A96" w14:textId="77777777" w:rsidR="002670A2" w:rsidRPr="00516C4F" w:rsidRDefault="0002750F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h</w:t>
            </w:r>
            <w:r w:rsidR="002670A2" w:rsidRPr="00516C4F">
              <w:rPr>
                <w:b/>
              </w:rPr>
              <w:t>.</w:t>
            </w:r>
          </w:p>
        </w:tc>
        <w:tc>
          <w:tcPr>
            <w:tcW w:w="607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E7B510D" w14:textId="77777777" w:rsidR="002670A2" w:rsidRPr="0058660E" w:rsidRDefault="002670A2" w:rsidP="002670A2">
            <w:pPr>
              <w:shd w:val="clear" w:color="auto" w:fill="FFFFFF"/>
              <w:rPr>
                <w:b/>
              </w:rPr>
            </w:pPr>
            <w:r w:rsidRPr="0058660E">
              <w:rPr>
                <w:b/>
              </w:rPr>
              <w:t>ENDING</w:t>
            </w:r>
            <w:r>
              <w:rPr>
                <w:b/>
              </w:rPr>
              <w:t xml:space="preserve"> </w:t>
            </w:r>
            <w:r w:rsidRPr="0058660E">
              <w:rPr>
                <w:b/>
              </w:rPr>
              <w:t>BALANCE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/>
            <w:textDirection w:val="btLr"/>
          </w:tcPr>
          <w:p w14:paraId="1BE14148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</w:p>
        </w:tc>
      </w:tr>
    </w:tbl>
    <w:p w14:paraId="21EEA9AD" w14:textId="77777777" w:rsidR="002670A2" w:rsidRDefault="002670A2" w:rsidP="002670A2">
      <w:pPr>
        <w:shd w:val="clear" w:color="auto" w:fill="FFFFFF"/>
        <w:spacing w:after="160"/>
        <w:rPr>
          <w:b/>
          <w:bCs/>
          <w:sz w:val="24"/>
          <w:szCs w:val="24"/>
          <w:lang w:val="en-US"/>
        </w:rPr>
      </w:pPr>
    </w:p>
    <w:p w14:paraId="5BF0204C" w14:textId="77777777" w:rsidR="002670A2" w:rsidRDefault="002670A2" w:rsidP="002670A2">
      <w:pPr>
        <w:shd w:val="clear" w:color="auto" w:fill="FFFFFF"/>
        <w:spacing w:after="160"/>
        <w:rPr>
          <w:b/>
          <w:bCs/>
          <w:sz w:val="24"/>
          <w:szCs w:val="24"/>
          <w:lang w:val="en-US"/>
        </w:rPr>
      </w:pPr>
    </w:p>
    <w:p w14:paraId="2613E445" w14:textId="77777777" w:rsidR="002670A2" w:rsidRPr="001D320E" w:rsidRDefault="002670A2" w:rsidP="002670A2">
      <w:pPr>
        <w:shd w:val="clear" w:color="auto" w:fill="FFFFFF"/>
        <w:spacing w:after="160"/>
        <w:rPr>
          <w:rFonts w:cs="Times New Roman"/>
          <w:sz w:val="24"/>
          <w:szCs w:val="24"/>
        </w:rPr>
      </w:pPr>
      <w:r w:rsidRPr="001D320E">
        <w:rPr>
          <w:b/>
          <w:bCs/>
          <w:sz w:val="24"/>
          <w:szCs w:val="24"/>
          <w:lang w:val="en-US"/>
        </w:rPr>
        <w:t>PROBLEM 1A-4</w:t>
      </w:r>
    </w:p>
    <w:p w14:paraId="6428EAAE" w14:textId="77777777" w:rsidR="002670A2" w:rsidRPr="001D320E" w:rsidRDefault="002670A2">
      <w:pPr>
        <w:shd w:val="clear" w:color="auto" w:fill="FFFFFF"/>
        <w:rPr>
          <w:rFonts w:cs="Times New Roman"/>
          <w:b/>
          <w:sz w:val="24"/>
          <w:szCs w:val="24"/>
        </w:rPr>
      </w:pPr>
      <w:r w:rsidRPr="001D320E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a</w:t>
      </w:r>
      <w:r w:rsidRPr="001D320E">
        <w:rPr>
          <w:rFonts w:cs="Times New Roman"/>
          <w:b/>
          <w:bCs/>
          <w:sz w:val="24"/>
          <w:szCs w:val="24"/>
          <w:lang w:val="en-US"/>
        </w:rPr>
        <w:t>)</w:t>
      </w:r>
    </w:p>
    <w:p w14:paraId="10BFF738" w14:textId="77777777" w:rsidR="002670A2" w:rsidRPr="001D320E" w:rsidRDefault="005E660E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WILLIAMS</w:t>
      </w:r>
      <w:r w:rsidRPr="001D320E">
        <w:rPr>
          <w:b/>
          <w:sz w:val="22"/>
          <w:szCs w:val="22"/>
          <w:lang w:val="en-US"/>
        </w:rPr>
        <w:t xml:space="preserve"> </w:t>
      </w:r>
      <w:r w:rsidR="00D629DE">
        <w:rPr>
          <w:b/>
          <w:sz w:val="22"/>
          <w:szCs w:val="22"/>
          <w:lang w:val="en-US"/>
        </w:rPr>
        <w:t>HOME DECORATING</w:t>
      </w:r>
      <w:r w:rsidR="002670A2" w:rsidRPr="001D320E">
        <w:rPr>
          <w:b/>
          <w:sz w:val="22"/>
          <w:szCs w:val="22"/>
          <w:lang w:val="en-US"/>
        </w:rPr>
        <w:t xml:space="preserve"> SERVICE </w:t>
      </w:r>
    </w:p>
    <w:p w14:paraId="2F7BE94D" w14:textId="77777777" w:rsidR="002670A2" w:rsidRPr="001D320E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1D320E">
        <w:rPr>
          <w:b/>
          <w:sz w:val="22"/>
          <w:szCs w:val="22"/>
          <w:lang w:val="en-US"/>
        </w:rPr>
        <w:t xml:space="preserve">INCOME STATEMENT </w:t>
      </w:r>
    </w:p>
    <w:p w14:paraId="3FB1ED2A" w14:textId="77777777" w:rsidR="002670A2" w:rsidRPr="000C7D9E" w:rsidRDefault="002670A2" w:rsidP="002670A2">
      <w:pPr>
        <w:shd w:val="clear" w:color="auto" w:fill="FFFFFF"/>
        <w:spacing w:after="200"/>
        <w:jc w:val="center"/>
        <w:rPr>
          <w:b/>
          <w:sz w:val="22"/>
          <w:szCs w:val="22"/>
        </w:rPr>
      </w:pPr>
      <w:r w:rsidRPr="001D320E">
        <w:rPr>
          <w:b/>
          <w:sz w:val="22"/>
          <w:szCs w:val="22"/>
          <w:lang w:val="en-US"/>
        </w:rPr>
        <w:t xml:space="preserve">MONTH ENDED </w:t>
      </w:r>
      <w:r w:rsidR="005E660E">
        <w:rPr>
          <w:b/>
          <w:sz w:val="22"/>
          <w:szCs w:val="22"/>
          <w:lang w:val="en-US"/>
        </w:rPr>
        <w:t xml:space="preserve">SEPTEMBER </w:t>
      </w:r>
      <w:r w:rsidRPr="001D320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4"/>
        <w:gridCol w:w="537"/>
        <w:gridCol w:w="272"/>
        <w:gridCol w:w="272"/>
        <w:gridCol w:w="273"/>
        <w:gridCol w:w="518"/>
        <w:gridCol w:w="543"/>
        <w:gridCol w:w="274"/>
        <w:gridCol w:w="274"/>
        <w:gridCol w:w="274"/>
        <w:gridCol w:w="499"/>
      </w:tblGrid>
      <w:tr w:rsidR="002670A2" w:rsidRPr="00F50010" w14:paraId="356969FB" w14:textId="77777777">
        <w:trPr>
          <w:trHeight w:val="288"/>
          <w:jc w:val="center"/>
        </w:trPr>
        <w:tc>
          <w:tcPr>
            <w:tcW w:w="56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7E434F5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Revenue:</w:t>
            </w:r>
          </w:p>
        </w:tc>
        <w:tc>
          <w:tcPr>
            <w:tcW w:w="537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D0668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FA4CD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2C16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A34D0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CF3553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3D8FE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7BB68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D811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FE0FF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B6806B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5A13EF3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813853F" w14:textId="77777777" w:rsidR="002670A2" w:rsidRPr="00AE4079" w:rsidRDefault="002670A2" w:rsidP="00D629DE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="00D629DE">
              <w:rPr>
                <w:b/>
                <w:lang w:val="en-US"/>
              </w:rPr>
              <w:t>Home Decorating</w:t>
            </w:r>
            <w:r w:rsidRPr="00AE4079">
              <w:rPr>
                <w:b/>
                <w:lang w:val="en-US"/>
              </w:rPr>
              <w:t xml:space="preserve"> Fees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EB8B2B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6BCD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6BA13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DD596B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6BC5B0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FBF60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1A3B18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9C55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F34D6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AEC485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A85789F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F8D356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D042A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A44FC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5272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CADD93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A3404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E5783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42F948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620451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4C640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A5464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DC48DB1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71350A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Operating Expenses: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0CB33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37AF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0AACB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352AE1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6BABA4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88122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2D210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59190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221BAE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8C988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851F9EA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87CBBE9" w14:textId="77777777" w:rsidR="002670A2" w:rsidRPr="00AE4079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r w:rsidRPr="00AE4079">
              <w:rPr>
                <w:b/>
                <w:lang w:val="en-US"/>
              </w:rPr>
              <w:t>Advertising Expense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418FD1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$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72B46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842147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FD7C94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A1272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68313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5560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27A8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94408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7D347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5011D1F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BED738E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AE4079">
              <w:rPr>
                <w:b/>
                <w:lang w:val="en-US"/>
              </w:rPr>
              <w:t>Repair Expense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76D77E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35CC8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3082B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8D1FE8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0DC94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F01D0E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97A7FB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438CC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D3EA9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DC504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65DCB77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6C6FA03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AE4079">
              <w:rPr>
                <w:b/>
                <w:lang w:val="en-US"/>
              </w:rPr>
              <w:t>Travel Expense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72376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557D9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7CE10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39186D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6AD48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6925F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E1B75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44DC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68300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07052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A5953F2" w14:textId="77777777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7535858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AE4079">
              <w:rPr>
                <w:b/>
                <w:lang w:val="en-US"/>
              </w:rPr>
              <w:t>Supplies Expense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70DFB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34EB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F9727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C67062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D248CC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3FBB3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DDF2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7DC5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7E219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DBB26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179B341" w14:textId="77777777" w:rsidTr="00954716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FF63C10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AE4079">
              <w:rPr>
                <w:b/>
                <w:lang w:val="en-US"/>
              </w:rPr>
              <w:t>Rent Expense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6B00C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0A0A17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203DA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CA8075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CAF0688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9A7D54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6C4E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C8D0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3B782C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7E0B0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F1ADB5B" w14:textId="77777777" w:rsidTr="00954716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4DEA8F1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Pr="00AE4079">
              <w:rPr>
                <w:b/>
                <w:lang w:val="en-US"/>
              </w:rPr>
              <w:t>Total Operating Expenses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0407B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A882A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8D04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4A1F0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966D5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EEB724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F4D3EA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2B12A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038D8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590B7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F85E919" w14:textId="77777777" w:rsidTr="00954716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45E1230" w14:textId="77777777" w:rsidR="002670A2" w:rsidRPr="00AE407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Net Income</w:t>
            </w: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ECBD7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C513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34C1E3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FEF49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0F8FCA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0138F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AE4079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F2E1F4" w14:textId="77777777" w:rsidR="002670A2" w:rsidRPr="00AE4079" w:rsidRDefault="001677F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3040A" w14:textId="77777777" w:rsidR="002670A2" w:rsidRPr="00AE4079" w:rsidRDefault="001677F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4EC888" w14:textId="77777777" w:rsidR="002670A2" w:rsidRPr="00AE4079" w:rsidRDefault="005E660E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6FB529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0372602" w14:textId="77777777" w:rsidTr="00954716">
        <w:trPr>
          <w:trHeight w:val="288"/>
          <w:jc w:val="center"/>
        </w:trPr>
        <w:tc>
          <w:tcPr>
            <w:tcW w:w="562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F4C19A7" w14:textId="77777777" w:rsidR="002670A2" w:rsidRPr="00AE4079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811700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C343D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4CEEC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72758E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14BA41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3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3A1826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D16AF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C3035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724C07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DB7C2A" w14:textId="77777777" w:rsidR="002670A2" w:rsidRPr="00AE407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1EB9F0E5" w14:textId="77777777" w:rsidR="002670A2" w:rsidRPr="001D320E" w:rsidRDefault="002670A2" w:rsidP="002670A2">
      <w:pPr>
        <w:shd w:val="clear" w:color="auto" w:fill="FFFFFF"/>
        <w:spacing w:before="120" w:after="160"/>
        <w:rPr>
          <w:rFonts w:cs="Times New Roman"/>
          <w:b/>
          <w:sz w:val="24"/>
          <w:szCs w:val="24"/>
        </w:rPr>
      </w:pPr>
      <w:r w:rsidRPr="001D320E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b</w:t>
      </w:r>
      <w:r w:rsidRPr="001D320E">
        <w:rPr>
          <w:rFonts w:cs="Times New Roman"/>
          <w:b/>
          <w:bCs/>
          <w:sz w:val="24"/>
          <w:szCs w:val="24"/>
          <w:lang w:val="en-US"/>
        </w:rPr>
        <w:t>)</w:t>
      </w:r>
    </w:p>
    <w:p w14:paraId="5E5B56AF" w14:textId="77777777" w:rsidR="002670A2" w:rsidRPr="001D320E" w:rsidRDefault="00F41D15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WILLIAMS</w:t>
      </w:r>
      <w:r w:rsidRPr="001D320E">
        <w:rPr>
          <w:b/>
          <w:sz w:val="22"/>
          <w:szCs w:val="22"/>
          <w:lang w:val="en-US"/>
        </w:rPr>
        <w:t xml:space="preserve"> </w:t>
      </w:r>
      <w:r w:rsidR="000213CB">
        <w:rPr>
          <w:b/>
          <w:sz w:val="22"/>
          <w:szCs w:val="22"/>
          <w:lang w:val="en-US"/>
        </w:rPr>
        <w:t>HOME DECORATING</w:t>
      </w:r>
      <w:r w:rsidR="002670A2" w:rsidRPr="001D320E">
        <w:rPr>
          <w:b/>
          <w:sz w:val="22"/>
          <w:szCs w:val="22"/>
          <w:lang w:val="en-US"/>
        </w:rPr>
        <w:t xml:space="preserve"> SERVICE </w:t>
      </w:r>
    </w:p>
    <w:p w14:paraId="71195B14" w14:textId="77777777" w:rsidR="002670A2" w:rsidRPr="001D320E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1D320E">
        <w:rPr>
          <w:b/>
          <w:sz w:val="22"/>
          <w:szCs w:val="22"/>
          <w:lang w:val="en-US"/>
        </w:rPr>
        <w:t xml:space="preserve">STATEMENT OF OWNER'S EQUITY </w:t>
      </w:r>
    </w:p>
    <w:p w14:paraId="74C7F07E" w14:textId="77777777" w:rsidR="002670A2" w:rsidRPr="001D320E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1D320E">
        <w:rPr>
          <w:b/>
          <w:sz w:val="22"/>
          <w:szCs w:val="22"/>
          <w:lang w:val="en-US"/>
        </w:rPr>
        <w:t xml:space="preserve">MONTH ENDED </w:t>
      </w:r>
      <w:r w:rsidR="00F41D15">
        <w:rPr>
          <w:b/>
          <w:sz w:val="22"/>
          <w:szCs w:val="22"/>
          <w:lang w:val="en-US"/>
        </w:rPr>
        <w:t>SEPTEMBER</w:t>
      </w:r>
      <w:r w:rsidR="00F41D15" w:rsidRPr="001D320E">
        <w:rPr>
          <w:b/>
          <w:sz w:val="22"/>
          <w:szCs w:val="22"/>
          <w:lang w:val="en-US"/>
        </w:rPr>
        <w:t xml:space="preserve"> </w:t>
      </w:r>
      <w:r w:rsidRPr="001D320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7"/>
        <w:gridCol w:w="442"/>
        <w:gridCol w:w="307"/>
        <w:gridCol w:w="307"/>
        <w:gridCol w:w="307"/>
        <w:gridCol w:w="512"/>
        <w:gridCol w:w="547"/>
        <w:gridCol w:w="273"/>
        <w:gridCol w:w="273"/>
        <w:gridCol w:w="273"/>
        <w:gridCol w:w="522"/>
      </w:tblGrid>
      <w:tr w:rsidR="002670A2" w:rsidRPr="00F50010" w14:paraId="4ABF4D10" w14:textId="77777777">
        <w:trPr>
          <w:trHeight w:val="288"/>
          <w:jc w:val="center"/>
        </w:trPr>
        <w:tc>
          <w:tcPr>
            <w:tcW w:w="559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5621712" w14:textId="77777777" w:rsidR="002670A2" w:rsidRPr="009D24FE" w:rsidRDefault="002670A2" w:rsidP="00F41D15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E3417F">
              <w:rPr>
                <w:b/>
                <w:lang w:val="en-US"/>
              </w:rPr>
              <w:t xml:space="preserve">J. </w:t>
            </w:r>
            <w:r w:rsidR="00F41D15">
              <w:rPr>
                <w:b/>
                <w:lang w:val="en-US"/>
              </w:rPr>
              <w:t>Williams</w:t>
            </w:r>
            <w:r w:rsidRPr="00E3417F">
              <w:rPr>
                <w:b/>
                <w:lang w:val="en-US"/>
              </w:rPr>
              <w:t xml:space="preserve">, Capital, </w:t>
            </w:r>
            <w:r w:rsidR="00F41D15">
              <w:rPr>
                <w:b/>
                <w:lang w:val="en-US"/>
              </w:rPr>
              <w:t xml:space="preserve">September </w:t>
            </w:r>
            <w:r w:rsidRPr="00E3417F">
              <w:rPr>
                <w:b/>
                <w:lang w:val="en-US"/>
              </w:rPr>
              <w:t xml:space="preserve">1,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44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1BECC7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73C99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C9D29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E61719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210CE75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47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CD3712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C67BD6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9B9D4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AAC1E0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0</w:t>
            </w:r>
          </w:p>
        </w:tc>
        <w:tc>
          <w:tcPr>
            <w:tcW w:w="5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DC6945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CA88B17" w14:textId="77777777">
        <w:trPr>
          <w:trHeight w:val="288"/>
          <w:jc w:val="center"/>
        </w:trPr>
        <w:tc>
          <w:tcPr>
            <w:tcW w:w="55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7FC4637" w14:textId="77777777" w:rsidR="002670A2" w:rsidRPr="00E3417F" w:rsidRDefault="002670A2" w:rsidP="00F41D1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 xml:space="preserve">Net Income for </w:t>
            </w:r>
            <w:r w:rsidR="00F41D15">
              <w:rPr>
                <w:b/>
                <w:lang w:val="en-US"/>
              </w:rPr>
              <w:t>September</w:t>
            </w:r>
          </w:p>
        </w:tc>
        <w:tc>
          <w:tcPr>
            <w:tcW w:w="4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1E78EF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23134" w14:textId="77777777" w:rsidR="002670A2" w:rsidRPr="00E3417F" w:rsidRDefault="001677F3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68391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2205E8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49398C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318666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FDFDC7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D858D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F925EC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30B550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5B38249" w14:textId="77777777" w:rsidTr="00954716">
        <w:trPr>
          <w:trHeight w:val="288"/>
          <w:jc w:val="center"/>
        </w:trPr>
        <w:tc>
          <w:tcPr>
            <w:tcW w:w="55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ECC0B5" w14:textId="77777777" w:rsidR="002670A2" w:rsidRPr="00E3417F" w:rsidRDefault="002670A2" w:rsidP="00F41D1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 xml:space="preserve">Less: Withdrawals for </w:t>
            </w:r>
            <w:r w:rsidR="00F41D15">
              <w:rPr>
                <w:b/>
                <w:lang w:val="en-US"/>
              </w:rPr>
              <w:t>September</w:t>
            </w:r>
          </w:p>
        </w:tc>
        <w:tc>
          <w:tcPr>
            <w:tcW w:w="442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A9A0F0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01870" w14:textId="77777777" w:rsidR="002670A2" w:rsidRPr="00E3417F" w:rsidRDefault="0002750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(</w:t>
            </w:r>
            <w:r w:rsidR="00F41D15">
              <w:rPr>
                <w:b/>
                <w:lang w:val="en-US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066745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0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B468CE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0</w:t>
            </w:r>
            <w:r w:rsidR="0002750F">
              <w:rPr>
                <w:b/>
                <w:lang w:val="en-US"/>
              </w:rPr>
              <w:t>)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257D28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3F2498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BDCD8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42D9A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562C57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EFAC57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AD19B26" w14:textId="77777777" w:rsidTr="00954716">
        <w:trPr>
          <w:trHeight w:val="288"/>
          <w:jc w:val="center"/>
        </w:trPr>
        <w:tc>
          <w:tcPr>
            <w:tcW w:w="55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29A0DF3" w14:textId="77777777" w:rsidR="002670A2" w:rsidRPr="00E3417F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Increase in Capital</w:t>
            </w:r>
          </w:p>
        </w:tc>
        <w:tc>
          <w:tcPr>
            <w:tcW w:w="442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15FE8A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2D71C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934B5A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BE910B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6CF0233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944900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C1631B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040869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C35287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5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41C93A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2D80298" w14:textId="77777777" w:rsidTr="00954716">
        <w:trPr>
          <w:trHeight w:val="288"/>
          <w:jc w:val="center"/>
        </w:trPr>
        <w:tc>
          <w:tcPr>
            <w:tcW w:w="55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639DBEB" w14:textId="77777777" w:rsidR="002670A2" w:rsidRPr="009D24FE" w:rsidRDefault="002670A2" w:rsidP="00F41D15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>
              <w:rPr>
                <w:b/>
                <w:lang w:val="en-US"/>
              </w:rPr>
              <w:t xml:space="preserve">J. </w:t>
            </w:r>
            <w:r w:rsidR="00F41D15">
              <w:rPr>
                <w:b/>
                <w:lang w:val="en-US"/>
              </w:rPr>
              <w:t>Williams</w:t>
            </w:r>
            <w:r w:rsidRPr="00E3417F">
              <w:rPr>
                <w:b/>
                <w:lang w:val="en-US"/>
              </w:rPr>
              <w:t xml:space="preserve">, Capital, </w:t>
            </w:r>
            <w:r w:rsidR="00F41D15">
              <w:rPr>
                <w:b/>
                <w:lang w:val="en-US"/>
              </w:rPr>
              <w:t>September</w:t>
            </w:r>
            <w:r w:rsidR="00F41D15" w:rsidRPr="00E3417F">
              <w:rPr>
                <w:b/>
                <w:lang w:val="en-US"/>
              </w:rPr>
              <w:t xml:space="preserve"> </w:t>
            </w:r>
            <w:r w:rsidRPr="00E3417F">
              <w:rPr>
                <w:b/>
                <w:lang w:val="en-US"/>
              </w:rPr>
              <w:t xml:space="preserve">30,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4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B69B6A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751191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FBC46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567FAD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D6CFD2B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3934FC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$3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B283A3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0C0C3" w14:textId="77777777" w:rsidR="002670A2" w:rsidRPr="00E3417F" w:rsidRDefault="00F41D15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9FA353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E3417F">
              <w:rPr>
                <w:b/>
                <w:lang w:val="en-US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49809D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A1BCABD" w14:textId="77777777" w:rsidTr="00954716">
        <w:trPr>
          <w:trHeight w:val="288"/>
          <w:jc w:val="center"/>
        </w:trPr>
        <w:tc>
          <w:tcPr>
            <w:tcW w:w="559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3E848EC" w14:textId="77777777" w:rsidR="002670A2" w:rsidRPr="00E3417F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427F6B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F051C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3E9D3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FE17A6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0DE0689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AD7755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7CF40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675C8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C167F3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BDBD81" w14:textId="77777777" w:rsidR="002670A2" w:rsidRPr="00E3417F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173D9C70" w14:textId="77777777" w:rsidR="002670A2" w:rsidRPr="001D320E" w:rsidRDefault="002670A2" w:rsidP="002670A2">
      <w:pPr>
        <w:shd w:val="clear" w:color="auto" w:fill="FFFFFF"/>
        <w:spacing w:before="120" w:after="160"/>
        <w:rPr>
          <w:rFonts w:cs="Times New Roman"/>
          <w:sz w:val="24"/>
          <w:szCs w:val="24"/>
        </w:rPr>
      </w:pPr>
      <w:r w:rsidRPr="001D320E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c</w:t>
      </w:r>
      <w:r w:rsidRPr="001D320E">
        <w:rPr>
          <w:rFonts w:cs="Times New Roman"/>
          <w:b/>
          <w:bCs/>
          <w:sz w:val="24"/>
          <w:szCs w:val="24"/>
          <w:lang w:val="en-US"/>
        </w:rPr>
        <w:t>)</w:t>
      </w:r>
    </w:p>
    <w:p w14:paraId="31A73E31" w14:textId="77777777" w:rsidR="002670A2" w:rsidRPr="001D320E" w:rsidRDefault="005E1FD4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WILLIAMS</w:t>
      </w:r>
      <w:r w:rsidRPr="001D320E">
        <w:rPr>
          <w:b/>
          <w:sz w:val="22"/>
          <w:szCs w:val="22"/>
          <w:lang w:val="en-US"/>
        </w:rPr>
        <w:t xml:space="preserve"> </w:t>
      </w:r>
      <w:r w:rsidR="000213CB">
        <w:rPr>
          <w:b/>
          <w:sz w:val="22"/>
          <w:szCs w:val="22"/>
          <w:lang w:val="en-US"/>
        </w:rPr>
        <w:t>HOME DECORATING</w:t>
      </w:r>
      <w:r w:rsidR="000213CB" w:rsidRPr="001D320E">
        <w:rPr>
          <w:b/>
          <w:sz w:val="22"/>
          <w:szCs w:val="22"/>
          <w:lang w:val="en-US"/>
        </w:rPr>
        <w:t xml:space="preserve"> </w:t>
      </w:r>
      <w:r w:rsidR="002670A2" w:rsidRPr="001D320E">
        <w:rPr>
          <w:b/>
          <w:sz w:val="22"/>
          <w:szCs w:val="22"/>
          <w:lang w:val="en-US"/>
        </w:rPr>
        <w:t xml:space="preserve">SERVICE </w:t>
      </w:r>
    </w:p>
    <w:p w14:paraId="7809BEE8" w14:textId="77777777" w:rsidR="002670A2" w:rsidRPr="001D320E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1D320E">
        <w:rPr>
          <w:b/>
          <w:sz w:val="22"/>
          <w:szCs w:val="22"/>
          <w:lang w:val="en-US"/>
        </w:rPr>
        <w:t>BALANCE SHEET</w:t>
      </w:r>
    </w:p>
    <w:p w14:paraId="28EDB3B5" w14:textId="77777777" w:rsidR="002670A2" w:rsidRPr="001D320E" w:rsidRDefault="005E1FD4" w:rsidP="002670A2">
      <w:pPr>
        <w:shd w:val="clear" w:color="auto" w:fill="FFFFFF"/>
        <w:spacing w:after="12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SEPTEMBER</w:t>
      </w:r>
      <w:r w:rsidRPr="001D320E">
        <w:rPr>
          <w:b/>
          <w:sz w:val="22"/>
          <w:szCs w:val="22"/>
          <w:lang w:val="en-US"/>
        </w:rPr>
        <w:t xml:space="preserve"> </w:t>
      </w:r>
      <w:r w:rsidR="002670A2" w:rsidRPr="001D320E">
        <w:rPr>
          <w:b/>
          <w:sz w:val="22"/>
          <w:szCs w:val="22"/>
          <w:lang w:val="en-US"/>
        </w:rPr>
        <w:t xml:space="preserve">30,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2"/>
        <w:gridCol w:w="511"/>
        <w:gridCol w:w="249"/>
        <w:gridCol w:w="249"/>
        <w:gridCol w:w="250"/>
        <w:gridCol w:w="408"/>
        <w:gridCol w:w="3008"/>
        <w:gridCol w:w="502"/>
        <w:gridCol w:w="260"/>
        <w:gridCol w:w="261"/>
        <w:gridCol w:w="261"/>
        <w:gridCol w:w="379"/>
      </w:tblGrid>
      <w:tr w:rsidR="002670A2" w:rsidRPr="00F50010" w14:paraId="20DE3C46" w14:textId="77777777">
        <w:trPr>
          <w:trHeight w:val="288"/>
          <w:jc w:val="center"/>
        </w:trPr>
        <w:tc>
          <w:tcPr>
            <w:tcW w:w="4689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4213F01C" w14:textId="77777777" w:rsidR="002670A2" w:rsidRPr="00CD7408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CD7408">
              <w:rPr>
                <w:b/>
                <w:lang w:val="en-US"/>
              </w:rPr>
              <w:t>ASSETS</w:t>
            </w:r>
          </w:p>
        </w:tc>
        <w:tc>
          <w:tcPr>
            <w:tcW w:w="4671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11EF3558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71F1E792" w14:textId="77777777">
        <w:trPr>
          <w:trHeight w:val="288"/>
          <w:jc w:val="center"/>
        </w:trPr>
        <w:tc>
          <w:tcPr>
            <w:tcW w:w="30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BB11F7" w14:textId="77777777" w:rsidR="002670A2" w:rsidRPr="001D320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D320E">
              <w:rPr>
                <w:b/>
                <w:lang w:val="en-US"/>
              </w:rPr>
              <w:t>Cash</w:t>
            </w:r>
          </w:p>
        </w:tc>
        <w:tc>
          <w:tcPr>
            <w:tcW w:w="511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ACDD9E" w14:textId="77777777" w:rsidR="002670A2" w:rsidRPr="00CD7408" w:rsidRDefault="002670A2" w:rsidP="005E1FD4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$</w:t>
            </w:r>
            <w:r w:rsidR="005E1FD4">
              <w:rPr>
                <w:b/>
                <w:lang w:val="en-US"/>
              </w:rPr>
              <w:t>2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EA250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5751D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4A86C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0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21FF7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55342A0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Liabilities</w:t>
            </w:r>
          </w:p>
        </w:tc>
        <w:tc>
          <w:tcPr>
            <w:tcW w:w="50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2FDF02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B410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A28D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0EB48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2F62E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3A5EF75" w14:textId="77777777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4DB9F5" w14:textId="77777777" w:rsidR="002670A2" w:rsidRPr="001D320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D320E">
              <w:rPr>
                <w:b/>
                <w:lang w:val="en-US"/>
              </w:rPr>
              <w:t>Accounts Receivable</w:t>
            </w:r>
          </w:p>
        </w:tc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E3D7D4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BA21B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E6A13A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C4097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0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4ACA49A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E337786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Accounts Payable</w:t>
            </w:r>
          </w:p>
        </w:tc>
        <w:tc>
          <w:tcPr>
            <w:tcW w:w="5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7CFF68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bCs/>
                <w:lang w:val="en-US"/>
              </w:rPr>
              <w:t>$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F2DAB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7E0B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25E13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3EEA0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1E9D962" w14:textId="77777777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FE02336" w14:textId="77777777" w:rsidR="002670A2" w:rsidRPr="001D320E" w:rsidRDefault="0002750F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Decorating </w:t>
            </w:r>
            <w:r w:rsidR="002670A2" w:rsidRPr="001D320E">
              <w:rPr>
                <w:b/>
                <w:lang w:val="en-US"/>
              </w:rPr>
              <w:t>Equipment</w:t>
            </w:r>
          </w:p>
        </w:tc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B3A1F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84D6E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F353F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CAAC3F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5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03EB81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2A1877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F93E3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56411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CBE49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CCD5C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3121C8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55E8E64" w14:textId="77777777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457BBD" w14:textId="77777777" w:rsidR="002670A2" w:rsidRPr="001D320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A8D44F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59B96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8EAEE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D771A3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2F3EC6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88137D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Owner's Equity</w:t>
            </w:r>
          </w:p>
        </w:tc>
        <w:tc>
          <w:tcPr>
            <w:tcW w:w="5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6068EA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5D64B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1AA35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F8D489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FE71C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28C4435" w14:textId="77777777" w:rsidTr="00954716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78982A5" w14:textId="77777777" w:rsidR="002670A2" w:rsidRPr="001D320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65D893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230B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83572A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B3A92B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6DB854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4542F6" w14:textId="77777777" w:rsidR="002670A2" w:rsidRPr="00CD7408" w:rsidRDefault="002670A2" w:rsidP="005E1FD4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 xml:space="preserve">J. </w:t>
            </w:r>
            <w:r w:rsidR="005E1FD4" w:rsidRPr="00CD7408">
              <w:rPr>
                <w:b/>
                <w:lang w:val="en-US"/>
              </w:rPr>
              <w:t>W</w:t>
            </w:r>
            <w:r w:rsidR="005E1FD4">
              <w:rPr>
                <w:b/>
                <w:lang w:val="en-US"/>
              </w:rPr>
              <w:t>illiams</w:t>
            </w:r>
            <w:r w:rsidRPr="00CD7408">
              <w:rPr>
                <w:b/>
                <w:lang w:val="en-US"/>
              </w:rPr>
              <w:t>, Capital</w:t>
            </w:r>
          </w:p>
        </w:tc>
        <w:tc>
          <w:tcPr>
            <w:tcW w:w="502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26A60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3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CC331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992EC7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A4828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2F4C3B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21E72DA" w14:textId="77777777" w:rsidTr="00954716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2177BF" w14:textId="77777777" w:rsidR="002670A2" w:rsidRPr="001D320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FBDA1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9857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0C347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4026FF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250B49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2EC9A8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Total Liabilities and</w:t>
            </w:r>
          </w:p>
        </w:tc>
        <w:tc>
          <w:tcPr>
            <w:tcW w:w="502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FB1F93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739A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C4B36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8E1449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ACFACD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7AE645F" w14:textId="77777777" w:rsidTr="00954716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28C9A6" w14:textId="77777777" w:rsidR="002670A2" w:rsidRPr="001D320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D320E">
              <w:rPr>
                <w:b/>
                <w:lang w:val="en-US"/>
              </w:rPr>
              <w:t>Total Assets</w:t>
            </w:r>
          </w:p>
        </w:tc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CC9E7B" w14:textId="77777777" w:rsidR="002670A2" w:rsidRPr="00CD7408" w:rsidRDefault="002670A2" w:rsidP="005E1FD4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$</w:t>
            </w:r>
            <w:r w:rsidR="005E1FD4">
              <w:rPr>
                <w:b/>
                <w:lang w:val="en-US"/>
              </w:rPr>
              <w:t>4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87880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39998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0846EB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5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5957206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144230C" w14:textId="77777777" w:rsidR="002670A2" w:rsidRPr="00CD7408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Owner's Equity</w:t>
            </w:r>
          </w:p>
        </w:tc>
        <w:tc>
          <w:tcPr>
            <w:tcW w:w="502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017F85" w14:textId="77777777" w:rsidR="002670A2" w:rsidRPr="00CD7408" w:rsidRDefault="002670A2" w:rsidP="005E1FD4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$</w:t>
            </w:r>
            <w:r w:rsidR="005E1FD4">
              <w:rPr>
                <w:b/>
                <w:lang w:val="en-US"/>
              </w:rPr>
              <w:t>4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5C3F7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BBD2D8" w14:textId="77777777" w:rsidR="002670A2" w:rsidRPr="00CD7408" w:rsidRDefault="005E1FD4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946277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92395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F4061B5" w14:textId="77777777" w:rsidTr="00954716">
        <w:trPr>
          <w:trHeight w:val="288"/>
          <w:jc w:val="center"/>
        </w:trPr>
        <w:tc>
          <w:tcPr>
            <w:tcW w:w="302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4D58F7" w14:textId="77777777" w:rsidR="002670A2" w:rsidRPr="00CD7408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5AEE5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7788E8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BF064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D20A70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BE749EC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0BB768" w14:textId="77777777" w:rsidR="002670A2" w:rsidRPr="00CD7408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2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87CDFF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698D5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2247A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4E5B52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12547F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33F120DD" w14:textId="77777777" w:rsidR="002670A2" w:rsidRPr="00CD7408" w:rsidRDefault="002670A2" w:rsidP="002670A2">
      <w:pPr>
        <w:shd w:val="clear" w:color="auto" w:fill="FFFFFF"/>
        <w:rPr>
          <w:rFonts w:cs="Times New Roman"/>
          <w:sz w:val="32"/>
          <w:szCs w:val="24"/>
        </w:rPr>
      </w:pPr>
    </w:p>
    <w:p w14:paraId="44869C65" w14:textId="77777777" w:rsidR="002670A2" w:rsidRPr="005C574D" w:rsidRDefault="002670A2" w:rsidP="002670A2">
      <w:pPr>
        <w:shd w:val="clear" w:color="auto" w:fill="FFFFFF"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PROBLEM 1A-5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8"/>
        <w:gridCol w:w="379"/>
        <w:gridCol w:w="682"/>
        <w:gridCol w:w="298"/>
        <w:gridCol w:w="259"/>
        <w:gridCol w:w="302"/>
        <w:gridCol w:w="259"/>
        <w:gridCol w:w="278"/>
        <w:gridCol w:w="283"/>
        <w:gridCol w:w="259"/>
        <w:gridCol w:w="278"/>
        <w:gridCol w:w="283"/>
        <w:gridCol w:w="278"/>
        <w:gridCol w:w="259"/>
        <w:gridCol w:w="278"/>
        <w:gridCol w:w="264"/>
        <w:gridCol w:w="278"/>
        <w:gridCol w:w="298"/>
        <w:gridCol w:w="264"/>
        <w:gridCol w:w="278"/>
        <w:gridCol w:w="259"/>
        <w:gridCol w:w="302"/>
        <w:gridCol w:w="259"/>
        <w:gridCol w:w="278"/>
        <w:gridCol w:w="278"/>
        <w:gridCol w:w="264"/>
        <w:gridCol w:w="259"/>
        <w:gridCol w:w="278"/>
        <w:gridCol w:w="259"/>
        <w:gridCol w:w="302"/>
        <w:gridCol w:w="240"/>
        <w:gridCol w:w="398"/>
      </w:tblGrid>
      <w:tr w:rsidR="004C26CA" w14:paraId="48C106A1" w14:textId="77777777" w:rsidTr="00243A47">
        <w:trPr>
          <w:trHeight w:val="1339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2AADEC" w14:textId="77777777" w:rsidR="004C26CA" w:rsidRPr="00516C4F" w:rsidRDefault="004C26CA" w:rsidP="004C26C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79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F5F31C5" w14:textId="77777777" w:rsidR="004C26CA" w:rsidRPr="00516C4F" w:rsidRDefault="004C26CA" w:rsidP="004C26CA">
            <w:pPr>
              <w:rPr>
                <w:b/>
              </w:rPr>
            </w:pPr>
            <w:r>
              <w:rPr>
                <w:b/>
              </w:rPr>
              <w:t>OWNER’S EQIUTY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2050FE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Expenses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741149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6C0043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F6F0C53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2388B2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3FC13E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E55272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98C0F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2FD6F7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5698A6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2AE6C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E35AC5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1E1D8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F603F80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7101D2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5F938E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AC864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A73305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+400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5D24A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1,200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F52F7D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CFB24FD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1,200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C6B9C7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7D1E62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1,200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A773E5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A0213E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1,200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282ED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+650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9A274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1,850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5E0BC16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+300</w:t>
            </w: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99C58CE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2,150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07B53F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4C26CA" w14:paraId="40C99C86" w14:textId="77777777" w:rsidTr="0002750F">
        <w:trPr>
          <w:trHeight w:hRule="exact" w:val="288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28390A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  <w:p w14:paraId="1220F35A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5247873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32D827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F2A28F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5342E8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B3A9AF8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57EA0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B9980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0B53E8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9EF12D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973BF8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E44CCB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62EE53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5DB32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AFBB10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A81600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60D8E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6D62F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7A8A2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12CDA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67CD6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E3F53BD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E7C4E6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D8AFF8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E37BF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2174F0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34098E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0361D4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70DD3FB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88A1DF3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ABCC5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CC0ADD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4C26CA" w14:paraId="652243F6" w14:textId="77777777" w:rsidTr="00243A47">
        <w:trPr>
          <w:trHeight w:val="1138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868B29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  <w:p w14:paraId="71956C7F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C7044B8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A08EEA1" w14:textId="77777777" w:rsidR="004C26CA" w:rsidRDefault="004C26CA" w:rsidP="00E41F78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Catering</w:t>
            </w:r>
          </w:p>
          <w:p w14:paraId="53B781A3" w14:textId="77777777" w:rsidR="004C26CA" w:rsidRPr="00516C4F" w:rsidRDefault="004C26CA" w:rsidP="00E41F78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Revenue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F51A50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FF4F9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79C6C14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EB2596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0DE20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A50E05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17A9BD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D77BEC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B9D26A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+1,3</w:t>
            </w:r>
            <w:r w:rsidRPr="00516C4F">
              <w:rPr>
                <w:b/>
              </w:rPr>
              <w:t>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ACA29DC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1,3</w:t>
            </w:r>
            <w:r w:rsidRPr="00516C4F">
              <w:rPr>
                <w:b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8B4D8B4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CEA4DEC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1,30</w:t>
            </w:r>
            <w:r w:rsidRPr="00516C4F">
              <w:rPr>
                <w:b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BC6373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+500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40116A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1,800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E8D2CC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EB93E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96F7A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A8054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1,800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E0654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C9AAD8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5013372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1F76DB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3,600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1F6C3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88B20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3,600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22D49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419BA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3,600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69FD8C31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EF81FEC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3,600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ED7EB2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56C01E61" w14:textId="77777777" w:rsidTr="0002750F">
        <w:trPr>
          <w:trHeight w:val="878"/>
          <w:jc w:val="center"/>
        </w:trPr>
        <w:tc>
          <w:tcPr>
            <w:tcW w:w="278" w:type="dxa"/>
            <w:vMerge w:val="restart"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6E961147" w14:textId="77777777" w:rsidR="00F8467C" w:rsidRPr="00516C4F" w:rsidRDefault="00F8467C" w:rsidP="002670A2">
            <w:pPr>
              <w:jc w:val="center"/>
              <w:rPr>
                <w:b/>
              </w:rPr>
            </w:pPr>
            <w:r>
              <w:rPr>
                <w:b/>
              </w:rPr>
              <w:t>TANSON’S CATERING SERVICE</w:t>
            </w:r>
          </w:p>
        </w:tc>
        <w:tc>
          <w:tcPr>
            <w:tcW w:w="379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E21B3A0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DF4CB1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J. Tanson,</w:t>
            </w:r>
          </w:p>
          <w:p w14:paraId="731FA2D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Withd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B622F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9690F8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84F8F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51116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71549D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BE005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1FD78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9C52A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1B86C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0DEC9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3A191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1E1AF6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1385D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A019D2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F6051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2DC76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6478CE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F5C65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C6256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+160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95FD0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18746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37114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9E938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8F825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88B9B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74AA25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5541AD4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3A265C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28227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01DC5018" w14:textId="77777777" w:rsidTr="0002750F">
        <w:trPr>
          <w:trHeight w:hRule="exact" w:val="288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235A4A94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9EBD35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717F76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D7A8D0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81D76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3186B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00A4E2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665446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5FDDE2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740C1F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A5D9F8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BE01D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859825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EA8A1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CC0749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E449AD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F524D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F9313C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6BE5F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E61C84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4D821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084A9F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78202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77621F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0266D5" w14:textId="77777777" w:rsidR="00F8467C" w:rsidRPr="00705DD1" w:rsidRDefault="00F8467C" w:rsidP="002670A2">
            <w:pPr>
              <w:shd w:val="clear" w:color="auto" w:fill="FFFFFF"/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2FF29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7B46F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75ECBC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ABC347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134676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270D06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F72F4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0E0ECCCF" w14:textId="77777777" w:rsidTr="0002750F">
        <w:trPr>
          <w:trHeight w:val="941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7BF951C7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6C32DD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8C1725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J. Tanson,</w:t>
            </w:r>
          </w:p>
          <w:p w14:paraId="204C04B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Capital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5CBDA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+20</w:t>
            </w:r>
            <w:r w:rsidRPr="00516C4F">
              <w:rPr>
                <w:b/>
              </w:rPr>
              <w:t>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E4E18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AD99F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4F7837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67B996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B8626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2A3D16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1A60B6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1143B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5FABB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84B0BA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0A074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C5852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91437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D6FFF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2622E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16145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F183E2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1630F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6268C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5B42D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20C93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D40DE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266FB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97E78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99835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7D50E9B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422D90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ED1A1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78064D12" w14:textId="77777777" w:rsidTr="0002750F">
        <w:trPr>
          <w:trHeight w:hRule="exact" w:val="288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68D3DC9D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2C374D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F651A1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A7C07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28FB80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E94993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C7ED8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EF9C8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05483A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54BF99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EB2A76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CC6E2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AA012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FAA66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CEC5F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8C601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4EBB9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F7EEE3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385788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26E27C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6F857A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048812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8FB84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9DEA2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2C47A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AC5FD6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973E8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474A8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0272A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FF4922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98ED0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CA7C1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0A7E16FC" w14:textId="77777777" w:rsidTr="0002750F">
        <w:trPr>
          <w:trHeight w:hRule="exact" w:val="1296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24C7B4E2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C7319F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  <w:bCs/>
              </w:rPr>
              <w:t>LIABILIT</w:t>
            </w:r>
            <w:r>
              <w:rPr>
                <w:b/>
                <w:bCs/>
              </w:rPr>
              <w:t>I</w:t>
            </w:r>
            <w:r w:rsidRPr="00516C4F">
              <w:rPr>
                <w:b/>
                <w:bCs/>
              </w:rPr>
              <w:t>ES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6B9019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Accounts</w:t>
            </w:r>
          </w:p>
          <w:p w14:paraId="027EA8F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Payable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23EA0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D635D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DD1A8F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50871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55A439B" w14:textId="77777777" w:rsidR="00F8467C" w:rsidRPr="00516C4F" w:rsidRDefault="00F8467C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+2,0</w:t>
            </w:r>
            <w:r w:rsidRPr="00516C4F">
              <w:rPr>
                <w:b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2E0867F" w14:textId="77777777" w:rsidR="00F8467C" w:rsidRPr="00516C4F" w:rsidRDefault="00F8467C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2,0</w:t>
            </w:r>
            <w:r w:rsidRPr="00516C4F">
              <w:rPr>
                <w:b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949347" w14:textId="77777777" w:rsidR="00F8467C" w:rsidRPr="00516C4F" w:rsidRDefault="00F8467C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(900)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0E2B5C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655D5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BB246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1,100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707F8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BD9937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1,100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FBBCA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81F2A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C46E2E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7B54D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1,100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729A7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9BAEE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  <w:bCs/>
              </w:rPr>
              <w:t>1,100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91A34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4314F5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1,10</w:t>
            </w:r>
            <w:r w:rsidRPr="00516C4F"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BD2B6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35BDE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1,100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C2C0A1" w14:textId="77777777" w:rsidR="00F8467C" w:rsidRPr="00516C4F" w:rsidRDefault="00F8467C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+1,20</w:t>
            </w:r>
            <w:r w:rsidRPr="00516C4F"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648A1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11CD7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+650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047B3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2,950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0F8BCA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016A6FA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2,950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6B49D50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$24,240</w:t>
            </w:r>
          </w:p>
        </w:tc>
      </w:tr>
      <w:tr w:rsidR="00F8467C" w14:paraId="7D554FD7" w14:textId="77777777" w:rsidTr="0002750F">
        <w:trPr>
          <w:trHeight w:hRule="exact" w:val="288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22446B6F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5DA496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23EEA9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2BA1AC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A1935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99F3F8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D55421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D42AB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78871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2E2CBC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AF7BA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27E65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9BCCA0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9E9B3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B5B42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2CCD27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B4311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9CB5EB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FCC6B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60B54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61700E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B8A092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98E5E0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BA479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658B71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75657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6C189B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CC763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3DFDBD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00D7D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16510B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3E627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8467C" w14:paraId="5C87711C" w14:textId="77777777" w:rsidTr="0002750F">
        <w:trPr>
          <w:trHeight w:val="1061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4CE4EF2B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5B810D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16A3E1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Equipment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DC4D6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92FF0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4D955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+2,300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670B7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308EEF" w14:textId="77777777" w:rsidR="00F8467C" w:rsidRPr="00516C4F" w:rsidRDefault="00F8467C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+2,0</w:t>
            </w:r>
            <w:r w:rsidRPr="00516C4F">
              <w:rPr>
                <w:b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FE8161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</w:t>
            </w:r>
            <w:r w:rsidRPr="00516C4F">
              <w:rPr>
                <w:b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5A4D4E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F87E27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075BC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457A5E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84378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53211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82A450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A7022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0B29A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49B314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67BDC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E8B8B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02FF2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03374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6BD2B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808ED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4,300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F51425" w14:textId="77777777" w:rsidR="00F8467C" w:rsidRPr="00516C4F" w:rsidRDefault="00F8467C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+1,200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1285D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7A55E01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13F81E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0F229A1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D7E8D05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AF4CDC9" w14:textId="77777777" w:rsidR="00F8467C" w:rsidRPr="00516C4F" w:rsidRDefault="00F8467C" w:rsidP="001677F3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$24,240</w:t>
            </w:r>
          </w:p>
        </w:tc>
      </w:tr>
      <w:tr w:rsidR="00F8467C" w14:paraId="7EACAFE3" w14:textId="77777777" w:rsidTr="0002750F">
        <w:trPr>
          <w:trHeight w:hRule="exact" w:val="288"/>
          <w:jc w:val="center"/>
        </w:trPr>
        <w:tc>
          <w:tcPr>
            <w:tcW w:w="278" w:type="dxa"/>
            <w:vMerge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530B17E3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BA03BB3" w14:textId="77777777" w:rsidR="00F8467C" w:rsidRPr="00516C4F" w:rsidRDefault="00F8467C" w:rsidP="004C26C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D1F32D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EF5DC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ED106D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9C18D6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71B18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B404B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26ED8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6731B39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8E848F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2446E9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548E6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4E7A13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20A3B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036143A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B2C00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7C8C0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615B69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A09F5C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B278F7E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B89C5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0522E44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BC5A1F8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E39AF0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BBA402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8FAAC1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9699A3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C90CEC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5A0DA5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BCA7337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B303FC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F8467C" w14:paraId="70F75E8B" w14:textId="77777777" w:rsidTr="0002750F">
        <w:trPr>
          <w:trHeight w:val="1080"/>
          <w:jc w:val="center"/>
        </w:trPr>
        <w:tc>
          <w:tcPr>
            <w:tcW w:w="278" w:type="dxa"/>
            <w:vMerge/>
            <w:tcBorders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1E49365" w14:textId="77777777" w:rsidR="00F8467C" w:rsidRPr="00516C4F" w:rsidRDefault="00F8467C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8F77450" w14:textId="77777777" w:rsidR="00F8467C" w:rsidRPr="00516C4F" w:rsidRDefault="00F8467C" w:rsidP="004C26CA">
            <w:pPr>
              <w:rPr>
                <w:b/>
              </w:rPr>
            </w:pPr>
          </w:p>
          <w:p w14:paraId="48360D1C" w14:textId="77777777" w:rsidR="00F8467C" w:rsidRPr="00516C4F" w:rsidRDefault="00F8467C" w:rsidP="002670A2">
            <w:pPr>
              <w:jc w:val="center"/>
              <w:rPr>
                <w:b/>
              </w:rPr>
            </w:pPr>
            <w:r>
              <w:rPr>
                <w:b/>
              </w:rPr>
              <w:t>ASSETS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CA1C250" w14:textId="77777777" w:rsidR="00F8467C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Accounts</w:t>
            </w:r>
          </w:p>
          <w:p w14:paraId="44A85A6B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Receivable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A18F2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FE255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1EC11D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876242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755AFF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D4CF26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FCE29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F8D8E0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48E6DDA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718E65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4A510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13722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101320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+500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7BA5FE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FD2FDA" w14:textId="77777777" w:rsidR="00F8467C" w:rsidRPr="00516C4F" w:rsidRDefault="00F8467C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(250)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21945D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45894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B04C4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6BE1D7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C3D3F6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A782EC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5669A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1F33C9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1267E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2815FB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E00B18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18169633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58CED62" w14:textId="77777777" w:rsidR="00F8467C" w:rsidRPr="00516C4F" w:rsidRDefault="00F8467C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7B8DAF" w14:textId="77777777" w:rsidR="00F8467C" w:rsidRPr="00516C4F" w:rsidRDefault="00F8467C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4C26CA" w14:paraId="06CC4A1E" w14:textId="77777777" w:rsidTr="0002750F">
        <w:trPr>
          <w:trHeight w:hRule="exact" w:val="288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CF2F0F5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  <w:p w14:paraId="6F12C795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E7FA480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1D6A8A1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0FF211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5C65E40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1AA28D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DAEB3D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77F723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4D1612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54A0EF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AEB5FB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885120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9D048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C388F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69F7A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F4E4A3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81C83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EAD4A7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ECC916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EB103B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FDAA3F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1D0B436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9E5D0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C638E1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4FCDC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95D33C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D58861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DDB413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5217A3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661C724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21A4BE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B9DFD2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4C26CA" w14:paraId="2DB0D9E1" w14:textId="77777777" w:rsidTr="00243A47">
        <w:trPr>
          <w:trHeight w:val="1162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4417AB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  <w:p w14:paraId="5D4CF2DB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379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C0D9F70" w14:textId="77777777" w:rsidR="004C26CA" w:rsidRPr="00516C4F" w:rsidRDefault="004C26CA" w:rsidP="002670A2">
            <w:pPr>
              <w:jc w:val="center"/>
              <w:rPr>
                <w:b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1AA6A6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  <w:r w:rsidRPr="00516C4F">
              <w:rPr>
                <w:b/>
              </w:rPr>
              <w:t>Cash</w:t>
            </w:r>
          </w:p>
        </w:tc>
        <w:tc>
          <w:tcPr>
            <w:tcW w:w="298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1C0954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+20</w:t>
            </w:r>
            <w:r w:rsidRPr="00516C4F">
              <w:rPr>
                <w:b/>
              </w:rPr>
              <w:t>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2CD1C4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516C4F">
              <w:rPr>
                <w:b/>
              </w:rPr>
              <w:t>,000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6780C6B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(2,300)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68131E6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17,70</w:t>
            </w:r>
            <w:r w:rsidRPr="00516C4F">
              <w:rPr>
                <w:b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6413E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5C6C78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17,700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BA127B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(900)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63DF2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16,800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675FA7F" w14:textId="77777777" w:rsidR="004C26CA" w:rsidRPr="00516C4F" w:rsidRDefault="004C26CA" w:rsidP="00A5379C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+1,3</w:t>
            </w:r>
            <w:r w:rsidRPr="00516C4F">
              <w:rPr>
                <w:b/>
              </w:rPr>
              <w:t>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717ADAE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18,100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6EDA5C" w14:textId="77777777" w:rsidR="004C26CA" w:rsidRPr="00516C4F" w:rsidRDefault="004C26CA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(800)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BBAF5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17,300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42BE73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39128C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17,300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D7374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+250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71AEAF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17,550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5475960" w14:textId="77777777" w:rsidR="004C26CA" w:rsidRPr="00516C4F" w:rsidRDefault="004C26CA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(400)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3C7DA3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17,150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AC8DD0" w14:textId="77777777" w:rsidR="004C26CA" w:rsidRPr="00516C4F" w:rsidRDefault="004C26CA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(160)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AC935DC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16,990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2415D5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+1,800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666F36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18,790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C53493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7EA997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18,790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53CFCEA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BF8EF9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18,790</w:t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32DCCAF0" w14:textId="77777777" w:rsidR="004C26CA" w:rsidRPr="00516C4F" w:rsidRDefault="004C26CA" w:rsidP="000415E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(300)</w:t>
            </w:r>
          </w:p>
        </w:tc>
        <w:tc>
          <w:tcPr>
            <w:tcW w:w="240" w:type="dxa"/>
            <w:tcBorders>
              <w:top w:val="nil"/>
              <w:left w:val="single" w:sz="12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B6222EA" w14:textId="77777777" w:rsidR="004C26CA" w:rsidRPr="00516C4F" w:rsidRDefault="004C26CA" w:rsidP="002670A2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18,490</w:t>
            </w:r>
          </w:p>
        </w:tc>
        <w:tc>
          <w:tcPr>
            <w:tcW w:w="39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EE26105" w14:textId="77777777" w:rsidR="004C26CA" w:rsidRPr="00516C4F" w:rsidRDefault="004C26CA" w:rsidP="002670A2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501C8E" w14:paraId="3CE51BBD" w14:textId="77777777" w:rsidTr="00A5379C">
        <w:trPr>
          <w:trHeight w:val="1575"/>
          <w:jc w:val="center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</w:tcPr>
          <w:p w14:paraId="74A35724" w14:textId="77777777" w:rsidR="002670A2" w:rsidRPr="00516C4F" w:rsidRDefault="002670A2" w:rsidP="002670A2">
            <w:pPr>
              <w:rPr>
                <w:b/>
              </w:rPr>
            </w:pPr>
          </w:p>
          <w:p w14:paraId="3952E814" w14:textId="77777777" w:rsidR="002670A2" w:rsidRPr="00516C4F" w:rsidRDefault="002670A2" w:rsidP="002670A2">
            <w:pPr>
              <w:rPr>
                <w:b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C9E259A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</w:p>
        </w:tc>
        <w:tc>
          <w:tcPr>
            <w:tcW w:w="68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A1552B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98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134B83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10</w:t>
            </w:r>
            <w:r w:rsidR="002670A2" w:rsidRPr="00516C4F">
              <w:rPr>
                <w:b/>
              </w:rPr>
              <w:t>/25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244C54B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51ACE2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10</w:t>
            </w:r>
            <w:r w:rsidR="002670A2" w:rsidRPr="00516C4F">
              <w:rPr>
                <w:b/>
              </w:rPr>
              <w:t>/27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F621D62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0E3D27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10</w:t>
            </w:r>
            <w:r w:rsidR="002670A2" w:rsidRPr="00516C4F">
              <w:rPr>
                <w:b/>
              </w:rPr>
              <w:t>/28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74CD803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07B291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10</w:t>
            </w:r>
            <w:r w:rsidR="002670A2" w:rsidRPr="00516C4F">
              <w:rPr>
                <w:b/>
              </w:rPr>
              <w:t>/29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5A6FD2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C808A9A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/1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522272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C00237D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/5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5E5578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019504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/8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BE8BAD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0141CB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/10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45C957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D49B1BF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>
              <w:rPr>
                <w:b/>
              </w:rPr>
              <w:t>/</w:t>
            </w:r>
            <w:r w:rsidR="002670A2" w:rsidRPr="00516C4F">
              <w:rPr>
                <w:b/>
              </w:rPr>
              <w:t>15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34CD7F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7BC4FBC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/17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4BCDE4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26818F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/20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455411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B6F99B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/25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92523A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694747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/2</w:t>
            </w:r>
            <w:r w:rsidR="002670A2">
              <w:rPr>
                <w:b/>
              </w:rPr>
              <w:t>8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E017DB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BALANCE</w:t>
            </w: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FFF4B7" w14:textId="77777777" w:rsidR="002670A2" w:rsidRPr="00516C4F" w:rsidRDefault="00A5379C" w:rsidP="002670A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11</w:t>
            </w:r>
            <w:r w:rsidR="002670A2" w:rsidRPr="00516C4F">
              <w:rPr>
                <w:b/>
              </w:rPr>
              <w:t>/30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75BE740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  <w:r w:rsidRPr="00516C4F">
              <w:rPr>
                <w:b/>
              </w:rPr>
              <w:t>END</w:t>
            </w:r>
            <w:r>
              <w:rPr>
                <w:b/>
              </w:rPr>
              <w:t xml:space="preserve"> </w:t>
            </w:r>
            <w:r w:rsidRPr="00516C4F">
              <w:rPr>
                <w:b/>
                <w:lang w:val="de-DE"/>
              </w:rPr>
              <w:t>BAL.</w:t>
            </w:r>
          </w:p>
        </w:tc>
        <w:tc>
          <w:tcPr>
            <w:tcW w:w="3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6BC342C3" w14:textId="77777777" w:rsidR="002670A2" w:rsidRPr="00516C4F" w:rsidRDefault="002670A2" w:rsidP="002670A2">
            <w:pPr>
              <w:shd w:val="clear" w:color="auto" w:fill="FFFFFF"/>
              <w:rPr>
                <w:b/>
              </w:rPr>
            </w:pPr>
          </w:p>
        </w:tc>
      </w:tr>
    </w:tbl>
    <w:p w14:paraId="3C6606E4" w14:textId="77777777" w:rsidR="002670A2" w:rsidRDefault="002670A2" w:rsidP="002670A2">
      <w:pPr>
        <w:shd w:val="clear" w:color="auto" w:fill="FFFFFF"/>
        <w:jc w:val="center"/>
      </w:pPr>
    </w:p>
    <w:p w14:paraId="31231B84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pgSz w:w="12240" w:h="15840"/>
          <w:pgMar w:top="810" w:right="1440" w:bottom="1440" w:left="1440" w:header="720" w:footer="720" w:gutter="0"/>
          <w:cols w:space="720"/>
          <w:noEndnote/>
        </w:sectPr>
      </w:pPr>
    </w:p>
    <w:p w14:paraId="2AE363C2" w14:textId="77777777" w:rsidR="002670A2" w:rsidRPr="00856164" w:rsidRDefault="002670A2" w:rsidP="002670A2">
      <w:pPr>
        <w:shd w:val="clear" w:color="auto" w:fill="FFFFFF"/>
        <w:spacing w:after="120"/>
        <w:rPr>
          <w:rFonts w:cs="Times New Roman"/>
          <w:b/>
          <w:sz w:val="24"/>
          <w:szCs w:val="24"/>
        </w:rPr>
      </w:pPr>
      <w:r w:rsidRPr="00856164">
        <w:rPr>
          <w:b/>
          <w:sz w:val="24"/>
          <w:szCs w:val="24"/>
          <w:lang w:val="en-US"/>
        </w:rPr>
        <w:lastRenderedPageBreak/>
        <w:t>PROBLEM 1A-5 (CONTINUED)</w:t>
      </w:r>
    </w:p>
    <w:p w14:paraId="7076C3EB" w14:textId="77777777" w:rsidR="002670A2" w:rsidRPr="00856164" w:rsidRDefault="002670A2">
      <w:pPr>
        <w:shd w:val="clear" w:color="auto" w:fill="FFFFFF"/>
        <w:rPr>
          <w:rFonts w:cs="Times New Roman"/>
          <w:sz w:val="24"/>
          <w:szCs w:val="24"/>
        </w:rPr>
      </w:pPr>
    </w:p>
    <w:p w14:paraId="1747024A" w14:textId="77777777" w:rsidR="002670A2" w:rsidRPr="00856164" w:rsidRDefault="002670A2" w:rsidP="002670A2">
      <w:pPr>
        <w:shd w:val="clear" w:color="auto" w:fill="FFFFFF"/>
        <w:spacing w:after="20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b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1A2F845C" w14:textId="77777777" w:rsidR="002670A2" w:rsidRPr="000C7D9E" w:rsidRDefault="00877EBE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TANSON</w:t>
      </w:r>
      <w:r w:rsidRPr="000C7D9E">
        <w:rPr>
          <w:b/>
          <w:sz w:val="22"/>
          <w:szCs w:val="22"/>
          <w:lang w:val="en-US"/>
        </w:rPr>
        <w:t xml:space="preserve">'S </w:t>
      </w:r>
      <w:r w:rsidR="002670A2" w:rsidRPr="000C7D9E">
        <w:rPr>
          <w:b/>
          <w:sz w:val="22"/>
          <w:szCs w:val="22"/>
          <w:lang w:val="en-US"/>
        </w:rPr>
        <w:t>CATERING SERVICE</w:t>
      </w:r>
    </w:p>
    <w:p w14:paraId="2BF58F18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BALANCE SHEET</w:t>
      </w:r>
    </w:p>
    <w:p w14:paraId="067F651D" w14:textId="77777777" w:rsidR="002670A2" w:rsidRPr="000C7D9E" w:rsidRDefault="009A7E8A" w:rsidP="002670A2">
      <w:pPr>
        <w:shd w:val="clear" w:color="auto" w:fill="FFFFFF"/>
        <w:spacing w:after="16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OCTOBER </w:t>
      </w:r>
      <w:r w:rsidR="002670A2" w:rsidRPr="000C7D9E">
        <w:rPr>
          <w:b/>
          <w:sz w:val="22"/>
          <w:szCs w:val="22"/>
          <w:lang w:val="en-US"/>
        </w:rPr>
        <w:t xml:space="preserve">31,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38"/>
        <w:gridCol w:w="499"/>
        <w:gridCol w:w="246"/>
        <w:gridCol w:w="246"/>
        <w:gridCol w:w="247"/>
        <w:gridCol w:w="394"/>
        <w:gridCol w:w="2957"/>
        <w:gridCol w:w="494"/>
        <w:gridCol w:w="254"/>
        <w:gridCol w:w="255"/>
        <w:gridCol w:w="255"/>
        <w:gridCol w:w="384"/>
      </w:tblGrid>
      <w:tr w:rsidR="002670A2" w:rsidRPr="00F50010" w14:paraId="53150E2D" w14:textId="77777777">
        <w:trPr>
          <w:trHeight w:val="278"/>
        </w:trPr>
        <w:tc>
          <w:tcPr>
            <w:tcW w:w="4570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056B165" w14:textId="77777777" w:rsidR="002670A2" w:rsidRPr="00CD7408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CD7408">
              <w:rPr>
                <w:b/>
                <w:lang w:val="en-US"/>
              </w:rPr>
              <w:t>ASSETS</w:t>
            </w:r>
          </w:p>
        </w:tc>
        <w:tc>
          <w:tcPr>
            <w:tcW w:w="4599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78E061CE" w14:textId="77777777" w:rsidR="002670A2" w:rsidRPr="00CD7408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D7408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2C735703" w14:textId="77777777">
        <w:trPr>
          <w:trHeight w:val="278"/>
        </w:trPr>
        <w:tc>
          <w:tcPr>
            <w:tcW w:w="293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9CDB561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Cash</w:t>
            </w:r>
          </w:p>
        </w:tc>
        <w:tc>
          <w:tcPr>
            <w:tcW w:w="49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B42CB2" w14:textId="77777777" w:rsidR="002670A2" w:rsidRPr="006F2CF0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$</w:t>
            </w:r>
            <w:r w:rsidR="009A7E8A">
              <w:rPr>
                <w:b/>
                <w:szCs w:val="22"/>
                <w:lang w:val="en-US"/>
              </w:rPr>
              <w:t>16</w:t>
            </w:r>
          </w:p>
        </w:tc>
        <w:tc>
          <w:tcPr>
            <w:tcW w:w="24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37612" w14:textId="77777777" w:rsidR="002670A2" w:rsidRPr="006F2CF0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8</w:t>
            </w:r>
          </w:p>
        </w:tc>
        <w:tc>
          <w:tcPr>
            <w:tcW w:w="2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53601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A59750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7AAA57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9A9210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9A23C2">
              <w:rPr>
                <w:b/>
                <w:lang w:val="en-US"/>
              </w:rPr>
              <w:t>Liabilities</w:t>
            </w:r>
          </w:p>
        </w:tc>
        <w:tc>
          <w:tcPr>
            <w:tcW w:w="494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2CE21C65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682B73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7D609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BAE97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5D9B5E09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005C1910" w14:textId="77777777">
        <w:trPr>
          <w:trHeight w:val="274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FDDDC77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9A23C2">
              <w:rPr>
                <w:b/>
                <w:lang w:val="en-US"/>
              </w:rPr>
              <w:t>Equipment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5F9AEB" w14:textId="77777777" w:rsidR="002670A2" w:rsidRPr="006F2CF0" w:rsidRDefault="009A7E8A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4</w:t>
            </w: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71378" w14:textId="77777777" w:rsidR="002670A2" w:rsidRPr="006F2CF0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2C439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6EB28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C477CE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C34F6AB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9A23C2">
              <w:rPr>
                <w:b/>
                <w:lang w:val="en-US"/>
              </w:rPr>
              <w:t>Accounts</w:t>
            </w:r>
            <w:r w:rsidRPr="006F2CF0">
              <w:rPr>
                <w:b/>
                <w:szCs w:val="22"/>
                <w:lang w:val="en-US"/>
              </w:rPr>
              <w:t xml:space="preserve"> Payable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46E80059" w14:textId="77777777" w:rsidR="002670A2" w:rsidRPr="006F2CF0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$</w:t>
            </w:r>
            <w:r w:rsidR="009A7E8A"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2247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E6DD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68547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507DACD4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6137BB21" w14:textId="77777777">
        <w:trPr>
          <w:trHeight w:val="278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3A1855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C46474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E636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80ECE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6CCB02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1B4BAD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D714710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3DC0130B" w14:textId="77777777" w:rsidR="002670A2" w:rsidRPr="006F2CF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76BDC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188C1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47FF93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05246B5E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1B5E8E94" w14:textId="77777777">
        <w:trPr>
          <w:trHeight w:val="269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212D3DB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563D7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1E8C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D257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231F0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F69E606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CAA3A89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9A23C2">
              <w:rPr>
                <w:b/>
                <w:lang w:val="en-US"/>
              </w:rPr>
              <w:t>Owner's</w:t>
            </w:r>
            <w:r w:rsidRPr="006F2CF0">
              <w:rPr>
                <w:b/>
                <w:szCs w:val="22"/>
                <w:lang w:val="en-US"/>
              </w:rPr>
              <w:t xml:space="preserve"> Equity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0994891E" w14:textId="77777777" w:rsidR="002670A2" w:rsidRPr="006F2CF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CF43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1234FA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8747D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7CDBE7F5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7CD13E42" w14:textId="77777777" w:rsidTr="00954716">
        <w:trPr>
          <w:trHeight w:val="274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5907EE3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608A01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9B2368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A9F47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1569F4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E8E89DD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D4B9D0F" w14:textId="77777777" w:rsidR="002670A2" w:rsidRPr="006F2CF0" w:rsidRDefault="002670A2" w:rsidP="00877EBE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 xml:space="preserve">J. </w:t>
            </w:r>
            <w:proofErr w:type="spellStart"/>
            <w:r w:rsidR="00877EBE">
              <w:rPr>
                <w:b/>
                <w:szCs w:val="22"/>
                <w:lang w:val="en-US"/>
              </w:rPr>
              <w:t>Tanson</w:t>
            </w:r>
            <w:proofErr w:type="spellEnd"/>
            <w:r w:rsidRPr="006F2CF0">
              <w:rPr>
                <w:b/>
                <w:szCs w:val="22"/>
                <w:lang w:val="en-US"/>
              </w:rPr>
              <w:t>, Capital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28D4FDA6" w14:textId="77777777" w:rsidR="002670A2" w:rsidRPr="006F2CF0" w:rsidRDefault="009A7E8A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20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3A1CC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2D671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5983E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C25AFAC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287CE3AA" w14:textId="77777777" w:rsidTr="00954716">
        <w:trPr>
          <w:trHeight w:val="278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4E7606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12640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941B97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33F6E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D5350D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361289C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15FD04D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73C6D576" w14:textId="77777777" w:rsidR="002670A2" w:rsidRPr="006F2CF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F8189D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5058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427C6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05ABBCF6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364F5E37" w14:textId="77777777">
        <w:trPr>
          <w:trHeight w:val="269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36B05F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190E84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ECE44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C11B3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4FB168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55B129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87A2538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9A23C2">
              <w:rPr>
                <w:b/>
                <w:lang w:val="en-US"/>
              </w:rPr>
              <w:t>Total</w:t>
            </w:r>
            <w:r w:rsidRPr="006F2CF0">
              <w:rPr>
                <w:b/>
                <w:szCs w:val="22"/>
                <w:lang w:val="en-US"/>
              </w:rPr>
              <w:t xml:space="preserve"> Liabilities and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60F2BF71" w14:textId="77777777" w:rsidR="002670A2" w:rsidRPr="006F2CF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733AE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768E0D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345B8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6EA7CC23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31140B09" w14:textId="77777777" w:rsidTr="00954716">
        <w:trPr>
          <w:trHeight w:val="288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DDE356E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Total Assets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B48171" w14:textId="77777777" w:rsidR="002670A2" w:rsidRPr="006F2CF0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$</w:t>
            </w:r>
            <w:r w:rsidR="009A7E8A">
              <w:rPr>
                <w:b/>
                <w:szCs w:val="22"/>
                <w:lang w:val="en-US"/>
              </w:rPr>
              <w:t>21</w:t>
            </w:r>
          </w:p>
        </w:tc>
        <w:tc>
          <w:tcPr>
            <w:tcW w:w="246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D6CD00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836A11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A88EBA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C68CCA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13F0A8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Owner's Equity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</w:tcPr>
          <w:p w14:paraId="1D043D9E" w14:textId="77777777" w:rsidR="002670A2" w:rsidRPr="006F2CF0" w:rsidRDefault="00F8467C" w:rsidP="001677F3">
            <w:pPr>
              <w:shd w:val="clear" w:color="auto" w:fill="FFFFFF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$21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BC8F0B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C87F1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C1B83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6F2CF0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AC48AF8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19A7CA63" w14:textId="77777777" w:rsidTr="00954716">
        <w:trPr>
          <w:trHeight w:val="269"/>
        </w:trPr>
        <w:tc>
          <w:tcPr>
            <w:tcW w:w="293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F821EC" w14:textId="77777777" w:rsidR="002670A2" w:rsidRPr="006F2CF0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49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3A49C8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D3879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6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C6A5A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7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E8C3DC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AE7522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3D08B9F" w14:textId="77777777" w:rsidR="002670A2" w:rsidRPr="006F2CF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</w:p>
        </w:tc>
        <w:tc>
          <w:tcPr>
            <w:tcW w:w="494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42890650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403B5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CEE5AA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5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34D52FF" w14:textId="77777777" w:rsidR="002670A2" w:rsidRPr="006F2CF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3875C8DE" w14:textId="77777777" w:rsidR="002670A2" w:rsidRPr="006F2CF0" w:rsidRDefault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</w:tr>
    </w:tbl>
    <w:p w14:paraId="550BF45B" w14:textId="77777777" w:rsidR="002670A2" w:rsidRPr="00856164" w:rsidRDefault="002670A2" w:rsidP="002670A2">
      <w:pPr>
        <w:shd w:val="clear" w:color="auto" w:fill="FFFFFF"/>
        <w:spacing w:before="400" w:after="16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c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46AA3055" w14:textId="77777777" w:rsidR="002670A2" w:rsidRPr="000C7D9E" w:rsidRDefault="00877EBE" w:rsidP="002670A2">
      <w:pPr>
        <w:shd w:val="clear" w:color="auto" w:fill="FFFFFF"/>
        <w:spacing w:before="30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T</w:t>
      </w:r>
      <w:r>
        <w:rPr>
          <w:b/>
          <w:sz w:val="22"/>
          <w:szCs w:val="22"/>
          <w:lang w:val="en-US"/>
        </w:rPr>
        <w:t>ANSON</w:t>
      </w:r>
      <w:r w:rsidRPr="000C7D9E">
        <w:rPr>
          <w:b/>
          <w:sz w:val="22"/>
          <w:szCs w:val="22"/>
          <w:lang w:val="en-US"/>
        </w:rPr>
        <w:t xml:space="preserve">'S </w:t>
      </w:r>
      <w:r w:rsidR="002670A2" w:rsidRPr="000C7D9E">
        <w:rPr>
          <w:b/>
          <w:sz w:val="22"/>
          <w:szCs w:val="22"/>
          <w:lang w:val="en-US"/>
        </w:rPr>
        <w:t>CATERING SERVICE</w:t>
      </w:r>
    </w:p>
    <w:p w14:paraId="0A0D0E97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INCOME STATEMENT</w:t>
      </w:r>
    </w:p>
    <w:p w14:paraId="31F564F0" w14:textId="77777777" w:rsidR="002670A2" w:rsidRPr="000C7D9E" w:rsidRDefault="002670A2" w:rsidP="002670A2">
      <w:pPr>
        <w:shd w:val="clear" w:color="auto" w:fill="FFFFFF"/>
        <w:spacing w:after="16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9A7E8A">
        <w:rPr>
          <w:b/>
          <w:sz w:val="22"/>
          <w:szCs w:val="22"/>
          <w:lang w:val="en-US"/>
        </w:rPr>
        <w:t>NOVEMBER</w:t>
      </w:r>
      <w:r w:rsidR="009A7E8A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8"/>
        <w:gridCol w:w="542"/>
        <w:gridCol w:w="270"/>
        <w:gridCol w:w="270"/>
        <w:gridCol w:w="270"/>
        <w:gridCol w:w="517"/>
        <w:gridCol w:w="542"/>
        <w:gridCol w:w="271"/>
        <w:gridCol w:w="271"/>
        <w:gridCol w:w="272"/>
        <w:gridCol w:w="527"/>
      </w:tblGrid>
      <w:tr w:rsidR="002670A2" w:rsidRPr="009A23C2" w14:paraId="32808DF6" w14:textId="77777777">
        <w:trPr>
          <w:trHeight w:val="288"/>
          <w:jc w:val="center"/>
        </w:trPr>
        <w:tc>
          <w:tcPr>
            <w:tcW w:w="56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E2E19DD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Revenue:</w:t>
            </w:r>
          </w:p>
        </w:tc>
        <w:tc>
          <w:tcPr>
            <w:tcW w:w="54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A3027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328A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5BBE87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A9006E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F826F6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F97EE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6BA7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B35F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418E42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FB51DE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5D5B1CD8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D2E7D1" w14:textId="77777777" w:rsidR="002670A2" w:rsidRPr="009A23C2" w:rsidRDefault="002670A2" w:rsidP="00E41F78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9A23C2">
              <w:rPr>
                <w:b/>
                <w:lang w:val="en-US"/>
              </w:rPr>
              <w:t xml:space="preserve">Catering </w:t>
            </w:r>
            <w:r w:rsidR="00E41F78">
              <w:rPr>
                <w:b/>
                <w:lang w:val="en-US"/>
              </w:rPr>
              <w:t>Revenue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14016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6F3B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413DE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F183A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D54080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C44856" w14:textId="77777777" w:rsidR="002670A2" w:rsidRPr="009A23C2" w:rsidRDefault="002670A2" w:rsidP="009A7E8A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7DEC9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AB32A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482C8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E1CBF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55E8F033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B6E814F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636A5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2B59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2D279E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558FFE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81FAE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847FD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8120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74FC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CBA37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49D12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5B28345D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53AF1D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Operating Expenses: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71DC8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5FD9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7E358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D8C50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70A7122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A300E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6E97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89AD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F8B438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26B63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24A4FF9C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06DC753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9A23C2">
              <w:rPr>
                <w:b/>
                <w:lang w:val="en-US"/>
              </w:rPr>
              <w:t>Salaries Expense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84986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$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8DFFF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161545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3AFDE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22AD73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8E3198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114FF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47B1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63C19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07286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55378543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EECC80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9A23C2">
              <w:rPr>
                <w:b/>
                <w:lang w:val="en-US"/>
              </w:rPr>
              <w:t>Telephone Expense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28399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374A8D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33C921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B7E2E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87E78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C9B6F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D709B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5D7B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40F5B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1F922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1B639EA7" w14:textId="77777777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E004F07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9A23C2">
              <w:rPr>
                <w:b/>
                <w:lang w:val="en-US"/>
              </w:rPr>
              <w:t>Rent Expense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E4AAC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77F844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7C4B9A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6D395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C3ED70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CC7932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22FA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A23B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399AAB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EF74E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2F2A3518" w14:textId="77777777" w:rsidTr="00954716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7CA2803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9A23C2">
              <w:rPr>
                <w:b/>
                <w:lang w:val="en-US"/>
              </w:rPr>
              <w:t>Supplies Expense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6DCF8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F8971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08A99E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5FD14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EBE065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0C292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2B7C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1DAA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4E5F28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A5729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2230A2AC" w14:textId="77777777" w:rsidTr="00954716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43A793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Pr="009A23C2">
              <w:rPr>
                <w:b/>
                <w:lang w:val="en-US"/>
              </w:rPr>
              <w:t>Total Operating Expenses</w:t>
            </w:r>
          </w:p>
        </w:tc>
        <w:tc>
          <w:tcPr>
            <w:tcW w:w="542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805B5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BECA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2607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6B108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66E19D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EA2F8E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F4D9A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C0DFD2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572AB9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0EADDB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21CF1A61" w14:textId="77777777" w:rsidTr="00954716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EDD5A7B" w14:textId="77777777" w:rsidR="002670A2" w:rsidRPr="009A23C2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Net Income</w:t>
            </w: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E4EACA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0138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9510B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3705A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BE0149C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8368B6" w14:textId="77777777" w:rsidR="002670A2" w:rsidRPr="009A23C2" w:rsidRDefault="002670A2" w:rsidP="009A7E8A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4BEE6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2C3A8B" w14:textId="77777777" w:rsidR="002670A2" w:rsidRPr="009A23C2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CEE127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A23C2"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A07C58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A23C2" w14:paraId="5C8541AA" w14:textId="77777777" w:rsidTr="00954716">
        <w:trPr>
          <w:trHeight w:val="288"/>
          <w:jc w:val="center"/>
        </w:trPr>
        <w:tc>
          <w:tcPr>
            <w:tcW w:w="56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133CFFC" w14:textId="77777777" w:rsidR="002670A2" w:rsidRPr="009A23C2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BEBABB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E7D03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EB734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71AEF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74122E2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E40CB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7E546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39BC1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6AEF1E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6407A0" w14:textId="77777777" w:rsidR="002670A2" w:rsidRPr="009A23C2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7F350DF7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3165BC8F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26FF8F4B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352905D1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01D0E70A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463C2261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0BFFC27A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6DD487A0" w14:textId="77777777" w:rsidR="002670A2" w:rsidRDefault="002670A2" w:rsidP="002670A2">
      <w:pPr>
        <w:shd w:val="clear" w:color="auto" w:fill="FFFFFF"/>
        <w:jc w:val="center"/>
        <w:rPr>
          <w:sz w:val="22"/>
          <w:szCs w:val="22"/>
          <w:lang w:val="en-US"/>
        </w:rPr>
      </w:pPr>
    </w:p>
    <w:p w14:paraId="0D640601" w14:textId="77777777" w:rsidR="002670A2" w:rsidRDefault="002670A2">
      <w:pPr>
        <w:shd w:val="clear" w:color="auto" w:fill="FFFFFF"/>
        <w:rPr>
          <w:sz w:val="22"/>
          <w:szCs w:val="22"/>
          <w:lang w:val="en-US"/>
        </w:rPr>
      </w:pPr>
    </w:p>
    <w:p w14:paraId="51471806" w14:textId="77777777" w:rsidR="008C1396" w:rsidRDefault="008C1396">
      <w:pPr>
        <w:shd w:val="clear" w:color="auto" w:fill="FFFFFF"/>
        <w:rPr>
          <w:b/>
          <w:sz w:val="22"/>
          <w:szCs w:val="22"/>
          <w:lang w:val="en-US"/>
        </w:rPr>
      </w:pPr>
    </w:p>
    <w:p w14:paraId="2F7178D8" w14:textId="77777777" w:rsidR="008C1396" w:rsidRDefault="00B7450D" w:rsidP="002670A2">
      <w:pPr>
        <w:shd w:val="clear" w:color="auto" w:fill="FFFFFF"/>
        <w:spacing w:after="500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P</w:t>
      </w:r>
      <w:r w:rsidR="008C1396">
        <w:rPr>
          <w:rFonts w:cs="Times New Roman"/>
          <w:b/>
          <w:bCs/>
          <w:sz w:val="24"/>
          <w:szCs w:val="24"/>
          <w:lang w:val="en-US"/>
        </w:rPr>
        <w:t>ROBLEM 1-5A(CONCLUDED)</w:t>
      </w:r>
    </w:p>
    <w:p w14:paraId="2F35C811" w14:textId="77777777" w:rsidR="002670A2" w:rsidRPr="00856164" w:rsidRDefault="002670A2" w:rsidP="002670A2">
      <w:pPr>
        <w:shd w:val="clear" w:color="auto" w:fill="FFFFFF"/>
        <w:spacing w:after="50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d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3D490699" w14:textId="77777777" w:rsidR="002670A2" w:rsidRPr="000C7D9E" w:rsidRDefault="00877EBE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T</w:t>
      </w:r>
      <w:r>
        <w:rPr>
          <w:b/>
          <w:sz w:val="22"/>
          <w:szCs w:val="22"/>
          <w:lang w:val="en-US"/>
        </w:rPr>
        <w:t>ANSON</w:t>
      </w:r>
      <w:r w:rsidRPr="000C7D9E">
        <w:rPr>
          <w:b/>
          <w:sz w:val="22"/>
          <w:szCs w:val="22"/>
          <w:lang w:val="en-US"/>
        </w:rPr>
        <w:t xml:space="preserve">'S </w:t>
      </w:r>
      <w:r w:rsidR="002670A2" w:rsidRPr="000C7D9E">
        <w:rPr>
          <w:b/>
          <w:sz w:val="22"/>
          <w:szCs w:val="22"/>
          <w:lang w:val="en-US"/>
        </w:rPr>
        <w:t>CATERING SERVICE</w:t>
      </w:r>
    </w:p>
    <w:p w14:paraId="358EEDEE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STATEMENT OF OWNER'S EQUITY</w:t>
      </w:r>
    </w:p>
    <w:p w14:paraId="474A8ED7" w14:textId="77777777" w:rsidR="002670A2" w:rsidRPr="000C7D9E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F44772">
        <w:rPr>
          <w:b/>
          <w:sz w:val="22"/>
          <w:szCs w:val="22"/>
          <w:lang w:val="en-US"/>
        </w:rPr>
        <w:t>NOVEMBER</w:t>
      </w:r>
      <w:r w:rsidR="00F44772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9"/>
        <w:gridCol w:w="431"/>
        <w:gridCol w:w="309"/>
        <w:gridCol w:w="310"/>
        <w:gridCol w:w="310"/>
        <w:gridCol w:w="516"/>
        <w:gridCol w:w="541"/>
        <w:gridCol w:w="273"/>
        <w:gridCol w:w="273"/>
        <w:gridCol w:w="273"/>
        <w:gridCol w:w="525"/>
      </w:tblGrid>
      <w:tr w:rsidR="002670A2" w:rsidRPr="009725BE" w14:paraId="4CCC998B" w14:textId="77777777">
        <w:trPr>
          <w:trHeight w:val="288"/>
        </w:trPr>
        <w:tc>
          <w:tcPr>
            <w:tcW w:w="559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2569D9C" w14:textId="77777777" w:rsidR="002670A2" w:rsidRPr="009D24FE" w:rsidRDefault="002670A2" w:rsidP="00F44772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9725BE">
              <w:rPr>
                <w:b/>
                <w:lang w:val="en-US"/>
              </w:rPr>
              <w:t>J</w:t>
            </w:r>
            <w:r>
              <w:rPr>
                <w:b/>
                <w:lang w:val="en-US"/>
              </w:rPr>
              <w:t>.</w:t>
            </w:r>
            <w:r w:rsidRPr="009725BE">
              <w:rPr>
                <w:b/>
                <w:lang w:val="en-US"/>
              </w:rPr>
              <w:t xml:space="preserve"> </w:t>
            </w:r>
            <w:proofErr w:type="spellStart"/>
            <w:r w:rsidR="00877EBE" w:rsidRPr="009725BE">
              <w:rPr>
                <w:b/>
                <w:lang w:val="en-US"/>
              </w:rPr>
              <w:t>T</w:t>
            </w:r>
            <w:r w:rsidR="00877EBE">
              <w:rPr>
                <w:b/>
                <w:lang w:val="en-US"/>
              </w:rPr>
              <w:t>anson</w:t>
            </w:r>
            <w:proofErr w:type="spellEnd"/>
            <w:r>
              <w:rPr>
                <w:b/>
                <w:lang w:val="en-US"/>
              </w:rPr>
              <w:t xml:space="preserve">, Capital </w:t>
            </w:r>
            <w:r w:rsidR="00F44772">
              <w:rPr>
                <w:b/>
                <w:lang w:val="en-US"/>
              </w:rPr>
              <w:t>November</w:t>
            </w:r>
            <w:r w:rsidR="00F44772" w:rsidRPr="009725BE">
              <w:rPr>
                <w:b/>
                <w:lang w:val="en-US"/>
              </w:rPr>
              <w:t xml:space="preserve"> </w:t>
            </w:r>
            <w:r w:rsidRPr="009725BE">
              <w:rPr>
                <w:b/>
                <w:lang w:val="en-US"/>
              </w:rPr>
              <w:t xml:space="preserve">1,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431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E9126F" w14:textId="77777777" w:rsidR="002670A2" w:rsidRPr="009D24F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lang w:val="en-US"/>
              </w:rPr>
            </w:pPr>
          </w:p>
        </w:tc>
        <w:tc>
          <w:tcPr>
            <w:tcW w:w="3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4FEF8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65758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31B05A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4716F5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41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487991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20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C6AD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4CB38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8FCC3C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5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9AE83F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725BE" w14:paraId="24F9D8A4" w14:textId="77777777">
        <w:trPr>
          <w:trHeight w:val="288"/>
        </w:trPr>
        <w:tc>
          <w:tcPr>
            <w:tcW w:w="55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2B4F79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Net Income for November</w:t>
            </w:r>
          </w:p>
        </w:tc>
        <w:tc>
          <w:tcPr>
            <w:tcW w:w="43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94B6F6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1</w:t>
            </w:r>
          </w:p>
        </w:tc>
        <w:tc>
          <w:tcPr>
            <w:tcW w:w="3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BEBAE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D7D35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490BA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50143B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24CEC3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CD294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73308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FDADBF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FF4B5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725BE" w14:paraId="3E6AC5E0" w14:textId="77777777" w:rsidTr="00954716">
        <w:trPr>
          <w:trHeight w:val="288"/>
        </w:trPr>
        <w:tc>
          <w:tcPr>
            <w:tcW w:w="55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FF8E079" w14:textId="77777777" w:rsidR="002670A2" w:rsidRPr="009725BE" w:rsidRDefault="002670A2" w:rsidP="00F4477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 xml:space="preserve">Less: Withdrawals for </w:t>
            </w:r>
            <w:r w:rsidR="00F44772">
              <w:rPr>
                <w:b/>
                <w:lang w:val="en-US"/>
              </w:rPr>
              <w:t>November</w:t>
            </w:r>
          </w:p>
        </w:tc>
        <w:tc>
          <w:tcPr>
            <w:tcW w:w="431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C85415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30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E601B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(1</w:t>
            </w: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9A14F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3E21B4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E9FAD3D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C5D580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9C6F4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65160F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0C2A8C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C9025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725BE" w14:paraId="6DB41AFD" w14:textId="77777777" w:rsidTr="00954716">
        <w:trPr>
          <w:trHeight w:val="288"/>
        </w:trPr>
        <w:tc>
          <w:tcPr>
            <w:tcW w:w="55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1360429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Increase in Capital</w:t>
            </w:r>
          </w:p>
        </w:tc>
        <w:tc>
          <w:tcPr>
            <w:tcW w:w="431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4A4DF2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D0778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4562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DA85B6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0488C1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32C9F0" w14:textId="77777777" w:rsidR="002670A2" w:rsidRPr="009725BE" w:rsidRDefault="009A7E8A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9BA88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5ABAE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C7F580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21E75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725BE" w14:paraId="6ED535F2" w14:textId="77777777" w:rsidTr="00954716">
        <w:trPr>
          <w:trHeight w:val="288"/>
        </w:trPr>
        <w:tc>
          <w:tcPr>
            <w:tcW w:w="55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17C52D3" w14:textId="77777777" w:rsidR="002670A2" w:rsidRPr="009D24FE" w:rsidRDefault="002670A2" w:rsidP="009A7E8A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>
              <w:rPr>
                <w:b/>
                <w:lang w:val="en-US"/>
              </w:rPr>
              <w:t xml:space="preserve">J. </w:t>
            </w:r>
            <w:proofErr w:type="spellStart"/>
            <w:r w:rsidR="00877EBE">
              <w:rPr>
                <w:b/>
                <w:lang w:val="en-US"/>
              </w:rPr>
              <w:t>Tanson</w:t>
            </w:r>
            <w:proofErr w:type="spellEnd"/>
            <w:r w:rsidRPr="009725BE">
              <w:rPr>
                <w:b/>
                <w:lang w:val="en-US"/>
              </w:rPr>
              <w:t>, Capital</w:t>
            </w:r>
            <w:r>
              <w:rPr>
                <w:b/>
                <w:lang w:val="en-US"/>
              </w:rPr>
              <w:t xml:space="preserve">, </w:t>
            </w:r>
            <w:r w:rsidR="009A7E8A">
              <w:rPr>
                <w:b/>
                <w:lang w:val="en-US"/>
              </w:rPr>
              <w:t xml:space="preserve">November </w:t>
            </w:r>
            <w:r w:rsidRPr="009725BE">
              <w:rPr>
                <w:b/>
                <w:lang w:val="en-US"/>
              </w:rPr>
              <w:t xml:space="preserve">30,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43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822652" w14:textId="77777777" w:rsidR="002670A2" w:rsidRPr="009D24F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lang w:val="en-US"/>
              </w:rPr>
            </w:pPr>
          </w:p>
        </w:tc>
        <w:tc>
          <w:tcPr>
            <w:tcW w:w="3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4DE12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840EB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6F2BD3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EF0F6D2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39C6D5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21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DACA0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44866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FA3577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E1E9D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9725BE" w14:paraId="2FF943C2" w14:textId="77777777" w:rsidTr="00954716">
        <w:trPr>
          <w:trHeight w:val="288"/>
        </w:trPr>
        <w:tc>
          <w:tcPr>
            <w:tcW w:w="559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837862" w14:textId="77777777" w:rsidR="002670A2" w:rsidRPr="009725B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ADF7A1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3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1C5E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116C9C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8059A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BFCA30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1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0810D4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A4618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DFDF9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91414C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830F9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8A93CA7" w14:textId="77777777" w:rsidR="002670A2" w:rsidRPr="00856164" w:rsidRDefault="002670A2" w:rsidP="002670A2">
      <w:pPr>
        <w:shd w:val="clear" w:color="auto" w:fill="FFFFFF"/>
        <w:spacing w:before="300" w:after="40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e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5F88779B" w14:textId="77777777" w:rsidR="002670A2" w:rsidRPr="000C7D9E" w:rsidRDefault="00877EBE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T</w:t>
      </w:r>
      <w:r>
        <w:rPr>
          <w:b/>
          <w:sz w:val="22"/>
          <w:szCs w:val="22"/>
          <w:lang w:val="en-US"/>
        </w:rPr>
        <w:t>ANSON</w:t>
      </w:r>
      <w:r w:rsidRPr="000C7D9E">
        <w:rPr>
          <w:b/>
          <w:sz w:val="22"/>
          <w:szCs w:val="22"/>
          <w:lang w:val="en-US"/>
        </w:rPr>
        <w:t xml:space="preserve">'S </w:t>
      </w:r>
      <w:r w:rsidR="002670A2" w:rsidRPr="000C7D9E">
        <w:rPr>
          <w:b/>
          <w:sz w:val="22"/>
          <w:szCs w:val="22"/>
          <w:lang w:val="en-US"/>
        </w:rPr>
        <w:t>CATERING SERVICE</w:t>
      </w:r>
    </w:p>
    <w:p w14:paraId="11616435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BALANCE SHEET</w:t>
      </w:r>
    </w:p>
    <w:p w14:paraId="604DF222" w14:textId="77777777" w:rsidR="002670A2" w:rsidRPr="000C7D9E" w:rsidRDefault="009A7E8A" w:rsidP="002670A2">
      <w:pPr>
        <w:shd w:val="clear" w:color="auto" w:fill="FFFFFF"/>
        <w:spacing w:after="30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November</w:t>
      </w:r>
      <w:r w:rsidRPr="000C7D9E">
        <w:rPr>
          <w:b/>
          <w:sz w:val="22"/>
          <w:szCs w:val="22"/>
          <w:lang w:val="en-US"/>
        </w:rPr>
        <w:t xml:space="preserve"> </w:t>
      </w:r>
      <w:r w:rsidR="002670A2" w:rsidRPr="000C7D9E">
        <w:rPr>
          <w:b/>
          <w:sz w:val="22"/>
          <w:szCs w:val="22"/>
          <w:lang w:val="en-US"/>
        </w:rPr>
        <w:t xml:space="preserve">30,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2"/>
        <w:gridCol w:w="494"/>
        <w:gridCol w:w="250"/>
        <w:gridCol w:w="235"/>
        <w:gridCol w:w="254"/>
        <w:gridCol w:w="394"/>
        <w:gridCol w:w="2952"/>
        <w:gridCol w:w="499"/>
        <w:gridCol w:w="254"/>
        <w:gridCol w:w="254"/>
        <w:gridCol w:w="254"/>
        <w:gridCol w:w="389"/>
      </w:tblGrid>
      <w:tr w:rsidR="002670A2" w:rsidRPr="00F50010" w14:paraId="45EA9D69" w14:textId="77777777">
        <w:trPr>
          <w:trHeight w:val="307"/>
        </w:trPr>
        <w:tc>
          <w:tcPr>
            <w:tcW w:w="4579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94EFAFD" w14:textId="77777777" w:rsidR="002670A2" w:rsidRPr="009725BE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9725BE">
              <w:rPr>
                <w:b/>
                <w:lang w:val="en-US"/>
              </w:rPr>
              <w:t>ASSETS</w:t>
            </w:r>
          </w:p>
        </w:tc>
        <w:tc>
          <w:tcPr>
            <w:tcW w:w="4602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5FF805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2EB88853" w14:textId="77777777">
        <w:trPr>
          <w:trHeight w:val="307"/>
        </w:trPr>
        <w:tc>
          <w:tcPr>
            <w:tcW w:w="29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A593E5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Cash</w:t>
            </w:r>
          </w:p>
        </w:tc>
        <w:tc>
          <w:tcPr>
            <w:tcW w:w="494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278E5B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F50010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18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D34EA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3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3D896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08DBB2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9E0F009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5658833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Liabilities</w:t>
            </w:r>
          </w:p>
        </w:tc>
        <w:tc>
          <w:tcPr>
            <w:tcW w:w="49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6326DAFA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AB897A" w14:textId="77777777" w:rsidR="002670A2" w:rsidRPr="009725BE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5F34D" w14:textId="77777777" w:rsidR="002670A2" w:rsidRPr="009725BE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7C138C9D" w14:textId="77777777" w:rsidR="002670A2" w:rsidRPr="009725BE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1506535B" w14:textId="77777777" w:rsidR="002670A2" w:rsidRPr="009725BE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</w:tr>
      <w:tr w:rsidR="002670A2" w:rsidRPr="00F50010" w14:paraId="4A54E8F3" w14:textId="77777777">
        <w:trPr>
          <w:trHeight w:val="269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52AFD1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Accounts Receivable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2FD2B3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B2D48D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0EF8E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42D541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4FC011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2C1DCF1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Accounts Payable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45D561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17BD2F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190D5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DDE36A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E2DD69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64C9C25" w14:textId="77777777">
        <w:trPr>
          <w:trHeight w:val="269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6798A05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Equipment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B0B030" w14:textId="77777777" w:rsidR="002670A2" w:rsidRPr="009725BE" w:rsidRDefault="009A7E8A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4217D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65A29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1B16BB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C43CD49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027630F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Owner's Equity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0FDB8B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66139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0AD45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804274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822EDC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EB4FD1B" w14:textId="77777777" w:rsidTr="00954716">
        <w:trPr>
          <w:trHeight w:val="278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0EF257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739E3E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A7190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36E4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19EF15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F5E44D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9443890" w14:textId="77777777" w:rsidR="002670A2" w:rsidRPr="009725BE" w:rsidRDefault="002670A2" w:rsidP="00877EBE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J. </w:t>
            </w:r>
            <w:proofErr w:type="spellStart"/>
            <w:r w:rsidR="00877EBE">
              <w:rPr>
                <w:b/>
                <w:lang w:val="en-US"/>
              </w:rPr>
              <w:t>Tanson</w:t>
            </w:r>
            <w:proofErr w:type="spellEnd"/>
            <w:r>
              <w:rPr>
                <w:b/>
                <w:lang w:val="en-US"/>
              </w:rPr>
              <w:t>,</w:t>
            </w:r>
            <w:r w:rsidRPr="009725BE">
              <w:rPr>
                <w:b/>
                <w:lang w:val="en-US"/>
              </w:rPr>
              <w:t xml:space="preserve"> Capital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3AB6F1" w14:textId="77777777" w:rsidR="002670A2" w:rsidRPr="009725BE" w:rsidRDefault="009A7E8A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91218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87F4B1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C2F93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DEFDA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721ABB7" w14:textId="77777777" w:rsidTr="00954716">
        <w:trPr>
          <w:trHeight w:val="274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05EB2B2" w14:textId="77777777" w:rsidR="002670A2" w:rsidRPr="009725B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FA5836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17121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CF927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8F4B5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4A6AA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EB446C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Total Liabilities and</w:t>
            </w:r>
          </w:p>
        </w:tc>
        <w:tc>
          <w:tcPr>
            <w:tcW w:w="49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AC8C7C" w14:textId="77777777" w:rsidR="002670A2" w:rsidRPr="009725BE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96377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9C9B2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1B9984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DD2D5B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0C8E622" w14:textId="77777777" w:rsidTr="00954716">
        <w:trPr>
          <w:trHeight w:val="269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C55309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Total Assets</w:t>
            </w:r>
          </w:p>
        </w:tc>
        <w:tc>
          <w:tcPr>
            <w:tcW w:w="494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0F6C05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24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AFB6EF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35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9D4BA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32BE9D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5C734C0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63F6791" w14:textId="77777777" w:rsidR="002670A2" w:rsidRPr="009725BE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Owner's Equity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750848" w14:textId="77777777" w:rsidR="002670A2" w:rsidRPr="009725BE" w:rsidRDefault="002670A2" w:rsidP="009A7E8A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$</w:t>
            </w:r>
            <w:r w:rsidR="009A7E8A">
              <w:rPr>
                <w:b/>
                <w:lang w:val="en-US"/>
              </w:rPr>
              <w:t>24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B8D7E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004B8" w14:textId="77777777" w:rsidR="002670A2" w:rsidRPr="009725BE" w:rsidRDefault="009A7E8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C200E7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A973B6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E3CBE13" w14:textId="77777777" w:rsidTr="00954716">
        <w:trPr>
          <w:trHeight w:val="264"/>
        </w:trPr>
        <w:tc>
          <w:tcPr>
            <w:tcW w:w="295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6317818" w14:textId="77777777" w:rsidR="002670A2" w:rsidRPr="009725B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94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D93770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0B44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35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1EE66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A3A5A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11604E1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C5FB17" w14:textId="77777777" w:rsidR="002670A2" w:rsidRPr="009725BE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3E628B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74963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71B1A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C7A0D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73381E" w14:textId="77777777" w:rsidR="002670A2" w:rsidRPr="009725B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3B54BD63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3CF25AAD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388D8547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283EB3E2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0887BCB2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5A5EB91A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7EEFFC60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57B1D839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5CC0EB88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70189EAA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7B8BCCED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3D4192F7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17AFD2BE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4F3481AA" w14:textId="77777777" w:rsidR="002670A2" w:rsidRDefault="002670A2" w:rsidP="002670A2">
      <w:pPr>
        <w:shd w:val="clear" w:color="auto" w:fill="FFFFFF"/>
        <w:jc w:val="center"/>
        <w:rPr>
          <w:sz w:val="22"/>
          <w:lang w:val="en-US"/>
        </w:rPr>
      </w:pPr>
    </w:p>
    <w:p w14:paraId="2C5F2AE7" w14:textId="77777777" w:rsidR="002670A2" w:rsidRPr="00F352F8" w:rsidRDefault="002670A2">
      <w:pPr>
        <w:shd w:val="clear" w:color="auto" w:fill="FFFFFF"/>
        <w:rPr>
          <w:rFonts w:cs="Times New Roman"/>
          <w:sz w:val="26"/>
          <w:szCs w:val="24"/>
          <w:lang w:val="en-US"/>
        </w:rPr>
        <w:sectPr w:rsidR="002670A2" w:rsidRPr="00F352F8" w:rsidSect="002670A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9FDB915" w14:textId="77777777" w:rsidR="002670A2" w:rsidRDefault="002670A2" w:rsidP="002670A2">
      <w:pPr>
        <w:shd w:val="clear" w:color="auto" w:fill="FFFFFF"/>
        <w:spacing w:after="100"/>
        <w:jc w:val="center"/>
        <w:rPr>
          <w:rFonts w:cs="Courier New"/>
          <w:b/>
          <w:bCs/>
          <w:sz w:val="24"/>
          <w:szCs w:val="24"/>
          <w:lang w:val="en-US"/>
        </w:rPr>
      </w:pPr>
      <w:r w:rsidRPr="008455BF">
        <w:rPr>
          <w:rFonts w:cs="Courier New"/>
          <w:b/>
          <w:bCs/>
          <w:sz w:val="24"/>
          <w:szCs w:val="24"/>
          <w:lang w:val="en-US"/>
        </w:rPr>
        <w:lastRenderedPageBreak/>
        <w:t xml:space="preserve">SOLUTIONS TO </w:t>
      </w:r>
      <w:r w:rsidR="00E56398">
        <w:rPr>
          <w:rFonts w:cs="Courier New"/>
          <w:b/>
          <w:bCs/>
          <w:sz w:val="24"/>
          <w:szCs w:val="24"/>
          <w:lang w:val="en-US"/>
        </w:rPr>
        <w:t xml:space="preserve">SET </w:t>
      </w:r>
      <w:r w:rsidRPr="008455BF">
        <w:rPr>
          <w:rFonts w:cs="Courier New"/>
          <w:b/>
          <w:bCs/>
          <w:sz w:val="24"/>
          <w:szCs w:val="24"/>
          <w:lang w:val="en-US"/>
        </w:rPr>
        <w:t>B PROBLEMS</w:t>
      </w:r>
    </w:p>
    <w:p w14:paraId="75B23A4F" w14:textId="77777777" w:rsidR="002670A2" w:rsidRPr="00F352F8" w:rsidRDefault="002670A2" w:rsidP="002670A2">
      <w:pPr>
        <w:shd w:val="clear" w:color="auto" w:fill="FFFFFF"/>
        <w:spacing w:before="120" w:after="240"/>
        <w:rPr>
          <w:rFonts w:cs="Times New Roman"/>
          <w:sz w:val="22"/>
          <w:szCs w:val="24"/>
          <w:lang w:val="en-US"/>
        </w:rPr>
      </w:pPr>
      <w:r w:rsidRPr="008455BF">
        <w:rPr>
          <w:rFonts w:cs="Courier New"/>
          <w:b/>
          <w:bCs/>
          <w:sz w:val="24"/>
          <w:szCs w:val="28"/>
          <w:lang w:val="en-US"/>
        </w:rPr>
        <w:t>PROBLEM 1B-</w:t>
      </w:r>
      <w:r>
        <w:rPr>
          <w:rFonts w:cs="Courier New"/>
          <w:b/>
          <w:bCs/>
          <w:sz w:val="24"/>
          <w:szCs w:val="28"/>
          <w:lang w:val="en-US"/>
        </w:rPr>
        <w:t>1</w:t>
      </w:r>
    </w:p>
    <w:p w14:paraId="5173E72D" w14:textId="77777777" w:rsidR="002670A2" w:rsidRPr="00B52401" w:rsidRDefault="00F44772" w:rsidP="002670A2">
      <w:pPr>
        <w:shd w:val="clear" w:color="auto" w:fill="FFFFFF"/>
        <w:spacing w:after="100"/>
        <w:ind w:firstLine="720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MANDY’S</w:t>
      </w:r>
      <w:r w:rsidRPr="00B52401">
        <w:rPr>
          <w:b/>
          <w:bCs/>
          <w:sz w:val="22"/>
          <w:szCs w:val="22"/>
          <w:lang w:val="en-US"/>
        </w:rPr>
        <w:t xml:space="preserve"> </w:t>
      </w:r>
      <w:r w:rsidR="002670A2" w:rsidRPr="00B52401">
        <w:rPr>
          <w:b/>
          <w:bCs/>
          <w:sz w:val="22"/>
          <w:szCs w:val="22"/>
          <w:lang w:val="en-US"/>
        </w:rPr>
        <w:t>NAIL SPA</w:t>
      </w:r>
    </w:p>
    <w:p w14:paraId="66789A90" w14:textId="77777777" w:rsidR="002670A2" w:rsidRDefault="002670A2" w:rsidP="002670A2">
      <w:pPr>
        <w:shd w:val="clear" w:color="auto" w:fill="FFFFFF"/>
        <w:spacing w:after="100"/>
        <w:jc w:val="center"/>
        <w:rPr>
          <w:b/>
          <w:bCs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E204E" w14:paraId="57863403" w14:textId="77777777" w:rsidTr="0002750F">
        <w:tc>
          <w:tcPr>
            <w:tcW w:w="1915" w:type="dxa"/>
          </w:tcPr>
          <w:p w14:paraId="3BCE71C3" w14:textId="77777777" w:rsidR="00BE204E" w:rsidRDefault="00B15CE0" w:rsidP="000578F2">
            <w:pPr>
              <w:rPr>
                <w:lang w:val="en-US"/>
              </w:rPr>
            </w:pPr>
            <w:r>
              <w:rPr>
                <w:lang w:val="en-US"/>
              </w:rPr>
              <w:t>Transaction</w:t>
            </w:r>
          </w:p>
        </w:tc>
        <w:tc>
          <w:tcPr>
            <w:tcW w:w="3830" w:type="dxa"/>
            <w:gridSpan w:val="2"/>
          </w:tcPr>
          <w:p w14:paraId="79EF0B72" w14:textId="77777777" w:rsidR="00BE204E" w:rsidRPr="00BE204E" w:rsidRDefault="00BE204E" w:rsidP="000578F2">
            <w:pPr>
              <w:rPr>
                <w:b/>
                <w:lang w:val="en-US"/>
              </w:rPr>
            </w:pPr>
            <w:r w:rsidRPr="00BE204E">
              <w:rPr>
                <w:b/>
                <w:lang w:val="en-US"/>
              </w:rPr>
              <w:t xml:space="preserve">                        Assets                    =</w:t>
            </w:r>
          </w:p>
        </w:tc>
        <w:tc>
          <w:tcPr>
            <w:tcW w:w="3831" w:type="dxa"/>
            <w:gridSpan w:val="2"/>
          </w:tcPr>
          <w:p w14:paraId="62970ACD" w14:textId="77777777" w:rsidR="00BE204E" w:rsidRPr="00BE204E" w:rsidRDefault="00BE204E" w:rsidP="00F44772">
            <w:pPr>
              <w:rPr>
                <w:b/>
                <w:lang w:val="en-US"/>
              </w:rPr>
            </w:pPr>
            <w:r w:rsidRPr="00BE204E">
              <w:rPr>
                <w:b/>
                <w:lang w:val="en-US"/>
              </w:rPr>
              <w:t>Liabilities         +  Owner’s Equity</w:t>
            </w:r>
          </w:p>
        </w:tc>
      </w:tr>
      <w:tr w:rsidR="00F44772" w14:paraId="4563EFA7" w14:textId="77777777" w:rsidTr="000578F2">
        <w:tc>
          <w:tcPr>
            <w:tcW w:w="1915" w:type="dxa"/>
          </w:tcPr>
          <w:p w14:paraId="52863340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01690821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 xml:space="preserve">Cash </w:t>
            </w:r>
          </w:p>
        </w:tc>
        <w:tc>
          <w:tcPr>
            <w:tcW w:w="1915" w:type="dxa"/>
          </w:tcPr>
          <w:p w14:paraId="3569805A" w14:textId="77777777" w:rsidR="00F44772" w:rsidRDefault="00603B96" w:rsidP="000578F2">
            <w:pPr>
              <w:rPr>
                <w:lang w:val="en-US"/>
              </w:rPr>
            </w:pPr>
            <w:r>
              <w:rPr>
                <w:lang w:val="en-US"/>
              </w:rPr>
              <w:t xml:space="preserve">Store </w:t>
            </w:r>
            <w:r w:rsidR="00F44772">
              <w:rPr>
                <w:lang w:val="en-US"/>
              </w:rPr>
              <w:t>Equipment</w:t>
            </w:r>
          </w:p>
        </w:tc>
        <w:tc>
          <w:tcPr>
            <w:tcW w:w="1915" w:type="dxa"/>
          </w:tcPr>
          <w:p w14:paraId="2B6DD689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>Accounts Payable</w:t>
            </w:r>
          </w:p>
        </w:tc>
        <w:tc>
          <w:tcPr>
            <w:tcW w:w="1916" w:type="dxa"/>
          </w:tcPr>
          <w:p w14:paraId="2FCC22E8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M. Anabelle, Capital</w:t>
            </w:r>
          </w:p>
        </w:tc>
      </w:tr>
      <w:tr w:rsidR="00F44772" w14:paraId="7421A1D1" w14:textId="77777777" w:rsidTr="000578F2">
        <w:tc>
          <w:tcPr>
            <w:tcW w:w="1915" w:type="dxa"/>
          </w:tcPr>
          <w:p w14:paraId="25EDBD8D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>a.</w:t>
            </w:r>
          </w:p>
        </w:tc>
        <w:tc>
          <w:tcPr>
            <w:tcW w:w="1915" w:type="dxa"/>
          </w:tcPr>
          <w:p w14:paraId="2C8D8292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+21,000</w:t>
            </w:r>
          </w:p>
        </w:tc>
        <w:tc>
          <w:tcPr>
            <w:tcW w:w="1915" w:type="dxa"/>
          </w:tcPr>
          <w:p w14:paraId="4BD6E54B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0E274850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6" w:type="dxa"/>
          </w:tcPr>
          <w:p w14:paraId="140DE547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+21,000</w:t>
            </w:r>
          </w:p>
        </w:tc>
      </w:tr>
      <w:tr w:rsidR="00F44772" w14:paraId="02EF3307" w14:textId="77777777" w:rsidTr="000578F2">
        <w:tc>
          <w:tcPr>
            <w:tcW w:w="1915" w:type="dxa"/>
          </w:tcPr>
          <w:p w14:paraId="4949C4A3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</w:p>
        </w:tc>
        <w:tc>
          <w:tcPr>
            <w:tcW w:w="1915" w:type="dxa"/>
          </w:tcPr>
          <w:p w14:paraId="2E0988D8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 xml:space="preserve">   (3,500)</w:t>
            </w:r>
          </w:p>
        </w:tc>
        <w:tc>
          <w:tcPr>
            <w:tcW w:w="1915" w:type="dxa"/>
          </w:tcPr>
          <w:p w14:paraId="3ED381F6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+3,500</w:t>
            </w:r>
          </w:p>
        </w:tc>
        <w:tc>
          <w:tcPr>
            <w:tcW w:w="1915" w:type="dxa"/>
          </w:tcPr>
          <w:p w14:paraId="532D9CBF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6" w:type="dxa"/>
          </w:tcPr>
          <w:p w14:paraId="17E3382F" w14:textId="77777777" w:rsidR="00F44772" w:rsidRDefault="00F44772" w:rsidP="000578F2">
            <w:pPr>
              <w:rPr>
                <w:lang w:val="en-US"/>
              </w:rPr>
            </w:pPr>
          </w:p>
        </w:tc>
      </w:tr>
      <w:tr w:rsidR="00F44772" w14:paraId="60579ED9" w14:textId="77777777" w:rsidTr="000578F2">
        <w:tc>
          <w:tcPr>
            <w:tcW w:w="1915" w:type="dxa"/>
          </w:tcPr>
          <w:p w14:paraId="2D853FC1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>c.</w:t>
            </w:r>
          </w:p>
        </w:tc>
        <w:tc>
          <w:tcPr>
            <w:tcW w:w="1915" w:type="dxa"/>
          </w:tcPr>
          <w:p w14:paraId="6BEB8908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5" w:type="dxa"/>
          </w:tcPr>
          <w:p w14:paraId="45F4F869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+5,750</w:t>
            </w:r>
          </w:p>
        </w:tc>
        <w:tc>
          <w:tcPr>
            <w:tcW w:w="1915" w:type="dxa"/>
          </w:tcPr>
          <w:p w14:paraId="61EA9B66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>+5,750</w:t>
            </w:r>
          </w:p>
        </w:tc>
        <w:tc>
          <w:tcPr>
            <w:tcW w:w="1916" w:type="dxa"/>
          </w:tcPr>
          <w:p w14:paraId="00588E4C" w14:textId="77777777" w:rsidR="00F44772" w:rsidRDefault="00F44772" w:rsidP="000578F2">
            <w:pPr>
              <w:rPr>
                <w:lang w:val="en-US"/>
              </w:rPr>
            </w:pPr>
          </w:p>
        </w:tc>
      </w:tr>
      <w:tr w:rsidR="00F44772" w14:paraId="413D6C8C" w14:textId="77777777" w:rsidTr="004C26CA">
        <w:tc>
          <w:tcPr>
            <w:tcW w:w="1915" w:type="dxa"/>
          </w:tcPr>
          <w:p w14:paraId="1C75CF3D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>d.</w:t>
            </w: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6E9C284E" w14:textId="77777777" w:rsidR="00F44772" w:rsidRPr="00D15D2A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Pr="00D15D2A">
              <w:rPr>
                <w:lang w:val="en-US"/>
              </w:rPr>
              <w:t>(</w:t>
            </w:r>
            <w:r>
              <w:rPr>
                <w:lang w:val="en-US"/>
              </w:rPr>
              <w:t>1,0</w:t>
            </w:r>
            <w:r w:rsidRPr="00D15D2A">
              <w:rPr>
                <w:lang w:val="en-US"/>
              </w:rPr>
              <w:t>00)</w:t>
            </w: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77C32DAC" w14:textId="77777777" w:rsidR="00F44772" w:rsidRDefault="00F44772" w:rsidP="000578F2">
            <w:pPr>
              <w:rPr>
                <w:lang w:val="en-US"/>
              </w:rPr>
            </w:pP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14:paraId="15BC0AB6" w14:textId="77777777" w:rsidR="00F44772" w:rsidRDefault="00F44772" w:rsidP="00F44772">
            <w:pPr>
              <w:rPr>
                <w:lang w:val="en-US"/>
              </w:rPr>
            </w:pPr>
            <w:r>
              <w:rPr>
                <w:lang w:val="en-US"/>
              </w:rPr>
              <w:t xml:space="preserve"> (1,000)</w:t>
            </w:r>
          </w:p>
        </w:tc>
        <w:tc>
          <w:tcPr>
            <w:tcW w:w="1916" w:type="dxa"/>
            <w:tcBorders>
              <w:bottom w:val="single" w:sz="12" w:space="0" w:color="auto"/>
            </w:tcBorders>
          </w:tcPr>
          <w:p w14:paraId="69F398E5" w14:textId="77777777" w:rsidR="00F44772" w:rsidRDefault="00F44772" w:rsidP="000578F2">
            <w:pPr>
              <w:rPr>
                <w:lang w:val="en-US"/>
              </w:rPr>
            </w:pPr>
          </w:p>
        </w:tc>
      </w:tr>
      <w:tr w:rsidR="00F44772" w:rsidRPr="00690726" w14:paraId="4DBB87A4" w14:textId="77777777" w:rsidTr="004C26CA">
        <w:tc>
          <w:tcPr>
            <w:tcW w:w="1915" w:type="dxa"/>
          </w:tcPr>
          <w:p w14:paraId="6C7A0B27" w14:textId="77777777" w:rsidR="00F44772" w:rsidRDefault="00F44772" w:rsidP="000578F2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210ABE46" w14:textId="77777777" w:rsidR="00F44772" w:rsidRPr="003F7176" w:rsidRDefault="00F44772" w:rsidP="00F44772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3F7176">
              <w:rPr>
                <w:u w:val="double"/>
                <w:lang w:val="en-US"/>
              </w:rPr>
              <w:t>16,500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34323482" w14:textId="77777777" w:rsidR="00F44772" w:rsidRPr="003F7176" w:rsidRDefault="00F44772" w:rsidP="00F44772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3F7176">
              <w:rPr>
                <w:u w:val="double"/>
                <w:lang w:val="en-US"/>
              </w:rPr>
              <w:t>9,250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14:paraId="05153818" w14:textId="77777777" w:rsidR="00F44772" w:rsidRPr="003F7176" w:rsidRDefault="00F44772" w:rsidP="00F44772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E23D75">
              <w:rPr>
                <w:u w:val="double"/>
                <w:lang w:val="en-US"/>
              </w:rPr>
              <w:t>4</w:t>
            </w:r>
            <w:r w:rsidRPr="003F7176">
              <w:rPr>
                <w:u w:val="double"/>
                <w:lang w:val="en-US"/>
              </w:rPr>
              <w:t>,750</w:t>
            </w:r>
          </w:p>
        </w:tc>
        <w:tc>
          <w:tcPr>
            <w:tcW w:w="1916" w:type="dxa"/>
            <w:tcBorders>
              <w:top w:val="single" w:sz="12" w:space="0" w:color="auto"/>
            </w:tcBorders>
          </w:tcPr>
          <w:p w14:paraId="1A15B488" w14:textId="77777777" w:rsidR="00F44772" w:rsidRPr="003F7176" w:rsidRDefault="00F44772" w:rsidP="00F44772">
            <w:pPr>
              <w:rPr>
                <w:u w:val="double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3D75">
              <w:rPr>
                <w:u w:val="double"/>
                <w:lang w:val="en-US"/>
              </w:rPr>
              <w:t>21</w:t>
            </w:r>
            <w:r w:rsidRPr="003F7176">
              <w:rPr>
                <w:u w:val="double"/>
                <w:lang w:val="en-US"/>
              </w:rPr>
              <w:t>,000</w:t>
            </w:r>
          </w:p>
        </w:tc>
      </w:tr>
    </w:tbl>
    <w:p w14:paraId="2E4F8E4C" w14:textId="77777777" w:rsidR="002670A2" w:rsidRDefault="002670A2" w:rsidP="002670A2">
      <w:pPr>
        <w:shd w:val="clear" w:color="auto" w:fill="FFFFFF"/>
        <w:spacing w:after="100"/>
        <w:jc w:val="center"/>
        <w:rPr>
          <w:rFonts w:cs="Times New Roman"/>
          <w:sz w:val="24"/>
          <w:szCs w:val="24"/>
        </w:rPr>
      </w:pPr>
    </w:p>
    <w:p w14:paraId="3D12CCC8" w14:textId="77777777" w:rsidR="00F44772" w:rsidRPr="00F50010" w:rsidRDefault="00F44772" w:rsidP="002670A2">
      <w:pPr>
        <w:shd w:val="clear" w:color="auto" w:fill="FFFFFF"/>
        <w:spacing w:after="100"/>
        <w:jc w:val="center"/>
        <w:rPr>
          <w:rFonts w:cs="Times New Roman"/>
          <w:sz w:val="24"/>
          <w:szCs w:val="24"/>
        </w:rPr>
      </w:pPr>
    </w:p>
    <w:p w14:paraId="1546DFF6" w14:textId="77777777" w:rsidR="002670A2" w:rsidRPr="00856164" w:rsidRDefault="002670A2" w:rsidP="002670A2">
      <w:pPr>
        <w:shd w:val="clear" w:color="auto" w:fill="FFFFFF"/>
        <w:spacing w:before="240" w:after="160"/>
        <w:rPr>
          <w:rFonts w:cs="Times New Roman"/>
          <w:sz w:val="24"/>
          <w:szCs w:val="24"/>
        </w:rPr>
      </w:pPr>
      <w:r w:rsidRPr="00856164">
        <w:rPr>
          <w:b/>
          <w:bCs/>
          <w:sz w:val="24"/>
          <w:szCs w:val="24"/>
          <w:lang w:val="en-US"/>
        </w:rPr>
        <w:t>PROBLEM 1B-</w:t>
      </w:r>
      <w:r>
        <w:rPr>
          <w:b/>
          <w:bCs/>
          <w:sz w:val="24"/>
          <w:szCs w:val="24"/>
          <w:lang w:val="en-US"/>
        </w:rPr>
        <w:t>2</w:t>
      </w:r>
    </w:p>
    <w:p w14:paraId="5B0AA8E5" w14:textId="77777777" w:rsidR="002670A2" w:rsidRPr="000C7D9E" w:rsidRDefault="00A36EA9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bCs/>
          <w:sz w:val="22"/>
          <w:szCs w:val="22"/>
          <w:lang w:val="en-US"/>
        </w:rPr>
        <w:t>S</w:t>
      </w:r>
      <w:r>
        <w:rPr>
          <w:b/>
          <w:bCs/>
          <w:sz w:val="22"/>
          <w:szCs w:val="22"/>
          <w:lang w:val="en-US"/>
        </w:rPr>
        <w:t>EALY</w:t>
      </w:r>
      <w:r w:rsidRPr="000C7D9E">
        <w:rPr>
          <w:b/>
          <w:bCs/>
          <w:sz w:val="22"/>
          <w:szCs w:val="22"/>
          <w:lang w:val="en-US"/>
        </w:rPr>
        <w:t xml:space="preserve">'S </w:t>
      </w:r>
      <w:r w:rsidR="002670A2" w:rsidRPr="000C7D9E">
        <w:rPr>
          <w:b/>
          <w:sz w:val="22"/>
          <w:szCs w:val="22"/>
          <w:lang w:val="en-US"/>
        </w:rPr>
        <w:t>INTERNET SERVICE</w:t>
      </w:r>
    </w:p>
    <w:p w14:paraId="42FE52CD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BALANCE SHEET</w:t>
      </w:r>
    </w:p>
    <w:p w14:paraId="31BB54BF" w14:textId="77777777" w:rsidR="002670A2" w:rsidRPr="000C7D9E" w:rsidRDefault="00F44772" w:rsidP="002670A2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NOVEMBER</w:t>
      </w:r>
      <w:r w:rsidR="00603B96">
        <w:rPr>
          <w:b/>
          <w:sz w:val="22"/>
          <w:szCs w:val="22"/>
          <w:lang w:val="en-US"/>
        </w:rPr>
        <w:t xml:space="preserve"> </w:t>
      </w:r>
      <w:r w:rsidR="002670A2" w:rsidRPr="000C7D9E">
        <w:rPr>
          <w:b/>
          <w:sz w:val="22"/>
          <w:szCs w:val="22"/>
          <w:lang w:val="en-US"/>
        </w:rPr>
        <w:t xml:space="preserve">30,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0"/>
        <w:gridCol w:w="609"/>
        <w:gridCol w:w="249"/>
        <w:gridCol w:w="249"/>
        <w:gridCol w:w="250"/>
        <w:gridCol w:w="403"/>
        <w:gridCol w:w="2840"/>
        <w:gridCol w:w="668"/>
        <w:gridCol w:w="259"/>
        <w:gridCol w:w="259"/>
        <w:gridCol w:w="260"/>
        <w:gridCol w:w="414"/>
      </w:tblGrid>
      <w:tr w:rsidR="002670A2" w:rsidRPr="00F50010" w14:paraId="37C8E4AF" w14:textId="77777777">
        <w:trPr>
          <w:trHeight w:val="288"/>
          <w:jc w:val="center"/>
        </w:trPr>
        <w:tc>
          <w:tcPr>
            <w:tcW w:w="4660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7AAEE7CB" w14:textId="77777777" w:rsidR="002670A2" w:rsidRPr="00C65EB0" w:rsidRDefault="002670A2" w:rsidP="002670A2">
            <w:pPr>
              <w:shd w:val="clear" w:color="auto" w:fill="FFFFFF"/>
              <w:ind w:left="720"/>
              <w:rPr>
                <w:b/>
                <w:lang w:val="en-US"/>
              </w:rPr>
            </w:pPr>
            <w:r w:rsidRPr="009725BE">
              <w:rPr>
                <w:b/>
                <w:lang w:val="en-US"/>
              </w:rPr>
              <w:t>ASSETS</w:t>
            </w:r>
          </w:p>
        </w:tc>
        <w:tc>
          <w:tcPr>
            <w:tcW w:w="4700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2FF50B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9725BE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6AEB6B0B" w14:textId="77777777">
        <w:trPr>
          <w:trHeight w:val="288"/>
          <w:jc w:val="center"/>
        </w:trPr>
        <w:tc>
          <w:tcPr>
            <w:tcW w:w="2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0F9E3BE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Cash</w:t>
            </w:r>
          </w:p>
        </w:tc>
        <w:tc>
          <w:tcPr>
            <w:tcW w:w="60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A2C583" w14:textId="77777777" w:rsidR="002670A2" w:rsidRPr="00C65EB0" w:rsidRDefault="002670A2" w:rsidP="00A36EA9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$</w:t>
            </w:r>
            <w:r w:rsidR="00A36EA9">
              <w:rPr>
                <w:b/>
                <w:lang w:val="en-US"/>
              </w:rPr>
              <w:t>55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803C75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C36BD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ECA927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3223BBA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359FA1B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Liabilities</w:t>
            </w:r>
          </w:p>
        </w:tc>
        <w:tc>
          <w:tcPr>
            <w:tcW w:w="66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DCA5BD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CF2BE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D3705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89A161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00F60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313A19C" w14:textId="77777777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76728A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Equipment</w:t>
            </w: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15078D" w14:textId="77777777" w:rsidR="002670A2" w:rsidRPr="00C65EB0" w:rsidRDefault="00A36EA9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14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F89E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E97EE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B5B7D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65B544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BC19A7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Accounts Payable</w:t>
            </w: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3105EA" w14:textId="77777777" w:rsidR="002670A2" w:rsidRPr="00C65EB0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15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D1B9" w14:textId="77777777" w:rsidR="002670A2" w:rsidRPr="00C65EB0" w:rsidRDefault="00A36EA9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C69FBD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EB075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84EA0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37F3D58" w14:textId="77777777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32B8995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Building</w:t>
            </w: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49DD8A" w14:textId="77777777" w:rsidR="002670A2" w:rsidRPr="00C65EB0" w:rsidRDefault="00A36EA9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C4E1C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59529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081CE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D4905E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5738BA4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C0D29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5AE329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9779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FE5BB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1220C1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667AF69" w14:textId="77777777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3611968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188CB7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DB0B7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3BCE7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82E09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7EF695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6A9BA1A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Owner's Equity</w:t>
            </w: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553C9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2D2E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11A5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3D6210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E7D87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2B0FCCA" w14:textId="77777777" w:rsidTr="00954716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2C11DBF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9EF09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81BB2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4EA1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C5F716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FA4C256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EC031AF" w14:textId="77777777" w:rsidR="002670A2" w:rsidRPr="00C65EB0" w:rsidRDefault="00A36EA9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Sealy</w:t>
            </w:r>
            <w:r w:rsidR="002670A2" w:rsidRPr="00C65EB0">
              <w:rPr>
                <w:b/>
                <w:lang w:val="en-US"/>
              </w:rPr>
              <w:t>, Capital</w:t>
            </w: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3EFB9D" w14:textId="77777777" w:rsidR="002670A2" w:rsidRPr="00C65EB0" w:rsidRDefault="00A36EA9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103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478562" w14:textId="77777777" w:rsidR="002670A2" w:rsidRPr="00C65EB0" w:rsidRDefault="00A36EA9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D4E826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DAFB0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DE2EAA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AAA3B69" w14:textId="77777777" w:rsidTr="00954716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DE7A5E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094FB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377E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5C4FC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6E7F15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D0E1C2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5BB221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CD766D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516A6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2E37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5CAA70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03679A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901B6DB" w14:textId="77777777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FB61B63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458E17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8DC3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4742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79F8E0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34DA65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F3CA00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Total Liabilities and</w:t>
            </w: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992CC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7B2C6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721FA9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35660C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98910E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E448581" w14:textId="77777777" w:rsidTr="00954716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1D0C833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Total Assets</w:t>
            </w:r>
          </w:p>
        </w:tc>
        <w:tc>
          <w:tcPr>
            <w:tcW w:w="60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9D21CC" w14:textId="77777777" w:rsidR="002670A2" w:rsidRPr="00C65EB0" w:rsidRDefault="002670A2" w:rsidP="0043682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$</w:t>
            </w:r>
            <w:r w:rsidR="00436822">
              <w:rPr>
                <w:b/>
                <w:lang w:val="en-US"/>
              </w:rPr>
              <w:t>119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265DB5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5D75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834F11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27D2202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58E709B" w14:textId="77777777" w:rsidR="002670A2" w:rsidRPr="00C65EB0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Owner's Equity</w:t>
            </w:r>
          </w:p>
        </w:tc>
        <w:tc>
          <w:tcPr>
            <w:tcW w:w="668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82C7E5" w14:textId="77777777" w:rsidR="002670A2" w:rsidRPr="00C65EB0" w:rsidRDefault="002670A2" w:rsidP="0043682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$</w:t>
            </w:r>
            <w:r w:rsidR="00436822">
              <w:rPr>
                <w:b/>
                <w:lang w:val="en-US"/>
              </w:rPr>
              <w:t>119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3B710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B4B3F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326A7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C65EB0">
              <w:rPr>
                <w:b/>
                <w:lang w:val="en-US"/>
              </w:rPr>
              <w:t>0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2BCC2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2191CBF" w14:textId="77777777" w:rsidTr="00954716">
        <w:trPr>
          <w:trHeight w:val="288"/>
          <w:jc w:val="center"/>
        </w:trPr>
        <w:tc>
          <w:tcPr>
            <w:tcW w:w="2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5C297AE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0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41C4AF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31237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E9B01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0D32BB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6000B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607F241" w14:textId="77777777" w:rsidR="002670A2" w:rsidRPr="00C65EB0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668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E55AA4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313CD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AB9198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FD19E9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D7C123" w14:textId="77777777" w:rsidR="002670A2" w:rsidRPr="00C65EB0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8708918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6048144D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483FC778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51D4218E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5218320E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05452B64" w14:textId="77777777" w:rsidR="002670A2" w:rsidRDefault="002670A2" w:rsidP="002670A2">
      <w:pPr>
        <w:shd w:val="clear" w:color="auto" w:fill="FFFFFF"/>
        <w:jc w:val="center"/>
        <w:rPr>
          <w:lang w:val="en-US"/>
        </w:rPr>
      </w:pPr>
    </w:p>
    <w:p w14:paraId="499E48CF" w14:textId="77777777" w:rsidR="002670A2" w:rsidRPr="00961281" w:rsidRDefault="002670A2" w:rsidP="002670A2">
      <w:pPr>
        <w:shd w:val="clear" w:color="auto" w:fill="FFFFFF"/>
        <w:rPr>
          <w:rFonts w:cs="Times New Roman"/>
          <w:sz w:val="28"/>
          <w:szCs w:val="24"/>
        </w:rPr>
      </w:pPr>
    </w:p>
    <w:p w14:paraId="585C10DA" w14:textId="77777777" w:rsidR="002670A2" w:rsidRPr="00961281" w:rsidRDefault="002670A2">
      <w:pPr>
        <w:shd w:val="clear" w:color="auto" w:fill="FFFFFF"/>
        <w:rPr>
          <w:rFonts w:cs="Times New Roman"/>
          <w:sz w:val="28"/>
          <w:szCs w:val="24"/>
        </w:rPr>
        <w:sectPr w:rsidR="002670A2" w:rsidRPr="00961281" w:rsidSect="002670A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EFF6B5D" w14:textId="77777777" w:rsidR="002670A2" w:rsidRDefault="002670A2" w:rsidP="002670A2">
      <w:pPr>
        <w:shd w:val="clear" w:color="auto" w:fill="FFFFFF"/>
        <w:spacing w:after="24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PROBLEM 1B-3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562"/>
        <w:gridCol w:w="979"/>
        <w:gridCol w:w="422"/>
        <w:gridCol w:w="398"/>
        <w:gridCol w:w="379"/>
        <w:gridCol w:w="360"/>
        <w:gridCol w:w="398"/>
        <w:gridCol w:w="403"/>
        <w:gridCol w:w="379"/>
        <w:gridCol w:w="360"/>
        <w:gridCol w:w="398"/>
        <w:gridCol w:w="403"/>
        <w:gridCol w:w="360"/>
        <w:gridCol w:w="398"/>
        <w:gridCol w:w="398"/>
        <w:gridCol w:w="360"/>
        <w:gridCol w:w="403"/>
        <w:gridCol w:w="510"/>
        <w:gridCol w:w="306"/>
      </w:tblGrid>
      <w:tr w:rsidR="002670A2" w14:paraId="7F2257E9" w14:textId="77777777">
        <w:trPr>
          <w:trHeight w:val="1287"/>
          <w:jc w:val="center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07C6A568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6AC4395B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04D94934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1EDA0E02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2E582C75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07AE5428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45DF393B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1FA356D7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584737BE" w14:textId="77777777" w:rsidR="002670A2" w:rsidRPr="00A60216" w:rsidRDefault="00435D60" w:rsidP="002670A2">
            <w:pPr>
              <w:shd w:val="clear" w:color="auto" w:fill="FFFFFF"/>
              <w:jc w:val="center"/>
              <w:rPr>
                <w:b/>
                <w:bCs/>
                <w:szCs w:val="22"/>
                <w:lang w:val="de-DE"/>
              </w:rPr>
            </w:pPr>
            <w:r>
              <w:rPr>
                <w:b/>
                <w:bCs/>
                <w:szCs w:val="22"/>
                <w:lang w:val="de-DE"/>
              </w:rPr>
              <w:t xml:space="preserve">RED </w:t>
            </w:r>
            <w:r w:rsidR="00F44772">
              <w:rPr>
                <w:b/>
                <w:bCs/>
                <w:szCs w:val="22"/>
                <w:lang w:val="de-DE"/>
              </w:rPr>
              <w:t xml:space="preserve">FUMAN COMPUTER </w:t>
            </w:r>
            <w:r w:rsidR="002670A2" w:rsidRPr="00516C4F">
              <w:rPr>
                <w:b/>
                <w:bCs/>
                <w:szCs w:val="22"/>
                <w:lang w:val="de-DE"/>
              </w:rPr>
              <w:t>SERVICE</w:t>
            </w:r>
          </w:p>
          <w:p w14:paraId="3F32525C" w14:textId="77777777" w:rsidR="002670A2" w:rsidRPr="003A094E" w:rsidRDefault="002670A2" w:rsidP="002670A2">
            <w:pPr>
              <w:jc w:val="center"/>
              <w:rPr>
                <w:b/>
                <w:szCs w:val="24"/>
                <w:lang w:val="de-DE"/>
              </w:rPr>
            </w:pPr>
          </w:p>
          <w:p w14:paraId="088E6133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5933A9D5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2E073515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658C4543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514A04FD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1FAE3C19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A444AE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8FB104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Expenses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AC7E30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71BDB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882439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E2533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9FE4E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1E913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B6F15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756173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6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C63735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500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40C0F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6"/>
              </w:rPr>
              <w:t>500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38E130" w14:textId="77777777" w:rsidR="00435D60" w:rsidRDefault="00D62329" w:rsidP="00435D60">
            <w:pPr>
              <w:shd w:val="clear" w:color="auto" w:fill="FFFFFF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</w:t>
            </w:r>
          </w:p>
          <w:p w14:paraId="5723AD4D" w14:textId="77777777" w:rsidR="002670A2" w:rsidRPr="00516C4F" w:rsidRDefault="00D62329" w:rsidP="00435D60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+120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BC4C07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6"/>
              </w:rPr>
              <w:t>620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8BD4EFB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600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8BD3FE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6"/>
              </w:rPr>
              <w:t>1,220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C5084D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8046C6B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1,220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CC00F9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5DABE0E8" w14:textId="77777777">
        <w:trPr>
          <w:trHeight w:hRule="exact" w:val="240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639379DB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BB6BC4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C618A9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0FAA4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504990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6F413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32694A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20CBA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32172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7AFA15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CE575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1F93CF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A45E3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BE59C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885C8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516F7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2E27A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0B53D5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FFFBF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7305A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65C4B6DE" w14:textId="77777777">
        <w:trPr>
          <w:trHeight w:val="1077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25E001F2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DB7565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bCs/>
                <w:szCs w:val="18"/>
              </w:rPr>
              <w:t>OWNER'S</w:t>
            </w:r>
            <w:r>
              <w:rPr>
                <w:b/>
                <w:bCs/>
                <w:szCs w:val="18"/>
              </w:rPr>
              <w:t xml:space="preserve"> </w:t>
            </w:r>
            <w:r w:rsidRPr="00516C4F">
              <w:rPr>
                <w:b/>
                <w:bCs/>
                <w:szCs w:val="18"/>
              </w:rPr>
              <w:t>EQUITY</w:t>
            </w: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D780EA4" w14:textId="77777777" w:rsidR="002670A2" w:rsidRDefault="002670A2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</w:p>
          <w:p w14:paraId="21D6648D" w14:textId="77777777" w:rsidR="00B00951" w:rsidRPr="00516C4F" w:rsidRDefault="00B00951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Computer Service</w:t>
            </w:r>
          </w:p>
          <w:p w14:paraId="38DC26D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Revenue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0CA4FE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69512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5B0A0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9C859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BE8E0F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200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5CADDD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486DE04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2,2</w:t>
            </w:r>
            <w:r w:rsidR="002670A2">
              <w:rPr>
                <w:b/>
                <w:szCs w:val="24"/>
              </w:rPr>
              <w:t>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4FFF40D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2,400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A42843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D63419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2,400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999D4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834039D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2,400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7B6EC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056CDB3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2,400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D1DFEF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2CBAA72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2,400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568F4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5816EA61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46A85583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2E56DE3" w14:textId="77777777" w:rsidR="002670A2" w:rsidRPr="00516C4F" w:rsidRDefault="002670A2" w:rsidP="002670A2">
            <w:pPr>
              <w:jc w:val="center"/>
              <w:rPr>
                <w:b/>
                <w:szCs w:val="18"/>
              </w:rPr>
            </w:pPr>
          </w:p>
          <w:p w14:paraId="76B57B7F" w14:textId="77777777" w:rsidR="002670A2" w:rsidRPr="00516C4F" w:rsidRDefault="002670A2" w:rsidP="002670A2">
            <w:pPr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B4FB5C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FCF92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2EECB3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F707D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F3F36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1CCC64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7DE625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6E617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9DFA3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99587C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865E5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DE1E4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3C482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A81EF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B9933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A50C35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63138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EF13F5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1536C68F" w14:textId="77777777">
        <w:trPr>
          <w:trHeight w:val="821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022A70EC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13AAD81" w14:textId="77777777" w:rsidR="002670A2" w:rsidRPr="00516C4F" w:rsidRDefault="002670A2" w:rsidP="002670A2">
            <w:pPr>
              <w:jc w:val="center"/>
              <w:rPr>
                <w:b/>
                <w:szCs w:val="18"/>
              </w:rPr>
            </w:pPr>
          </w:p>
          <w:p w14:paraId="331F084E" w14:textId="77777777" w:rsidR="002670A2" w:rsidRPr="00516C4F" w:rsidRDefault="002670A2" w:rsidP="002670A2">
            <w:pPr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88E6C08" w14:textId="77777777" w:rsidR="002670A2" w:rsidRPr="00516C4F" w:rsidRDefault="002670A2" w:rsidP="00E26E4F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R</w:t>
            </w:r>
            <w:r w:rsidR="00E26E4F">
              <w:rPr>
                <w:b/>
                <w:szCs w:val="22"/>
              </w:rPr>
              <w:t xml:space="preserve">. </w:t>
            </w:r>
            <w:r w:rsidR="00B00951">
              <w:rPr>
                <w:b/>
                <w:szCs w:val="22"/>
              </w:rPr>
              <w:t>Fuman</w:t>
            </w:r>
            <w:r w:rsidRPr="00516C4F">
              <w:rPr>
                <w:b/>
                <w:szCs w:val="22"/>
              </w:rPr>
              <w:br/>
              <w:t>Withd.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D344A0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5FC802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CDEDD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12AA42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E9465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3C31F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560A7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DCCF2D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04B78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02A3F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5A263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D789E69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62163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8FAD6F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6"/>
              </w:rPr>
              <w:t>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1A153778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900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AFDAE7E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900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1BDE9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4BC9E2B4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716C19EA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B2B082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CE50B4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EF4CD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645D2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155803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24DE4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6F2B6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E0A77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848D8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35D74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990557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2CC46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D77600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AC111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184E5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2820EC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7F05A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E0975A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F4075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17102FF2" w14:textId="77777777">
        <w:trPr>
          <w:trHeight w:val="864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1B0AEE48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D64004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06C29AB" w14:textId="77777777" w:rsidR="00B00951" w:rsidRDefault="002670A2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 w:rsidRPr="00516C4F">
              <w:rPr>
                <w:b/>
                <w:szCs w:val="22"/>
              </w:rPr>
              <w:t>R.</w:t>
            </w:r>
            <w:r>
              <w:rPr>
                <w:b/>
                <w:szCs w:val="22"/>
              </w:rPr>
              <w:t xml:space="preserve"> </w:t>
            </w:r>
          </w:p>
          <w:p w14:paraId="60875897" w14:textId="77777777" w:rsidR="002670A2" w:rsidRPr="00516C4F" w:rsidRDefault="00B00951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Fuman</w:t>
            </w:r>
            <w:r w:rsidR="002670A2" w:rsidRPr="00516C4F">
              <w:rPr>
                <w:b/>
                <w:szCs w:val="22"/>
              </w:rPr>
              <w:t>,</w:t>
            </w:r>
          </w:p>
          <w:p w14:paraId="435E800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Capital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629152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</w:t>
            </w:r>
            <w:r w:rsidR="002670A2" w:rsidRPr="00516C4F">
              <w:rPr>
                <w:b/>
                <w:szCs w:val="22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F6DA52C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664D2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AB4FB4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1D612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0247720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FAC05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B0DE62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50409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CA5E29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8B100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F3B5AA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8D06A9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C455B4E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BCCBE5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48AEE4F3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14:paraId="789213D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67020E7C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630C0EBC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09E287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E84870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</w:tcBorders>
            <w:shd w:val="clear" w:color="auto" w:fill="FFFFFF"/>
            <w:textDirection w:val="btLr"/>
            <w:vAlign w:val="center"/>
          </w:tcPr>
          <w:p w14:paraId="2D3DBB5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3447D1B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7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42462C2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1918D4F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8AF112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1F31BD9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7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52431B1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7372A43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10126C3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2DCDF6E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5186115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1F537E5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122734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1AD099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03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655B26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0AB183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06" w:type="dxa"/>
            <w:tcBorders>
              <w:top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CD59F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569AFBEA" w14:textId="77777777">
        <w:trPr>
          <w:trHeight w:hRule="exact" w:val="1296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54F28C9A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808DCD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bCs/>
                <w:szCs w:val="18"/>
              </w:rPr>
              <w:t>LIABILITIE</w:t>
            </w:r>
            <w:r>
              <w:rPr>
                <w:b/>
                <w:bCs/>
                <w:szCs w:val="18"/>
              </w:rPr>
              <w:t>S</w:t>
            </w: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70C14D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 w:rsidRPr="00516C4F">
              <w:rPr>
                <w:b/>
                <w:szCs w:val="22"/>
              </w:rPr>
              <w:t>Accounts</w:t>
            </w:r>
          </w:p>
          <w:p w14:paraId="758870E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Payable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60C80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E69AA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C88210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53287E4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E93F4D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24D318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C3044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87F959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775B83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2879C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D5C8A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7F68F7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BEA8B59" w14:textId="77777777" w:rsidR="002670A2" w:rsidRPr="00516C4F" w:rsidRDefault="00F8467C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600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F090FA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2,600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AF690C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01CE07C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2,600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EDCC5BE" w14:textId="77777777" w:rsidR="002670A2" w:rsidRPr="00516C4F" w:rsidRDefault="00435D60" w:rsidP="004C26CA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$12</w:t>
            </w:r>
            <w:r w:rsidR="004C26CA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>880</w:t>
            </w:r>
          </w:p>
        </w:tc>
      </w:tr>
      <w:tr w:rsidR="002670A2" w14:paraId="0C16F14F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12BF1D72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8D9654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=</w:t>
            </w: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70FE80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444E9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F87199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CECCA6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1DE5D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07AF8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E5343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10227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406902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D459F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8B5A7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1AD1B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FEB1ED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0ABFA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6811B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7C3FF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AFDB0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734B2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1F46DAA4" w14:textId="77777777">
        <w:trPr>
          <w:trHeight w:val="1157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67342AE1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75DE90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8C0C17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 w:rsidRPr="00516C4F">
              <w:rPr>
                <w:b/>
                <w:szCs w:val="22"/>
              </w:rPr>
              <w:t>Office</w:t>
            </w:r>
          </w:p>
          <w:p w14:paraId="25CA3CC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Equipment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A8B977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3F320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704443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F79DD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27064A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CD14E8D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4BF5DCD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C7E4E7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9653D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1B9375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AF4D15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1098CE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0C2DD44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EAF7003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2B691C1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A67D268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</w:t>
            </w:r>
            <w:r w:rsidR="002670A2" w:rsidRPr="00516C4F">
              <w:rPr>
                <w:b/>
                <w:szCs w:val="22"/>
              </w:rPr>
              <w:t>,000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BFFCC20" w14:textId="77777777" w:rsidR="002670A2" w:rsidRPr="00516C4F" w:rsidRDefault="00435D60" w:rsidP="004C26CA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$12</w:t>
            </w:r>
            <w:r w:rsidR="004C26CA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>880</w:t>
            </w:r>
          </w:p>
        </w:tc>
      </w:tr>
      <w:tr w:rsidR="002670A2" w14:paraId="6D41C823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7C3E9885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86E297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538A91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BBDDC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37EFE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FAB41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DB2A3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EFA71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DE9399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54920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730DC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2E37EA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7EA8D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21FCDE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2A8DD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090BED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F6CFA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89B38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BA1FB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E603E4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40978E57" w14:textId="77777777">
        <w:trPr>
          <w:trHeight w:val="1123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0FA7D636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4D193E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ASSETS</w:t>
            </w: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7231CC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2"/>
              </w:rPr>
            </w:pPr>
            <w:r w:rsidRPr="00516C4F">
              <w:rPr>
                <w:b/>
                <w:szCs w:val="22"/>
              </w:rPr>
              <w:t>Accounts</w:t>
            </w:r>
          </w:p>
          <w:p w14:paraId="491378F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Receivable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B14C64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07086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3DB22C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D101D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540194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177F6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7F89EE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435D60">
              <w:rPr>
                <w:b/>
                <w:szCs w:val="24"/>
              </w:rPr>
              <w:t>2,200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6DB3E70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2,200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3F7136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AFF92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2,200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1F764B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DF250F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2,200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9D7802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D11AA1C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2,200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9B7D5A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4C8C4D92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2,200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88B51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7E8A2104" w14:textId="77777777">
        <w:trPr>
          <w:trHeight w:hRule="exact" w:val="288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113C83CA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9988A3D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4BFC264B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355E6C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846BB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0242CA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D119B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ED3892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441353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4A38AF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164B7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F590C9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6459F5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7FF220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1C83FD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457C1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B62A3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57D6E3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FB358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B42A48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6"/>
              </w:rPr>
              <w:t>+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6AE0F3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16DDAE9E" w14:textId="77777777">
        <w:trPr>
          <w:trHeight w:val="867"/>
          <w:jc w:val="center"/>
        </w:trPr>
        <w:tc>
          <w:tcPr>
            <w:tcW w:w="677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  <w:vAlign w:val="center"/>
          </w:tcPr>
          <w:p w14:paraId="1421A292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966884A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1D876324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DF310E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Cash</w:t>
            </w:r>
          </w:p>
        </w:tc>
        <w:tc>
          <w:tcPr>
            <w:tcW w:w="422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0DC49EF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</w:t>
            </w:r>
            <w:r w:rsidR="002670A2" w:rsidRPr="00516C4F">
              <w:rPr>
                <w:b/>
                <w:szCs w:val="22"/>
              </w:rPr>
              <w:t>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0D0B66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</w:t>
            </w:r>
            <w:r w:rsidR="002670A2" w:rsidRPr="00516C4F">
              <w:rPr>
                <w:b/>
                <w:szCs w:val="22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7B1D0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F154845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</w:t>
            </w:r>
            <w:r w:rsidR="002670A2">
              <w:rPr>
                <w:b/>
                <w:szCs w:val="22"/>
              </w:rPr>
              <w:t>,000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8257C8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+</w:t>
            </w:r>
            <w:r w:rsidR="00435D60">
              <w:rPr>
                <w:b/>
                <w:szCs w:val="22"/>
              </w:rPr>
              <w:t>200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6E6FE5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10,200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CC76EAC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9ED8516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10,200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179D92" w14:textId="77777777" w:rsidR="002670A2" w:rsidRPr="00516C4F" w:rsidRDefault="002670A2" w:rsidP="00435D60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="00435D60">
              <w:rPr>
                <w:b/>
                <w:szCs w:val="24"/>
              </w:rPr>
              <w:t>500</w:t>
            </w:r>
            <w:r>
              <w:rPr>
                <w:b/>
                <w:szCs w:val="24"/>
              </w:rPr>
              <w:t>)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04B831" w14:textId="77777777" w:rsidR="00B00951" w:rsidRDefault="0062309B" w:rsidP="002670A2">
            <w:pPr>
              <w:shd w:val="clear" w:color="auto" w:fill="FFFFFF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9,700 </w:t>
            </w:r>
          </w:p>
          <w:p w14:paraId="291AF49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25EE98" w14:textId="77777777" w:rsidR="002670A2" w:rsidRPr="00516C4F" w:rsidRDefault="002670A2" w:rsidP="00435D60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(</w:t>
            </w:r>
            <w:r w:rsidR="00435D60">
              <w:rPr>
                <w:b/>
                <w:szCs w:val="22"/>
              </w:rPr>
              <w:t>120</w:t>
            </w:r>
            <w:r>
              <w:rPr>
                <w:b/>
                <w:szCs w:val="22"/>
              </w:rPr>
              <w:t>)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C3EF75C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9,580</w:t>
            </w:r>
          </w:p>
        </w:tc>
        <w:tc>
          <w:tcPr>
            <w:tcW w:w="3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6A482D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3BC2FA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9,580</w:t>
            </w:r>
          </w:p>
        </w:tc>
        <w:tc>
          <w:tcPr>
            <w:tcW w:w="403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FB3C0FD" w14:textId="77777777" w:rsidR="002670A2" w:rsidRPr="00516C4F" w:rsidRDefault="002670A2" w:rsidP="00435D60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="00435D60">
              <w:rPr>
                <w:b/>
                <w:szCs w:val="24"/>
              </w:rPr>
              <w:t>900</w:t>
            </w:r>
            <w:r>
              <w:rPr>
                <w:b/>
                <w:szCs w:val="24"/>
              </w:rPr>
              <w:t>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DFFB7C0" w14:textId="77777777" w:rsidR="002670A2" w:rsidRPr="00516C4F" w:rsidRDefault="00435D6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2"/>
              </w:rPr>
              <w:t>8,680</w:t>
            </w:r>
          </w:p>
        </w:tc>
        <w:tc>
          <w:tcPr>
            <w:tcW w:w="30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3914B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2670A2" w14:paraId="3FD0BCBC" w14:textId="77777777">
        <w:trPr>
          <w:trHeight w:val="1579"/>
          <w:jc w:val="center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180A4F6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4548B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97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004263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3A1419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a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21C4F2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7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78D44CA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b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194E128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8EAB53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c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4F694B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7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C87296E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d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4D29DD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34BF960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e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AA958B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37BBC8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f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82BA9AA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3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18DFEF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g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53B35C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BALANCE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5149AAD" w14:textId="77777777" w:rsidR="002670A2" w:rsidRPr="00516C4F" w:rsidRDefault="00603B96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6"/>
              </w:rPr>
              <w:t>h</w:t>
            </w:r>
            <w:r w:rsidR="002670A2" w:rsidRPr="00516C4F">
              <w:rPr>
                <w:b/>
                <w:szCs w:val="26"/>
              </w:rPr>
              <w:t>.</w:t>
            </w:r>
          </w:p>
        </w:tc>
        <w:tc>
          <w:tcPr>
            <w:tcW w:w="51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27EB8E9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22"/>
              </w:rPr>
              <w:t>ENDING BALANCE</w:t>
            </w:r>
          </w:p>
        </w:tc>
        <w:tc>
          <w:tcPr>
            <w:tcW w:w="30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3288A939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</w:tbl>
    <w:p w14:paraId="45E547A5" w14:textId="77777777" w:rsidR="002670A2" w:rsidRDefault="002670A2" w:rsidP="002670A2">
      <w:pPr>
        <w:shd w:val="clear" w:color="auto" w:fill="FFFFFF"/>
        <w:jc w:val="center"/>
        <w:rPr>
          <w:sz w:val="24"/>
          <w:szCs w:val="24"/>
        </w:rPr>
      </w:pPr>
    </w:p>
    <w:p w14:paraId="07FA6C7F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pgSz w:w="12240" w:h="15840"/>
          <w:pgMar w:top="990" w:right="1440" w:bottom="1440" w:left="1440" w:header="720" w:footer="720" w:gutter="0"/>
          <w:cols w:space="720"/>
          <w:noEndnote/>
        </w:sectPr>
      </w:pPr>
    </w:p>
    <w:p w14:paraId="2D20F8AA" w14:textId="77777777" w:rsidR="00954716" w:rsidRDefault="002670A2" w:rsidP="00954716">
      <w:pPr>
        <w:shd w:val="clear" w:color="auto" w:fill="FFFFFF"/>
        <w:rPr>
          <w:b/>
          <w:bCs/>
          <w:sz w:val="24"/>
          <w:szCs w:val="24"/>
          <w:lang w:val="en-US"/>
        </w:rPr>
      </w:pPr>
      <w:r w:rsidRPr="00F50010">
        <w:rPr>
          <w:b/>
          <w:bCs/>
          <w:sz w:val="24"/>
          <w:szCs w:val="24"/>
          <w:lang w:val="en-US"/>
        </w:rPr>
        <w:lastRenderedPageBreak/>
        <w:t>PROBLEM 1B-</w:t>
      </w:r>
      <w:r>
        <w:rPr>
          <w:b/>
          <w:bCs/>
          <w:sz w:val="24"/>
          <w:szCs w:val="24"/>
          <w:lang w:val="en-US"/>
        </w:rPr>
        <w:t>4</w:t>
      </w:r>
    </w:p>
    <w:p w14:paraId="64F051E5" w14:textId="77777777" w:rsidR="002670A2" w:rsidRPr="00856164" w:rsidRDefault="002670A2" w:rsidP="00954716">
      <w:pPr>
        <w:shd w:val="clear" w:color="auto" w:fill="FFFFFF"/>
        <w:spacing w:after="16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a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7282AA9C" w14:textId="77777777" w:rsidR="002670A2" w:rsidRPr="00E05AAF" w:rsidRDefault="005035FD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WU</w:t>
      </w:r>
      <w:r w:rsidRPr="00E05AAF">
        <w:rPr>
          <w:b/>
          <w:sz w:val="22"/>
          <w:szCs w:val="22"/>
          <w:lang w:val="en-US"/>
        </w:rPr>
        <w:t xml:space="preserve"> </w:t>
      </w:r>
      <w:r w:rsidR="00B00951">
        <w:rPr>
          <w:b/>
          <w:sz w:val="22"/>
          <w:szCs w:val="22"/>
          <w:lang w:val="en-US"/>
        </w:rPr>
        <w:t>HOME DECORATING</w:t>
      </w:r>
      <w:r w:rsidR="00B00951" w:rsidRPr="00E05AAF">
        <w:rPr>
          <w:b/>
          <w:sz w:val="22"/>
          <w:szCs w:val="22"/>
          <w:lang w:val="en-US"/>
        </w:rPr>
        <w:t xml:space="preserve"> </w:t>
      </w:r>
      <w:r w:rsidR="002670A2" w:rsidRPr="00E05AAF">
        <w:rPr>
          <w:b/>
          <w:sz w:val="22"/>
          <w:szCs w:val="22"/>
          <w:lang w:val="en-US"/>
        </w:rPr>
        <w:t xml:space="preserve">SERVICE </w:t>
      </w:r>
    </w:p>
    <w:p w14:paraId="19D81C82" w14:textId="77777777" w:rsidR="002670A2" w:rsidRPr="00E05AAF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>INCOME STATEMENT</w:t>
      </w:r>
    </w:p>
    <w:p w14:paraId="12CA6831" w14:textId="77777777" w:rsidR="002670A2" w:rsidRPr="000C7D9E" w:rsidRDefault="002670A2" w:rsidP="002670A2">
      <w:pPr>
        <w:shd w:val="clear" w:color="auto" w:fill="FFFFFF"/>
        <w:spacing w:after="16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5035FD">
        <w:rPr>
          <w:b/>
          <w:sz w:val="22"/>
          <w:szCs w:val="22"/>
          <w:lang w:val="en-US"/>
        </w:rPr>
        <w:t>JUNE</w:t>
      </w:r>
      <w:r w:rsidR="005035FD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7"/>
        <w:gridCol w:w="547"/>
        <w:gridCol w:w="272"/>
        <w:gridCol w:w="272"/>
        <w:gridCol w:w="272"/>
        <w:gridCol w:w="523"/>
        <w:gridCol w:w="542"/>
        <w:gridCol w:w="273"/>
        <w:gridCol w:w="274"/>
        <w:gridCol w:w="274"/>
        <w:gridCol w:w="474"/>
      </w:tblGrid>
      <w:tr w:rsidR="002670A2" w:rsidRPr="007C5673" w14:paraId="35AB3374" w14:textId="77777777">
        <w:trPr>
          <w:trHeight w:val="288"/>
          <w:jc w:val="center"/>
        </w:trPr>
        <w:tc>
          <w:tcPr>
            <w:tcW w:w="563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0BE5C8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Revenue:</w:t>
            </w:r>
          </w:p>
        </w:tc>
        <w:tc>
          <w:tcPr>
            <w:tcW w:w="547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7B1C8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205B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115F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D392B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AF8FD5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2D97B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18625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4044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C59CB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191E4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6641332B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E1C2AF" w14:textId="77777777" w:rsidR="002670A2" w:rsidRPr="007C5673" w:rsidRDefault="002670A2" w:rsidP="00B00951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="00B00951">
              <w:rPr>
                <w:b/>
                <w:lang w:val="en-US"/>
              </w:rPr>
              <w:t>Home Decorating</w:t>
            </w:r>
            <w:r w:rsidR="00B00951" w:rsidRPr="007C5673">
              <w:rPr>
                <w:b/>
                <w:lang w:val="en-US"/>
              </w:rPr>
              <w:t xml:space="preserve"> </w:t>
            </w:r>
            <w:r w:rsidRPr="007C5673">
              <w:rPr>
                <w:b/>
                <w:lang w:val="en-US"/>
              </w:rPr>
              <w:t>Fees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F6696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54B6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9E1B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741D2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8EBFC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5F024A" w14:textId="77777777" w:rsidR="002670A2" w:rsidRPr="007C5673" w:rsidRDefault="002670A2" w:rsidP="005035FD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$</w:t>
            </w:r>
            <w:r w:rsidR="005035FD">
              <w:rPr>
                <w:b/>
                <w:lang w:val="en-US"/>
              </w:rPr>
              <w:t>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E7AD0B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668E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51FFB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CCCF7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5831DB04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E54F85F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C9491A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6363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A0E8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EB4BC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8C5B2E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6D43E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3A62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9AE655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8350D9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C18C5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35EFF3FD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BAC1A93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Operating Expenses: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841F0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6BD5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A60C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1EEE7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8AFD62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B6639D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85DA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D541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1FC55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E2129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6EEC4D03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6FEF2D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7C5673">
              <w:rPr>
                <w:b/>
                <w:lang w:val="en-US"/>
              </w:rPr>
              <w:t>Advertising Expense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37800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$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6FE2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1232A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6EEBE8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5D017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0E186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C2AD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9590F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E7398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97F70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0232A808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534FE4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7C5673">
              <w:rPr>
                <w:b/>
                <w:lang w:val="en-US"/>
              </w:rPr>
              <w:t>Repair Expense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2CDBE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E2E45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21416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09761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054CD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61BC2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D160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2611B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91437ED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B2675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3757BE88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C64FC51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7C5673">
              <w:rPr>
                <w:b/>
                <w:lang w:val="en-US"/>
              </w:rPr>
              <w:t>Travel Expense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309F3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9188F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01179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7B1B8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EDC22A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2AFA6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4F3B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5C8F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4A479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A8A89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690774BC" w14:textId="77777777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C354AE9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7C5673">
              <w:rPr>
                <w:b/>
                <w:lang w:val="en-US"/>
              </w:rPr>
              <w:t>Supplies Expense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87AEE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4CA63B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223FE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7B72B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9ED574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39825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993F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DBD6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17D00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93FAC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20BD675D" w14:textId="77777777" w:rsidTr="00954716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E163A18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7C5673">
              <w:rPr>
                <w:b/>
                <w:lang w:val="en-US"/>
              </w:rPr>
              <w:t>Rent Expense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F96D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A9410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F217A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13FBF1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B5365B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F2E073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99A01B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FEDD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736C1B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0700FA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097B0F4B" w14:textId="77777777" w:rsidTr="00954716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D332DE2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Pr="007C5673">
              <w:rPr>
                <w:b/>
                <w:lang w:val="en-US"/>
              </w:rPr>
              <w:t>Total Operating Expenses</w:t>
            </w:r>
          </w:p>
        </w:tc>
        <w:tc>
          <w:tcPr>
            <w:tcW w:w="547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73FB70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1C45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6107A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0C2EE1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135A78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699DF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E1387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FF31E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3E8DE9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D6C61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68A67050" w14:textId="77777777" w:rsidTr="00954716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067208" w14:textId="77777777" w:rsidR="002670A2" w:rsidRPr="007C5673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Net Income</w:t>
            </w: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51892D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086F3E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A08CF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4BD74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68EEE4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57DCDB" w14:textId="77777777" w:rsidR="002670A2" w:rsidRPr="007C5673" w:rsidRDefault="002670A2" w:rsidP="005035FD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7C5673">
              <w:rPr>
                <w:b/>
                <w:lang w:val="en-US"/>
              </w:rPr>
              <w:t>$</w:t>
            </w:r>
            <w:r w:rsidR="005035FD">
              <w:rPr>
                <w:b/>
                <w:lang w:val="en-US"/>
              </w:rPr>
              <w:t>1</w:t>
            </w:r>
          </w:p>
        </w:tc>
        <w:tc>
          <w:tcPr>
            <w:tcW w:w="273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C086D6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1B24E" w14:textId="77777777" w:rsidR="002670A2" w:rsidRPr="007C5673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22503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6B83A6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7C5673" w14:paraId="74A223D6" w14:textId="77777777" w:rsidTr="00954716">
        <w:trPr>
          <w:trHeight w:val="288"/>
          <w:jc w:val="center"/>
        </w:trPr>
        <w:tc>
          <w:tcPr>
            <w:tcW w:w="563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2F9450" w14:textId="77777777" w:rsidR="002670A2" w:rsidRPr="007C5673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59A671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530DAC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06A68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3EF957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BF04544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2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9E0032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A445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DD1EB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4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8B034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0AA67F" w14:textId="77777777" w:rsidR="002670A2" w:rsidRPr="007C5673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B45B072" w14:textId="77777777" w:rsidR="002670A2" w:rsidRPr="00856164" w:rsidRDefault="002670A2" w:rsidP="002670A2">
      <w:pPr>
        <w:shd w:val="clear" w:color="auto" w:fill="FFFFFF"/>
        <w:spacing w:before="160" w:after="12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b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0B8EC7E1" w14:textId="77777777" w:rsidR="002670A2" w:rsidRPr="00E05AAF" w:rsidRDefault="005035FD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WU </w:t>
      </w:r>
      <w:r w:rsidR="00B00951">
        <w:rPr>
          <w:b/>
          <w:sz w:val="22"/>
          <w:szCs w:val="22"/>
          <w:lang w:val="en-US"/>
        </w:rPr>
        <w:t>HOME DECORATING</w:t>
      </w:r>
      <w:r w:rsidR="002670A2" w:rsidRPr="00E05AAF">
        <w:rPr>
          <w:b/>
          <w:sz w:val="22"/>
          <w:szCs w:val="22"/>
          <w:lang w:val="en-US"/>
        </w:rPr>
        <w:t xml:space="preserve"> SERVICE </w:t>
      </w:r>
    </w:p>
    <w:p w14:paraId="7F96BAA2" w14:textId="77777777" w:rsidR="002670A2" w:rsidRPr="00E05AAF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>STATEMENT OF OWNER'S EQUITY</w:t>
      </w:r>
    </w:p>
    <w:p w14:paraId="5482C605" w14:textId="77777777" w:rsidR="002670A2" w:rsidRPr="000C7D9E" w:rsidRDefault="002670A2" w:rsidP="002670A2">
      <w:pPr>
        <w:shd w:val="clear" w:color="auto" w:fill="FFFFFF"/>
        <w:spacing w:after="16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5035FD">
        <w:rPr>
          <w:b/>
          <w:sz w:val="22"/>
          <w:szCs w:val="22"/>
          <w:lang w:val="en-US"/>
        </w:rPr>
        <w:t>JUNE</w:t>
      </w:r>
      <w:r w:rsidR="005035FD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68"/>
        <w:gridCol w:w="538"/>
        <w:gridCol w:w="269"/>
        <w:gridCol w:w="269"/>
        <w:gridCol w:w="269"/>
        <w:gridCol w:w="514"/>
        <w:gridCol w:w="533"/>
        <w:gridCol w:w="270"/>
        <w:gridCol w:w="271"/>
        <w:gridCol w:w="271"/>
        <w:gridCol w:w="470"/>
      </w:tblGrid>
      <w:tr w:rsidR="002670A2" w:rsidRPr="002E21FB" w14:paraId="0313DE56" w14:textId="77777777" w:rsidTr="00D40F67">
        <w:trPr>
          <w:trHeight w:val="298"/>
        </w:trPr>
        <w:tc>
          <w:tcPr>
            <w:tcW w:w="55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7F3A0AF" w14:textId="77777777" w:rsidR="002670A2" w:rsidRPr="009D24FE" w:rsidRDefault="002670A2" w:rsidP="005035FD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2E21FB">
              <w:rPr>
                <w:b/>
                <w:lang w:val="en-US"/>
              </w:rPr>
              <w:t xml:space="preserve">J. </w:t>
            </w:r>
            <w:r w:rsidR="005035FD" w:rsidRPr="002E21FB">
              <w:rPr>
                <w:b/>
                <w:lang w:val="en-US"/>
              </w:rPr>
              <w:t>W</w:t>
            </w:r>
            <w:r w:rsidR="005035FD">
              <w:rPr>
                <w:b/>
                <w:lang w:val="en-US"/>
              </w:rPr>
              <w:t>u</w:t>
            </w:r>
            <w:r w:rsidRPr="002E21FB">
              <w:rPr>
                <w:b/>
                <w:lang w:val="en-US"/>
              </w:rPr>
              <w:t xml:space="preserve">, Capital, </w:t>
            </w:r>
            <w:r w:rsidR="005035FD">
              <w:rPr>
                <w:b/>
                <w:lang w:val="en-US"/>
              </w:rPr>
              <w:t>June</w:t>
            </w:r>
            <w:r w:rsidR="005035FD" w:rsidRPr="002E21FB">
              <w:rPr>
                <w:b/>
                <w:lang w:val="en-US"/>
              </w:rPr>
              <w:t xml:space="preserve"> </w:t>
            </w:r>
            <w:r w:rsidRPr="002E21FB">
              <w:rPr>
                <w:b/>
                <w:lang w:val="en-US"/>
              </w:rPr>
              <w:t xml:space="preserve">1,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53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681E83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73F42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2C59B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93A43F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10F607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BB4F2C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922A6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32813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F53EB6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73B5D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4C26CA" w:rsidRPr="002E21FB" w14:paraId="7D146960" w14:textId="77777777" w:rsidTr="00D40F67">
        <w:trPr>
          <w:trHeight w:val="298"/>
        </w:trPr>
        <w:tc>
          <w:tcPr>
            <w:tcW w:w="556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C454BEE" w14:textId="77777777" w:rsidR="004C26CA" w:rsidRPr="002E21FB" w:rsidRDefault="004C26CA" w:rsidP="005035FD">
            <w:pPr>
              <w:shd w:val="clear" w:color="auto" w:fill="FFFFFF"/>
              <w:ind w:left="288"/>
              <w:rPr>
                <w:b/>
                <w:lang w:val="en-US"/>
              </w:rPr>
            </w:pPr>
            <w:r>
              <w:rPr>
                <w:b/>
                <w:lang w:val="en-US"/>
              </w:rPr>
              <w:t>Net income for June</w:t>
            </w:r>
          </w:p>
        </w:tc>
        <w:tc>
          <w:tcPr>
            <w:tcW w:w="53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7EB643" w14:textId="77777777" w:rsidR="004C26CA" w:rsidRPr="009D24FE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$1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32027" w14:textId="77777777" w:rsidR="004C26CA" w:rsidRPr="009D24FE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6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53CBB" w14:textId="77777777" w:rsidR="004C26CA" w:rsidRPr="009D24FE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3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478D20" w14:textId="77777777" w:rsidR="004C26CA" w:rsidRPr="009D24FE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AFDF17E" w14:textId="77777777" w:rsidR="004C26CA" w:rsidRPr="009D24FE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266C0D" w14:textId="77777777" w:rsidR="004C26CA" w:rsidRPr="002E21FB" w:rsidRDefault="004C26CA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C238A" w14:textId="77777777" w:rsidR="004C26CA" w:rsidRDefault="004C26CA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BC1F80" w14:textId="77777777" w:rsidR="004C26CA" w:rsidRDefault="004C26CA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115E71" w14:textId="77777777" w:rsidR="004C26CA" w:rsidRDefault="004C26CA" w:rsidP="002670A2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61194C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4C26CA" w:rsidRPr="002E21FB" w14:paraId="2DA4B8D7" w14:textId="77777777" w:rsidTr="004C26CA">
        <w:trPr>
          <w:trHeight w:val="274"/>
        </w:trPr>
        <w:tc>
          <w:tcPr>
            <w:tcW w:w="5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31B6FE1" w14:textId="77777777" w:rsidR="004C26CA" w:rsidRPr="002E21FB" w:rsidRDefault="004C26CA" w:rsidP="005035FD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 xml:space="preserve">Less: Withdrawals for </w:t>
            </w:r>
            <w:r>
              <w:rPr>
                <w:b/>
                <w:lang w:val="en-US"/>
              </w:rPr>
              <w:t>June</w:t>
            </w:r>
          </w:p>
        </w:tc>
        <w:tc>
          <w:tcPr>
            <w:tcW w:w="538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9FC2B6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FD8DE4" w14:textId="77777777" w:rsidR="004C26CA" w:rsidRPr="002E21FB" w:rsidRDefault="0002750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</w:t>
            </w:r>
            <w:r w:rsidR="00D40F67">
              <w:rPr>
                <w:rFonts w:cs="Times New Roman"/>
                <w:b/>
              </w:rPr>
              <w:t>4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95280" w14:textId="77777777" w:rsidR="004C26CA" w:rsidRPr="002E21FB" w:rsidRDefault="00D40F67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1EB6EA" w14:textId="77777777" w:rsidR="004C26CA" w:rsidRPr="002E21FB" w:rsidRDefault="00D40F67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  <w:r w:rsidR="0002750F">
              <w:rPr>
                <w:rFonts w:cs="Times New Roman"/>
                <w:b/>
              </w:rPr>
              <w:t>)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E5C149B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8F8A33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5A529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DFF8B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9155D5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969A27" w14:textId="77777777" w:rsidR="004C26CA" w:rsidRPr="002E21FB" w:rsidRDefault="004C26CA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2E21FB" w14:paraId="67D7B734" w14:textId="77777777" w:rsidTr="00954716">
        <w:trPr>
          <w:trHeight w:val="278"/>
        </w:trPr>
        <w:tc>
          <w:tcPr>
            <w:tcW w:w="5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353CE86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In</w:t>
            </w:r>
            <w:r w:rsidRPr="002E21FB">
              <w:rPr>
                <w:b/>
                <w:lang w:val="en-US"/>
              </w:rPr>
              <w:t>crease in Capital</w:t>
            </w:r>
          </w:p>
        </w:tc>
        <w:tc>
          <w:tcPr>
            <w:tcW w:w="53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26A9E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5181E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1331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42C238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4219A4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28C859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1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9AD268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68B9D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A6E9D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65B4D8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2E21FB" w14:paraId="70F7741A" w14:textId="77777777" w:rsidTr="00954716">
        <w:trPr>
          <w:trHeight w:val="274"/>
        </w:trPr>
        <w:tc>
          <w:tcPr>
            <w:tcW w:w="5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99C45F1" w14:textId="77777777" w:rsidR="002670A2" w:rsidRPr="009D24FE" w:rsidRDefault="002670A2" w:rsidP="005035FD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2E21FB">
              <w:rPr>
                <w:b/>
                <w:lang w:val="en-US"/>
              </w:rPr>
              <w:t xml:space="preserve">J. </w:t>
            </w:r>
            <w:r w:rsidR="005035FD" w:rsidRPr="002E21FB">
              <w:rPr>
                <w:b/>
                <w:lang w:val="en-US"/>
              </w:rPr>
              <w:t>W</w:t>
            </w:r>
            <w:r w:rsidR="005035FD">
              <w:rPr>
                <w:b/>
                <w:lang w:val="en-US"/>
              </w:rPr>
              <w:t>u</w:t>
            </w:r>
            <w:r w:rsidRPr="002E21FB">
              <w:rPr>
                <w:b/>
                <w:lang w:val="en-US"/>
              </w:rPr>
              <w:t xml:space="preserve">, Capital, </w:t>
            </w:r>
            <w:r w:rsidR="005035FD">
              <w:rPr>
                <w:b/>
                <w:lang w:val="en-US"/>
              </w:rPr>
              <w:t>June</w:t>
            </w:r>
            <w:r w:rsidR="005035FD" w:rsidRPr="002E21FB">
              <w:rPr>
                <w:b/>
                <w:lang w:val="en-US"/>
              </w:rPr>
              <w:t xml:space="preserve"> </w:t>
            </w:r>
            <w:r w:rsidRPr="002E21FB">
              <w:rPr>
                <w:b/>
                <w:lang w:val="en-US"/>
              </w:rPr>
              <w:t xml:space="preserve">30, </w:t>
            </w:r>
            <w:r>
              <w:rPr>
                <w:b/>
                <w:lang w:val="en-US"/>
              </w:rPr>
              <w:t>201X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418A6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279EF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2CB9AB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DB81B4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20BB327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E4B41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C9BEF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6FCA9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27BB4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47A0F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2E21FB" w14:paraId="44D99A81" w14:textId="77777777" w:rsidTr="00954716">
        <w:trPr>
          <w:trHeight w:val="288"/>
        </w:trPr>
        <w:tc>
          <w:tcPr>
            <w:tcW w:w="556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2E0F1E" w14:textId="77777777" w:rsidR="002670A2" w:rsidRPr="002E21FB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06CD89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07E03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1FAA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696329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10DDFDC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51A4B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98169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66D1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A2E96F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E2336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6B091C47" w14:textId="77777777" w:rsidR="002670A2" w:rsidRPr="00856164" w:rsidRDefault="002670A2" w:rsidP="002670A2">
      <w:pPr>
        <w:shd w:val="clear" w:color="auto" w:fill="FFFFFF"/>
        <w:spacing w:before="160" w:after="12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c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578ED2B1" w14:textId="77777777" w:rsidR="002670A2" w:rsidRPr="000C7D9E" w:rsidRDefault="005035FD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W</w:t>
      </w:r>
      <w:r>
        <w:rPr>
          <w:b/>
          <w:sz w:val="22"/>
          <w:szCs w:val="22"/>
          <w:lang w:val="en-US"/>
        </w:rPr>
        <w:t>U</w:t>
      </w:r>
      <w:r w:rsidRPr="000C7D9E">
        <w:rPr>
          <w:b/>
          <w:sz w:val="22"/>
          <w:szCs w:val="22"/>
          <w:lang w:val="en-US"/>
        </w:rPr>
        <w:t xml:space="preserve"> </w:t>
      </w:r>
      <w:r w:rsidR="00B00951">
        <w:rPr>
          <w:b/>
          <w:sz w:val="22"/>
          <w:szCs w:val="22"/>
          <w:lang w:val="en-US"/>
        </w:rPr>
        <w:t>HOME DECORATING</w:t>
      </w:r>
      <w:r w:rsidR="00B00951" w:rsidRPr="000C7D9E">
        <w:rPr>
          <w:b/>
          <w:sz w:val="22"/>
          <w:szCs w:val="22"/>
          <w:lang w:val="en-US"/>
        </w:rPr>
        <w:t xml:space="preserve"> </w:t>
      </w:r>
      <w:r w:rsidR="002670A2" w:rsidRPr="000C7D9E">
        <w:rPr>
          <w:b/>
          <w:sz w:val="22"/>
          <w:szCs w:val="22"/>
          <w:lang w:val="en-US"/>
        </w:rPr>
        <w:t>SERVICE</w:t>
      </w:r>
    </w:p>
    <w:p w14:paraId="1D35B6BB" w14:textId="77777777" w:rsidR="002670A2" w:rsidRPr="000C7D9E" w:rsidRDefault="002670A2" w:rsidP="002670A2">
      <w:pPr>
        <w:shd w:val="clear" w:color="auto" w:fill="FFFFFF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>BALANCE SHEET</w:t>
      </w:r>
    </w:p>
    <w:p w14:paraId="30AFE306" w14:textId="77777777" w:rsidR="002670A2" w:rsidRPr="000C7D9E" w:rsidRDefault="005035FD" w:rsidP="002670A2">
      <w:pPr>
        <w:shd w:val="clear" w:color="auto" w:fill="FFFFFF"/>
        <w:spacing w:after="12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JUNE</w:t>
      </w:r>
      <w:r w:rsidRPr="000C7D9E">
        <w:rPr>
          <w:b/>
          <w:sz w:val="22"/>
          <w:szCs w:val="22"/>
          <w:lang w:val="en-US"/>
        </w:rPr>
        <w:t xml:space="preserve"> </w:t>
      </w:r>
      <w:r w:rsidR="002670A2" w:rsidRPr="000C7D9E">
        <w:rPr>
          <w:b/>
          <w:sz w:val="22"/>
          <w:szCs w:val="22"/>
          <w:lang w:val="en-US"/>
        </w:rPr>
        <w:t xml:space="preserve">30,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2"/>
        <w:gridCol w:w="504"/>
        <w:gridCol w:w="248"/>
        <w:gridCol w:w="248"/>
        <w:gridCol w:w="248"/>
        <w:gridCol w:w="403"/>
        <w:gridCol w:w="2981"/>
        <w:gridCol w:w="499"/>
        <w:gridCol w:w="257"/>
        <w:gridCol w:w="257"/>
        <w:gridCol w:w="258"/>
        <w:gridCol w:w="326"/>
      </w:tblGrid>
      <w:tr w:rsidR="002670A2" w:rsidRPr="00F50010" w14:paraId="20A60815" w14:textId="77777777">
        <w:trPr>
          <w:trHeight w:val="288"/>
        </w:trPr>
        <w:tc>
          <w:tcPr>
            <w:tcW w:w="4613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6A534C5" w14:textId="77777777" w:rsidR="002670A2" w:rsidRPr="002E21FB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2E21FB">
              <w:rPr>
                <w:b/>
                <w:lang w:val="en-US"/>
              </w:rPr>
              <w:t>ASSETS</w:t>
            </w:r>
          </w:p>
        </w:tc>
        <w:tc>
          <w:tcPr>
            <w:tcW w:w="4578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AE6505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06552365" w14:textId="77777777">
        <w:trPr>
          <w:trHeight w:val="288"/>
        </w:trPr>
        <w:tc>
          <w:tcPr>
            <w:tcW w:w="296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C90D0B1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Cash</w:t>
            </w:r>
          </w:p>
        </w:tc>
        <w:tc>
          <w:tcPr>
            <w:tcW w:w="504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A2DF94" w14:textId="77777777" w:rsidR="002670A2" w:rsidRPr="002E21FB" w:rsidRDefault="002670A2" w:rsidP="005035FD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</w:t>
            </w:r>
            <w:r w:rsidR="005035FD">
              <w:rPr>
                <w:b/>
                <w:lang w:val="en-US"/>
              </w:rPr>
              <w:t>1</w:t>
            </w:r>
          </w:p>
        </w:tc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682354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0436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C5AF5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5556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E0B4436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Liabilities</w:t>
            </w:r>
          </w:p>
        </w:tc>
        <w:tc>
          <w:tcPr>
            <w:tcW w:w="49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44B12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CB714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183D8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FE286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611AFC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C88DEF0" w14:textId="77777777">
        <w:trPr>
          <w:trHeight w:val="274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B3B9843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Accounts Receivable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4CE928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995A7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FF373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9B5E6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1E7F8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AACD84D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Accounts Payable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F2FF8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</w:t>
            </w:r>
            <w:r w:rsidR="005035FD">
              <w:rPr>
                <w:b/>
                <w:lang w:val="en-US"/>
              </w:rPr>
              <w:t>1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2AE8C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F0108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47776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BBBE8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2A36F04" w14:textId="77777777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9DD893C" w14:textId="77777777" w:rsidR="002670A2" w:rsidRPr="002E21FB" w:rsidRDefault="00603B96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Decorating </w:t>
            </w:r>
            <w:r w:rsidR="002670A2" w:rsidRPr="002E21FB">
              <w:rPr>
                <w:b/>
                <w:lang w:val="en-US"/>
              </w:rPr>
              <w:t>Equipment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E699F1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C6F8B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FFBC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AB5B7C" w14:textId="77777777" w:rsidR="002670A2" w:rsidRPr="002E21FB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17B7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34B4347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60BE9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D028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D7954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872F5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2F24C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DFE9171" w14:textId="77777777">
        <w:trPr>
          <w:trHeight w:val="274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2E6BC2D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CDEE6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EC586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C67B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92CC1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AD5413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67F00B8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Owner's Equity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4B65F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292E4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19DB1F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F7E0C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76BB5C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7BB7EA6" w14:textId="77777777" w:rsidTr="00954716">
        <w:trPr>
          <w:trHeight w:val="278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A1E476E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A74DA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5BFCD5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F2B2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2764B6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4F896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2566AC3" w14:textId="77777777" w:rsidR="002670A2" w:rsidRPr="002E21FB" w:rsidRDefault="002670A2" w:rsidP="005035FD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 xml:space="preserve">J. </w:t>
            </w:r>
            <w:r w:rsidR="005035FD" w:rsidRPr="002E21FB">
              <w:rPr>
                <w:b/>
                <w:lang w:val="en-US"/>
              </w:rPr>
              <w:t>W</w:t>
            </w:r>
            <w:r w:rsidR="005035FD">
              <w:rPr>
                <w:b/>
                <w:lang w:val="en-US"/>
              </w:rPr>
              <w:t>u</w:t>
            </w:r>
            <w:r w:rsidRPr="002E21FB">
              <w:rPr>
                <w:b/>
                <w:lang w:val="en-US"/>
              </w:rPr>
              <w:t>, Capital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4AA5E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BCB24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CE258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DC421A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4B31A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6F7B5F6" w14:textId="77777777" w:rsidTr="00954716">
        <w:trPr>
          <w:trHeight w:val="274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EF670A3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4BD7E3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5DB8F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4CA59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33AA86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1A9A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3753BE2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87485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FC39F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0684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1D4A8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C0011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1893D8E7" w14:textId="77777777">
        <w:trPr>
          <w:trHeight w:val="274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80C84F2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5504F1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B60E7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B13F1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CEC9B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C982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2066FAE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Total Liabilities and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F739C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F8F4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7B144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B852D3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4E295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37A009E" w14:textId="77777777" w:rsidTr="00954716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AF4CCB0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Total Assets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5D73AD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$3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2B7183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AE9B3C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86352C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2B3C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3A878A4" w14:textId="77777777" w:rsidR="002670A2" w:rsidRPr="002E21FB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Owner's Equity</w:t>
            </w:r>
          </w:p>
        </w:tc>
        <w:tc>
          <w:tcPr>
            <w:tcW w:w="49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291C3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$3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B843B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C8BA5" w14:textId="77777777" w:rsidR="002670A2" w:rsidRPr="002E21FB" w:rsidRDefault="005035FD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062C54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DF883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6E97411" w14:textId="77777777" w:rsidTr="00954716">
        <w:trPr>
          <w:trHeight w:val="192"/>
        </w:trPr>
        <w:tc>
          <w:tcPr>
            <w:tcW w:w="296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2A76AEA7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16FCE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372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7FBC56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6916CB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9C44A2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2B01E15B" w14:textId="77777777" w:rsidR="002670A2" w:rsidRPr="002E21FB" w:rsidRDefault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2F261F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6205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7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49D53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8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346E90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827C5A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2516952E" w14:textId="77777777" w:rsidR="002670A2" w:rsidRPr="00367168" w:rsidRDefault="002670A2">
      <w:pPr>
        <w:shd w:val="clear" w:color="auto" w:fill="FFFFFF"/>
        <w:rPr>
          <w:rFonts w:cs="Times New Roman"/>
          <w:sz w:val="32"/>
          <w:szCs w:val="24"/>
        </w:rPr>
        <w:sectPr w:rsidR="002670A2" w:rsidRPr="00367168" w:rsidSect="002670A2">
          <w:pgSz w:w="12240" w:h="15840"/>
          <w:pgMar w:top="990" w:right="1440" w:bottom="1440" w:left="1440" w:header="720" w:footer="720" w:gutter="0"/>
          <w:cols w:space="720"/>
          <w:noEndnote/>
        </w:sectPr>
      </w:pPr>
    </w:p>
    <w:p w14:paraId="6E65D9DA" w14:textId="77777777" w:rsidR="002670A2" w:rsidRPr="00580A93" w:rsidRDefault="002670A2" w:rsidP="002670A2">
      <w:pPr>
        <w:shd w:val="clear" w:color="auto" w:fill="FFFFFF"/>
        <w:spacing w:after="240"/>
        <w:rPr>
          <w:b/>
          <w:sz w:val="24"/>
          <w:szCs w:val="24"/>
        </w:rPr>
      </w:pPr>
      <w:r w:rsidRPr="00580A93">
        <w:rPr>
          <w:b/>
          <w:bCs/>
          <w:sz w:val="24"/>
          <w:szCs w:val="24"/>
        </w:rPr>
        <w:lastRenderedPageBreak/>
        <w:t>PROBLEM</w:t>
      </w:r>
      <w:r>
        <w:rPr>
          <w:b/>
          <w:bCs/>
          <w:sz w:val="24"/>
          <w:szCs w:val="24"/>
        </w:rPr>
        <w:t xml:space="preserve"> 1B-5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"/>
        <w:gridCol w:w="379"/>
        <w:gridCol w:w="682"/>
        <w:gridCol w:w="317"/>
        <w:gridCol w:w="283"/>
        <w:gridCol w:w="278"/>
        <w:gridCol w:w="259"/>
        <w:gridCol w:w="259"/>
        <w:gridCol w:w="283"/>
        <w:gridCol w:w="259"/>
        <w:gridCol w:w="278"/>
        <w:gridCol w:w="283"/>
        <w:gridCol w:w="259"/>
        <w:gridCol w:w="259"/>
        <w:gridCol w:w="298"/>
        <w:gridCol w:w="264"/>
        <w:gridCol w:w="278"/>
        <w:gridCol w:w="259"/>
        <w:gridCol w:w="278"/>
        <w:gridCol w:w="264"/>
        <w:gridCol w:w="298"/>
        <w:gridCol w:w="259"/>
        <w:gridCol w:w="259"/>
        <w:gridCol w:w="264"/>
        <w:gridCol w:w="298"/>
        <w:gridCol w:w="278"/>
        <w:gridCol w:w="264"/>
        <w:gridCol w:w="278"/>
        <w:gridCol w:w="259"/>
        <w:gridCol w:w="278"/>
        <w:gridCol w:w="264"/>
        <w:gridCol w:w="336"/>
      </w:tblGrid>
      <w:tr w:rsidR="00D40F67" w14:paraId="43CA4002" w14:textId="77777777" w:rsidTr="00243A47">
        <w:trPr>
          <w:trHeight w:val="125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4637FB9" w14:textId="77777777" w:rsidR="00D40F67" w:rsidRPr="00516C4F" w:rsidRDefault="00D40F67" w:rsidP="00D40F67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379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827BC0B" w14:textId="77777777" w:rsidR="00D40F67" w:rsidRPr="00516C4F" w:rsidRDefault="00D40F67" w:rsidP="002670A2">
            <w:pPr>
              <w:jc w:val="center"/>
              <w:rPr>
                <w:b/>
                <w:szCs w:val="18"/>
              </w:rPr>
            </w:pPr>
          </w:p>
          <w:p w14:paraId="7765B1AF" w14:textId="77777777" w:rsidR="00D40F67" w:rsidRPr="00516C4F" w:rsidRDefault="00D40F67" w:rsidP="002670A2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OWNER’S EQUITY</w:t>
            </w:r>
          </w:p>
          <w:p w14:paraId="135E6F8D" w14:textId="77777777" w:rsidR="00D40F67" w:rsidRPr="00516C4F" w:rsidRDefault="00D40F67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8EA3A22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Expenses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CC4EFE3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A33A08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9A1EBFA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E6B19C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3874B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E1FEB8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F5D72D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4C966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333BC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88D78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7C1EDC0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+550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CABB23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550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7A0622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4A06B8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F07572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D65D86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550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4CE9F9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+50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CE443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600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1CE22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1DC88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600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1A24692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97A27F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600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5C92F6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7ECBD8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600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5F0D90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+650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8981CF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1,250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7E9BE66D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+55</w:t>
            </w:r>
            <w:r w:rsidRPr="00516C4F">
              <w:rPr>
                <w:b/>
                <w:szCs w:val="18"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DE3D48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1,800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685C9B9A" w14:textId="77777777" w:rsidR="00D40F67" w:rsidRPr="00516C4F" w:rsidRDefault="00D40F67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D40F67" w14:paraId="1A7D6AE0" w14:textId="77777777" w:rsidTr="0002750F">
        <w:trPr>
          <w:trHeight w:hRule="exact" w:val="28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41065721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  <w:p w14:paraId="2B4974FE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C19EC3F" w14:textId="77777777" w:rsidR="00D40F67" w:rsidRPr="00516C4F" w:rsidRDefault="00D40F67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988FAA9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7051411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DF8E85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36B3C9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400302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43B343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40F78A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65600C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226A06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4A54D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2A50B0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A4E65C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26109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C576165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F40594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AEB13F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D2824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DD713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A4DCA2F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523289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6973D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18E7A58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F83705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63855F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005D15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3FFEB16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BEA798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44A49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D6AA39F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5F13ED24" w14:textId="77777777" w:rsidR="00D40F67" w:rsidRPr="00516C4F" w:rsidRDefault="00D40F67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D40F67" w14:paraId="37C0E224" w14:textId="77777777" w:rsidTr="00243A47">
        <w:trPr>
          <w:trHeight w:val="99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5879E353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  <w:p w14:paraId="5712B9B9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46BCE7E" w14:textId="77777777" w:rsidR="00D40F67" w:rsidRPr="00516C4F" w:rsidRDefault="00D40F67" w:rsidP="002670A2">
            <w:pPr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6DD7AE9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Catering</w:t>
            </w:r>
          </w:p>
          <w:p w14:paraId="69C10CE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Revenue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187546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57CE3A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8F7211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417DEB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C761D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01C67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D273D50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567F27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FCE89BC" w14:textId="77777777" w:rsidR="00D40F67" w:rsidRPr="00516C4F" w:rsidRDefault="00D40F67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+2,2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86F9D1" w14:textId="77777777" w:rsidR="00D40F67" w:rsidRPr="00516C4F" w:rsidRDefault="00D40F67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2</w:t>
            </w:r>
            <w:r>
              <w:rPr>
                <w:b/>
                <w:szCs w:val="18"/>
              </w:rPr>
              <w:t>,2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2A9EF8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2153FA" w14:textId="77777777" w:rsidR="00D40F67" w:rsidRPr="00516C4F" w:rsidRDefault="00D40F67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2,20</w:t>
            </w:r>
            <w:r w:rsidRPr="00516C4F">
              <w:rPr>
                <w:b/>
                <w:szCs w:val="18"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9F8D6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FFFA90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2,450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73C39D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8474B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2,450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7DF7A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B93A35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2,450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EDB48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F3408F7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2,450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48EF15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+2,500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08BC2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4,950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267DC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B521AE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4,950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D9BB86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2FBB6B4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4,950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1D9D0BFB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CE167F0" w14:textId="77777777" w:rsidR="00D40F67" w:rsidRPr="00516C4F" w:rsidRDefault="00D40F67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4,950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5E5D2E2A" w14:textId="77777777" w:rsidR="00D40F67" w:rsidRPr="00516C4F" w:rsidRDefault="00D40F67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D40F67" w14:paraId="4970423F" w14:textId="77777777" w:rsidTr="0002750F">
        <w:trPr>
          <w:trHeight w:hRule="exact" w:val="28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DB05398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  <w:p w14:paraId="7083EA39" w14:textId="77777777" w:rsidR="00D40F67" w:rsidRPr="00516C4F" w:rsidRDefault="00D40F67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FBD7E3A" w14:textId="77777777" w:rsidR="00D40F67" w:rsidRPr="00516C4F" w:rsidRDefault="00D40F67" w:rsidP="002670A2">
            <w:pPr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3A031B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A1021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DB0673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93438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792F634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FBE00A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CEAD7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BE23D53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575386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E2C0243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5FA239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DF556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DC0B16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2A22D72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B6622E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E14A8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2F56313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E6D30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3A889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96C28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B26FD1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788189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0E5218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7016B7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F246CE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73C971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03CBF0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8B3B8DD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C7C7BB" w14:textId="77777777" w:rsidR="00D40F67" w:rsidRPr="00516C4F" w:rsidRDefault="00D40F67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48463BC8" w14:textId="77777777" w:rsidR="00D40F67" w:rsidRPr="00516C4F" w:rsidRDefault="00D40F67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9806F0" w14:paraId="75821D5A" w14:textId="77777777" w:rsidTr="0002750F">
        <w:trPr>
          <w:trHeight w:val="972"/>
          <w:jc w:val="center"/>
        </w:trPr>
        <w:tc>
          <w:tcPr>
            <w:tcW w:w="3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extDirection w:val="btLr"/>
          </w:tcPr>
          <w:p w14:paraId="72AA3583" w14:textId="77777777" w:rsidR="009806F0" w:rsidRPr="00516C4F" w:rsidRDefault="009806F0" w:rsidP="002670A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THILDORE’S CATERING SERVICE</w:t>
            </w:r>
          </w:p>
          <w:p w14:paraId="06D3DF80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931DD30" w14:textId="77777777" w:rsidR="009806F0" w:rsidRPr="00516C4F" w:rsidRDefault="009806F0" w:rsidP="002670A2">
            <w:pPr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8FF29F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J.</w:t>
            </w:r>
            <w:r>
              <w:rPr>
                <w:b/>
                <w:szCs w:val="18"/>
              </w:rPr>
              <w:t xml:space="preserve"> Thildore</w:t>
            </w:r>
            <w:r w:rsidRPr="00516C4F">
              <w:rPr>
                <w:b/>
                <w:szCs w:val="18"/>
              </w:rPr>
              <w:t>,</w:t>
            </w:r>
          </w:p>
          <w:p w14:paraId="4FF8E28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Withd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176F6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19566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155A2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31749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52DBE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ACB5AA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62814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C075AB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30D09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BDFE3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CECFB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80359D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9AC6C8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C89E2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69150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5901A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A1B93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4B4062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F1BB6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+120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B03DE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120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43CA0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AADCE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120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DE8E8F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3D8F1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120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3A8276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FC420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120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4C7EF04C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CD56BF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120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629B290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</w:tr>
      <w:tr w:rsidR="009806F0" w14:paraId="1E46B9B8" w14:textId="77777777" w:rsidTr="0002750F">
        <w:trPr>
          <w:trHeight w:hRule="exact" w:val="288"/>
          <w:jc w:val="center"/>
        </w:trPr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1BACF2CB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4EB1B3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A7F825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B8256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7F226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56ADCA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56146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5943C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890D8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BD868F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83F36F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2CE29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FDCFE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41D1C2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BCE7C4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81B34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9C6EF8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FDFCDF6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ED078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B46592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D6ECD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497688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552B9A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B7697D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FAD39A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889373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98DAB4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AF15AA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2F7C8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CA1CCB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4BF5CF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–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C5EDCBB" w14:textId="77777777" w:rsidR="009806F0" w:rsidRPr="00516C4F" w:rsidRDefault="009806F0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9806F0" w14:paraId="782DE72B" w14:textId="77777777" w:rsidTr="0002750F">
        <w:trPr>
          <w:trHeight w:val="1003"/>
          <w:jc w:val="center"/>
        </w:trPr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1A4F7BC6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64C09A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E1C659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J.</w:t>
            </w:r>
            <w:r>
              <w:rPr>
                <w:b/>
                <w:szCs w:val="18"/>
              </w:rPr>
              <w:t xml:space="preserve"> Thildore</w:t>
            </w:r>
            <w:r w:rsidRPr="00516C4F">
              <w:rPr>
                <w:b/>
                <w:szCs w:val="18"/>
              </w:rPr>
              <w:t>,</w:t>
            </w:r>
          </w:p>
          <w:p w14:paraId="0272957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Capital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0DDE6B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+25,00</w:t>
            </w:r>
            <w:r w:rsidRPr="00516C4F">
              <w:rPr>
                <w:b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E9534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25,00</w:t>
            </w:r>
            <w:r w:rsidRPr="00516C4F">
              <w:rPr>
                <w:b/>
                <w:szCs w:val="18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12B9B62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0F4BCDF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7FE685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F4B2D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7D733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2B8E22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9C9240C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478C27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7C839F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64E5E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4D42CE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CB61E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7889E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503837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897E2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B8A442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58263DF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63E516F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C6C6A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BE9D8D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AEF14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6A2BF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424BAE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0222D0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5A25E62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AFADE4C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</w:t>
            </w:r>
            <w:r w:rsidRPr="00516C4F">
              <w:rPr>
                <w:b/>
                <w:szCs w:val="18"/>
              </w:rPr>
              <w:t>00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052F070B" w14:textId="77777777" w:rsidR="009806F0" w:rsidRPr="00516C4F" w:rsidRDefault="009806F0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9806F0" w14:paraId="18C08833" w14:textId="77777777" w:rsidTr="0002750F">
        <w:trPr>
          <w:trHeight w:val="288"/>
          <w:jc w:val="center"/>
        </w:trPr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140A42FA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8B8291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C0D410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383A18D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BD95E2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CFD3C3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9FC834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744ADC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CAAE16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A856E3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BE10C5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3A43F5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F1E307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3517F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E66D46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FAF5E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BB7EF0A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A5A29D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045428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1D52B4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FAAAD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79DA9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C2D74D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CA6AB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16D65E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CEAD37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C03F5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54A0F9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54610B8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BFC210A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28C26F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5BFC39F" w14:textId="77777777" w:rsidR="009806F0" w:rsidRPr="00516C4F" w:rsidRDefault="009806F0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9806F0" w14:paraId="0559E480" w14:textId="77777777" w:rsidTr="0002750F">
        <w:trPr>
          <w:trHeight w:hRule="exact" w:val="1296"/>
          <w:jc w:val="center"/>
        </w:trPr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2D35D369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4FC368B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bCs/>
                <w:szCs w:val="18"/>
              </w:rPr>
              <w:t>LIABILITIES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AC52C5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Accounts</w:t>
            </w:r>
          </w:p>
          <w:p w14:paraId="5942E823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Payable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D05B1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4322B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497006C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F80F7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75449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+800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FD4DC7F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800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41BE235" w14:textId="77777777" w:rsidR="009806F0" w:rsidRPr="00516C4F" w:rsidRDefault="009806F0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(400)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C1DEA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487668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74922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1683A2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2C4A59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D10324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655A5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465FF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DD5E3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73C87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DDD8D8C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78C2B1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5D2B0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479A8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0127A7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400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5B2B5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+1,300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9AF4F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1,700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0B35B7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+650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C92B5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2,350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6F8F8DA7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13A332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2,350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60C875B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$30,380</w:t>
            </w:r>
          </w:p>
        </w:tc>
      </w:tr>
      <w:tr w:rsidR="009806F0" w14:paraId="5A497FD2" w14:textId="77777777" w:rsidTr="0002750F">
        <w:trPr>
          <w:trHeight w:hRule="exact" w:val="288"/>
          <w:jc w:val="center"/>
        </w:trPr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649FBA3F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EB8E21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=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75C793ED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482F50B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EFF69E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8ECAF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C0E205A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FC11B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541287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BB69C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D4CDE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EB167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6CAACE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56E3B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69E0BB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0DF4133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FD4FE25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26A943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381E5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F0055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0A5EAF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1DF254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A52BF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949E82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791E421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2E9860E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C8862C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ED043F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CB3510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BF8FC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BFBFE37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24"/>
              </w:rPr>
              <w:t>=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5468E8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</w:tr>
      <w:tr w:rsidR="009806F0" w14:paraId="2FDF708E" w14:textId="77777777" w:rsidTr="0002750F">
        <w:trPr>
          <w:trHeight w:val="1162"/>
          <w:jc w:val="center"/>
        </w:trPr>
        <w:tc>
          <w:tcPr>
            <w:tcW w:w="34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50B978B9" w14:textId="77777777" w:rsidR="009806F0" w:rsidRPr="00516C4F" w:rsidRDefault="009806F0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6593E73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8BDBB89" w14:textId="77777777" w:rsidR="009806F0" w:rsidRPr="00516C4F" w:rsidRDefault="009806F0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Equipment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D0570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A8773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F295F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+1,200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6FB71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1,200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CFB417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+800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3C9BD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32630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D0D4C0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2A452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AAC44EE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DDD5525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F1861D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6EDA5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B9FB0A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1E08F8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EE8F7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102EA99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7EEE10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3B7D2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F3DBA3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1E3A94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8BA351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9411AB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+1,300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D76A430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3,300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85A1D3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9DF411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3,300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06A916E8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1FE076E2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3,300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013D8336" w14:textId="77777777" w:rsidR="009806F0" w:rsidRPr="00516C4F" w:rsidRDefault="009806F0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$30,380</w:t>
            </w:r>
          </w:p>
        </w:tc>
      </w:tr>
      <w:tr w:rsidR="002670A2" w14:paraId="2115AC95" w14:textId="77777777">
        <w:trPr>
          <w:trHeight w:hRule="exact" w:val="28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29EDCB6F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  <w:p w14:paraId="22A22A1F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236995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3A5E8B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EDDED4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E3AD9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87E8B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FF8041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8C2662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4D6118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36B51B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29D1A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5C27F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77039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D1298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F339F1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6B679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72AA3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AF97C1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01B46D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798BE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EFA23E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3FDA6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A9EBC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2C6BC4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32F11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573F9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2F6DF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9A0B4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AAF49E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B31C1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F49111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212199CA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2670A2" w14:paraId="458C2E64" w14:textId="77777777" w:rsidTr="00243A47">
        <w:trPr>
          <w:trHeight w:val="1125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578A8D92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  <w:p w14:paraId="7965F1C7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6F9540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bCs/>
                <w:szCs w:val="18"/>
              </w:rPr>
              <w:t>ASSETS</w:t>
            </w: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61990BF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18"/>
              </w:rPr>
            </w:pPr>
            <w:r w:rsidRPr="00516C4F">
              <w:rPr>
                <w:b/>
                <w:szCs w:val="18"/>
              </w:rPr>
              <w:t>Accounts</w:t>
            </w:r>
          </w:p>
          <w:p w14:paraId="0DD2C11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Receivable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94535D6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2F475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3D053A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2539D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1285B0D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439BDD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33C85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990A58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92EA4E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D7981C4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9743775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807C1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24559F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</w:t>
            </w:r>
            <w:r w:rsidR="00B22BA1">
              <w:rPr>
                <w:b/>
                <w:szCs w:val="18"/>
              </w:rPr>
              <w:t>250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F56623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5C4174" w14:textId="77777777" w:rsidR="002670A2" w:rsidRPr="00516C4F" w:rsidRDefault="002670A2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B22BA1">
              <w:rPr>
                <w:b/>
                <w:szCs w:val="18"/>
              </w:rPr>
              <w:t>80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47D8FB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5BE6DB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B438F3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4F99080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29709E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D2297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68D08A1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90D8E3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DD527B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B2269A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C7FCDB2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3E02E0EF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0F7BFE4E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170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22D7A2C5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2670A2" w14:paraId="08BA64CF" w14:textId="77777777">
        <w:trPr>
          <w:trHeight w:val="360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2DDC8F77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  <w:p w14:paraId="0178999B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AA98CD4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258C595D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44D1A8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D0008D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602D7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BCC1C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563258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A32F9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A6495D5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FD4E33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51DC930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2BC1B3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6CF2A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A60387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EE22C7C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D14DB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9A02A72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8928A3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8E8CB2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C6A47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0A0F28D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85EC5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C83BF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B055E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CDC7874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105C57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746EF1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D10D2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4F2B02A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+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5D2608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988D49B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bCs/>
                <w:szCs w:val="22"/>
              </w:rPr>
              <w:t>+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150EDAA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2670A2" w14:paraId="29037CE2" w14:textId="77777777" w:rsidTr="00243A47">
        <w:trPr>
          <w:trHeight w:val="113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1BA08B3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  <w:p w14:paraId="08ECC161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DC34D92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  <w:p w14:paraId="4883E81A" w14:textId="77777777" w:rsidR="002670A2" w:rsidRPr="00516C4F" w:rsidRDefault="002670A2" w:rsidP="002670A2">
            <w:pPr>
              <w:jc w:val="center"/>
              <w:rPr>
                <w:b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76C1646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Cash</w:t>
            </w:r>
          </w:p>
        </w:tc>
        <w:tc>
          <w:tcPr>
            <w:tcW w:w="317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89F3353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</w:t>
            </w:r>
            <w:r w:rsidR="00B22BA1">
              <w:rPr>
                <w:b/>
                <w:szCs w:val="18"/>
              </w:rPr>
              <w:t>25</w:t>
            </w:r>
            <w:r w:rsidR="002670A2">
              <w:rPr>
                <w:b/>
                <w:szCs w:val="18"/>
              </w:rPr>
              <w:t>,0</w:t>
            </w:r>
            <w:r w:rsidR="002670A2" w:rsidRPr="00516C4F">
              <w:rPr>
                <w:b/>
                <w:szCs w:val="18"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80E452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</w:t>
            </w:r>
            <w:r w:rsidR="002670A2">
              <w:rPr>
                <w:b/>
                <w:szCs w:val="18"/>
              </w:rPr>
              <w:t>,000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1C41094" w14:textId="77777777" w:rsidR="002670A2" w:rsidRPr="00516C4F" w:rsidRDefault="002670A2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="00B22BA1">
              <w:rPr>
                <w:b/>
                <w:szCs w:val="24"/>
              </w:rPr>
              <w:t>1,200</w:t>
            </w:r>
            <w:r>
              <w:rPr>
                <w:b/>
                <w:szCs w:val="24"/>
              </w:rPr>
              <w:t>)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9BCE218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23,800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3A94E1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6E2D44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23,800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CB6604" w14:textId="77777777" w:rsidR="002670A2" w:rsidRPr="00516C4F" w:rsidRDefault="002670A2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B22BA1">
              <w:rPr>
                <w:b/>
                <w:szCs w:val="18"/>
              </w:rPr>
              <w:t>400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1578E7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23,400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CBFA66" w14:textId="77777777" w:rsidR="002670A2" w:rsidRPr="00516C4F" w:rsidRDefault="00B00951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</w:t>
            </w:r>
            <w:r w:rsidR="002670A2">
              <w:rPr>
                <w:b/>
                <w:szCs w:val="18"/>
              </w:rPr>
              <w:t>2,</w:t>
            </w:r>
            <w:r w:rsidR="00B22BA1">
              <w:rPr>
                <w:b/>
                <w:szCs w:val="18"/>
              </w:rPr>
              <w:t>2</w:t>
            </w:r>
            <w:r w:rsidR="00B22BA1" w:rsidRPr="00516C4F">
              <w:rPr>
                <w:b/>
                <w:szCs w:val="18"/>
              </w:rPr>
              <w:t>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521C02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25,600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09436F" w14:textId="77777777" w:rsidR="002670A2" w:rsidRPr="00516C4F" w:rsidRDefault="002670A2" w:rsidP="00B22BA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B22BA1">
              <w:rPr>
                <w:b/>
                <w:szCs w:val="18"/>
              </w:rPr>
              <w:t>550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06CB079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25,050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4BADFD0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28D77A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25,050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DF1D8B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</w:t>
            </w:r>
            <w:r w:rsidR="00B22BA1">
              <w:rPr>
                <w:b/>
                <w:szCs w:val="18"/>
              </w:rPr>
              <w:t>80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F7D1624" w14:textId="77777777" w:rsidR="002670A2" w:rsidRPr="00516C4F" w:rsidRDefault="00B22BA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25,130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C74935" w14:textId="77777777" w:rsidR="002670A2" w:rsidRPr="00516C4F" w:rsidRDefault="002670A2" w:rsidP="00864ED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864ED1">
              <w:rPr>
                <w:b/>
                <w:szCs w:val="18"/>
              </w:rPr>
              <w:t>50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4503FD5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25,080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5ADB675" w14:textId="77777777" w:rsidR="002670A2" w:rsidRPr="00516C4F" w:rsidRDefault="002670A2" w:rsidP="00864ED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864ED1">
              <w:rPr>
                <w:b/>
                <w:szCs w:val="18"/>
              </w:rPr>
              <w:t>120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43D6572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24,960</w:t>
            </w: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699012" w14:textId="77777777" w:rsidR="002670A2" w:rsidRPr="00516C4F" w:rsidRDefault="00B0095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+</w:t>
            </w:r>
            <w:r w:rsidR="00864ED1">
              <w:rPr>
                <w:b/>
                <w:szCs w:val="18"/>
              </w:rPr>
              <w:t>2,500</w:t>
            </w:r>
          </w:p>
        </w:tc>
        <w:tc>
          <w:tcPr>
            <w:tcW w:w="29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C8CB37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27,460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290487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09F7926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27,460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F772EE" w14:textId="77777777" w:rsidR="002670A2" w:rsidRPr="00516C4F" w:rsidRDefault="002670A2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010348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27,460</w:t>
            </w:r>
          </w:p>
        </w:tc>
        <w:tc>
          <w:tcPr>
            <w:tcW w:w="278" w:type="dxa"/>
            <w:tcBorders>
              <w:top w:val="nil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01E7AD70" w14:textId="77777777" w:rsidR="002670A2" w:rsidRPr="00516C4F" w:rsidRDefault="002670A2" w:rsidP="00864ED1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18"/>
              </w:rPr>
              <w:t>(</w:t>
            </w:r>
            <w:r w:rsidR="00864ED1">
              <w:rPr>
                <w:b/>
                <w:szCs w:val="18"/>
              </w:rPr>
              <w:t>550</w:t>
            </w:r>
            <w:r>
              <w:rPr>
                <w:b/>
                <w:szCs w:val="18"/>
              </w:rPr>
              <w:t>)</w:t>
            </w: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FF551B8" w14:textId="77777777" w:rsidR="002670A2" w:rsidRPr="00516C4F" w:rsidRDefault="00864ED1" w:rsidP="002670A2">
            <w:pPr>
              <w:shd w:val="clear" w:color="auto" w:fill="FFFFFF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26,910</w:t>
            </w:r>
          </w:p>
        </w:tc>
        <w:tc>
          <w:tcPr>
            <w:tcW w:w="33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714CC3E1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  <w:tr w:rsidR="00501C8E" w14:paraId="2B1CE15C" w14:textId="77777777" w:rsidTr="00B22BA1">
        <w:trPr>
          <w:trHeight w:val="1548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05DAC48B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  <w:p w14:paraId="34B2C530" w14:textId="77777777" w:rsidR="002670A2" w:rsidRPr="00516C4F" w:rsidRDefault="002670A2" w:rsidP="002670A2">
            <w:pPr>
              <w:rPr>
                <w:b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43A139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68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28CD8EE" w14:textId="77777777" w:rsidR="002670A2" w:rsidRPr="00516C4F" w:rsidRDefault="002670A2" w:rsidP="002670A2">
            <w:pPr>
              <w:shd w:val="clear" w:color="auto" w:fill="FFFFFF"/>
              <w:jc w:val="center"/>
              <w:rPr>
                <w:b/>
                <w:szCs w:val="24"/>
              </w:rPr>
            </w:pPr>
          </w:p>
        </w:tc>
        <w:tc>
          <w:tcPr>
            <w:tcW w:w="317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6AF868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10</w:t>
            </w:r>
            <w:r w:rsidR="002670A2" w:rsidRPr="00516C4F">
              <w:rPr>
                <w:b/>
                <w:szCs w:val="18"/>
              </w:rPr>
              <w:t>/25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C86E5F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3EFC05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10</w:t>
            </w:r>
            <w:r w:rsidR="002670A2" w:rsidRPr="00516C4F">
              <w:rPr>
                <w:b/>
                <w:szCs w:val="18"/>
              </w:rPr>
              <w:t>/27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57068F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A38560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10</w:t>
            </w:r>
            <w:r w:rsidR="002670A2" w:rsidRPr="00516C4F">
              <w:rPr>
                <w:b/>
                <w:szCs w:val="18"/>
              </w:rPr>
              <w:t>/28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407D28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0E33BC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10</w:t>
            </w:r>
            <w:r w:rsidR="002670A2" w:rsidRPr="00516C4F">
              <w:rPr>
                <w:b/>
                <w:szCs w:val="18"/>
              </w:rPr>
              <w:t>/29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2E382B9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D1ABB5D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bCs/>
                <w:szCs w:val="18"/>
              </w:rPr>
              <w:t>11</w:t>
            </w:r>
            <w:r w:rsidR="002670A2" w:rsidRPr="00516C4F">
              <w:rPr>
                <w:b/>
                <w:bCs/>
                <w:szCs w:val="18"/>
              </w:rPr>
              <w:t>/1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92B58D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4BC91A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  <w:lang w:val="el-GR"/>
              </w:rPr>
              <w:t>/5</w:t>
            </w:r>
          </w:p>
        </w:tc>
        <w:tc>
          <w:tcPr>
            <w:tcW w:w="2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E6EACFA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EEFE69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/8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A2EB45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2889EA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/10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3F934C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202BAC7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/15</w:t>
            </w:r>
          </w:p>
        </w:tc>
        <w:tc>
          <w:tcPr>
            <w:tcW w:w="2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DC43AE9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C14D595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/17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652A646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BC1898B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>
              <w:rPr>
                <w:b/>
                <w:szCs w:val="18"/>
              </w:rPr>
              <w:t>/</w:t>
            </w:r>
            <w:r w:rsidR="002670A2" w:rsidRPr="00516C4F">
              <w:rPr>
                <w:b/>
                <w:szCs w:val="18"/>
              </w:rPr>
              <w:t>20</w:t>
            </w:r>
          </w:p>
        </w:tc>
        <w:tc>
          <w:tcPr>
            <w:tcW w:w="29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AC68996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993582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/25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A672ED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93B881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/2</w:t>
            </w:r>
            <w:r w:rsidR="002670A2">
              <w:rPr>
                <w:b/>
                <w:szCs w:val="18"/>
              </w:rPr>
              <w:t>8</w:t>
            </w: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19EE80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BALANCE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CDF82D5" w14:textId="77777777" w:rsidR="002670A2" w:rsidRPr="00516C4F" w:rsidRDefault="00B22BA1" w:rsidP="002670A2">
            <w:pPr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18"/>
              </w:rPr>
              <w:t>11</w:t>
            </w:r>
            <w:r w:rsidR="002670A2" w:rsidRPr="00516C4F">
              <w:rPr>
                <w:b/>
                <w:szCs w:val="18"/>
              </w:rPr>
              <w:t>/30</w:t>
            </w:r>
          </w:p>
        </w:tc>
        <w:tc>
          <w:tcPr>
            <w:tcW w:w="264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5AB1999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  <w:r w:rsidRPr="00516C4F">
              <w:rPr>
                <w:b/>
                <w:szCs w:val="18"/>
              </w:rPr>
              <w:t>END</w:t>
            </w:r>
            <w:r>
              <w:rPr>
                <w:b/>
                <w:szCs w:val="18"/>
              </w:rPr>
              <w:t xml:space="preserve"> </w:t>
            </w:r>
            <w:r w:rsidRPr="00516C4F">
              <w:rPr>
                <w:b/>
                <w:szCs w:val="18"/>
                <w:lang w:val="de-DE"/>
              </w:rPr>
              <w:t>BAL.</w:t>
            </w:r>
          </w:p>
        </w:tc>
        <w:tc>
          <w:tcPr>
            <w:tcW w:w="33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001AB7F" w14:textId="77777777" w:rsidR="002670A2" w:rsidRPr="00516C4F" w:rsidRDefault="002670A2" w:rsidP="002670A2">
            <w:pPr>
              <w:shd w:val="clear" w:color="auto" w:fill="FFFFFF"/>
              <w:rPr>
                <w:b/>
                <w:szCs w:val="24"/>
              </w:rPr>
            </w:pPr>
          </w:p>
        </w:tc>
      </w:tr>
    </w:tbl>
    <w:p w14:paraId="0DFE3F12" w14:textId="77777777" w:rsidR="002670A2" w:rsidRDefault="002670A2" w:rsidP="002670A2">
      <w:pPr>
        <w:shd w:val="clear" w:color="auto" w:fill="FFFFFF"/>
        <w:jc w:val="center"/>
      </w:pPr>
    </w:p>
    <w:p w14:paraId="6DC6554D" w14:textId="77777777" w:rsidR="002670A2" w:rsidRPr="00F50010" w:rsidRDefault="002670A2">
      <w:pPr>
        <w:shd w:val="clear" w:color="auto" w:fill="FFFFFF"/>
        <w:rPr>
          <w:rFonts w:cs="Times New Roman"/>
          <w:sz w:val="24"/>
          <w:szCs w:val="24"/>
        </w:rPr>
        <w:sectPr w:rsidR="002670A2" w:rsidRPr="00F50010" w:rsidSect="002670A2">
          <w:pgSz w:w="12240" w:h="15840"/>
          <w:pgMar w:top="810" w:right="1440" w:bottom="1440" w:left="1440" w:header="720" w:footer="720" w:gutter="0"/>
          <w:cols w:space="720"/>
          <w:noEndnote/>
        </w:sectPr>
      </w:pPr>
    </w:p>
    <w:p w14:paraId="6CC35AEA" w14:textId="77777777" w:rsidR="002670A2" w:rsidRPr="007D702E" w:rsidRDefault="002670A2">
      <w:pPr>
        <w:shd w:val="clear" w:color="auto" w:fill="FFFFFF"/>
        <w:rPr>
          <w:b/>
          <w:sz w:val="24"/>
          <w:szCs w:val="24"/>
          <w:lang w:val="en-US"/>
        </w:rPr>
      </w:pPr>
      <w:r w:rsidRPr="007D702E">
        <w:rPr>
          <w:b/>
          <w:sz w:val="24"/>
          <w:szCs w:val="24"/>
          <w:lang w:val="en-US"/>
        </w:rPr>
        <w:lastRenderedPageBreak/>
        <w:t>PROBLEM 1B-</w:t>
      </w:r>
      <w:r>
        <w:rPr>
          <w:b/>
          <w:sz w:val="24"/>
          <w:szCs w:val="24"/>
          <w:lang w:val="en-US"/>
        </w:rPr>
        <w:t>5</w:t>
      </w:r>
      <w:r w:rsidRPr="007D702E">
        <w:rPr>
          <w:b/>
          <w:sz w:val="24"/>
          <w:szCs w:val="24"/>
          <w:lang w:val="en-US"/>
        </w:rPr>
        <w:t xml:space="preserve"> (CONTINUED)</w:t>
      </w:r>
    </w:p>
    <w:p w14:paraId="1D83AB3C" w14:textId="77777777" w:rsidR="002670A2" w:rsidRPr="00856164" w:rsidRDefault="002670A2" w:rsidP="002670A2">
      <w:pPr>
        <w:shd w:val="clear" w:color="auto" w:fill="FFFFFF"/>
        <w:spacing w:before="200" w:after="16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b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5F4CE9BF" w14:textId="77777777" w:rsidR="002670A2" w:rsidRPr="007D702E" w:rsidRDefault="00693431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THILDORE</w:t>
      </w:r>
      <w:r w:rsidRPr="007D702E">
        <w:rPr>
          <w:b/>
          <w:sz w:val="22"/>
          <w:szCs w:val="22"/>
          <w:lang w:val="en-US"/>
        </w:rPr>
        <w:t xml:space="preserve">'S </w:t>
      </w:r>
      <w:r w:rsidR="002670A2" w:rsidRPr="007D702E">
        <w:rPr>
          <w:b/>
          <w:sz w:val="22"/>
          <w:szCs w:val="22"/>
          <w:lang w:val="en-US"/>
        </w:rPr>
        <w:t xml:space="preserve">CATERING SERVICE </w:t>
      </w:r>
    </w:p>
    <w:p w14:paraId="24B03322" w14:textId="77777777" w:rsidR="002670A2" w:rsidRPr="007D702E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7D702E">
        <w:rPr>
          <w:b/>
          <w:sz w:val="22"/>
          <w:szCs w:val="22"/>
          <w:lang w:val="en-US"/>
        </w:rPr>
        <w:t xml:space="preserve">BALANCE SHEET </w:t>
      </w:r>
    </w:p>
    <w:p w14:paraId="16A664AA" w14:textId="77777777" w:rsidR="002670A2" w:rsidRPr="007D702E" w:rsidRDefault="00693431" w:rsidP="002670A2">
      <w:pPr>
        <w:shd w:val="clear" w:color="auto" w:fill="FFFFFF"/>
        <w:spacing w:after="24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OCTOBER</w:t>
      </w:r>
      <w:r w:rsidRPr="007D702E">
        <w:rPr>
          <w:b/>
          <w:sz w:val="22"/>
          <w:szCs w:val="22"/>
          <w:lang w:val="en-US"/>
        </w:rPr>
        <w:t xml:space="preserve"> </w:t>
      </w:r>
      <w:r w:rsidR="002670A2" w:rsidRPr="007D702E">
        <w:rPr>
          <w:b/>
          <w:sz w:val="22"/>
          <w:szCs w:val="22"/>
          <w:lang w:val="en-US"/>
        </w:rPr>
        <w:t xml:space="preserve">31,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6"/>
        <w:gridCol w:w="505"/>
        <w:gridCol w:w="249"/>
        <w:gridCol w:w="250"/>
        <w:gridCol w:w="250"/>
        <w:gridCol w:w="403"/>
        <w:gridCol w:w="3002"/>
        <w:gridCol w:w="505"/>
        <w:gridCol w:w="259"/>
        <w:gridCol w:w="259"/>
        <w:gridCol w:w="259"/>
        <w:gridCol w:w="413"/>
      </w:tblGrid>
      <w:tr w:rsidR="002670A2" w:rsidRPr="00F50010" w14:paraId="7DD109FF" w14:textId="77777777">
        <w:trPr>
          <w:trHeight w:val="288"/>
          <w:jc w:val="center"/>
        </w:trPr>
        <w:tc>
          <w:tcPr>
            <w:tcW w:w="4663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087081E9" w14:textId="77777777" w:rsidR="002670A2" w:rsidRPr="002E21FB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2E21FB">
              <w:rPr>
                <w:b/>
                <w:lang w:val="en-US"/>
              </w:rPr>
              <w:t>ASSETS</w:t>
            </w:r>
          </w:p>
        </w:tc>
        <w:tc>
          <w:tcPr>
            <w:tcW w:w="4697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F348B4E" w14:textId="77777777" w:rsidR="002670A2" w:rsidRPr="002E21FB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2E21FB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5101F1AA" w14:textId="77777777">
        <w:trPr>
          <w:trHeight w:val="288"/>
          <w:jc w:val="center"/>
        </w:trPr>
        <w:tc>
          <w:tcPr>
            <w:tcW w:w="300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7797399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Cash</w:t>
            </w:r>
          </w:p>
        </w:tc>
        <w:tc>
          <w:tcPr>
            <w:tcW w:w="505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548713" w14:textId="77777777" w:rsidR="002670A2" w:rsidRPr="00F10235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$</w:t>
            </w:r>
            <w:r w:rsidR="00693431">
              <w:rPr>
                <w:b/>
                <w:lang w:val="en-US"/>
              </w:rPr>
              <w:t>23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EE394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D9263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E5AFEA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D9A7694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9C3EC0C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rFonts w:cs="Times New Roman"/>
                <w:b/>
              </w:rPr>
              <w:t>Liabilities</w:t>
            </w:r>
          </w:p>
        </w:tc>
        <w:tc>
          <w:tcPr>
            <w:tcW w:w="505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4371D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3D52B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5C112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8C78FA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09D374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9ED7C30" w14:textId="77777777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2A0EF82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Equipment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112586" w14:textId="77777777" w:rsidR="002670A2" w:rsidRPr="00F10235" w:rsidRDefault="00693431" w:rsidP="002670A2">
            <w:pPr>
              <w:shd w:val="clear" w:color="auto" w:fill="FFFFFF"/>
              <w:jc w:val="right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D92A3F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67EF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B0BC0B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D2AB967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17823A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Accounts Payable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EBD4CB" w14:textId="77777777" w:rsidR="002670A2" w:rsidRPr="00F10235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$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F54FA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7BBD81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21F106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287A6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C955968" w14:textId="77777777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6C2406A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2DE978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25498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4274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74BE3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B3215F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71412FA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28D603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A71F17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605B59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9D1C5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54B44B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E7A30E8" w14:textId="77777777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893B6CD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D88FA4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B772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5B382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24547F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CA76E9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7409C43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rFonts w:cs="Times New Roman"/>
                <w:b/>
              </w:rPr>
              <w:t>Owner's</w:t>
            </w:r>
            <w:r w:rsidRPr="00F10235">
              <w:rPr>
                <w:b/>
                <w:lang w:val="en-US"/>
              </w:rPr>
              <w:t xml:space="preserve"> Equity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B7AB7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95763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DA271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197032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F210C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508772A" w14:textId="77777777" w:rsidTr="00954716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0B2F7DE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DBD359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7ACAF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B8ADF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F7726A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AED2C7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7D0AB67" w14:textId="77777777" w:rsidR="002670A2" w:rsidRPr="00F10235" w:rsidRDefault="002670A2" w:rsidP="00693431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 xml:space="preserve">J. </w:t>
            </w:r>
            <w:proofErr w:type="spellStart"/>
            <w:r w:rsidR="00693431" w:rsidRPr="00F10235">
              <w:rPr>
                <w:b/>
                <w:lang w:val="en-US"/>
              </w:rPr>
              <w:t>T</w:t>
            </w:r>
            <w:r w:rsidR="00693431">
              <w:rPr>
                <w:b/>
                <w:lang w:val="en-US"/>
              </w:rPr>
              <w:t>hildore</w:t>
            </w:r>
            <w:proofErr w:type="spellEnd"/>
            <w:r w:rsidRPr="00F10235">
              <w:rPr>
                <w:b/>
                <w:lang w:val="en-US"/>
              </w:rPr>
              <w:t>, Capital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4C48CA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133F6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3689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513FC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09838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E23E438" w14:textId="77777777" w:rsidTr="00954716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D04FE9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968CB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01D1F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9F84A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071A68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88CD45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BB9953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F5DF12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B67D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A9232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D7624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E3118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9CEB6AA" w14:textId="77777777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F72E6E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BD15F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1778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46AF6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983A41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FFB61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1FA62F4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rFonts w:cs="Times New Roman"/>
                <w:b/>
              </w:rPr>
              <w:t>Total</w:t>
            </w:r>
            <w:r w:rsidRPr="00F10235">
              <w:rPr>
                <w:b/>
                <w:lang w:val="en-US"/>
              </w:rPr>
              <w:t xml:space="preserve"> Liabilities and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B3247A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B1D48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F3F81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64045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084F1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314720B5" w14:textId="77777777" w:rsidTr="00954716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427006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 xml:space="preserve">Total </w:t>
            </w:r>
            <w:r w:rsidRPr="00F10235">
              <w:rPr>
                <w:rFonts w:cs="Times New Roman"/>
                <w:b/>
              </w:rPr>
              <w:t>Assets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D06EF8" w14:textId="77777777" w:rsidR="002670A2" w:rsidRPr="00F10235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$</w:t>
            </w:r>
            <w:r w:rsidR="00693431">
              <w:rPr>
                <w:b/>
                <w:lang w:val="en-US"/>
              </w:rPr>
              <w:t>25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E034C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1675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B5F0D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6E5FE9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065ACF2" w14:textId="77777777" w:rsidR="002670A2" w:rsidRPr="00F10235" w:rsidRDefault="002670A2" w:rsidP="002670A2">
            <w:pPr>
              <w:shd w:val="clear" w:color="auto" w:fill="FFFFFF"/>
              <w:ind w:left="576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Owner's Equity</w:t>
            </w:r>
          </w:p>
        </w:tc>
        <w:tc>
          <w:tcPr>
            <w:tcW w:w="505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A88693" w14:textId="77777777" w:rsidR="002670A2" w:rsidRPr="00F10235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$</w:t>
            </w:r>
            <w:r w:rsidR="00693431">
              <w:rPr>
                <w:b/>
                <w:lang w:val="en-US"/>
              </w:rPr>
              <w:t>25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3F73E5" w14:textId="77777777" w:rsidR="002670A2" w:rsidRPr="00F10235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DDE67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59D075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F10235">
              <w:rPr>
                <w:b/>
                <w:lang w:val="en-US"/>
              </w:rPr>
              <w:t>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9F1DCD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DF10CAA" w14:textId="77777777" w:rsidTr="00954716">
        <w:trPr>
          <w:trHeight w:val="288"/>
          <w:jc w:val="center"/>
        </w:trPr>
        <w:tc>
          <w:tcPr>
            <w:tcW w:w="300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0BE946D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50D6D0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4DD2C4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B5D93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61CF54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5BBE2E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A9BBD81" w14:textId="77777777" w:rsidR="002670A2" w:rsidRPr="00F10235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5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C1F30C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616DB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F7C75F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A84C11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7B3019" w14:textId="77777777" w:rsidR="002670A2" w:rsidRPr="00F10235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37FD0F2" w14:textId="77777777" w:rsidR="002670A2" w:rsidRPr="00856164" w:rsidRDefault="002670A2" w:rsidP="002670A2">
      <w:pPr>
        <w:shd w:val="clear" w:color="auto" w:fill="FFFFFF"/>
        <w:spacing w:before="240" w:after="30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c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597F78B4" w14:textId="77777777" w:rsidR="002670A2" w:rsidRPr="00E05AAF" w:rsidRDefault="00693431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>T</w:t>
      </w:r>
      <w:r>
        <w:rPr>
          <w:b/>
          <w:sz w:val="22"/>
          <w:szCs w:val="22"/>
          <w:lang w:val="en-US"/>
        </w:rPr>
        <w:t>HILDORE</w:t>
      </w:r>
      <w:r w:rsidRPr="00E05AAF">
        <w:rPr>
          <w:b/>
          <w:sz w:val="22"/>
          <w:szCs w:val="22"/>
          <w:lang w:val="en-US"/>
        </w:rPr>
        <w:t xml:space="preserve">'S </w:t>
      </w:r>
      <w:r w:rsidR="002670A2" w:rsidRPr="00E05AAF">
        <w:rPr>
          <w:b/>
          <w:sz w:val="22"/>
          <w:szCs w:val="22"/>
          <w:lang w:val="en-US"/>
        </w:rPr>
        <w:t xml:space="preserve">CATERING SERVICE </w:t>
      </w:r>
    </w:p>
    <w:p w14:paraId="0A46725A" w14:textId="77777777" w:rsidR="002670A2" w:rsidRPr="00E05AAF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 xml:space="preserve">INCOME STATEMENT </w:t>
      </w:r>
    </w:p>
    <w:p w14:paraId="4B9D9BD2" w14:textId="77777777" w:rsidR="002670A2" w:rsidRPr="000C7D9E" w:rsidRDefault="002670A2" w:rsidP="002670A2">
      <w:pPr>
        <w:shd w:val="clear" w:color="auto" w:fill="FFFFFF"/>
        <w:spacing w:after="24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693431">
        <w:rPr>
          <w:b/>
          <w:sz w:val="22"/>
          <w:szCs w:val="22"/>
          <w:lang w:val="en-US"/>
        </w:rPr>
        <w:t>NOVEMBER</w:t>
      </w:r>
      <w:r w:rsidR="00693431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34"/>
        <w:gridCol w:w="538"/>
        <w:gridCol w:w="267"/>
        <w:gridCol w:w="267"/>
        <w:gridCol w:w="268"/>
        <w:gridCol w:w="509"/>
        <w:gridCol w:w="533"/>
        <w:gridCol w:w="269"/>
        <w:gridCol w:w="269"/>
        <w:gridCol w:w="269"/>
        <w:gridCol w:w="523"/>
      </w:tblGrid>
      <w:tr w:rsidR="002670A2" w:rsidRPr="00F50010" w14:paraId="5D99302D" w14:textId="77777777">
        <w:trPr>
          <w:trHeight w:val="264"/>
        </w:trPr>
        <w:tc>
          <w:tcPr>
            <w:tcW w:w="553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6F98CF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Revenue:</w:t>
            </w:r>
          </w:p>
        </w:tc>
        <w:tc>
          <w:tcPr>
            <w:tcW w:w="53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462F0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682F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C42AF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77097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B2140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B76AE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8CB3E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F51AF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4D5E1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1FAF6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24AB8693" w14:textId="77777777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8DA10CD" w14:textId="77777777" w:rsidR="002670A2" w:rsidRPr="001840D9" w:rsidRDefault="002670A2" w:rsidP="007E4F64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1840D9">
              <w:rPr>
                <w:b/>
                <w:lang w:val="en-US"/>
              </w:rPr>
              <w:t xml:space="preserve">Catering </w:t>
            </w:r>
            <w:r w:rsidR="007E4F64">
              <w:rPr>
                <w:b/>
                <w:lang w:val="en-US"/>
              </w:rPr>
              <w:t>Revenue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0C37C3D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81FBFD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ACEBD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E10D5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C8D7B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0726C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$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67375E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40F41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89FF1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0AE97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4361C15C" w14:textId="77777777">
        <w:trPr>
          <w:trHeight w:val="278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356710B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3BA35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5189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E361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2E289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6D8C61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34E72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3B75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EDD3C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E2829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B79F2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18B3CCD" w14:textId="77777777">
        <w:trPr>
          <w:trHeight w:val="269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843BBC5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Operating Expenses: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8723C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4270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0A88D2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2FA02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C1EE28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E585B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47EFE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CA9D9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0CD10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BB8FDF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CB8B2CA" w14:textId="77777777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5A82F55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1840D9">
              <w:rPr>
                <w:b/>
                <w:lang w:val="en-US"/>
              </w:rPr>
              <w:t>Salaries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2CA5D3" w14:textId="77777777" w:rsidR="002670A2" w:rsidRPr="001840D9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$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25BB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4F03D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E14AE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0415D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C6349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D59A2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4533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B99477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815C24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EB9F658" w14:textId="77777777">
        <w:trPr>
          <w:trHeight w:val="278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4AF9D77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1840D9">
              <w:rPr>
                <w:b/>
                <w:lang w:val="en-US"/>
              </w:rPr>
              <w:t>Telephone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38ACE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E0F7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4BB4C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82441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7BA8A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12D1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C785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1AB6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E94352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C85D8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AA8652C" w14:textId="77777777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F2C34B6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1840D9">
              <w:rPr>
                <w:b/>
                <w:lang w:val="en-US"/>
              </w:rPr>
              <w:t>Rent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EEDA1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30C7F8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4505B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3B960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2F7D57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C4722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5AFBD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7BFBC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772CF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046BC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04B2588C" w14:textId="77777777" w:rsidTr="00954716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93E30AF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Pr="001840D9">
              <w:rPr>
                <w:b/>
                <w:lang w:val="en-US"/>
              </w:rPr>
              <w:t>Supplies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DE9266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33151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A7B73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2D453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DC5800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CDBB6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C1C7D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FDC3B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4A61A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8912E84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542D43C0" w14:textId="77777777" w:rsidTr="00954716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8FB9720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E17D2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BAC9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91244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EEACBF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65E066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5E67B2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CEBC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F3D5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D1F89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3BAB7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BCF692E" w14:textId="77777777" w:rsidTr="00954716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78D08F2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Pr="001840D9">
              <w:rPr>
                <w:b/>
                <w:lang w:val="en-US"/>
              </w:rPr>
              <w:t>Total Operating Expenses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9D10D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BFBA5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11C63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EE7E6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732ADF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40B2E9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1C5EE6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1779E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06CEF9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C3F19DA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7CD6F881" w14:textId="77777777" w:rsidTr="00954716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F02F144" w14:textId="77777777" w:rsidR="002670A2" w:rsidRPr="001840D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Net Income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EE726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A6C15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2FE64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F6247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E280F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795380" w14:textId="77777777" w:rsidR="002670A2" w:rsidRPr="001840D9" w:rsidRDefault="002670A2" w:rsidP="0069343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1840D9">
              <w:rPr>
                <w:b/>
                <w:lang w:val="en-US"/>
              </w:rPr>
              <w:t>$</w:t>
            </w:r>
            <w:r w:rsidR="00693431">
              <w:rPr>
                <w:b/>
                <w:lang w:val="en-US"/>
              </w:rPr>
              <w:t>3</w:t>
            </w:r>
          </w:p>
        </w:tc>
        <w:tc>
          <w:tcPr>
            <w:tcW w:w="269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526F4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69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3FCC4" w14:textId="77777777" w:rsidR="002670A2" w:rsidRPr="001840D9" w:rsidRDefault="00693431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9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749F6E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151518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F50010" w14:paraId="63B71CF0" w14:textId="77777777" w:rsidTr="00954716">
        <w:trPr>
          <w:trHeight w:val="274"/>
        </w:trPr>
        <w:tc>
          <w:tcPr>
            <w:tcW w:w="55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E08754E" w14:textId="77777777" w:rsidR="002670A2" w:rsidRPr="001840D9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8928B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B1C1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08520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200B7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063E0B1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AFBCB2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6BCB3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1F62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ADC9FB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2A6D7C" w14:textId="77777777" w:rsidR="002670A2" w:rsidRPr="001840D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2DE1CCD" w14:textId="77777777" w:rsidR="002670A2" w:rsidRDefault="002670A2">
      <w:pPr>
        <w:shd w:val="clear" w:color="auto" w:fill="FFFFFF"/>
        <w:rPr>
          <w:lang w:val="en-US"/>
        </w:rPr>
      </w:pPr>
    </w:p>
    <w:p w14:paraId="1E039062" w14:textId="77777777" w:rsidR="002670A2" w:rsidRDefault="002670A2">
      <w:pPr>
        <w:shd w:val="clear" w:color="auto" w:fill="FFFFFF"/>
        <w:rPr>
          <w:lang w:val="en-US"/>
        </w:rPr>
      </w:pPr>
    </w:p>
    <w:p w14:paraId="09C6C404" w14:textId="77777777" w:rsidR="002670A2" w:rsidRDefault="002670A2">
      <w:pPr>
        <w:shd w:val="clear" w:color="auto" w:fill="FFFFFF"/>
        <w:rPr>
          <w:lang w:val="en-US"/>
        </w:rPr>
      </w:pPr>
    </w:p>
    <w:p w14:paraId="295A91B7" w14:textId="77777777" w:rsidR="002670A2" w:rsidRDefault="002670A2">
      <w:pPr>
        <w:shd w:val="clear" w:color="auto" w:fill="FFFFFF"/>
        <w:rPr>
          <w:lang w:val="en-US"/>
        </w:rPr>
      </w:pPr>
    </w:p>
    <w:p w14:paraId="1294DF2B" w14:textId="77777777" w:rsidR="002670A2" w:rsidRDefault="002670A2">
      <w:pPr>
        <w:shd w:val="clear" w:color="auto" w:fill="FFFFFF"/>
        <w:rPr>
          <w:lang w:val="en-US"/>
        </w:rPr>
      </w:pPr>
    </w:p>
    <w:p w14:paraId="7442253F" w14:textId="77777777" w:rsidR="002670A2" w:rsidRDefault="002670A2">
      <w:pPr>
        <w:shd w:val="clear" w:color="auto" w:fill="FFFFFF"/>
        <w:rPr>
          <w:lang w:val="en-US"/>
        </w:rPr>
      </w:pPr>
    </w:p>
    <w:p w14:paraId="289BDDAC" w14:textId="77777777" w:rsidR="002670A2" w:rsidRDefault="002670A2">
      <w:pPr>
        <w:shd w:val="clear" w:color="auto" w:fill="FFFFFF"/>
        <w:rPr>
          <w:lang w:val="en-US"/>
        </w:rPr>
      </w:pPr>
    </w:p>
    <w:p w14:paraId="7E93C5A7" w14:textId="77777777" w:rsidR="002670A2" w:rsidRDefault="002670A2">
      <w:pPr>
        <w:shd w:val="clear" w:color="auto" w:fill="FFFFFF"/>
        <w:rPr>
          <w:lang w:val="en-US"/>
        </w:rPr>
      </w:pPr>
    </w:p>
    <w:p w14:paraId="0612A463" w14:textId="77777777" w:rsidR="002670A2" w:rsidRDefault="002670A2">
      <w:pPr>
        <w:shd w:val="clear" w:color="auto" w:fill="FFFFFF"/>
        <w:rPr>
          <w:lang w:val="en-US"/>
        </w:rPr>
      </w:pPr>
    </w:p>
    <w:p w14:paraId="1439223D" w14:textId="77777777" w:rsidR="002670A2" w:rsidRDefault="002670A2">
      <w:pPr>
        <w:shd w:val="clear" w:color="auto" w:fill="FFFFFF"/>
        <w:rPr>
          <w:lang w:val="en-US"/>
        </w:rPr>
      </w:pPr>
    </w:p>
    <w:p w14:paraId="6EE34171" w14:textId="77777777" w:rsidR="002670A2" w:rsidRPr="00F16B91" w:rsidRDefault="002670A2">
      <w:pPr>
        <w:shd w:val="clear" w:color="auto" w:fill="FFFFFF"/>
        <w:rPr>
          <w:rFonts w:cs="Times New Roman"/>
          <w:sz w:val="28"/>
          <w:szCs w:val="24"/>
        </w:rPr>
        <w:sectPr w:rsidR="002670A2" w:rsidRPr="00F16B91" w:rsidSect="002670A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1F52909A" w14:textId="77777777" w:rsidR="00E56398" w:rsidRDefault="00E56398" w:rsidP="002670A2">
      <w:pPr>
        <w:shd w:val="clear" w:color="auto" w:fill="FFFFFF"/>
        <w:spacing w:after="160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lastRenderedPageBreak/>
        <w:t>PROBLEM 1B-5</w:t>
      </w:r>
      <w:r w:rsidR="008C1396">
        <w:rPr>
          <w:rFonts w:cs="Times New Roman"/>
          <w:b/>
          <w:bCs/>
          <w:sz w:val="24"/>
          <w:szCs w:val="24"/>
          <w:lang w:val="en-US"/>
        </w:rPr>
        <w:t>(CONCLUDED)</w:t>
      </w:r>
    </w:p>
    <w:p w14:paraId="3D8223DC" w14:textId="77777777" w:rsidR="002670A2" w:rsidRPr="00856164" w:rsidRDefault="002670A2" w:rsidP="002670A2">
      <w:pPr>
        <w:shd w:val="clear" w:color="auto" w:fill="FFFFFF"/>
        <w:spacing w:after="16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d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44A68670" w14:textId="77777777" w:rsidR="002670A2" w:rsidRPr="00E05AAF" w:rsidRDefault="001A1C2F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THILDORE</w:t>
      </w:r>
      <w:r w:rsidRPr="00E05AAF">
        <w:rPr>
          <w:b/>
          <w:sz w:val="22"/>
          <w:szCs w:val="22"/>
          <w:lang w:val="en-US"/>
        </w:rPr>
        <w:t xml:space="preserve">'S </w:t>
      </w:r>
      <w:r w:rsidR="002670A2" w:rsidRPr="00E05AAF">
        <w:rPr>
          <w:b/>
          <w:sz w:val="22"/>
          <w:szCs w:val="22"/>
          <w:lang w:val="en-US"/>
        </w:rPr>
        <w:t xml:space="preserve">CATERING SERVICE </w:t>
      </w:r>
    </w:p>
    <w:p w14:paraId="43805685" w14:textId="77777777" w:rsidR="002670A2" w:rsidRPr="00E05AAF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 xml:space="preserve">STATEMENT OF OWNER'S EQUITY </w:t>
      </w:r>
    </w:p>
    <w:p w14:paraId="2D84125F" w14:textId="77777777" w:rsidR="002670A2" w:rsidRPr="000C7D9E" w:rsidRDefault="002670A2" w:rsidP="002670A2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0C7D9E">
        <w:rPr>
          <w:b/>
          <w:sz w:val="22"/>
          <w:szCs w:val="22"/>
          <w:lang w:val="en-US"/>
        </w:rPr>
        <w:t xml:space="preserve">MONTH ENDED </w:t>
      </w:r>
      <w:r w:rsidR="001A1C2F">
        <w:rPr>
          <w:b/>
          <w:sz w:val="22"/>
          <w:szCs w:val="22"/>
          <w:lang w:val="en-US"/>
        </w:rPr>
        <w:t>NOVEMBER</w:t>
      </w:r>
      <w:r w:rsidR="001A1C2F" w:rsidRPr="000C7D9E">
        <w:rPr>
          <w:b/>
          <w:sz w:val="22"/>
          <w:szCs w:val="22"/>
          <w:lang w:val="en-US"/>
        </w:rPr>
        <w:t xml:space="preserve"> </w:t>
      </w:r>
      <w:r w:rsidRPr="000C7D9E">
        <w:rPr>
          <w:b/>
          <w:sz w:val="22"/>
          <w:szCs w:val="22"/>
          <w:lang w:val="en-US"/>
        </w:rPr>
        <w:t xml:space="preserve">30, </w:t>
      </w:r>
      <w:r>
        <w:rPr>
          <w:b/>
          <w:sz w:val="22"/>
          <w:szCs w:val="22"/>
          <w:lang w:val="en-US"/>
        </w:rPr>
        <w:t>201X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5"/>
        <w:gridCol w:w="538"/>
        <w:gridCol w:w="265"/>
        <w:gridCol w:w="266"/>
        <w:gridCol w:w="266"/>
        <w:gridCol w:w="509"/>
        <w:gridCol w:w="533"/>
        <w:gridCol w:w="267"/>
        <w:gridCol w:w="267"/>
        <w:gridCol w:w="268"/>
        <w:gridCol w:w="523"/>
      </w:tblGrid>
      <w:tr w:rsidR="002670A2" w:rsidRPr="00BA3E89" w14:paraId="4106B99D" w14:textId="77777777">
        <w:trPr>
          <w:trHeight w:val="278"/>
        </w:trPr>
        <w:tc>
          <w:tcPr>
            <w:tcW w:w="55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EC18920" w14:textId="77777777" w:rsidR="002670A2" w:rsidRPr="00BA3E89" w:rsidRDefault="002670A2" w:rsidP="001A1C2F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BA3E89">
              <w:rPr>
                <w:b/>
                <w:lang w:val="en-US"/>
              </w:rPr>
              <w:t>J</w:t>
            </w:r>
            <w:r>
              <w:rPr>
                <w:b/>
                <w:lang w:val="en-US"/>
              </w:rPr>
              <w:t xml:space="preserve">. </w:t>
            </w:r>
            <w:proofErr w:type="spellStart"/>
            <w:r w:rsidR="001A1C2F">
              <w:rPr>
                <w:b/>
                <w:lang w:val="en-US"/>
              </w:rPr>
              <w:t>Thildore</w:t>
            </w:r>
            <w:proofErr w:type="spellEnd"/>
            <w:r>
              <w:rPr>
                <w:b/>
                <w:lang w:val="en-US"/>
              </w:rPr>
              <w:t>,</w:t>
            </w:r>
            <w:r w:rsidRPr="00BA3E89">
              <w:rPr>
                <w:b/>
                <w:lang w:val="en-US"/>
              </w:rPr>
              <w:t xml:space="preserve"> Capital, </w:t>
            </w:r>
            <w:r w:rsidR="001A1C2F">
              <w:rPr>
                <w:b/>
                <w:lang w:val="en-US"/>
              </w:rPr>
              <w:t xml:space="preserve">November </w:t>
            </w:r>
            <w:r w:rsidRPr="00BA3E89">
              <w:rPr>
                <w:b/>
                <w:lang w:val="en-US"/>
              </w:rPr>
              <w:t>1, 20</w:t>
            </w:r>
            <w:r>
              <w:rPr>
                <w:b/>
                <w:lang w:val="en-US"/>
              </w:rPr>
              <w:t>1X</w:t>
            </w:r>
          </w:p>
        </w:tc>
        <w:tc>
          <w:tcPr>
            <w:tcW w:w="53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B65676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1FAB6E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008E80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67A1EF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BC3B12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2F4EE" w14:textId="77777777" w:rsidR="002670A2" w:rsidRPr="00BA3E89" w:rsidRDefault="002670A2" w:rsidP="001A1C2F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$</w:t>
            </w:r>
            <w:r w:rsidR="001A1C2F">
              <w:rPr>
                <w:b/>
                <w:lang w:val="en-US"/>
              </w:rPr>
              <w:t>25</w:t>
            </w:r>
          </w:p>
        </w:tc>
        <w:tc>
          <w:tcPr>
            <w:tcW w:w="2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EB5507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9F66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0</w:t>
            </w:r>
          </w:p>
        </w:tc>
        <w:tc>
          <w:tcPr>
            <w:tcW w:w="2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DFFB2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B21619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BA3E89" w14:paraId="2B3152F6" w14:textId="77777777">
        <w:trPr>
          <w:trHeight w:val="274"/>
        </w:trPr>
        <w:tc>
          <w:tcPr>
            <w:tcW w:w="5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A0B91AE" w14:textId="77777777" w:rsidR="002670A2" w:rsidRPr="00BA3E89" w:rsidRDefault="002670A2" w:rsidP="001A1C2F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BA3E89">
              <w:rPr>
                <w:b/>
                <w:lang w:val="en-US"/>
              </w:rPr>
              <w:t xml:space="preserve">Net Income for </w:t>
            </w:r>
            <w:r w:rsidR="001A1C2F">
              <w:rPr>
                <w:b/>
                <w:lang w:val="en-US"/>
              </w:rPr>
              <w:t>November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E08B49" w14:textId="77777777" w:rsidR="002670A2" w:rsidRPr="00BA3E89" w:rsidRDefault="002670A2" w:rsidP="001A1C2F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$</w:t>
            </w:r>
            <w:r w:rsidR="001A1C2F">
              <w:rPr>
                <w:b/>
                <w:lang w:val="en-US"/>
              </w:rPr>
              <w:t>3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C6FE0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6C9D9F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E7ADE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07929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90A279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B5C517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56C1A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4EC86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6BEB5E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BA3E89" w14:paraId="6B7959A4" w14:textId="77777777" w:rsidTr="00954716">
        <w:trPr>
          <w:trHeight w:val="278"/>
        </w:trPr>
        <w:tc>
          <w:tcPr>
            <w:tcW w:w="5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486ABB" w14:textId="77777777" w:rsidR="002670A2" w:rsidRPr="00BA3E89" w:rsidRDefault="002670A2" w:rsidP="001A1C2F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 xml:space="preserve">Less: Withdrawals for </w:t>
            </w:r>
            <w:r w:rsidR="001A1C2F">
              <w:rPr>
                <w:b/>
                <w:lang w:val="en-US"/>
              </w:rPr>
              <w:t>November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346B9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D0949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(1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CA2CCF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25BB4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8E172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1A883C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93C9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5473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48E55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92F97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BA3E89" w14:paraId="3FBE37D7" w14:textId="77777777" w:rsidTr="00954716">
        <w:trPr>
          <w:trHeight w:val="274"/>
        </w:trPr>
        <w:tc>
          <w:tcPr>
            <w:tcW w:w="5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970DBBF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Increase in Capital</w:t>
            </w:r>
          </w:p>
        </w:tc>
        <w:tc>
          <w:tcPr>
            <w:tcW w:w="53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AAE8E7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5E0C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DEE1E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24BFFB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6E5B3CE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2FEBCE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63558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9664F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06A98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A3AA0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BA3E89" w14:paraId="7044EBEB" w14:textId="77777777" w:rsidTr="00954716">
        <w:trPr>
          <w:trHeight w:val="269"/>
        </w:trPr>
        <w:tc>
          <w:tcPr>
            <w:tcW w:w="5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F710B84" w14:textId="77777777" w:rsidR="002670A2" w:rsidRPr="009D24FE" w:rsidRDefault="002670A2" w:rsidP="001A1C2F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>
              <w:rPr>
                <w:b/>
                <w:lang w:val="en-US"/>
              </w:rPr>
              <w:t xml:space="preserve">J. </w:t>
            </w:r>
            <w:proofErr w:type="spellStart"/>
            <w:r w:rsidR="001A1C2F">
              <w:rPr>
                <w:b/>
                <w:lang w:val="en-US"/>
              </w:rPr>
              <w:t>Thildore</w:t>
            </w:r>
            <w:proofErr w:type="spellEnd"/>
            <w:r>
              <w:rPr>
                <w:b/>
                <w:lang w:val="en-US"/>
              </w:rPr>
              <w:t>,</w:t>
            </w:r>
            <w:r w:rsidRPr="00BA3E89">
              <w:rPr>
                <w:b/>
                <w:lang w:val="en-US"/>
              </w:rPr>
              <w:t xml:space="preserve"> Capital, </w:t>
            </w:r>
            <w:r w:rsidR="001A1C2F">
              <w:rPr>
                <w:b/>
                <w:lang w:val="en-US"/>
              </w:rPr>
              <w:t>November</w:t>
            </w:r>
            <w:r w:rsidR="00603B96">
              <w:rPr>
                <w:b/>
                <w:lang w:val="en-US"/>
              </w:rPr>
              <w:t xml:space="preserve"> </w:t>
            </w:r>
            <w:r w:rsidRPr="00BA3E89">
              <w:rPr>
                <w:b/>
                <w:lang w:val="en-US"/>
              </w:rPr>
              <w:t>30, 20</w:t>
            </w:r>
            <w:r>
              <w:rPr>
                <w:b/>
                <w:lang w:val="en-US"/>
              </w:rPr>
              <w:t>1X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D3D40B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A850A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E7858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6BAC25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0B80206" w14:textId="77777777" w:rsidR="002670A2" w:rsidRPr="009D24FE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32804F" w14:textId="77777777" w:rsidR="002670A2" w:rsidRPr="00BA3E89" w:rsidRDefault="002670A2" w:rsidP="001A1C2F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$</w:t>
            </w:r>
            <w:r w:rsidR="001A1C2F">
              <w:rPr>
                <w:b/>
                <w:lang w:val="en-US"/>
              </w:rPr>
              <w:t>28</w:t>
            </w:r>
          </w:p>
        </w:tc>
        <w:tc>
          <w:tcPr>
            <w:tcW w:w="267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158A1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67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1CAC3" w14:textId="77777777" w:rsidR="002670A2" w:rsidRPr="00BA3E89" w:rsidRDefault="001A1C2F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68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AC9679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156EB5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2670A2" w:rsidRPr="00BA3E89" w14:paraId="3271BC34" w14:textId="77777777" w:rsidTr="00954716">
        <w:trPr>
          <w:trHeight w:val="293"/>
        </w:trPr>
        <w:tc>
          <w:tcPr>
            <w:tcW w:w="55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F1B923B" w14:textId="77777777" w:rsidR="002670A2" w:rsidRPr="00BA3E89" w:rsidRDefault="002670A2" w:rsidP="002670A2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C59EA5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42F8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F429A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2AE68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6D9FDE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33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EDE68C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2771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7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F1B8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68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A1FB4A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63384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504DDF45" w14:textId="77777777" w:rsidR="002670A2" w:rsidRPr="00856164" w:rsidRDefault="002670A2" w:rsidP="002670A2">
      <w:pPr>
        <w:shd w:val="clear" w:color="auto" w:fill="FFFFFF"/>
        <w:spacing w:before="600" w:after="300"/>
        <w:rPr>
          <w:rFonts w:cs="Times New Roman"/>
          <w:sz w:val="24"/>
          <w:szCs w:val="24"/>
        </w:rPr>
      </w:pPr>
      <w:r w:rsidRPr="00856164">
        <w:rPr>
          <w:rFonts w:cs="Times New Roman"/>
          <w:b/>
          <w:bCs/>
          <w:sz w:val="24"/>
          <w:szCs w:val="24"/>
          <w:lang w:val="en-US"/>
        </w:rPr>
        <w:t>(</w:t>
      </w:r>
      <w:r w:rsidR="00603B96">
        <w:rPr>
          <w:rFonts w:cs="Times New Roman"/>
          <w:b/>
          <w:bCs/>
          <w:sz w:val="24"/>
          <w:szCs w:val="24"/>
          <w:lang w:val="en-US"/>
        </w:rPr>
        <w:t>e</w:t>
      </w:r>
      <w:r w:rsidRPr="00856164">
        <w:rPr>
          <w:rFonts w:cs="Times New Roman"/>
          <w:b/>
          <w:bCs/>
          <w:sz w:val="24"/>
          <w:szCs w:val="24"/>
          <w:lang w:val="en-US"/>
        </w:rPr>
        <w:t>)</w:t>
      </w:r>
    </w:p>
    <w:p w14:paraId="567B45BD" w14:textId="77777777" w:rsidR="002670A2" w:rsidRPr="00E05AAF" w:rsidRDefault="001A1C2F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>T</w:t>
      </w:r>
      <w:r>
        <w:rPr>
          <w:b/>
          <w:sz w:val="22"/>
          <w:szCs w:val="22"/>
          <w:lang w:val="en-US"/>
        </w:rPr>
        <w:t>HILDORE</w:t>
      </w:r>
      <w:r w:rsidRPr="00E05AAF">
        <w:rPr>
          <w:b/>
          <w:sz w:val="22"/>
          <w:szCs w:val="22"/>
          <w:lang w:val="en-US"/>
        </w:rPr>
        <w:t xml:space="preserve">'S </w:t>
      </w:r>
      <w:r w:rsidR="002670A2" w:rsidRPr="00E05AAF">
        <w:rPr>
          <w:b/>
          <w:sz w:val="22"/>
          <w:szCs w:val="22"/>
          <w:lang w:val="en-US"/>
        </w:rPr>
        <w:t xml:space="preserve">CATERING SERVICE </w:t>
      </w:r>
    </w:p>
    <w:p w14:paraId="522F3E2C" w14:textId="77777777" w:rsidR="002670A2" w:rsidRPr="00E05AAF" w:rsidRDefault="002670A2" w:rsidP="002670A2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E05AAF">
        <w:rPr>
          <w:b/>
          <w:sz w:val="22"/>
          <w:szCs w:val="22"/>
          <w:lang w:val="en-US"/>
        </w:rPr>
        <w:t xml:space="preserve">BALANCE SHEET </w:t>
      </w:r>
    </w:p>
    <w:p w14:paraId="79710801" w14:textId="77777777" w:rsidR="002670A2" w:rsidRPr="000C7D9E" w:rsidRDefault="001A1C2F" w:rsidP="002670A2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NOVEMBER</w:t>
      </w:r>
      <w:r w:rsidRPr="000C7D9E">
        <w:rPr>
          <w:b/>
          <w:sz w:val="22"/>
          <w:szCs w:val="22"/>
          <w:lang w:val="en-US"/>
        </w:rPr>
        <w:t xml:space="preserve"> </w:t>
      </w:r>
      <w:r w:rsidR="002670A2" w:rsidRPr="000C7D9E">
        <w:rPr>
          <w:b/>
          <w:sz w:val="22"/>
          <w:szCs w:val="22"/>
          <w:lang w:val="en-US"/>
        </w:rPr>
        <w:t xml:space="preserve">30, </w:t>
      </w:r>
      <w:r w:rsidR="002670A2">
        <w:rPr>
          <w:b/>
          <w:sz w:val="22"/>
          <w:szCs w:val="22"/>
          <w:lang w:val="en-US"/>
        </w:rPr>
        <w:t>201X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41"/>
        <w:gridCol w:w="509"/>
        <w:gridCol w:w="249"/>
        <w:gridCol w:w="250"/>
        <w:gridCol w:w="250"/>
        <w:gridCol w:w="406"/>
        <w:gridCol w:w="3016"/>
        <w:gridCol w:w="509"/>
        <w:gridCol w:w="260"/>
        <w:gridCol w:w="261"/>
        <w:gridCol w:w="261"/>
        <w:gridCol w:w="348"/>
      </w:tblGrid>
      <w:tr w:rsidR="002670A2" w:rsidRPr="00F50010" w14:paraId="66515642" w14:textId="77777777">
        <w:trPr>
          <w:trHeight w:val="288"/>
          <w:jc w:val="center"/>
        </w:trPr>
        <w:tc>
          <w:tcPr>
            <w:tcW w:w="470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004D0F65" w14:textId="77777777" w:rsidR="002670A2" w:rsidRPr="00BA3E89" w:rsidRDefault="002670A2" w:rsidP="002670A2">
            <w:pPr>
              <w:shd w:val="clear" w:color="auto" w:fill="FFFFFF"/>
              <w:ind w:left="288"/>
              <w:rPr>
                <w:b/>
                <w:lang w:val="en-US"/>
              </w:rPr>
            </w:pPr>
            <w:r w:rsidRPr="00BA3E89">
              <w:rPr>
                <w:b/>
                <w:lang w:val="en-US"/>
              </w:rPr>
              <w:t>ASSETS</w:t>
            </w:r>
          </w:p>
        </w:tc>
        <w:tc>
          <w:tcPr>
            <w:tcW w:w="4655" w:type="dxa"/>
            <w:gridSpan w:val="6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754411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A3E89">
              <w:rPr>
                <w:b/>
                <w:lang w:val="en-US"/>
              </w:rPr>
              <w:t>LIABILITIES AND OWNER'S EQUITY</w:t>
            </w:r>
          </w:p>
        </w:tc>
      </w:tr>
      <w:tr w:rsidR="002670A2" w:rsidRPr="00F50010" w14:paraId="507295D1" w14:textId="77777777">
        <w:trPr>
          <w:trHeight w:val="288"/>
          <w:jc w:val="center"/>
        </w:trPr>
        <w:tc>
          <w:tcPr>
            <w:tcW w:w="304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96720D4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Cash</w:t>
            </w:r>
          </w:p>
        </w:tc>
        <w:tc>
          <w:tcPr>
            <w:tcW w:w="50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6352B5" w14:textId="77777777" w:rsidR="002670A2" w:rsidRPr="00BA3E89" w:rsidRDefault="002670A2" w:rsidP="00404461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$</w:t>
            </w:r>
            <w:r w:rsidR="00404461">
              <w:rPr>
                <w:b/>
                <w:szCs w:val="22"/>
                <w:lang w:val="en-US"/>
              </w:rPr>
              <w:t>26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8E6F5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9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132D9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B8939C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103AD47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51B3BF4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Liabilities</w:t>
            </w:r>
          </w:p>
        </w:tc>
        <w:tc>
          <w:tcPr>
            <w:tcW w:w="509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D8049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3EB2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0B45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A28B6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4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C9B6B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0BF45C2B" w14:textId="77777777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6EA53E2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rFonts w:cs="Times New Roman"/>
                <w:b/>
                <w:szCs w:val="24"/>
              </w:rPr>
              <w:t>Accounts</w:t>
            </w:r>
            <w:r w:rsidRPr="00BA3E89">
              <w:rPr>
                <w:b/>
                <w:szCs w:val="22"/>
                <w:lang w:val="en-US"/>
              </w:rPr>
              <w:t xml:space="preserve"> Receivable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A0E096" w14:textId="77777777" w:rsidR="002670A2" w:rsidRPr="00BA3E89" w:rsidRDefault="002670A2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D4D26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979EB1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7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AFC2C5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3CFCA9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59B160F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Accounts Payable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AA212D" w14:textId="77777777" w:rsidR="002670A2" w:rsidRPr="00BA3E89" w:rsidRDefault="002670A2" w:rsidP="00404461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$</w:t>
            </w:r>
            <w:r w:rsidR="00404461">
              <w:rPr>
                <w:b/>
                <w:szCs w:val="22"/>
                <w:lang w:val="en-US"/>
              </w:rPr>
              <w:t>2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7B27C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7118C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5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08DAD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BF24D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1741228B" w14:textId="77777777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88082DC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rFonts w:cs="Times New Roman"/>
                <w:b/>
                <w:szCs w:val="24"/>
              </w:rPr>
              <w:t>Equipment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291654" w14:textId="77777777" w:rsidR="002670A2" w:rsidRPr="00BA3E89" w:rsidRDefault="00404461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4A5748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3129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EBFB0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08FCE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ADBE658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Owner's Equity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20741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118F8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BD438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D5856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6B08E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1EA54D23" w14:textId="77777777" w:rsidTr="00D40F67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8D6FC4F" w14:textId="77777777" w:rsidR="002670A2" w:rsidRPr="00BA3E89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9A41AC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632E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6BDCCE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027B5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4199E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BA3E37" w14:textId="77777777" w:rsidR="002670A2" w:rsidRPr="00BA3E89" w:rsidRDefault="002670A2" w:rsidP="001A1C2F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 xml:space="preserve">J. </w:t>
            </w:r>
            <w:proofErr w:type="spellStart"/>
            <w:r w:rsidR="001A1C2F">
              <w:rPr>
                <w:b/>
                <w:szCs w:val="22"/>
                <w:lang w:val="en-US"/>
              </w:rPr>
              <w:t>Thildore</w:t>
            </w:r>
            <w:proofErr w:type="spellEnd"/>
            <w:r w:rsidRPr="00BA3E89">
              <w:rPr>
                <w:b/>
                <w:szCs w:val="22"/>
                <w:lang w:val="en-US"/>
              </w:rPr>
              <w:t>, Capital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F16ACB" w14:textId="77777777" w:rsidR="002670A2" w:rsidRPr="00BA3E89" w:rsidRDefault="00404461" w:rsidP="002670A2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28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ACB08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6BD138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46069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78BADB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734D9AFD" w14:textId="77777777" w:rsidTr="00D40F67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68CE891" w14:textId="77777777" w:rsidR="002670A2" w:rsidRPr="00BA3E89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C2ED0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0AE92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02477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A396CA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0DC87A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74C9620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Total Liabilities and</w:t>
            </w:r>
          </w:p>
        </w:tc>
        <w:tc>
          <w:tcPr>
            <w:tcW w:w="509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282F4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AA19A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6B5E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9CDBB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A51CC5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760292F2" w14:textId="77777777" w:rsidTr="00954716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3FCB8F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 xml:space="preserve">Total </w:t>
            </w:r>
            <w:r w:rsidRPr="00BA3E89">
              <w:rPr>
                <w:rFonts w:cs="Times New Roman"/>
                <w:b/>
                <w:szCs w:val="24"/>
              </w:rPr>
              <w:t>Assets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70D2F0" w14:textId="77777777" w:rsidR="002670A2" w:rsidRPr="00BA3E89" w:rsidRDefault="002670A2" w:rsidP="00404461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$</w:t>
            </w:r>
            <w:r w:rsidR="00404461">
              <w:rPr>
                <w:b/>
                <w:szCs w:val="22"/>
                <w:lang w:val="en-US"/>
              </w:rPr>
              <w:t>30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91E8E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5DE24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8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457D98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940F0B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B5EE902" w14:textId="77777777" w:rsidR="002670A2" w:rsidRPr="00BA3E89" w:rsidRDefault="002670A2" w:rsidP="002670A2">
            <w:pPr>
              <w:shd w:val="clear" w:color="auto" w:fill="FFFFFF"/>
              <w:ind w:left="288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Owner's Equity</w:t>
            </w:r>
          </w:p>
        </w:tc>
        <w:tc>
          <w:tcPr>
            <w:tcW w:w="509" w:type="dxa"/>
            <w:tcBorders>
              <w:top w:val="single" w:sz="6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1DAD5F" w14:textId="77777777" w:rsidR="002670A2" w:rsidRPr="00BA3E89" w:rsidRDefault="002670A2" w:rsidP="00404461">
            <w:pPr>
              <w:shd w:val="clear" w:color="auto" w:fill="FFFFFF"/>
              <w:jc w:val="right"/>
              <w:rPr>
                <w:rFonts w:cs="Times New Roman"/>
                <w:b/>
                <w:szCs w:val="24"/>
              </w:rPr>
            </w:pPr>
            <w:r w:rsidRPr="00BA3E89">
              <w:rPr>
                <w:b/>
                <w:szCs w:val="22"/>
                <w:lang w:val="en-US"/>
              </w:rPr>
              <w:t>$</w:t>
            </w:r>
            <w:r w:rsidR="00404461">
              <w:rPr>
                <w:b/>
                <w:szCs w:val="22"/>
                <w:lang w:val="en-US"/>
              </w:rPr>
              <w:t>30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0DF77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3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9BCCA" w14:textId="77777777" w:rsidR="002670A2" w:rsidRPr="00BA3E89" w:rsidRDefault="00404461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8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2C3BB8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  <w:r>
              <w:rPr>
                <w:b/>
                <w:szCs w:val="22"/>
                <w:lang w:val="en-US"/>
              </w:rPr>
              <w:t>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FBCD5F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670A2" w:rsidRPr="00F50010" w14:paraId="48B634DF" w14:textId="77777777" w:rsidTr="00954716">
        <w:trPr>
          <w:trHeight w:val="288"/>
          <w:jc w:val="center"/>
        </w:trPr>
        <w:tc>
          <w:tcPr>
            <w:tcW w:w="304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BCC3B28" w14:textId="77777777" w:rsidR="002670A2" w:rsidRPr="00BA3E89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066771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BB21D6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DC2AB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0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F1EF3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973DE30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D1FA7EA" w14:textId="77777777" w:rsidR="002670A2" w:rsidRPr="00BA3E89" w:rsidRDefault="002670A2" w:rsidP="002670A2">
            <w:pPr>
              <w:shd w:val="clear" w:color="auto" w:fill="FFFFFF"/>
              <w:rPr>
                <w:rFonts w:cs="Times New Roman"/>
                <w:b/>
                <w:szCs w:val="24"/>
              </w:rPr>
            </w:pPr>
          </w:p>
        </w:tc>
        <w:tc>
          <w:tcPr>
            <w:tcW w:w="509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7972A2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2F7449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D00A4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6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5E718A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368C6D" w14:textId="77777777" w:rsidR="002670A2" w:rsidRPr="00BA3E89" w:rsidRDefault="002670A2" w:rsidP="002670A2">
            <w:pPr>
              <w:shd w:val="clear" w:color="auto" w:fill="FFFFFF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14:paraId="111731D8" w14:textId="77777777" w:rsidR="002670A2" w:rsidRDefault="002670A2">
      <w:pPr>
        <w:shd w:val="clear" w:color="auto" w:fill="FFFFFF"/>
        <w:rPr>
          <w:szCs w:val="18"/>
          <w:lang w:val="en-US"/>
        </w:rPr>
      </w:pPr>
    </w:p>
    <w:p w14:paraId="41DFF559" w14:textId="77777777" w:rsidR="00E56398" w:rsidRDefault="00E56398">
      <w:pPr>
        <w:widowControl/>
        <w:autoSpaceDE/>
        <w:autoSpaceDN/>
        <w:adjustRightInd/>
        <w:rPr>
          <w:szCs w:val="18"/>
          <w:lang w:val="en-US"/>
        </w:rPr>
      </w:pPr>
      <w:r>
        <w:rPr>
          <w:szCs w:val="18"/>
          <w:lang w:val="en-US"/>
        </w:rPr>
        <w:br w:type="page"/>
      </w:r>
    </w:p>
    <w:p w14:paraId="47D434EB" w14:textId="77777777" w:rsidR="002670A2" w:rsidRDefault="002670A2">
      <w:pPr>
        <w:shd w:val="clear" w:color="auto" w:fill="FFFFFF"/>
        <w:rPr>
          <w:szCs w:val="18"/>
          <w:lang w:val="en-US"/>
        </w:rPr>
      </w:pPr>
    </w:p>
    <w:p w14:paraId="32FEF031" w14:textId="77777777" w:rsidR="002670A2" w:rsidRDefault="002670A2">
      <w:pPr>
        <w:shd w:val="clear" w:color="auto" w:fill="FFFFFF"/>
        <w:rPr>
          <w:szCs w:val="18"/>
          <w:lang w:val="en-US"/>
        </w:rPr>
      </w:pPr>
    </w:p>
    <w:p w14:paraId="795152F3" w14:textId="77777777" w:rsidR="009E366C" w:rsidRDefault="009E366C" w:rsidP="009E366C">
      <w:pPr>
        <w:shd w:val="clear" w:color="auto" w:fill="FFFFFF"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FINANCIAL REPORT PROBLEM SOLUTION—</w:t>
      </w:r>
      <w:r w:rsidR="00B00951">
        <w:rPr>
          <w:b/>
          <w:bCs/>
          <w:sz w:val="24"/>
          <w:szCs w:val="24"/>
        </w:rPr>
        <w:t xml:space="preserve">2013 </w:t>
      </w:r>
      <w:r>
        <w:rPr>
          <w:b/>
          <w:bCs/>
          <w:sz w:val="24"/>
          <w:szCs w:val="24"/>
        </w:rPr>
        <w:t>Kellogg’s Annual Report</w:t>
      </w:r>
    </w:p>
    <w:tbl>
      <w:tblPr>
        <w:tblStyle w:val="TableGrid"/>
        <w:tblW w:w="6228" w:type="dxa"/>
        <w:tblLook w:val="04A0" w:firstRow="1" w:lastRow="0" w:firstColumn="1" w:lastColumn="0" w:noHBand="0" w:noVBand="1"/>
      </w:tblPr>
      <w:tblGrid>
        <w:gridCol w:w="1440"/>
        <w:gridCol w:w="4788"/>
      </w:tblGrid>
      <w:tr w:rsidR="00D40F67" w14:paraId="6CD09BCD" w14:textId="77777777" w:rsidTr="00D40F67">
        <w:tc>
          <w:tcPr>
            <w:tcW w:w="1440" w:type="dxa"/>
          </w:tcPr>
          <w:p w14:paraId="3FE83B99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YEAR</w:t>
            </w:r>
          </w:p>
        </w:tc>
        <w:tc>
          <w:tcPr>
            <w:tcW w:w="4788" w:type="dxa"/>
          </w:tcPr>
          <w:p w14:paraId="4B433838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Cash and Cash Equivalents</w:t>
            </w:r>
          </w:p>
        </w:tc>
      </w:tr>
      <w:tr w:rsidR="00D40F67" w14:paraId="5FB04198" w14:textId="77777777" w:rsidTr="00D40F67">
        <w:tc>
          <w:tcPr>
            <w:tcW w:w="1440" w:type="dxa"/>
          </w:tcPr>
          <w:p w14:paraId="19F5F10D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4788" w:type="dxa"/>
          </w:tcPr>
          <w:p w14:paraId="0B2D30A8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$273 million</w:t>
            </w:r>
          </w:p>
        </w:tc>
      </w:tr>
      <w:tr w:rsidR="00D40F67" w14:paraId="565805CA" w14:textId="77777777" w:rsidTr="00D40F67">
        <w:tc>
          <w:tcPr>
            <w:tcW w:w="1440" w:type="dxa"/>
          </w:tcPr>
          <w:p w14:paraId="07D156A3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4788" w:type="dxa"/>
          </w:tcPr>
          <w:p w14:paraId="04F56CB5" w14:textId="77777777" w:rsidR="00D40F67" w:rsidRPr="00D40F67" w:rsidRDefault="00D40F67" w:rsidP="009E366C">
            <w:pPr>
              <w:spacing w:after="240"/>
              <w:rPr>
                <w:b/>
                <w:bCs/>
                <w:sz w:val="24"/>
                <w:szCs w:val="24"/>
                <w:u w:val="single"/>
              </w:rPr>
            </w:pPr>
            <w:r w:rsidRPr="00D40F67">
              <w:rPr>
                <w:b/>
                <w:bCs/>
                <w:sz w:val="24"/>
                <w:szCs w:val="24"/>
                <w:u w:val="single"/>
              </w:rPr>
              <w:t>$281 million</w:t>
            </w:r>
          </w:p>
        </w:tc>
      </w:tr>
      <w:tr w:rsidR="00D40F67" w14:paraId="03DD2635" w14:textId="77777777" w:rsidTr="00D40F67">
        <w:tc>
          <w:tcPr>
            <w:tcW w:w="1440" w:type="dxa"/>
          </w:tcPr>
          <w:p w14:paraId="09E2EC67" w14:textId="77777777" w:rsidR="00D40F67" w:rsidRDefault="00D40F67" w:rsidP="009E366C">
            <w:pPr>
              <w:spacing w:after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Decrease</w:t>
            </w:r>
          </w:p>
        </w:tc>
        <w:tc>
          <w:tcPr>
            <w:tcW w:w="4788" w:type="dxa"/>
          </w:tcPr>
          <w:p w14:paraId="6193F2F9" w14:textId="77777777" w:rsidR="00D40F67" w:rsidRPr="00D40F67" w:rsidRDefault="00D40F67" w:rsidP="009E366C">
            <w:pPr>
              <w:spacing w:after="240"/>
              <w:rPr>
                <w:b/>
                <w:bCs/>
                <w:sz w:val="24"/>
                <w:szCs w:val="24"/>
                <w:u w:val="double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D40F67">
              <w:rPr>
                <w:b/>
                <w:bCs/>
                <w:sz w:val="24"/>
                <w:szCs w:val="24"/>
                <w:u w:val="double"/>
              </w:rPr>
              <w:t>($8 million)</w:t>
            </w:r>
          </w:p>
        </w:tc>
      </w:tr>
    </w:tbl>
    <w:p w14:paraId="560F7A5F" w14:textId="77777777" w:rsidR="00D40F67" w:rsidRPr="00D40F67" w:rsidRDefault="00D40F67" w:rsidP="009E366C">
      <w:pPr>
        <w:shd w:val="clear" w:color="auto" w:fill="FFFFFF"/>
        <w:spacing w:after="240"/>
        <w:rPr>
          <w:b/>
          <w:bCs/>
          <w:sz w:val="24"/>
          <w:szCs w:val="24"/>
        </w:rPr>
      </w:pPr>
    </w:p>
    <w:p w14:paraId="2AD6746A" w14:textId="77777777" w:rsidR="008129B0" w:rsidRDefault="008129B0" w:rsidP="009E366C">
      <w:pPr>
        <w:shd w:val="clear" w:color="auto" w:fill="FFFFFF"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Cash </w:t>
      </w:r>
      <w:r w:rsidR="00B00951">
        <w:rPr>
          <w:b/>
          <w:bCs/>
          <w:sz w:val="24"/>
          <w:szCs w:val="24"/>
          <w:u w:val="single"/>
        </w:rPr>
        <w:t xml:space="preserve">and cash equivalents </w:t>
      </w:r>
      <w:r>
        <w:rPr>
          <w:b/>
          <w:bCs/>
          <w:sz w:val="24"/>
          <w:szCs w:val="24"/>
          <w:u w:val="single"/>
        </w:rPr>
        <w:t>decreased $8 million</w:t>
      </w:r>
      <w:r w:rsidR="00FA3C82">
        <w:rPr>
          <w:b/>
          <w:bCs/>
          <w:sz w:val="24"/>
          <w:szCs w:val="24"/>
          <w:u w:val="single"/>
        </w:rPr>
        <w:t xml:space="preserve"> from 2012 to 2013.</w:t>
      </w:r>
    </w:p>
    <w:p w14:paraId="003CE18D" w14:textId="77777777" w:rsidR="00E56398" w:rsidRDefault="00E56398">
      <w:pPr>
        <w:widowControl/>
        <w:autoSpaceDE/>
        <w:autoSpaceDN/>
        <w:adjustRightInd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AA585EF" w14:textId="77777777" w:rsidR="009E366C" w:rsidRDefault="009E366C" w:rsidP="009E366C">
      <w:pPr>
        <w:shd w:val="clear" w:color="auto" w:fill="FFFFFF"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ON THE JOB--</w:t>
      </w:r>
      <w:r w:rsidR="00FA3C82">
        <w:rPr>
          <w:b/>
          <w:bCs/>
          <w:sz w:val="24"/>
          <w:szCs w:val="24"/>
        </w:rPr>
        <w:t xml:space="preserve">Smith </w:t>
      </w:r>
      <w:r>
        <w:rPr>
          <w:b/>
          <w:bCs/>
          <w:sz w:val="24"/>
          <w:szCs w:val="24"/>
        </w:rPr>
        <w:t>Computer Center Solution</w:t>
      </w:r>
    </w:p>
    <w:tbl>
      <w:tblPr>
        <w:tblW w:w="0" w:type="auto"/>
        <w:jc w:val="center"/>
        <w:tblInd w:w="-3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6"/>
        <w:gridCol w:w="388"/>
        <w:gridCol w:w="439"/>
        <w:gridCol w:w="825"/>
        <w:gridCol w:w="347"/>
        <w:gridCol w:w="319"/>
        <w:gridCol w:w="330"/>
        <w:gridCol w:w="330"/>
        <w:gridCol w:w="319"/>
        <w:gridCol w:w="347"/>
        <w:gridCol w:w="330"/>
        <w:gridCol w:w="319"/>
        <w:gridCol w:w="319"/>
        <w:gridCol w:w="319"/>
        <w:gridCol w:w="319"/>
        <w:gridCol w:w="347"/>
        <w:gridCol w:w="319"/>
        <w:gridCol w:w="319"/>
        <w:gridCol w:w="319"/>
        <w:gridCol w:w="330"/>
        <w:gridCol w:w="319"/>
        <w:gridCol w:w="330"/>
        <w:gridCol w:w="236"/>
        <w:gridCol w:w="402"/>
        <w:gridCol w:w="347"/>
      </w:tblGrid>
      <w:tr w:rsidR="006C5335" w14:paraId="3A29DEDF" w14:textId="77777777" w:rsidTr="00243A47">
        <w:trPr>
          <w:trHeight w:val="1199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100600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</w:tcPr>
          <w:p w14:paraId="30C336F8" w14:textId="77777777" w:rsidR="009E366C" w:rsidRPr="003A094E" w:rsidRDefault="009E366C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C20A36E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Expenses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B2A9CEA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D26A57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F466153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107F34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5EC9D65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15F0BAC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64FB979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8B37B0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6E447E3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</w:t>
            </w:r>
            <w:r w:rsidR="00426A04">
              <w:rPr>
                <w:b/>
                <w:sz w:val="19"/>
                <w:szCs w:val="19"/>
              </w:rPr>
              <w:t>5</w:t>
            </w:r>
            <w:r w:rsidR="00426A04" w:rsidRPr="003A094E">
              <w:rPr>
                <w:b/>
                <w:sz w:val="19"/>
                <w:szCs w:val="19"/>
              </w:rPr>
              <w:t xml:space="preserve">00 </w:t>
            </w:r>
            <w:r w:rsidRPr="003A094E">
              <w:rPr>
                <w:b/>
                <w:sz w:val="19"/>
                <w:szCs w:val="19"/>
              </w:rPr>
              <w:t>(Rent)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EA68724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59B21FA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7372F9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0E9DBC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6C628FD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1F36C4" w14:textId="77777777" w:rsidR="009E366C" w:rsidRPr="003A094E" w:rsidRDefault="009E366C" w:rsidP="00EA5BB0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  <w:r w:rsidR="00426A04">
              <w:rPr>
                <w:b/>
                <w:sz w:val="19"/>
                <w:szCs w:val="19"/>
              </w:rPr>
              <w:t>7</w:t>
            </w:r>
            <w:r w:rsidR="00426A04" w:rsidRPr="003A094E">
              <w:rPr>
                <w:b/>
                <w:sz w:val="19"/>
                <w:szCs w:val="19"/>
              </w:rPr>
              <w:t xml:space="preserve">5 </w:t>
            </w:r>
            <w:r w:rsidRPr="003A094E">
              <w:rPr>
                <w:b/>
                <w:sz w:val="19"/>
                <w:szCs w:val="19"/>
              </w:rPr>
              <w:t>(</w:t>
            </w:r>
            <w:r w:rsidR="00EA5BB0">
              <w:rPr>
                <w:b/>
                <w:sz w:val="19"/>
                <w:szCs w:val="19"/>
              </w:rPr>
              <w:t>Utilities)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84FAA1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575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8FF563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4C5BD65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575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30FF8AC8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67BF23F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 w:rsidR="00426A04">
              <w:rPr>
                <w:b/>
                <w:sz w:val="19"/>
                <w:szCs w:val="19"/>
              </w:rPr>
              <w:t>575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C0941B0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</w:tr>
      <w:tr w:rsidR="009806F0" w14:paraId="5910F132" w14:textId="77777777" w:rsidTr="0002750F">
        <w:trPr>
          <w:trHeight w:val="175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357D412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  <w:p w14:paraId="0B6FA630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</w:tcPr>
          <w:p w14:paraId="5547256D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OWNER'S EQUITY</w:t>
            </w: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573A3F6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65D448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D8DA5AC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19975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6CEE47B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A20057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7DBA2E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5C79C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1B7FBD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A45445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5AAFC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15D1F5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24A999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8B4DB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830438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E9CB0FE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C3EFDA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794DEF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53B26B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48102B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A1207C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C67E6E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9806F0" w14:paraId="2305DBF7" w14:textId="77777777" w:rsidTr="0002750F">
        <w:trPr>
          <w:trHeight w:val="836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A01F27D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  <w:p w14:paraId="37C091C2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</w:tcPr>
          <w:p w14:paraId="71A48C2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0A0A0DC" w14:textId="77777777" w:rsidR="009806F0" w:rsidRDefault="009806F0" w:rsidP="00D95159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Service</w:t>
            </w:r>
          </w:p>
          <w:p w14:paraId="3D47EDDD" w14:textId="77777777" w:rsidR="009806F0" w:rsidRPr="003A094E" w:rsidRDefault="009806F0" w:rsidP="00D95159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Revenue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B7D1E3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9FDD3A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9AE01D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38A64B6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46637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62EC21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09794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7EFAC6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67778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C61BB68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5F4931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</w:t>
            </w:r>
            <w:r>
              <w:rPr>
                <w:b/>
                <w:sz w:val="19"/>
                <w:szCs w:val="19"/>
              </w:rPr>
              <w:t>800</w:t>
            </w: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87B06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800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687EDFD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  <w:r>
              <w:rPr>
                <w:b/>
                <w:sz w:val="19"/>
                <w:szCs w:val="19"/>
              </w:rPr>
              <w:t>600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C1B2B7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1,400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F1EBF9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7F692F5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1,400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70C999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6F2D185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3,200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C5C941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6AAEA3C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>
              <w:rPr>
                <w:b/>
                <w:sz w:val="19"/>
                <w:szCs w:val="19"/>
              </w:rPr>
              <w:t>3,200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5E8E780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</w:tr>
      <w:tr w:rsidR="009806F0" w14:paraId="45E78167" w14:textId="77777777" w:rsidTr="0002750F">
        <w:trPr>
          <w:trHeight w:val="185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2D44AA1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  <w:p w14:paraId="153FC94C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</w:tcPr>
          <w:p w14:paraId="4B1A3509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7717E99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1295BC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C074B8D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EEA3C89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B21253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19D99D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2334C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ABA8C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775C96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CBB833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A52A1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B4DC4F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8B4D65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24DEC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9825B65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8F8FE0B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36C95B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7D78E56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7C50C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333024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6EC76C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948CB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9806F0" w14:paraId="79BDA9E7" w14:textId="77777777" w:rsidTr="0002750F">
        <w:trPr>
          <w:trHeight w:val="1176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5D5C3158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  <w:p w14:paraId="34DDF082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160888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F61E8E6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Feldman</w:t>
            </w:r>
            <w:r w:rsidRPr="003A094E">
              <w:rPr>
                <w:b/>
                <w:sz w:val="19"/>
                <w:szCs w:val="19"/>
              </w:rPr>
              <w:t>,</w:t>
            </w:r>
          </w:p>
          <w:p w14:paraId="5A309B3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Withdrawals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BE864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317B8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A5DA771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5ED5E0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3C694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9F16D1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3B23D9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FDB0017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9F5E68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FF56C8F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5528D4E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03BDC8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947055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A63C1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5BA4E0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D12EDF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FFE079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537C64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77D7DAAC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+1</w:t>
            </w:r>
            <w:r>
              <w:rPr>
                <w:b/>
                <w:sz w:val="19"/>
                <w:szCs w:val="19"/>
              </w:rPr>
              <w:t>75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EECEA3A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$1</w:t>
            </w:r>
            <w:r>
              <w:rPr>
                <w:b/>
                <w:sz w:val="19"/>
                <w:szCs w:val="19"/>
              </w:rPr>
              <w:t>75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1E282B8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9806F0" w14:paraId="2148ACCE" w14:textId="77777777" w:rsidTr="0002750F">
        <w:trPr>
          <w:gridBefore w:val="1"/>
          <w:wBefore w:w="316" w:type="dxa"/>
          <w:trHeight w:val="152"/>
          <w:jc w:val="center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C2BF3AF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D3068A6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52B8DB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</w:tcBorders>
            <w:shd w:val="clear" w:color="auto" w:fill="FFFFFF"/>
            <w:textDirection w:val="btLr"/>
            <w:vAlign w:val="center"/>
          </w:tcPr>
          <w:p w14:paraId="72E7433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2D09C01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A1AED9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261AE09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702746BD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2DD1B5D9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13A22F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E5C5578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7479A1D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60F002E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72AB625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33E9172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1028E6FE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C3252E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01A2227C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4411B0FC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75BF8764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4FB9F67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2C305BA4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bottom w:val="nil"/>
            </w:tcBorders>
            <w:shd w:val="clear" w:color="auto" w:fill="FFFFFF"/>
            <w:textDirection w:val="btLr"/>
            <w:vAlign w:val="center"/>
          </w:tcPr>
          <w:p w14:paraId="56386F74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E189CE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8E75CB" w14:paraId="53082360" w14:textId="77777777" w:rsidTr="00243A47">
        <w:trPr>
          <w:trHeight w:val="1045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C1A0E9C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</w:p>
          <w:p w14:paraId="0EAF6438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9A48165" w14:textId="77777777" w:rsidR="008E75CB" w:rsidRPr="003A094E" w:rsidRDefault="008E75CB" w:rsidP="008E75CB">
            <w:pPr>
              <w:shd w:val="clear" w:color="auto" w:fill="FFFFFF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=LIABILITIES+</w:t>
            </w: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370503B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Feldman</w:t>
            </w:r>
            <w:r w:rsidRPr="003A094E">
              <w:rPr>
                <w:b/>
                <w:sz w:val="19"/>
                <w:szCs w:val="19"/>
              </w:rPr>
              <w:t>,</w:t>
            </w:r>
            <w:r w:rsidRPr="003A094E">
              <w:rPr>
                <w:b/>
                <w:sz w:val="19"/>
                <w:szCs w:val="19"/>
              </w:rPr>
              <w:br/>
            </w:r>
            <w:r>
              <w:rPr>
                <w:b/>
                <w:sz w:val="19"/>
                <w:szCs w:val="19"/>
              </w:rPr>
              <w:t>+</w:t>
            </w:r>
            <w:r w:rsidRPr="003A094E">
              <w:rPr>
                <w:b/>
                <w:sz w:val="19"/>
                <w:szCs w:val="19"/>
              </w:rPr>
              <w:t>Capital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66C5F6B" w14:textId="77777777" w:rsidR="008E75CB" w:rsidRPr="003A094E" w:rsidRDefault="008E75CB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</w:t>
            </w: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9560D8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B0F131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E21E3E1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5300AFB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21E34D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19C993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2570CFA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099C756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80F306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BF823A3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97C2B15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8DC309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87FF43A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FC94B9B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86660EF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A192AF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84FF98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604E30A6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2AD469E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$6,000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C7AEDF8" w14:textId="77777777" w:rsidR="008E75CB" w:rsidRPr="003A094E" w:rsidRDefault="008E75CB" w:rsidP="00426A04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>
              <w:rPr>
                <w:b/>
                <w:sz w:val="19"/>
                <w:szCs w:val="19"/>
              </w:rPr>
              <w:t>8,725</w:t>
            </w:r>
          </w:p>
        </w:tc>
      </w:tr>
      <w:tr w:rsidR="008E75CB" w14:paraId="3AD53FD9" w14:textId="77777777" w:rsidTr="0002750F">
        <w:trPr>
          <w:trHeight w:val="167"/>
          <w:jc w:val="center"/>
        </w:trPr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extDirection w:val="btLr"/>
          </w:tcPr>
          <w:p w14:paraId="7A42035F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SMITH COMPUTER CENTER</w:t>
            </w:r>
          </w:p>
          <w:p w14:paraId="51884A1F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749075C7" w14:textId="77777777" w:rsidR="008E75CB" w:rsidRPr="003A094E" w:rsidRDefault="008E75CB" w:rsidP="008E75CB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6503506C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  <w:p w14:paraId="4B312643" w14:textId="77777777" w:rsidR="008E75CB" w:rsidRDefault="008E75CB" w:rsidP="00243A47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Accounts</w:t>
            </w:r>
          </w:p>
          <w:p w14:paraId="3795A8D0" w14:textId="77777777" w:rsidR="008E75CB" w:rsidRPr="003A094E" w:rsidRDefault="008E75CB" w:rsidP="00243A47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</w:t>
            </w:r>
            <w:r w:rsidRPr="003A094E">
              <w:rPr>
                <w:b/>
                <w:sz w:val="19"/>
                <w:szCs w:val="19"/>
              </w:rPr>
              <w:t>ayable</w:t>
            </w:r>
            <w:r>
              <w:rPr>
                <w:b/>
                <w:sz w:val="19"/>
                <w:szCs w:val="19"/>
              </w:rPr>
              <w:t xml:space="preserve">   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37A108D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D9B4A8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6F47D2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C721F34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23E628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416552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CD8DDFE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6C945FE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8F10B2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8033F6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2564028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1E81C92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9CBEF1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55FC56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5BE78D0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72D89EC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910EBB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92FA22C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36D51E5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</w:tcBorders>
            <w:shd w:val="clear" w:color="auto" w:fill="FFFFFF"/>
            <w:textDirection w:val="btLr"/>
            <w:vAlign w:val="center"/>
          </w:tcPr>
          <w:p w14:paraId="63EB84D9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5D545DAF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  <w:p w14:paraId="089AEF26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8E75CB" w14:paraId="1A82923D" w14:textId="77777777" w:rsidTr="00A5398B">
        <w:trPr>
          <w:trHeight w:val="855"/>
          <w:jc w:val="center"/>
        </w:trPr>
        <w:tc>
          <w:tcPr>
            <w:tcW w:w="704" w:type="dxa"/>
            <w:gridSpan w:val="2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21FF46C5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94AAC5C" w14:textId="77777777" w:rsidR="008E75CB" w:rsidRPr="003A094E" w:rsidRDefault="008E75CB" w:rsidP="008E75CB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0C3397D" w14:textId="77777777" w:rsidR="008E75CB" w:rsidRPr="003A094E" w:rsidRDefault="008E75CB" w:rsidP="00243A47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C8131BF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5E5537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4F7D6F3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2FE1C6B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994FD2E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C18C0D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26AD5B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DD565B5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EABAEF0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631363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2EBB3E1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607C55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B8E8832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0BC34C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C503258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  <w:r>
              <w:rPr>
                <w:b/>
                <w:sz w:val="19"/>
                <w:szCs w:val="19"/>
              </w:rPr>
              <w:t>75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A83DD9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275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598C9D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6745A9E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275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18C55BB5" w14:textId="77777777" w:rsidR="008E75CB" w:rsidRPr="003A094E" w:rsidRDefault="008E75CB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665BEF57" w14:textId="77777777" w:rsidR="008E75CB" w:rsidRPr="003A094E" w:rsidRDefault="008E75CB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>
              <w:rPr>
                <w:b/>
                <w:sz w:val="19"/>
                <w:szCs w:val="19"/>
              </w:rPr>
              <w:t>275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6FF9CC79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  <w:p w14:paraId="5D261F10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8E75CB" w14:paraId="3937B025" w14:textId="77777777" w:rsidTr="00A5398B">
        <w:trPr>
          <w:trHeight w:val="167"/>
          <w:jc w:val="center"/>
        </w:trPr>
        <w:tc>
          <w:tcPr>
            <w:tcW w:w="704" w:type="dxa"/>
            <w:gridSpan w:val="2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1E30F771" w14:textId="77777777" w:rsidR="008E75CB" w:rsidRPr="003A094E" w:rsidRDefault="008E75CB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57917640" w14:textId="77777777" w:rsidR="008E75CB" w:rsidRPr="003A094E" w:rsidRDefault="008E75CB" w:rsidP="008E75CB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2726B0B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A8126C9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7B9EA2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258B1C2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A8464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59CF3B9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13EE98F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92D542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0C3BAA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59C345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3A5181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9A0504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2BF626A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2F4EED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8F3D2CE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CEB1AA7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26A4F36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36D9C96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F1D1BC0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ABE9F38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EEF499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2A4F78" w14:textId="77777777" w:rsidR="008E75CB" w:rsidRPr="003A094E" w:rsidRDefault="008E75CB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=</w:t>
            </w:r>
          </w:p>
        </w:tc>
      </w:tr>
      <w:tr w:rsidR="009806F0" w14:paraId="558726A2" w14:textId="77777777" w:rsidTr="0002750F">
        <w:trPr>
          <w:trHeight w:val="1132"/>
          <w:jc w:val="center"/>
        </w:trPr>
        <w:tc>
          <w:tcPr>
            <w:tcW w:w="704" w:type="dxa"/>
            <w:gridSpan w:val="2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286D5788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05C3B8F4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09B132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Office</w:t>
            </w:r>
          </w:p>
          <w:p w14:paraId="18398C18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Equipment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2C0238C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209FD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EA160EA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0FA801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AD14A4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</w:t>
            </w: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FDAF18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C330B8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4F0646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B0948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03FDF6F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D6B629D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BB31134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A7CE8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AA2A2B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2207E67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9DF388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D94987F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8AB3625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5B492CF0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214DEB00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453D237C" w14:textId="77777777" w:rsidR="009806F0" w:rsidRPr="003A094E" w:rsidRDefault="009806F0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>
              <w:rPr>
                <w:b/>
                <w:sz w:val="19"/>
                <w:szCs w:val="19"/>
              </w:rPr>
              <w:t>8,725</w:t>
            </w:r>
          </w:p>
        </w:tc>
      </w:tr>
      <w:tr w:rsidR="009806F0" w14:paraId="215AE0F8" w14:textId="77777777" w:rsidTr="0002750F">
        <w:trPr>
          <w:trHeight w:val="193"/>
          <w:jc w:val="center"/>
        </w:trPr>
        <w:tc>
          <w:tcPr>
            <w:tcW w:w="704" w:type="dxa"/>
            <w:gridSpan w:val="2"/>
            <w:vMerge/>
            <w:tcBorders>
              <w:left w:val="nil"/>
              <w:right w:val="nil"/>
            </w:tcBorders>
            <w:shd w:val="clear" w:color="auto" w:fill="FFFFFF"/>
            <w:textDirection w:val="btLr"/>
          </w:tcPr>
          <w:p w14:paraId="3CE205D8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6070603" w14:textId="77777777" w:rsidR="009806F0" w:rsidRPr="003A094E" w:rsidRDefault="009806F0" w:rsidP="00243A47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    </w:t>
            </w: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67E731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10FBB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95593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68CACF6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DD41743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C8D312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FA41191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442C47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76D195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953133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3165B17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BB136E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8951D6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B96F50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438DC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FA23D24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E107CF8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9972FB5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80DDEBE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26C40A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3B8322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7227E7B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9806F0" w14:paraId="7887D8DA" w14:textId="77777777" w:rsidTr="0002750F">
        <w:trPr>
          <w:trHeight w:val="1647"/>
          <w:jc w:val="center"/>
        </w:trPr>
        <w:tc>
          <w:tcPr>
            <w:tcW w:w="70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6754AFC" w14:textId="77777777" w:rsidR="009806F0" w:rsidRPr="003A094E" w:rsidRDefault="009806F0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CCA649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0B80B8F0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Computer</w:t>
            </w:r>
          </w:p>
          <w:p w14:paraId="644393BF" w14:textId="77777777" w:rsidR="009806F0" w:rsidRPr="003A094E" w:rsidRDefault="009806F0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Shop Equipment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87E7F2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BD9F56B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3A90727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684319F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8705B0F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620E10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1C25DD1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960B3F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3A2E14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60685F7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34E2043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738616A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8FDE665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F7C5DBA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24626B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BE05F0A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9AAD700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A070912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3AF3CADC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35BA332A" w14:textId="77777777" w:rsidR="009806F0" w:rsidRPr="003A094E" w:rsidRDefault="009806F0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$1,</w:t>
            </w:r>
            <w:r>
              <w:rPr>
                <w:b/>
                <w:sz w:val="19"/>
                <w:szCs w:val="19"/>
              </w:rPr>
              <w:t>8</w:t>
            </w:r>
            <w:r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349928C" w14:textId="77777777" w:rsidR="009806F0" w:rsidRPr="003A094E" w:rsidRDefault="009806F0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</w:tr>
      <w:tr w:rsidR="006C5335" w14:paraId="5580C3B5" w14:textId="77777777">
        <w:trPr>
          <w:trHeight w:val="209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0E9714CA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55054AF2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4718FD4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4B9850E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C323204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CB5ABAE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087FF29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54B6A4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8EF76E3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5B0BCF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84EACD7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D49B52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FB6AAF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C8FEB3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2DFEB60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3558D41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418C61D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7515A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CCC70A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5FCB1E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A41107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D220F4F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B20E4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FD9DB8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73C7DD46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6C5335" w14:paraId="739596E9" w14:textId="77777777" w:rsidTr="00243A47">
        <w:trPr>
          <w:trHeight w:val="1020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47E0EB91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1AB9FA56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6BC574D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ASSETS</w:t>
            </w: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1120D791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Supplies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FA9FA2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CAC80B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691EB1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1CB5E31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1E95B3E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05DFA0A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04E4B64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+$</w:t>
            </w:r>
            <w:r w:rsidR="00426A04" w:rsidRPr="003A094E">
              <w:rPr>
                <w:b/>
                <w:sz w:val="19"/>
                <w:szCs w:val="19"/>
              </w:rPr>
              <w:t>2</w:t>
            </w:r>
            <w:r w:rsidR="00426A04">
              <w:rPr>
                <w:b/>
                <w:sz w:val="19"/>
                <w:szCs w:val="19"/>
              </w:rPr>
              <w:t>0</w:t>
            </w:r>
            <w:r w:rsidR="00426A04"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6AF328A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32B198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5D40FC8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6E0D00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F58C53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A14FF08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2889633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F6D029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39C8020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EC2431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353A1A" w14:textId="77777777" w:rsidR="009E366C" w:rsidRPr="003A094E" w:rsidRDefault="00426A04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2</w:t>
            </w:r>
            <w:r>
              <w:rPr>
                <w:b/>
                <w:sz w:val="19"/>
                <w:szCs w:val="19"/>
              </w:rPr>
              <w:t>0</w:t>
            </w:r>
            <w:r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5802CA2A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E129B79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</w:t>
            </w:r>
            <w:r w:rsidR="00426A04" w:rsidRPr="003A094E">
              <w:rPr>
                <w:b/>
                <w:sz w:val="19"/>
                <w:szCs w:val="19"/>
              </w:rPr>
              <w:t>2</w:t>
            </w:r>
            <w:r w:rsidR="00426A04">
              <w:rPr>
                <w:b/>
                <w:sz w:val="19"/>
                <w:szCs w:val="19"/>
              </w:rPr>
              <w:t>0</w:t>
            </w:r>
            <w:r w:rsidR="00426A04"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AE37894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</w:tr>
      <w:tr w:rsidR="006C5335" w14:paraId="34BAA90A" w14:textId="77777777">
        <w:trPr>
          <w:trHeight w:val="226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4CCB5DFB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30E15168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</w:tcPr>
          <w:p w14:paraId="4EFCD9D9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553E3638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4EB2DAC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E7F2B34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FA944D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BC34CA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E60FE0E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9FF594B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41175E6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CE4E8BA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4C0D7D3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524929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189BFF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6256A1D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464CAA1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9BE5223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4561E5C7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57B8CDB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7B80DAA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1AF1111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D29937F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2F0C377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02B7CEC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6083A0BF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6C5335" w14:paraId="0BA6F559" w14:textId="77777777" w:rsidTr="00243A47">
        <w:trPr>
          <w:trHeight w:val="855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77F3B374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5B386CA3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</w:tcPr>
          <w:p w14:paraId="1EACA107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5FAA4E07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23803D22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Cash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B60BFC" w14:textId="77777777" w:rsidR="009E366C" w:rsidRPr="003A094E" w:rsidRDefault="00243A47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+$6,000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F672BA" w14:textId="77777777" w:rsidR="009E366C" w:rsidRPr="003A094E" w:rsidRDefault="00FA3C82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6,000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9C1B8B" w14:textId="77777777" w:rsidR="009E366C" w:rsidRPr="003A094E" w:rsidRDefault="009E366C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–1,</w:t>
            </w:r>
            <w:r w:rsidR="00FA3C82">
              <w:rPr>
                <w:b/>
                <w:sz w:val="19"/>
                <w:szCs w:val="19"/>
              </w:rPr>
              <w:t>8</w:t>
            </w:r>
            <w:r w:rsidR="00FA3C82"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3D97265" w14:textId="77777777" w:rsidR="009E366C" w:rsidRPr="003A094E" w:rsidRDefault="00FA3C82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4,200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80670CC" w14:textId="77777777" w:rsidR="009E366C" w:rsidRPr="003A094E" w:rsidRDefault="009E366C" w:rsidP="00FA3C82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  <w:r w:rsidR="00FA3C82">
              <w:rPr>
                <w:b/>
                <w:sz w:val="19"/>
                <w:szCs w:val="19"/>
              </w:rPr>
              <w:t>3,300</w:t>
            </w: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220F5D" w14:textId="77777777" w:rsidR="009E366C" w:rsidRPr="003A094E" w:rsidRDefault="00FA3C82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900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B420AE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4566809" w14:textId="77777777" w:rsidR="009E366C" w:rsidRPr="003A094E" w:rsidRDefault="00FA3C82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900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1E1FD48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–</w:t>
            </w:r>
            <w:r w:rsidR="00426A04">
              <w:rPr>
                <w:b/>
                <w:sz w:val="19"/>
                <w:szCs w:val="19"/>
              </w:rPr>
              <w:t>5</w:t>
            </w:r>
            <w:r w:rsidR="00426A04"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5BE8F19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A8460B0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  <w:r w:rsidR="00426A04">
              <w:rPr>
                <w:b/>
                <w:sz w:val="19"/>
                <w:szCs w:val="19"/>
              </w:rPr>
              <w:t>80</w:t>
            </w:r>
            <w:r w:rsidR="00426A04"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37E1907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1,200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792FA43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</w:t>
            </w:r>
            <w:r w:rsidR="00426A04">
              <w:rPr>
                <w:b/>
                <w:sz w:val="19"/>
                <w:szCs w:val="19"/>
              </w:rPr>
              <w:t>6</w:t>
            </w:r>
            <w:r w:rsidR="00426A04"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C979236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1,800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DD11275" w14:textId="77777777" w:rsidR="009E366C" w:rsidRPr="003A094E" w:rsidRDefault="009E366C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8BE017A" w14:textId="77777777" w:rsidR="009E366C" w:rsidRPr="003A094E" w:rsidRDefault="00426A04" w:rsidP="00783335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1,800</w:t>
            </w:r>
          </w:p>
        </w:tc>
        <w:tc>
          <w:tcPr>
            <w:tcW w:w="31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C4B593E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+1,</w:t>
            </w:r>
            <w:r w:rsidR="00426A04">
              <w:rPr>
                <w:b/>
                <w:sz w:val="19"/>
                <w:szCs w:val="19"/>
              </w:rPr>
              <w:t>8</w:t>
            </w:r>
            <w:r w:rsidR="00426A04" w:rsidRPr="003A094E">
              <w:rPr>
                <w:b/>
                <w:sz w:val="19"/>
                <w:szCs w:val="19"/>
              </w:rPr>
              <w:t>00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1AB9B01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3,</w:t>
            </w:r>
            <w:r w:rsidR="00426A04">
              <w:rPr>
                <w:b/>
                <w:sz w:val="19"/>
                <w:szCs w:val="19"/>
              </w:rPr>
              <w:t>60</w:t>
            </w:r>
            <w:r w:rsidR="00426A04" w:rsidRPr="003A094E">
              <w:rPr>
                <w:b/>
                <w:sz w:val="19"/>
                <w:szCs w:val="19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5F665C63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–</w:t>
            </w:r>
            <w:r w:rsidR="00426A04">
              <w:rPr>
                <w:b/>
                <w:bCs/>
                <w:sz w:val="19"/>
                <w:szCs w:val="19"/>
              </w:rPr>
              <w:t>175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14:paraId="74F338E0" w14:textId="77777777" w:rsidR="009E366C" w:rsidRPr="003A094E" w:rsidRDefault="009E366C" w:rsidP="00426A04">
            <w:pPr>
              <w:shd w:val="clear" w:color="auto" w:fill="FFFFFF"/>
              <w:jc w:val="right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$3,</w:t>
            </w:r>
            <w:r w:rsidR="00426A04">
              <w:rPr>
                <w:b/>
                <w:sz w:val="19"/>
                <w:szCs w:val="19"/>
              </w:rPr>
              <w:t>425</w:t>
            </w:r>
          </w:p>
        </w:tc>
        <w:tc>
          <w:tcPr>
            <w:tcW w:w="347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14:paraId="31D9CD55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</w:tr>
      <w:tr w:rsidR="006C5335" w14:paraId="69BBDFE3" w14:textId="77777777">
        <w:trPr>
          <w:trHeight w:val="1381"/>
          <w:jc w:val="center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1F1F050A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  <w:p w14:paraId="041122D5" w14:textId="77777777" w:rsidR="009E366C" w:rsidRPr="003A094E" w:rsidRDefault="009E366C" w:rsidP="00783335">
            <w:pPr>
              <w:rPr>
                <w:b/>
                <w:sz w:val="19"/>
                <w:szCs w:val="19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207202D3" w14:textId="77777777" w:rsidR="009E366C" w:rsidRPr="003A094E" w:rsidRDefault="009E366C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  <w:tc>
          <w:tcPr>
            <w:tcW w:w="82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bottom"/>
          </w:tcPr>
          <w:p w14:paraId="50E30A08" w14:textId="77777777" w:rsidR="009E366C" w:rsidRPr="003A094E" w:rsidRDefault="009E366C" w:rsidP="00783335">
            <w:pPr>
              <w:shd w:val="clear" w:color="auto" w:fill="FFFFFF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104A348" w14:textId="77777777" w:rsidR="009E366C" w:rsidRPr="003A094E" w:rsidRDefault="00603B96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a</w:t>
            </w:r>
            <w:r w:rsidR="009E366C" w:rsidRPr="003A094E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9F8DAD9" w14:textId="77777777" w:rsidR="009E366C" w:rsidRPr="003A094E" w:rsidRDefault="009E366C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BALANCE</w:t>
            </w:r>
          </w:p>
        </w:tc>
        <w:tc>
          <w:tcPr>
            <w:tcW w:w="3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AF07A90" w14:textId="77777777" w:rsidR="009E366C" w:rsidRPr="003A094E" w:rsidRDefault="00603B96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b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9AEE4E" w14:textId="77777777" w:rsidR="009E366C" w:rsidRPr="003A094E" w:rsidRDefault="009E366C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  <w:r w:rsidRPr="003A094E">
              <w:rPr>
                <w:b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0B51A40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c.</w:t>
            </w:r>
          </w:p>
        </w:tc>
        <w:tc>
          <w:tcPr>
            <w:tcW w:w="347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EBCE317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F60BB08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CF3D4EE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13CA30D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e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E47F579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9A1154D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f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47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3BAE57F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3402E74B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g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6E6FFDE3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96BDEE8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h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A53446C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31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774AA6C" w14:textId="77777777" w:rsidR="009E366C" w:rsidRPr="003A094E" w:rsidRDefault="00603B96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</w:t>
            </w:r>
            <w:r w:rsidR="009E366C" w:rsidRPr="003A094E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3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1BA93C7" w14:textId="77777777" w:rsidR="009E366C" w:rsidRPr="003A094E" w:rsidRDefault="009E366C" w:rsidP="00783335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BALANCE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0DC40905" w14:textId="77777777" w:rsidR="009E366C" w:rsidRPr="003A094E" w:rsidRDefault="00603B96" w:rsidP="00603B96">
            <w:pPr>
              <w:shd w:val="clear" w:color="auto" w:fill="FFFFFF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j.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  <w:textDirection w:val="btLr"/>
            <w:vAlign w:val="center"/>
          </w:tcPr>
          <w:p w14:paraId="349AC27C" w14:textId="77777777" w:rsidR="009E366C" w:rsidRPr="003A094E" w:rsidRDefault="009E366C" w:rsidP="00783335">
            <w:pPr>
              <w:shd w:val="clear" w:color="auto" w:fill="FFFFFF"/>
              <w:spacing w:line="240" w:lineRule="atLeast"/>
              <w:rPr>
                <w:b/>
                <w:bCs/>
                <w:w w:val="90"/>
                <w:sz w:val="19"/>
                <w:szCs w:val="19"/>
              </w:rPr>
            </w:pPr>
            <w:r w:rsidRPr="003A094E">
              <w:rPr>
                <w:b/>
                <w:bCs/>
                <w:sz w:val="19"/>
                <w:szCs w:val="19"/>
              </w:rPr>
              <w:t>END BALANCE</w:t>
            </w:r>
          </w:p>
        </w:tc>
        <w:tc>
          <w:tcPr>
            <w:tcW w:w="34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  <w:textDirection w:val="btLr"/>
          </w:tcPr>
          <w:p w14:paraId="3023D555" w14:textId="77777777" w:rsidR="009E366C" w:rsidRPr="003A094E" w:rsidRDefault="009E366C" w:rsidP="00783335">
            <w:pPr>
              <w:shd w:val="clear" w:color="auto" w:fill="FFFFFF"/>
              <w:rPr>
                <w:b/>
                <w:sz w:val="19"/>
                <w:szCs w:val="19"/>
              </w:rPr>
            </w:pPr>
          </w:p>
        </w:tc>
      </w:tr>
    </w:tbl>
    <w:p w14:paraId="678908A4" w14:textId="77777777" w:rsidR="00554ABD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p w14:paraId="0F1D5B1D" w14:textId="77777777" w:rsidR="00554ABD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p w14:paraId="743D31B6" w14:textId="77777777" w:rsidR="00554ABD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p w14:paraId="6AA90C93" w14:textId="77777777" w:rsidR="00554ABD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p w14:paraId="72544E2C" w14:textId="77777777" w:rsidR="00554ABD" w:rsidRPr="00F46BAE" w:rsidRDefault="00F21573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SMITH</w:t>
      </w:r>
      <w:r w:rsidRPr="00F46BAE">
        <w:rPr>
          <w:b/>
          <w:sz w:val="22"/>
          <w:szCs w:val="22"/>
          <w:lang w:val="en-US"/>
        </w:rPr>
        <w:t xml:space="preserve"> </w:t>
      </w:r>
      <w:r w:rsidR="00554ABD" w:rsidRPr="00F46BAE">
        <w:rPr>
          <w:b/>
          <w:sz w:val="22"/>
          <w:szCs w:val="22"/>
          <w:lang w:val="en-US"/>
        </w:rPr>
        <w:t xml:space="preserve">COMPUTER CENTER </w:t>
      </w:r>
    </w:p>
    <w:p w14:paraId="2747E7F8" w14:textId="77777777" w:rsidR="00554ABD" w:rsidRPr="00F46BAE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F46BAE">
        <w:rPr>
          <w:b/>
          <w:sz w:val="22"/>
          <w:szCs w:val="22"/>
          <w:lang w:val="en-US"/>
        </w:rPr>
        <w:t xml:space="preserve">INCOME STATEMENT </w:t>
      </w:r>
    </w:p>
    <w:p w14:paraId="0C9AE3D9" w14:textId="77777777" w:rsidR="00554ABD" w:rsidRPr="00F46BAE" w:rsidRDefault="00554ABD" w:rsidP="00554ABD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F46BAE">
        <w:rPr>
          <w:b/>
          <w:sz w:val="22"/>
          <w:szCs w:val="22"/>
          <w:lang w:val="en-US"/>
        </w:rPr>
        <w:t>FOR</w:t>
      </w:r>
      <w:r>
        <w:rPr>
          <w:b/>
          <w:sz w:val="22"/>
          <w:szCs w:val="22"/>
          <w:lang w:val="en-US"/>
        </w:rPr>
        <w:t xml:space="preserve"> </w:t>
      </w:r>
      <w:r w:rsidRPr="00F46BAE">
        <w:rPr>
          <w:b/>
          <w:sz w:val="22"/>
          <w:szCs w:val="22"/>
          <w:lang w:val="en-US"/>
        </w:rPr>
        <w:t>THE MONTH ENDED JULY 31, 20</w:t>
      </w:r>
      <w:r w:rsidR="00275276">
        <w:rPr>
          <w:b/>
          <w:sz w:val="22"/>
          <w:szCs w:val="22"/>
          <w:lang w:val="en-US"/>
        </w:rPr>
        <w:t>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0"/>
        <w:gridCol w:w="538"/>
        <w:gridCol w:w="272"/>
        <w:gridCol w:w="272"/>
        <w:gridCol w:w="272"/>
        <w:gridCol w:w="513"/>
        <w:gridCol w:w="548"/>
        <w:gridCol w:w="272"/>
        <w:gridCol w:w="272"/>
        <w:gridCol w:w="272"/>
        <w:gridCol w:w="499"/>
      </w:tblGrid>
      <w:tr w:rsidR="00554ABD" w:rsidRPr="00B37C90" w14:paraId="0AEE1270" w14:textId="77777777">
        <w:trPr>
          <w:trHeight w:val="288"/>
          <w:jc w:val="center"/>
        </w:trPr>
        <w:tc>
          <w:tcPr>
            <w:tcW w:w="563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D23ABA3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Revenue:</w:t>
            </w:r>
          </w:p>
        </w:tc>
        <w:tc>
          <w:tcPr>
            <w:tcW w:w="53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C7C61B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D4042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57063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95FE1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74276BA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BD18F6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6D6A9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5B10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34B2F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C2316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6AD45686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A461A3E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Service Revenue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69A84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9408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E20C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9BB3E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2508CD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6EBBD" w14:textId="77777777" w:rsidR="00554ABD" w:rsidRPr="00B37C90" w:rsidRDefault="00554ABD" w:rsidP="00F21573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  <w:r w:rsidR="00F21573">
              <w:rPr>
                <w:b/>
                <w:lang w:val="en-US"/>
              </w:rPr>
              <w:t>3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EAC3F" w14:textId="77777777" w:rsidR="00554ABD" w:rsidRPr="00B37C90" w:rsidRDefault="00F21573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2A6A9" w14:textId="77777777" w:rsidR="00554ABD" w:rsidRPr="00B37C90" w:rsidRDefault="00F21573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D60569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E6DDB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</w:tr>
      <w:tr w:rsidR="00554ABD" w:rsidRPr="00B37C90" w14:paraId="1C0EA9E7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F08307D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39152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EC9E9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C7CD2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9D2AB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07D026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D11C4A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72B4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4CDB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D3B2E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840DB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58081365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998D1E4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Operating Expenses: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B902E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B1212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08DE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61E45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F81A14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14885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04FE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C5E48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DDBF5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01C5A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0EDC7591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8DCFC55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Rent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C91F4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C18478" w14:textId="77777777" w:rsidR="00554ABD" w:rsidRPr="00B37C90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3A06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2C3FD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9AFBF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C03F2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38A4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1D31E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0FDF1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EDE7A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448C4553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A97003C" w14:textId="77777777" w:rsidR="00554ABD" w:rsidRPr="00B37C90" w:rsidRDefault="00EA5BB0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Utilities</w:t>
            </w:r>
            <w:r w:rsidR="00554ABD" w:rsidRPr="00B37C90">
              <w:rPr>
                <w:b/>
                <w:lang w:val="en-US"/>
              </w:rPr>
              <w:t xml:space="preserve"> Expense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F0DF5A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B56C9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2CD98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660EA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14D96C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9E364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4D712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BBDD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7F5F1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70AC3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75BC334A" w14:textId="77777777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4C5E96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Total Operating Expenses</w:t>
            </w:r>
          </w:p>
        </w:tc>
        <w:tc>
          <w:tcPr>
            <w:tcW w:w="53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D58DB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B5F0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6A7C4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2F2BC8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AF45A9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310527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8728E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F6476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C0DE98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C4674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</w:tr>
      <w:tr w:rsidR="00554ABD" w:rsidRPr="00B37C90" w14:paraId="71C76B3E" w14:textId="77777777" w:rsidTr="00954716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0885CF" w14:textId="77777777" w:rsidR="00554ABD" w:rsidRPr="00B37C90" w:rsidRDefault="00554ABD" w:rsidP="00783335">
            <w:pPr>
              <w:shd w:val="clear" w:color="auto" w:fill="FFFFFF"/>
              <w:ind w:left="260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Net Income</w:t>
            </w: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022DA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DC57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AC6A6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79B50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42374D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4609BD" w14:textId="77777777" w:rsidR="00554ABD" w:rsidRPr="00B37C90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  <w:r w:rsidR="00B10321"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062E4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E8665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4681B2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5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EA5B90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</w:tr>
      <w:tr w:rsidR="00554ABD" w:rsidRPr="00B37C90" w14:paraId="70E49C95" w14:textId="77777777" w:rsidTr="00954716">
        <w:trPr>
          <w:trHeight w:val="288"/>
          <w:jc w:val="center"/>
        </w:trPr>
        <w:tc>
          <w:tcPr>
            <w:tcW w:w="563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0A6A11C1" w14:textId="77777777" w:rsidR="00554ABD" w:rsidRPr="00B37C90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37BFB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224C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9853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494FA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582638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48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304CE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2986D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E600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D6722A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99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E680B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0D57F180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01D8683C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66238A21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7C770701" w14:textId="77777777" w:rsidR="00554ABD" w:rsidRPr="00F46BAE" w:rsidRDefault="00F21573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SMITH</w:t>
      </w:r>
      <w:r w:rsidRPr="00F46BAE">
        <w:rPr>
          <w:b/>
          <w:sz w:val="22"/>
          <w:szCs w:val="22"/>
          <w:lang w:val="en-US"/>
        </w:rPr>
        <w:t xml:space="preserve"> </w:t>
      </w:r>
      <w:r w:rsidR="00554ABD" w:rsidRPr="00F46BAE">
        <w:rPr>
          <w:b/>
          <w:sz w:val="22"/>
          <w:szCs w:val="22"/>
          <w:lang w:val="en-US"/>
        </w:rPr>
        <w:t xml:space="preserve">COMPUTER CENTER </w:t>
      </w:r>
    </w:p>
    <w:p w14:paraId="7D549B3C" w14:textId="77777777" w:rsidR="00554ABD" w:rsidRPr="00F46BAE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F46BAE">
        <w:rPr>
          <w:b/>
          <w:sz w:val="22"/>
          <w:szCs w:val="22"/>
          <w:lang w:val="en-US"/>
        </w:rPr>
        <w:t xml:space="preserve">STATEMENT OF OWNER'S EQUITY </w:t>
      </w:r>
    </w:p>
    <w:p w14:paraId="31D43FF6" w14:textId="77777777" w:rsidR="00554ABD" w:rsidRPr="00F46BAE" w:rsidRDefault="00554ABD" w:rsidP="00554ABD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F46BAE">
        <w:rPr>
          <w:b/>
          <w:sz w:val="22"/>
          <w:szCs w:val="22"/>
          <w:lang w:val="en-US"/>
        </w:rPr>
        <w:t>FOR MONTH ENDED JULY 31, 20</w:t>
      </w:r>
      <w:r w:rsidR="00275276">
        <w:rPr>
          <w:b/>
          <w:sz w:val="22"/>
          <w:szCs w:val="22"/>
          <w:lang w:val="en-US"/>
        </w:rPr>
        <w:t>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6"/>
        <w:gridCol w:w="535"/>
        <w:gridCol w:w="272"/>
        <w:gridCol w:w="273"/>
        <w:gridCol w:w="273"/>
        <w:gridCol w:w="511"/>
        <w:gridCol w:w="551"/>
        <w:gridCol w:w="270"/>
        <w:gridCol w:w="271"/>
        <w:gridCol w:w="271"/>
        <w:gridCol w:w="527"/>
      </w:tblGrid>
      <w:tr w:rsidR="00D62329" w:rsidRPr="00B37C90" w14:paraId="499317D5" w14:textId="77777777" w:rsidTr="00B174FB">
        <w:trPr>
          <w:trHeight w:val="216"/>
          <w:jc w:val="center"/>
        </w:trPr>
        <w:tc>
          <w:tcPr>
            <w:tcW w:w="5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6A6A140" w14:textId="77777777" w:rsidR="00D62329" w:rsidRPr="009D24FE" w:rsidRDefault="00D62329" w:rsidP="00B174FB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B37C90">
              <w:rPr>
                <w:b/>
                <w:lang w:val="en-US"/>
              </w:rPr>
              <w:t>T. F</w:t>
            </w:r>
            <w:r>
              <w:rPr>
                <w:b/>
                <w:lang w:val="en-US"/>
              </w:rPr>
              <w:t>eldman</w:t>
            </w:r>
            <w:r w:rsidRPr="00B37C90">
              <w:rPr>
                <w:b/>
                <w:lang w:val="en-US"/>
              </w:rPr>
              <w:t>, Capital, July 1, 20</w:t>
            </w:r>
            <w:r>
              <w:rPr>
                <w:b/>
                <w:lang w:val="en-US"/>
              </w:rPr>
              <w:t>1X</w:t>
            </w:r>
          </w:p>
        </w:tc>
        <w:tc>
          <w:tcPr>
            <w:tcW w:w="535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84E8C5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E2A335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C19B2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929BA8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96A3547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51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8AB5F0" w14:textId="77777777" w:rsidR="00D62329" w:rsidRPr="00B37C90" w:rsidRDefault="00B174FB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$</w:t>
            </w: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72AD86" w14:textId="77777777" w:rsidR="00D62329" w:rsidRPr="00B37C90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77D8C0" w14:textId="77777777" w:rsidR="00D62329" w:rsidRPr="00B37C90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C32D3F" w14:textId="77777777" w:rsidR="00D62329" w:rsidRPr="00B37C90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5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AB8827" w14:textId="77777777" w:rsidR="00D62329" w:rsidRPr="00B37C90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00</w:t>
            </w:r>
          </w:p>
        </w:tc>
      </w:tr>
      <w:tr w:rsidR="00D62329" w:rsidRPr="00B37C90" w14:paraId="7EE721D6" w14:textId="77777777" w:rsidTr="00B174FB">
        <w:trPr>
          <w:trHeight w:val="315"/>
          <w:jc w:val="center"/>
        </w:trPr>
        <w:tc>
          <w:tcPr>
            <w:tcW w:w="5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B063427" w14:textId="77777777" w:rsidR="00D62329" w:rsidRDefault="00B174FB" w:rsidP="00F21573">
            <w:pPr>
              <w:shd w:val="clear" w:color="auto" w:fill="FFFFFF"/>
              <w:ind w:left="288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Investment for July</w:t>
            </w:r>
          </w:p>
        </w:tc>
        <w:tc>
          <w:tcPr>
            <w:tcW w:w="5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0B739E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F37C2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AF2A2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D6AEC91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026DF7" w14:textId="77777777" w:rsidR="00D62329" w:rsidRPr="009D24FE" w:rsidRDefault="00D62329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4156CD" w14:textId="77777777" w:rsidR="00D62329" w:rsidRDefault="00B174FB" w:rsidP="00A61349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ABC78B" w14:textId="77777777" w:rsidR="00D62329" w:rsidRDefault="00B174FB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130DDD" w14:textId="77777777" w:rsidR="00D62329" w:rsidRDefault="00B174FB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07C67B" w14:textId="77777777" w:rsidR="00D62329" w:rsidRDefault="00B174FB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562571" w14:textId="77777777" w:rsidR="00D62329" w:rsidRDefault="00B174FB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00</w:t>
            </w:r>
          </w:p>
        </w:tc>
      </w:tr>
      <w:tr w:rsidR="00A61349" w:rsidRPr="00B37C90" w14:paraId="22868D1F" w14:textId="77777777" w:rsidTr="00B174FB">
        <w:trPr>
          <w:trHeight w:val="288"/>
          <w:jc w:val="center"/>
        </w:trPr>
        <w:tc>
          <w:tcPr>
            <w:tcW w:w="560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09FB04" w14:textId="77777777" w:rsidR="00A61349" w:rsidRPr="00B37C90" w:rsidRDefault="00A61349" w:rsidP="00783335">
            <w:pPr>
              <w:shd w:val="clear" w:color="auto" w:fill="FFFFFF"/>
              <w:ind w:left="288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 investment for July</w:t>
            </w:r>
          </w:p>
        </w:tc>
        <w:tc>
          <w:tcPr>
            <w:tcW w:w="53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EF8E11" w14:textId="77777777" w:rsidR="00A61349" w:rsidRPr="00B37C90" w:rsidRDefault="00A61349" w:rsidP="00B10321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9CBD6" w14:textId="77777777" w:rsidR="00A61349" w:rsidRDefault="00A61349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DAA47" w14:textId="77777777" w:rsidR="00A61349" w:rsidRDefault="00A61349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FA6852" w14:textId="77777777" w:rsidR="00A61349" w:rsidRPr="00B37C90" w:rsidRDefault="00A61349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80D573" w14:textId="77777777" w:rsidR="00A61349" w:rsidRPr="00B37C90" w:rsidRDefault="00A61349" w:rsidP="00783335">
            <w:pPr>
              <w:shd w:val="clear" w:color="auto" w:fill="FFFFFF"/>
              <w:jc w:val="center"/>
              <w:rPr>
                <w:b/>
                <w:lang w:val="en-US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D897771" w14:textId="77777777" w:rsidR="00A61349" w:rsidRPr="00B37C90" w:rsidRDefault="00A61349" w:rsidP="009806F0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FBA5" w14:textId="77777777" w:rsidR="00A61349" w:rsidRPr="00B37C90" w:rsidRDefault="00A6134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DE1B9" w14:textId="77777777" w:rsidR="00A61349" w:rsidRPr="00B37C90" w:rsidRDefault="00A6134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096EEB" w14:textId="77777777" w:rsidR="00A61349" w:rsidRPr="00B37C90" w:rsidRDefault="00A6134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52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F0F8D2" w14:textId="77777777" w:rsidR="00A61349" w:rsidRPr="00B37C90" w:rsidRDefault="00A6134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00</w:t>
            </w:r>
          </w:p>
        </w:tc>
      </w:tr>
      <w:tr w:rsidR="00554ABD" w:rsidRPr="00B37C90" w14:paraId="296BF8B2" w14:textId="77777777">
        <w:trPr>
          <w:trHeight w:val="288"/>
          <w:jc w:val="center"/>
        </w:trPr>
        <w:tc>
          <w:tcPr>
            <w:tcW w:w="56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E0A944" w14:textId="77777777" w:rsidR="00554ABD" w:rsidRPr="00B37C90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Net Income for July</w:t>
            </w:r>
          </w:p>
        </w:tc>
        <w:tc>
          <w:tcPr>
            <w:tcW w:w="5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CA68BA" w14:textId="77777777" w:rsidR="00554ABD" w:rsidRPr="00B37C90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  <w:r w:rsidR="00B10321">
              <w:rPr>
                <w:b/>
                <w:lang w:val="en-US"/>
              </w:rPr>
              <w:t>2</w:t>
            </w: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064F1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CD1BF5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B67ED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72DBD9A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  <w:tc>
          <w:tcPr>
            <w:tcW w:w="5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CF843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F8EC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4C0F5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CB42F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D5781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10384C9A" w14:textId="77777777">
        <w:trPr>
          <w:trHeight w:val="288"/>
          <w:jc w:val="center"/>
        </w:trPr>
        <w:tc>
          <w:tcPr>
            <w:tcW w:w="56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E309A4F" w14:textId="77777777" w:rsidR="00554ABD" w:rsidRPr="00B37C90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Less: Withdrawals for July</w:t>
            </w:r>
          </w:p>
        </w:tc>
        <w:tc>
          <w:tcPr>
            <w:tcW w:w="535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9C93C8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DE1349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(1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9690C4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3C805A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14CBA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00)</w:t>
            </w:r>
          </w:p>
        </w:tc>
        <w:tc>
          <w:tcPr>
            <w:tcW w:w="5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D64A31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9295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4E6B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7500E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8B1989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B37C90" w14:paraId="11CC032E" w14:textId="77777777">
        <w:trPr>
          <w:trHeight w:val="288"/>
          <w:jc w:val="center"/>
        </w:trPr>
        <w:tc>
          <w:tcPr>
            <w:tcW w:w="56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DF5EB3" w14:textId="77777777" w:rsidR="00554ABD" w:rsidRPr="00B37C90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Increase in Capital</w:t>
            </w:r>
          </w:p>
        </w:tc>
        <w:tc>
          <w:tcPr>
            <w:tcW w:w="5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640E00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E0498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2CFE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9FED9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6BD8E2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1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6C340F" w14:textId="77777777" w:rsidR="00554ABD" w:rsidRPr="00B37C90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  <w:r w:rsidR="00B10321">
              <w:rPr>
                <w:b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61B1C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ADE29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C98E55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26618A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</w:tr>
      <w:tr w:rsidR="00554ABD" w:rsidRPr="00B37C90" w14:paraId="15C0FF1F" w14:textId="77777777" w:rsidTr="00954716">
        <w:trPr>
          <w:trHeight w:val="288"/>
          <w:jc w:val="center"/>
        </w:trPr>
        <w:tc>
          <w:tcPr>
            <w:tcW w:w="56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AA2A6A5" w14:textId="77777777" w:rsidR="00554ABD" w:rsidRPr="009D24FE" w:rsidRDefault="00554ABD" w:rsidP="00F21573">
            <w:pPr>
              <w:shd w:val="clear" w:color="auto" w:fill="FFFFFF"/>
              <w:ind w:left="288"/>
              <w:rPr>
                <w:rFonts w:cs="Times New Roman"/>
                <w:b/>
                <w:lang w:val="en-US"/>
              </w:rPr>
            </w:pPr>
            <w:r w:rsidRPr="00B37C90">
              <w:rPr>
                <w:b/>
                <w:lang w:val="en-US"/>
              </w:rPr>
              <w:t xml:space="preserve">T. </w:t>
            </w:r>
            <w:r w:rsidR="00F21573">
              <w:rPr>
                <w:b/>
                <w:lang w:val="en-US"/>
              </w:rPr>
              <w:t>Feldman</w:t>
            </w:r>
            <w:r w:rsidRPr="00B37C90">
              <w:rPr>
                <w:b/>
                <w:lang w:val="en-US"/>
              </w:rPr>
              <w:t>, Capital, July 31, 20</w:t>
            </w:r>
            <w:r w:rsidR="00275276">
              <w:rPr>
                <w:b/>
                <w:lang w:val="en-US"/>
              </w:rPr>
              <w:t>1X</w:t>
            </w:r>
          </w:p>
        </w:tc>
        <w:tc>
          <w:tcPr>
            <w:tcW w:w="5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CDFE4DB" w14:textId="77777777" w:rsidR="00554ABD" w:rsidRPr="009D24FE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B6207" w14:textId="77777777" w:rsidR="00554ABD" w:rsidRPr="009D24FE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C706C" w14:textId="77777777" w:rsidR="00554ABD" w:rsidRPr="009D24FE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01BCD2" w14:textId="77777777" w:rsidR="00554ABD" w:rsidRPr="009D24FE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3B5991C" w14:textId="77777777" w:rsidR="00554ABD" w:rsidRPr="009D24FE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BF9254" w14:textId="77777777" w:rsidR="00554ABD" w:rsidRPr="00B37C90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$</w:t>
            </w:r>
            <w:r w:rsidR="00B10321">
              <w:rPr>
                <w:b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D5B1C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D1CAA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12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C150EB" w14:textId="77777777" w:rsidR="00554ABD" w:rsidRPr="00B37C90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527" w:type="dxa"/>
            <w:tcBorders>
              <w:top w:val="single" w:sz="12" w:space="0" w:color="auto"/>
              <w:left w:val="single" w:sz="18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4A12D3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37C90">
              <w:rPr>
                <w:b/>
                <w:lang w:val="en-US"/>
              </w:rPr>
              <w:t>00</w:t>
            </w:r>
          </w:p>
        </w:tc>
      </w:tr>
      <w:tr w:rsidR="00554ABD" w:rsidRPr="00B37C90" w14:paraId="35E30423" w14:textId="77777777" w:rsidTr="00954716">
        <w:trPr>
          <w:trHeight w:val="288"/>
          <w:jc w:val="center"/>
        </w:trPr>
        <w:tc>
          <w:tcPr>
            <w:tcW w:w="560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8081344" w14:textId="77777777" w:rsidR="00554ABD" w:rsidRPr="00B37C90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D7EAB9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49EEF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622DF6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8A0904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E889F58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51" w:type="dxa"/>
            <w:tcBorders>
              <w:top w:val="double" w:sz="1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55B1F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0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9E12B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0198C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71" w:type="dxa"/>
            <w:tcBorders>
              <w:top w:val="doub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C0CB0E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527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3A9E97" w14:textId="77777777" w:rsidR="00554ABD" w:rsidRPr="00B37C90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6122812A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03C208EB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45DCDEFC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45634B8E" w14:textId="77777777" w:rsidR="00554ABD" w:rsidRDefault="00554ABD" w:rsidP="00554ABD">
      <w:pPr>
        <w:shd w:val="clear" w:color="auto" w:fill="FFFFFF"/>
        <w:rPr>
          <w:sz w:val="18"/>
          <w:szCs w:val="18"/>
          <w:lang w:val="en-US"/>
        </w:rPr>
      </w:pPr>
    </w:p>
    <w:p w14:paraId="0D56508B" w14:textId="77777777" w:rsidR="00554ABD" w:rsidRPr="00F46BAE" w:rsidRDefault="00F21573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SMITH</w:t>
      </w:r>
      <w:r w:rsidRPr="00F46BAE">
        <w:rPr>
          <w:b/>
          <w:sz w:val="22"/>
          <w:szCs w:val="22"/>
          <w:lang w:val="en-US"/>
        </w:rPr>
        <w:t xml:space="preserve"> </w:t>
      </w:r>
      <w:r w:rsidR="00554ABD" w:rsidRPr="00F46BAE">
        <w:rPr>
          <w:b/>
          <w:sz w:val="22"/>
          <w:szCs w:val="22"/>
          <w:lang w:val="en-US"/>
        </w:rPr>
        <w:t xml:space="preserve">COMPUTER CENTER </w:t>
      </w:r>
    </w:p>
    <w:p w14:paraId="435CA2B0" w14:textId="77777777" w:rsidR="00554ABD" w:rsidRPr="00F46BAE" w:rsidRDefault="00554ABD" w:rsidP="00554ABD">
      <w:pPr>
        <w:shd w:val="clear" w:color="auto" w:fill="FFFFFF"/>
        <w:jc w:val="center"/>
        <w:rPr>
          <w:b/>
          <w:sz w:val="22"/>
          <w:szCs w:val="22"/>
          <w:lang w:val="en-US"/>
        </w:rPr>
      </w:pPr>
      <w:r w:rsidRPr="00F46BAE">
        <w:rPr>
          <w:b/>
          <w:sz w:val="22"/>
          <w:szCs w:val="22"/>
          <w:lang w:val="en-US"/>
        </w:rPr>
        <w:t xml:space="preserve">BALANCE SHEET </w:t>
      </w:r>
    </w:p>
    <w:p w14:paraId="53DA0AA2" w14:textId="77777777" w:rsidR="00554ABD" w:rsidRPr="00F46BAE" w:rsidRDefault="00554ABD" w:rsidP="00554ABD">
      <w:pPr>
        <w:shd w:val="clear" w:color="auto" w:fill="FFFFFF"/>
        <w:spacing w:after="200"/>
        <w:jc w:val="center"/>
        <w:rPr>
          <w:rFonts w:cs="Times New Roman"/>
          <w:b/>
          <w:sz w:val="22"/>
          <w:szCs w:val="22"/>
        </w:rPr>
      </w:pPr>
      <w:r w:rsidRPr="00F46BAE">
        <w:rPr>
          <w:b/>
          <w:sz w:val="22"/>
          <w:szCs w:val="22"/>
          <w:lang w:val="en-US"/>
        </w:rPr>
        <w:t>JULY 31, 20</w:t>
      </w:r>
      <w:r w:rsidR="00275276">
        <w:rPr>
          <w:b/>
          <w:sz w:val="22"/>
          <w:szCs w:val="22"/>
          <w:lang w:val="en-US"/>
        </w:rPr>
        <w:t>1X</w:t>
      </w:r>
    </w:p>
    <w:tbl>
      <w:tblPr>
        <w:tblW w:w="93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7"/>
        <w:gridCol w:w="504"/>
        <w:gridCol w:w="248"/>
        <w:gridCol w:w="248"/>
        <w:gridCol w:w="249"/>
        <w:gridCol w:w="402"/>
        <w:gridCol w:w="2810"/>
        <w:gridCol w:w="504"/>
        <w:gridCol w:w="259"/>
        <w:gridCol w:w="259"/>
        <w:gridCol w:w="259"/>
        <w:gridCol w:w="411"/>
      </w:tblGrid>
      <w:tr w:rsidR="00554ABD" w:rsidRPr="00F50010" w14:paraId="6789DDD2" w14:textId="77777777">
        <w:trPr>
          <w:trHeight w:val="288"/>
          <w:jc w:val="center"/>
        </w:trPr>
        <w:tc>
          <w:tcPr>
            <w:tcW w:w="4456" w:type="dxa"/>
            <w:gridSpan w:val="5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ED6DABD" w14:textId="77777777" w:rsidR="00554ABD" w:rsidRPr="00B439C5" w:rsidRDefault="00554ABD" w:rsidP="00783335">
            <w:pPr>
              <w:shd w:val="clear" w:color="auto" w:fill="FFFFFF"/>
              <w:ind w:left="576"/>
              <w:rPr>
                <w:b/>
                <w:lang w:val="en-US"/>
              </w:rPr>
            </w:pPr>
            <w:r w:rsidRPr="00B439C5">
              <w:rPr>
                <w:b/>
                <w:szCs w:val="18"/>
                <w:lang w:val="en-US"/>
              </w:rPr>
              <w:t>ASSETS</w:t>
            </w:r>
          </w:p>
        </w:tc>
        <w:tc>
          <w:tcPr>
            <w:tcW w:w="4904" w:type="dxa"/>
            <w:gridSpan w:val="7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43928876" w14:textId="77777777" w:rsidR="00554ABD" w:rsidRPr="00A143A4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  <w:sz w:val="28"/>
                <w:szCs w:val="24"/>
              </w:rPr>
            </w:pPr>
            <w:r w:rsidRPr="00B439C5">
              <w:rPr>
                <w:b/>
                <w:szCs w:val="18"/>
                <w:lang w:val="en-US"/>
              </w:rPr>
              <w:t>LIABILITIES AND OWNER'S EQUITY</w:t>
            </w:r>
          </w:p>
        </w:tc>
      </w:tr>
      <w:tr w:rsidR="00554ABD" w:rsidRPr="00F50010" w14:paraId="019C07B6" w14:textId="77777777">
        <w:trPr>
          <w:trHeight w:val="288"/>
          <w:jc w:val="center"/>
        </w:trPr>
        <w:tc>
          <w:tcPr>
            <w:tcW w:w="32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F0FC204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Cash</w:t>
            </w:r>
          </w:p>
        </w:tc>
        <w:tc>
          <w:tcPr>
            <w:tcW w:w="504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92EF8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$3</w:t>
            </w:r>
          </w:p>
        </w:tc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C640A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6A47C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30DC26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D7A72FF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  <w:tc>
          <w:tcPr>
            <w:tcW w:w="2810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9A8EA1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Liabilities:</w:t>
            </w:r>
          </w:p>
        </w:tc>
        <w:tc>
          <w:tcPr>
            <w:tcW w:w="504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5EA93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8E0D41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F3686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FBB090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B13DC8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4B0FD991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9E093BA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Supplies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9032C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87999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2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5DA7BF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F8F09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4330FD9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5F3D1BE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Accounts Payable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5C26507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$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A92E3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D1E409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25F162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5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A9F45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</w:tr>
      <w:tr w:rsidR="00554ABD" w:rsidRPr="00F50010" w14:paraId="54543AEB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A1A6458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Computer Shop Equipment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88678D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1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94F10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ACD30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97E8301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5748BA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31ECB7B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F70F58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89063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81D7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2FA04C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F254851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2C75FCBB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E652E00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Office Equipment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A28DAA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1A087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1838D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</w:t>
            </w: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49ECEC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512D899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F0C4EA1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Owner</w:t>
            </w:r>
            <w:r w:rsidR="008364A3">
              <w:rPr>
                <w:b/>
                <w:lang w:val="en-US"/>
              </w:rPr>
              <w:t>’</w:t>
            </w:r>
            <w:r w:rsidRPr="00B439C5">
              <w:rPr>
                <w:b/>
                <w:lang w:val="en-US"/>
              </w:rPr>
              <w:t>s Equity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3169A8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F0C8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151B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A29BBA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E1165A9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3E023F6F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56D60FC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2E6F3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DC914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7E944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4CD037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BDC80D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5483835" w14:textId="77777777" w:rsidR="00554ABD" w:rsidRPr="00B439C5" w:rsidRDefault="00554ABD" w:rsidP="00F21573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 xml:space="preserve">T. </w:t>
            </w:r>
            <w:r w:rsidR="00F21573">
              <w:rPr>
                <w:b/>
                <w:lang w:val="en-US"/>
              </w:rPr>
              <w:t>Feldman</w:t>
            </w:r>
            <w:r w:rsidRPr="00B439C5">
              <w:rPr>
                <w:b/>
                <w:lang w:val="en-US"/>
              </w:rPr>
              <w:t>, Capital</w:t>
            </w: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A1439D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BA944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95743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E5A311" w14:textId="77777777" w:rsidR="00554ABD" w:rsidRPr="00B439C5" w:rsidRDefault="00B10321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ADBB9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00</w:t>
            </w:r>
          </w:p>
        </w:tc>
      </w:tr>
      <w:tr w:rsidR="00554ABD" w:rsidRPr="00F50010" w14:paraId="41F5E409" w14:textId="77777777" w:rsidTr="00B174FB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7486C46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06EA94D" w14:textId="77777777" w:rsidR="00554ABD" w:rsidRPr="00B439C5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1A9C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B9AC6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2D897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EF3B8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1D8A5C0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Total Liabilities and</w:t>
            </w:r>
          </w:p>
        </w:tc>
        <w:tc>
          <w:tcPr>
            <w:tcW w:w="50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5B75C3" w14:textId="77777777" w:rsidR="00554ABD" w:rsidRPr="00B439C5" w:rsidRDefault="00554ABD" w:rsidP="00B10321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1B0D3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97993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FA9DDF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B4ED07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20CA0CB0" w14:textId="77777777" w:rsidTr="00954716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139F37B" w14:textId="77777777" w:rsidR="00554ABD" w:rsidRPr="00B439C5" w:rsidRDefault="00B174FB" w:rsidP="00783335">
            <w:pPr>
              <w:shd w:val="clear" w:color="auto" w:fill="FFFFFF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Total Assets</w:t>
            </w:r>
          </w:p>
        </w:tc>
        <w:tc>
          <w:tcPr>
            <w:tcW w:w="504" w:type="dxa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E70B9" w14:textId="77777777" w:rsidR="00554ABD" w:rsidRPr="00B439C5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$8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776E81" w14:textId="77777777" w:rsidR="00554ABD" w:rsidRPr="00B439C5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72A19" w14:textId="77777777" w:rsidR="00554ABD" w:rsidRPr="00B439C5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76D5C0" w14:textId="77777777" w:rsidR="00554ABD" w:rsidRPr="00B439C5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18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30A55" w14:textId="77777777" w:rsidR="00554ABD" w:rsidRPr="00B439C5" w:rsidRDefault="00B174FB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00</w:t>
            </w:r>
          </w:p>
        </w:tc>
        <w:tc>
          <w:tcPr>
            <w:tcW w:w="28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DE021B8" w14:textId="77777777" w:rsidR="00554ABD" w:rsidRPr="00B439C5" w:rsidRDefault="00554ABD" w:rsidP="00783335">
            <w:pPr>
              <w:shd w:val="clear" w:color="auto" w:fill="FFFFFF"/>
              <w:ind w:left="288"/>
              <w:rPr>
                <w:rFonts w:cs="Times New Roman"/>
                <w:b/>
              </w:rPr>
            </w:pPr>
            <w:r w:rsidRPr="00B439C5">
              <w:rPr>
                <w:b/>
                <w:lang w:val="en-US"/>
              </w:rPr>
              <w:t>Owner's Equity</w:t>
            </w:r>
          </w:p>
        </w:tc>
        <w:tc>
          <w:tcPr>
            <w:tcW w:w="504" w:type="dxa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7A4437" w14:textId="77777777" w:rsidR="00554ABD" w:rsidRPr="00B174FB" w:rsidRDefault="00D9515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174FB">
              <w:rPr>
                <w:rFonts w:cs="Times New Roman"/>
                <w:b/>
              </w:rPr>
              <w:t>$8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18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7F0E8" w14:textId="77777777" w:rsidR="00554ABD" w:rsidRPr="00B174FB" w:rsidRDefault="00D9515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174FB">
              <w:rPr>
                <w:rFonts w:cs="Times New Roman"/>
                <w:b/>
              </w:rPr>
              <w:t>7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1E8F2" w14:textId="77777777" w:rsidR="00554ABD" w:rsidRPr="00B174FB" w:rsidRDefault="00D9515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174FB">
              <w:rPr>
                <w:rFonts w:cs="Times New Roman"/>
                <w:b/>
              </w:rPr>
              <w:t>2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B525EB5" w14:textId="77777777" w:rsidR="00554ABD" w:rsidRPr="00B174FB" w:rsidRDefault="00D9515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174FB">
              <w:rPr>
                <w:rFonts w:cs="Times New Roman"/>
                <w:b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doub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083AF1" w14:textId="77777777" w:rsidR="00554ABD" w:rsidRPr="00B174FB" w:rsidRDefault="00D95159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  <w:r w:rsidRPr="00B174FB">
              <w:rPr>
                <w:rFonts w:cs="Times New Roman"/>
                <w:b/>
              </w:rPr>
              <w:t>00</w:t>
            </w:r>
          </w:p>
        </w:tc>
      </w:tr>
      <w:tr w:rsidR="00554ABD" w:rsidRPr="00F50010" w14:paraId="40A972E8" w14:textId="77777777" w:rsidTr="00954716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558D50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doub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1AF39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F537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2509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4A0EC3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2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E25363D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49EB579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double" w:sz="12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7A4D1C8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108BA5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A164D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C66E3F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doub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88064D8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3CE57569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FAA1036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3CD0F7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97C69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6722D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AA724B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938E17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62F6428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3223403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323CFF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AB750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374624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8A90E4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  <w:tr w:rsidR="00554ABD" w:rsidRPr="00F50010" w14:paraId="63C8B959" w14:textId="77777777">
        <w:trPr>
          <w:trHeight w:val="288"/>
          <w:jc w:val="center"/>
        </w:trPr>
        <w:tc>
          <w:tcPr>
            <w:tcW w:w="32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9D61D47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2E085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03638D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0EDF8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A3216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E464071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2313D4" w14:textId="77777777" w:rsidR="00554ABD" w:rsidRPr="00B439C5" w:rsidRDefault="00554ABD" w:rsidP="00783335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4BC919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B3FEE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4045BB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3C00096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E33DDA" w14:textId="77777777" w:rsidR="00554ABD" w:rsidRPr="00B439C5" w:rsidRDefault="00554ABD" w:rsidP="00783335">
            <w:pPr>
              <w:shd w:val="clear" w:color="auto" w:fill="FFFFFF"/>
              <w:jc w:val="center"/>
              <w:rPr>
                <w:rFonts w:cs="Times New Roman"/>
                <w:b/>
              </w:rPr>
            </w:pPr>
          </w:p>
        </w:tc>
      </w:tr>
    </w:tbl>
    <w:p w14:paraId="267B6D91" w14:textId="77777777" w:rsidR="002670A2" w:rsidRDefault="002670A2" w:rsidP="002670A2">
      <w:pPr>
        <w:shd w:val="clear" w:color="auto" w:fill="FFFFFF"/>
        <w:spacing w:after="240"/>
        <w:rPr>
          <w:lang w:val="en-US"/>
        </w:rPr>
      </w:pPr>
    </w:p>
    <w:sectPr w:rsidR="002670A2" w:rsidSect="002670A2"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A3443" w14:textId="77777777" w:rsidR="00A929E5" w:rsidRDefault="00A929E5">
      <w:r>
        <w:separator/>
      </w:r>
    </w:p>
  </w:endnote>
  <w:endnote w:type="continuationSeparator" w:id="0">
    <w:p w14:paraId="0F297526" w14:textId="77777777" w:rsidR="00A929E5" w:rsidRDefault="00A9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Estrangelo Edessa">
    <w:altName w:val="Arial"/>
    <w:panose1 w:val="00000000000000000000"/>
    <w:charset w:val="01"/>
    <w:family w:val="roman"/>
    <w:notTrueType/>
    <w:pitch w:val="variable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6F0CF" w14:textId="77777777" w:rsidR="00A5398B" w:rsidRDefault="00DA43C5" w:rsidP="00DA43C5">
    <w:pPr>
      <w:pStyle w:val="Footer"/>
      <w:jc w:val="right"/>
    </w:pPr>
    <w:r>
      <w:t>Copyright © 2016 Pearson Education, Inc.                                                 1</w:t>
    </w:r>
    <w:r w:rsidR="00A5398B">
      <w:t>-</w:t>
    </w:r>
    <w:r w:rsidR="00A5398B">
      <w:rPr>
        <w:rStyle w:val="PageNumber"/>
      </w:rPr>
      <w:fldChar w:fldCharType="begin"/>
    </w:r>
    <w:r w:rsidR="00A5398B">
      <w:rPr>
        <w:rStyle w:val="PageNumber"/>
      </w:rPr>
      <w:instrText xml:space="preserve"> PAGE </w:instrText>
    </w:r>
    <w:r w:rsidR="00A5398B">
      <w:rPr>
        <w:rStyle w:val="PageNumber"/>
      </w:rPr>
      <w:fldChar w:fldCharType="separate"/>
    </w:r>
    <w:r>
      <w:rPr>
        <w:rStyle w:val="PageNumber"/>
        <w:noProof/>
      </w:rPr>
      <w:t>2</w:t>
    </w:r>
    <w:r w:rsidR="00A5398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70C2B" w14:textId="77777777" w:rsidR="00A929E5" w:rsidRDefault="00A929E5">
      <w:r>
        <w:separator/>
      </w:r>
    </w:p>
  </w:footnote>
  <w:footnote w:type="continuationSeparator" w:id="0">
    <w:p w14:paraId="6247AC2B" w14:textId="77777777" w:rsidR="00A929E5" w:rsidRDefault="00A92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19"/>
    <w:rsid w:val="00003DC6"/>
    <w:rsid w:val="000213CB"/>
    <w:rsid w:val="0002750F"/>
    <w:rsid w:val="000415EB"/>
    <w:rsid w:val="000578F2"/>
    <w:rsid w:val="000633A4"/>
    <w:rsid w:val="00132F69"/>
    <w:rsid w:val="0014369A"/>
    <w:rsid w:val="001660F9"/>
    <w:rsid w:val="001677F3"/>
    <w:rsid w:val="00183DFB"/>
    <w:rsid w:val="001A1C2F"/>
    <w:rsid w:val="001B0742"/>
    <w:rsid w:val="001F260D"/>
    <w:rsid w:val="00243A47"/>
    <w:rsid w:val="00263C82"/>
    <w:rsid w:val="00266001"/>
    <w:rsid w:val="002670A2"/>
    <w:rsid w:val="00275276"/>
    <w:rsid w:val="00281B87"/>
    <w:rsid w:val="00290EAA"/>
    <w:rsid w:val="002E0114"/>
    <w:rsid w:val="00313B6A"/>
    <w:rsid w:val="003340BD"/>
    <w:rsid w:val="00335BBF"/>
    <w:rsid w:val="00376229"/>
    <w:rsid w:val="003A4D17"/>
    <w:rsid w:val="003C0DDE"/>
    <w:rsid w:val="003F7176"/>
    <w:rsid w:val="004001F6"/>
    <w:rsid w:val="0040336E"/>
    <w:rsid w:val="00404461"/>
    <w:rsid w:val="00426A04"/>
    <w:rsid w:val="00435D60"/>
    <w:rsid w:val="00436822"/>
    <w:rsid w:val="004A227C"/>
    <w:rsid w:val="004C26CA"/>
    <w:rsid w:val="004F64DE"/>
    <w:rsid w:val="00501C8E"/>
    <w:rsid w:val="005035FD"/>
    <w:rsid w:val="005219E0"/>
    <w:rsid w:val="00554ABD"/>
    <w:rsid w:val="005C5240"/>
    <w:rsid w:val="005D49EB"/>
    <w:rsid w:val="005E1FD4"/>
    <w:rsid w:val="005E660E"/>
    <w:rsid w:val="005E6A0B"/>
    <w:rsid w:val="005F7891"/>
    <w:rsid w:val="00603B96"/>
    <w:rsid w:val="0062309B"/>
    <w:rsid w:val="00625C53"/>
    <w:rsid w:val="00632F11"/>
    <w:rsid w:val="00693431"/>
    <w:rsid w:val="006A4535"/>
    <w:rsid w:val="006B1234"/>
    <w:rsid w:val="006C5335"/>
    <w:rsid w:val="006C6F57"/>
    <w:rsid w:val="0070726B"/>
    <w:rsid w:val="00733E98"/>
    <w:rsid w:val="00783335"/>
    <w:rsid w:val="007B654C"/>
    <w:rsid w:val="007E4F64"/>
    <w:rsid w:val="007E7269"/>
    <w:rsid w:val="008129B0"/>
    <w:rsid w:val="008258B3"/>
    <w:rsid w:val="008364A3"/>
    <w:rsid w:val="008572F7"/>
    <w:rsid w:val="00864ED1"/>
    <w:rsid w:val="00867C14"/>
    <w:rsid w:val="00877EBE"/>
    <w:rsid w:val="0088674D"/>
    <w:rsid w:val="008B4A1B"/>
    <w:rsid w:val="008C1396"/>
    <w:rsid w:val="008C159C"/>
    <w:rsid w:val="008E75CB"/>
    <w:rsid w:val="0091258B"/>
    <w:rsid w:val="0091671C"/>
    <w:rsid w:val="00932783"/>
    <w:rsid w:val="00936681"/>
    <w:rsid w:val="00954716"/>
    <w:rsid w:val="00972051"/>
    <w:rsid w:val="009806F0"/>
    <w:rsid w:val="009A7E8A"/>
    <w:rsid w:val="009C5E7C"/>
    <w:rsid w:val="009D50BF"/>
    <w:rsid w:val="009E366C"/>
    <w:rsid w:val="00A07519"/>
    <w:rsid w:val="00A36EA9"/>
    <w:rsid w:val="00A467D6"/>
    <w:rsid w:val="00A5379C"/>
    <w:rsid w:val="00A5398B"/>
    <w:rsid w:val="00A60B3A"/>
    <w:rsid w:val="00A61349"/>
    <w:rsid w:val="00A929E5"/>
    <w:rsid w:val="00A9434C"/>
    <w:rsid w:val="00AE1F43"/>
    <w:rsid w:val="00B00951"/>
    <w:rsid w:val="00B10321"/>
    <w:rsid w:val="00B15CE0"/>
    <w:rsid w:val="00B174FB"/>
    <w:rsid w:val="00B22BA1"/>
    <w:rsid w:val="00B23590"/>
    <w:rsid w:val="00B40701"/>
    <w:rsid w:val="00B467E8"/>
    <w:rsid w:val="00B63256"/>
    <w:rsid w:val="00B64C9E"/>
    <w:rsid w:val="00B7450D"/>
    <w:rsid w:val="00B77552"/>
    <w:rsid w:val="00BE204E"/>
    <w:rsid w:val="00BF1CB5"/>
    <w:rsid w:val="00C22881"/>
    <w:rsid w:val="00CD01D7"/>
    <w:rsid w:val="00CF61BA"/>
    <w:rsid w:val="00D05617"/>
    <w:rsid w:val="00D140D6"/>
    <w:rsid w:val="00D15D2A"/>
    <w:rsid w:val="00D2307E"/>
    <w:rsid w:val="00D27540"/>
    <w:rsid w:val="00D349A7"/>
    <w:rsid w:val="00D35EB3"/>
    <w:rsid w:val="00D40F67"/>
    <w:rsid w:val="00D61935"/>
    <w:rsid w:val="00D62329"/>
    <w:rsid w:val="00D629DE"/>
    <w:rsid w:val="00D95159"/>
    <w:rsid w:val="00DA43C5"/>
    <w:rsid w:val="00DC44F7"/>
    <w:rsid w:val="00DC46C1"/>
    <w:rsid w:val="00DC5672"/>
    <w:rsid w:val="00DD6BAC"/>
    <w:rsid w:val="00E23D75"/>
    <w:rsid w:val="00E26E4F"/>
    <w:rsid w:val="00E41F78"/>
    <w:rsid w:val="00E51D39"/>
    <w:rsid w:val="00E56398"/>
    <w:rsid w:val="00E6039C"/>
    <w:rsid w:val="00E72619"/>
    <w:rsid w:val="00EA20DA"/>
    <w:rsid w:val="00EA5BB0"/>
    <w:rsid w:val="00F028C4"/>
    <w:rsid w:val="00F21573"/>
    <w:rsid w:val="00F350C1"/>
    <w:rsid w:val="00F41D15"/>
    <w:rsid w:val="00F44772"/>
    <w:rsid w:val="00F8467C"/>
    <w:rsid w:val="00FA12EB"/>
    <w:rsid w:val="00FA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856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E9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29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29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2969"/>
  </w:style>
  <w:style w:type="paragraph" w:styleId="BalloonText">
    <w:name w:val="Balloon Text"/>
    <w:basedOn w:val="Normal"/>
    <w:semiHidden/>
    <w:rsid w:val="00D230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F1CB5"/>
    <w:rPr>
      <w:rFonts w:ascii="Arial" w:hAnsi="Arial" w:cs="Arial"/>
      <w:lang w:val="de-CH" w:eastAsia="de-CH"/>
    </w:rPr>
  </w:style>
  <w:style w:type="character" w:styleId="CommentReference">
    <w:name w:val="annotation reference"/>
    <w:basedOn w:val="DefaultParagraphFont"/>
    <w:rsid w:val="00EA20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20DA"/>
  </w:style>
  <w:style w:type="character" w:customStyle="1" w:styleId="CommentTextChar">
    <w:name w:val="Comment Text Char"/>
    <w:basedOn w:val="DefaultParagraphFont"/>
    <w:link w:val="CommentText"/>
    <w:rsid w:val="00EA20DA"/>
    <w:rPr>
      <w:rFonts w:ascii="Arial" w:hAnsi="Arial" w:cs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rsid w:val="00EA20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20DA"/>
    <w:rPr>
      <w:rFonts w:ascii="Arial" w:hAnsi="Arial" w:cs="Arial"/>
      <w:b/>
      <w:bCs/>
      <w:lang w:val="de-CH" w:eastAsia="de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E9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29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29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2969"/>
  </w:style>
  <w:style w:type="paragraph" w:styleId="BalloonText">
    <w:name w:val="Balloon Text"/>
    <w:basedOn w:val="Normal"/>
    <w:semiHidden/>
    <w:rsid w:val="00D230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F1CB5"/>
    <w:rPr>
      <w:rFonts w:ascii="Arial" w:hAnsi="Arial" w:cs="Arial"/>
      <w:lang w:val="de-CH" w:eastAsia="de-CH"/>
    </w:rPr>
  </w:style>
  <w:style w:type="character" w:styleId="CommentReference">
    <w:name w:val="annotation reference"/>
    <w:basedOn w:val="DefaultParagraphFont"/>
    <w:rsid w:val="00EA20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20DA"/>
  </w:style>
  <w:style w:type="character" w:customStyle="1" w:styleId="CommentTextChar">
    <w:name w:val="Comment Text Char"/>
    <w:basedOn w:val="DefaultParagraphFont"/>
    <w:link w:val="CommentText"/>
    <w:rsid w:val="00EA20DA"/>
    <w:rPr>
      <w:rFonts w:ascii="Arial" w:hAnsi="Arial" w:cs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rsid w:val="00EA20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20DA"/>
    <w:rPr>
      <w:rFonts w:ascii="Arial" w:hAnsi="Arial" w:cs="Arial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ith.shaikh\Application%20Data\Microsoft\Templates\fol4st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97977-A833-7C4E-8147-6B19190D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Settings\samith.shaikh\Application Data\Microsoft\Templates\fol4stat.dot</Template>
  <TotalTime>37</TotalTime>
  <Pages>25</Pages>
  <Words>3376</Words>
  <Characters>19249</Characters>
  <Application>Microsoft Macintosh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slater11e_ch01_sm</vt:lpstr>
    </vt:vector>
  </TitlesOfParts>
  <Company>Hewlett-Packard Company</Company>
  <LinksUpToDate>false</LinksUpToDate>
  <CharactersWithSpaces>22580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slater11e_ch01_sm</dc:title>
  <dc:creator>ramesh.chitte</dc:creator>
  <cp:lastModifiedBy>Heather Pagano</cp:lastModifiedBy>
  <cp:revision>11</cp:revision>
  <cp:lastPrinted>2014-11-22T06:17:00Z</cp:lastPrinted>
  <dcterms:created xsi:type="dcterms:W3CDTF">2014-11-23T01:17:00Z</dcterms:created>
  <dcterms:modified xsi:type="dcterms:W3CDTF">2014-12-23T16:48:00Z</dcterms:modified>
</cp:coreProperties>
</file>