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93813" w14:textId="1D213461" w:rsidR="00812CAD" w:rsidRPr="00542467" w:rsidRDefault="00795DDE" w:rsidP="002137F9">
      <w:pPr>
        <w:pStyle w:val="Title"/>
      </w:pPr>
      <w:r w:rsidRPr="00DC6865">
        <w:t>C</w:t>
      </w:r>
      <w:r>
        <w:t>hapter</w:t>
      </w:r>
      <w:r w:rsidRPr="00DC6865">
        <w:t xml:space="preserve"> </w:t>
      </w:r>
      <w:r w:rsidR="00812CAD" w:rsidRPr="00542467">
        <w:rPr>
          <w:bCs/>
        </w:rPr>
        <w:t>1</w:t>
      </w:r>
    </w:p>
    <w:p w14:paraId="434918AE" w14:textId="1EB9115A" w:rsidR="00812CAD" w:rsidRPr="00542467" w:rsidRDefault="00CF29EC" w:rsidP="00812CAD">
      <w:pPr>
        <w:pStyle w:val="ChapterTitle"/>
      </w:pPr>
      <w:r>
        <w:t>Introduction to Networking</w:t>
      </w:r>
    </w:p>
    <w:p w14:paraId="4C9AFAD4" w14:textId="50FCC4A4" w:rsidR="00201333" w:rsidRPr="00F23C73" w:rsidRDefault="00201333" w:rsidP="00003E86">
      <w:pPr>
        <w:pStyle w:val="EOCAHd"/>
        <w:numPr>
          <w:ilvl w:val="0"/>
          <w:numId w:val="0"/>
        </w:numPr>
      </w:pPr>
      <w:bookmarkStart w:id="0" w:name="_Toc327275800"/>
      <w:bookmarkStart w:id="1" w:name="_GoBack"/>
      <w:bookmarkEnd w:id="1"/>
      <w:r w:rsidRPr="00F23C73">
        <w:t>Review</w:t>
      </w:r>
      <w:r w:rsidR="00D25754">
        <w:t xml:space="preserve"> Question</w:t>
      </w:r>
      <w:r w:rsidRPr="00F23C73">
        <w:t>s</w:t>
      </w:r>
      <w:bookmarkEnd w:id="0"/>
    </w:p>
    <w:p w14:paraId="70957DE4" w14:textId="2017E52F" w:rsidR="00201333" w:rsidRPr="003A5A10" w:rsidRDefault="003A5A10" w:rsidP="003D4D63">
      <w:pPr>
        <w:pStyle w:val="BasalText"/>
        <w:numPr>
          <w:ilvl w:val="0"/>
          <w:numId w:val="38"/>
        </w:numPr>
      </w:pPr>
      <w:r w:rsidRPr="003A5A10">
        <w:t xml:space="preserve">In the client-server </w:t>
      </w:r>
      <w:r w:rsidR="000C3D7D">
        <w:t>model, what is the primary protocol used for communication between a browser and web server</w:t>
      </w:r>
      <w:r w:rsidR="00201333" w:rsidRPr="003A5A10">
        <w:t>?</w:t>
      </w:r>
    </w:p>
    <w:p w14:paraId="53873181" w14:textId="78F7642D" w:rsidR="00D25754" w:rsidRDefault="000C3D7D" w:rsidP="003D4D63">
      <w:pPr>
        <w:pStyle w:val="BasalText"/>
        <w:numPr>
          <w:ilvl w:val="1"/>
          <w:numId w:val="7"/>
        </w:numPr>
      </w:pPr>
      <w:r>
        <w:t>FTP</w:t>
      </w:r>
    </w:p>
    <w:p w14:paraId="429C10CD" w14:textId="6AD331A3" w:rsidR="00D25754" w:rsidRDefault="000C3D7D" w:rsidP="003D4D63">
      <w:pPr>
        <w:pStyle w:val="BasalText"/>
        <w:numPr>
          <w:ilvl w:val="1"/>
          <w:numId w:val="7"/>
        </w:numPr>
      </w:pPr>
      <w:r>
        <w:t>TCP</w:t>
      </w:r>
    </w:p>
    <w:p w14:paraId="4F4DFD5D" w14:textId="139292D0" w:rsidR="00D25754" w:rsidRDefault="000C3D7D" w:rsidP="003D4D63">
      <w:pPr>
        <w:pStyle w:val="BasalText"/>
        <w:numPr>
          <w:ilvl w:val="1"/>
          <w:numId w:val="7"/>
        </w:numPr>
      </w:pPr>
      <w:r>
        <w:t>HTTP</w:t>
      </w:r>
    </w:p>
    <w:p w14:paraId="145DA8C2" w14:textId="4648E920" w:rsidR="00D25754" w:rsidRPr="00D25754" w:rsidRDefault="000C3D7D" w:rsidP="003D4D63">
      <w:pPr>
        <w:pStyle w:val="BasalText"/>
        <w:numPr>
          <w:ilvl w:val="1"/>
          <w:numId w:val="7"/>
        </w:numPr>
      </w:pPr>
      <w:r>
        <w:t>SSL</w:t>
      </w:r>
    </w:p>
    <w:p w14:paraId="320B7CBB" w14:textId="28F93617" w:rsidR="00201333" w:rsidRPr="00E9416D" w:rsidRDefault="00D824D0" w:rsidP="00D824D0">
      <w:pPr>
        <w:pStyle w:val="BasalText"/>
        <w:rPr>
          <w:color w:val="FF0000"/>
        </w:rPr>
      </w:pPr>
      <w:r w:rsidRPr="00E9416D">
        <w:rPr>
          <w:color w:val="FF0000"/>
        </w:rPr>
        <w:t xml:space="preserve">Answer: </w:t>
      </w:r>
      <w:r w:rsidR="000C3D7D">
        <w:rPr>
          <w:color w:val="FF0000"/>
        </w:rPr>
        <w:t>c. HTTP</w:t>
      </w:r>
    </w:p>
    <w:p w14:paraId="3D47E881" w14:textId="4FBFFCF6" w:rsidR="00D25754" w:rsidRPr="00E9416D" w:rsidRDefault="000C3D7D" w:rsidP="003D4D63">
      <w:pPr>
        <w:pStyle w:val="BasalText"/>
        <w:numPr>
          <w:ilvl w:val="0"/>
          <w:numId w:val="38"/>
        </w:numPr>
      </w:pPr>
      <w:r>
        <w:t>Which two encryption protocols might be used to provide secure transmissions for browser and web server communications</w:t>
      </w:r>
      <w:r w:rsidR="00D25754" w:rsidRPr="00E9416D">
        <w:t>?</w:t>
      </w:r>
    </w:p>
    <w:p w14:paraId="0AAF773B" w14:textId="45CB0A15" w:rsidR="00D25754" w:rsidRDefault="000C3D7D" w:rsidP="003D4D63">
      <w:pPr>
        <w:pStyle w:val="BasalText"/>
        <w:numPr>
          <w:ilvl w:val="1"/>
          <w:numId w:val="12"/>
        </w:numPr>
      </w:pPr>
      <w:r>
        <w:t>HTTP and HTTPS</w:t>
      </w:r>
    </w:p>
    <w:p w14:paraId="087DC829" w14:textId="4FFE93B1" w:rsidR="00D25754" w:rsidRDefault="000C3D7D" w:rsidP="003D4D63">
      <w:pPr>
        <w:pStyle w:val="BasalText"/>
        <w:numPr>
          <w:ilvl w:val="1"/>
          <w:numId w:val="12"/>
        </w:numPr>
      </w:pPr>
      <w:r>
        <w:t>SSL and TLS</w:t>
      </w:r>
    </w:p>
    <w:p w14:paraId="5C74896F" w14:textId="02705E58" w:rsidR="00D25754" w:rsidRDefault="000C3D7D" w:rsidP="003D4D63">
      <w:pPr>
        <w:pStyle w:val="BasalText"/>
        <w:numPr>
          <w:ilvl w:val="1"/>
          <w:numId w:val="12"/>
        </w:numPr>
      </w:pPr>
      <w:r>
        <w:t>SSL and HTTP</w:t>
      </w:r>
    </w:p>
    <w:p w14:paraId="7DC95E88" w14:textId="2C91E670" w:rsidR="00D25754" w:rsidRPr="00D25754" w:rsidRDefault="000C3D7D" w:rsidP="003D4D63">
      <w:pPr>
        <w:pStyle w:val="BasalText"/>
        <w:numPr>
          <w:ilvl w:val="1"/>
          <w:numId w:val="12"/>
        </w:numPr>
      </w:pPr>
      <w:r>
        <w:t>TCP and UDP</w:t>
      </w:r>
    </w:p>
    <w:p w14:paraId="313C873C" w14:textId="433FF5A5" w:rsidR="00D25754" w:rsidRPr="00E9416D" w:rsidRDefault="00D25754" w:rsidP="00D25754">
      <w:pPr>
        <w:pStyle w:val="BasalText"/>
        <w:rPr>
          <w:color w:val="FF0000"/>
        </w:rPr>
      </w:pPr>
      <w:r w:rsidRPr="00E9416D">
        <w:rPr>
          <w:color w:val="FF0000"/>
        </w:rPr>
        <w:t xml:space="preserve">Answer: </w:t>
      </w:r>
      <w:r w:rsidR="000C3D7D">
        <w:rPr>
          <w:color w:val="FF0000"/>
        </w:rPr>
        <w:t>b. SSL and TLS</w:t>
      </w:r>
    </w:p>
    <w:p w14:paraId="6F03C057" w14:textId="13584EC0" w:rsidR="00D25754" w:rsidRPr="00E9416D" w:rsidRDefault="000C3D7D" w:rsidP="003D4D63">
      <w:pPr>
        <w:pStyle w:val="BasalText"/>
        <w:numPr>
          <w:ilvl w:val="0"/>
          <w:numId w:val="38"/>
        </w:numPr>
      </w:pPr>
      <w:r>
        <w:lastRenderedPageBreak/>
        <w:t>Which email protocol allows an email client to download email messages to the local computer</w:t>
      </w:r>
      <w:r w:rsidR="00D25754" w:rsidRPr="00E9416D">
        <w:t>?</w:t>
      </w:r>
    </w:p>
    <w:p w14:paraId="7DF6C59C" w14:textId="194EABA9" w:rsidR="00D25754" w:rsidRDefault="000C3D7D" w:rsidP="003D4D63">
      <w:pPr>
        <w:pStyle w:val="BasalText"/>
        <w:numPr>
          <w:ilvl w:val="1"/>
          <w:numId w:val="13"/>
        </w:numPr>
      </w:pPr>
      <w:r>
        <w:t>IMAP4</w:t>
      </w:r>
    </w:p>
    <w:p w14:paraId="7F07E32F" w14:textId="58362917" w:rsidR="00D25754" w:rsidRDefault="000C3D7D" w:rsidP="003D4D63">
      <w:pPr>
        <w:pStyle w:val="BasalText"/>
        <w:numPr>
          <w:ilvl w:val="1"/>
          <w:numId w:val="13"/>
        </w:numPr>
      </w:pPr>
      <w:r>
        <w:t>SMTP</w:t>
      </w:r>
    </w:p>
    <w:p w14:paraId="6CA38978" w14:textId="5175CD1C" w:rsidR="00D25754" w:rsidRDefault="000C3D7D" w:rsidP="003D4D63">
      <w:pPr>
        <w:pStyle w:val="BasalText"/>
        <w:numPr>
          <w:ilvl w:val="1"/>
          <w:numId w:val="13"/>
        </w:numPr>
      </w:pPr>
      <w:r>
        <w:t>TCP</w:t>
      </w:r>
    </w:p>
    <w:p w14:paraId="58DDA320" w14:textId="3A46D42C" w:rsidR="00D25754" w:rsidRPr="00D25754" w:rsidRDefault="000C3D7D" w:rsidP="003D4D63">
      <w:pPr>
        <w:pStyle w:val="BasalText"/>
        <w:numPr>
          <w:ilvl w:val="1"/>
          <w:numId w:val="13"/>
        </w:numPr>
      </w:pPr>
      <w:r>
        <w:t>POP3</w:t>
      </w:r>
    </w:p>
    <w:p w14:paraId="49C7D712" w14:textId="08193F35" w:rsidR="00D25754" w:rsidRPr="00E9416D" w:rsidRDefault="00D25754" w:rsidP="00D25754">
      <w:pPr>
        <w:pStyle w:val="BasalText"/>
        <w:rPr>
          <w:color w:val="FF0000"/>
        </w:rPr>
      </w:pPr>
      <w:r w:rsidRPr="00E9416D">
        <w:rPr>
          <w:color w:val="FF0000"/>
        </w:rPr>
        <w:t xml:space="preserve">Answer: </w:t>
      </w:r>
      <w:r w:rsidR="000C3D7D">
        <w:rPr>
          <w:color w:val="FF0000"/>
        </w:rPr>
        <w:t>d. POP3</w:t>
      </w:r>
    </w:p>
    <w:p w14:paraId="5D65D346" w14:textId="3DD1C603" w:rsidR="00D25754" w:rsidRPr="00E9416D" w:rsidRDefault="000C3D7D" w:rsidP="003D4D63">
      <w:pPr>
        <w:pStyle w:val="BasalText"/>
        <w:numPr>
          <w:ilvl w:val="0"/>
          <w:numId w:val="38"/>
        </w:numPr>
      </w:pPr>
      <w:r>
        <w:t>Which email protocol allows an email client to read mail stored on the mail server</w:t>
      </w:r>
      <w:r w:rsidR="00D25754" w:rsidRPr="00E9416D">
        <w:t>?</w:t>
      </w:r>
    </w:p>
    <w:p w14:paraId="26671892" w14:textId="7A1C38AD" w:rsidR="00D25754" w:rsidRDefault="000C3D7D" w:rsidP="003D4D63">
      <w:pPr>
        <w:pStyle w:val="BasalText"/>
        <w:numPr>
          <w:ilvl w:val="1"/>
          <w:numId w:val="14"/>
        </w:numPr>
      </w:pPr>
      <w:r>
        <w:t>IMAP4</w:t>
      </w:r>
    </w:p>
    <w:p w14:paraId="5C266158" w14:textId="01D6DF25" w:rsidR="00D25754" w:rsidRDefault="000C3D7D" w:rsidP="003D4D63">
      <w:pPr>
        <w:pStyle w:val="BasalText"/>
        <w:numPr>
          <w:ilvl w:val="1"/>
          <w:numId w:val="14"/>
        </w:numPr>
      </w:pPr>
      <w:r>
        <w:t>SMTP</w:t>
      </w:r>
    </w:p>
    <w:p w14:paraId="477151AC" w14:textId="3293122C" w:rsidR="00D25754" w:rsidRDefault="000C3D7D" w:rsidP="003D4D63">
      <w:pPr>
        <w:pStyle w:val="BasalText"/>
        <w:numPr>
          <w:ilvl w:val="1"/>
          <w:numId w:val="14"/>
        </w:numPr>
      </w:pPr>
      <w:r>
        <w:t>TCP</w:t>
      </w:r>
    </w:p>
    <w:p w14:paraId="6157121E" w14:textId="42D9FFE9" w:rsidR="00D25754" w:rsidRPr="00D25754" w:rsidRDefault="000C3D7D" w:rsidP="003D4D63">
      <w:pPr>
        <w:pStyle w:val="BasalText"/>
        <w:numPr>
          <w:ilvl w:val="1"/>
          <w:numId w:val="14"/>
        </w:numPr>
      </w:pPr>
      <w:r>
        <w:t>POP3</w:t>
      </w:r>
    </w:p>
    <w:p w14:paraId="645EF28C" w14:textId="30E39E50" w:rsidR="00D25754" w:rsidRPr="00E9416D" w:rsidRDefault="00D25754" w:rsidP="00D25754">
      <w:pPr>
        <w:pStyle w:val="BasalText"/>
        <w:rPr>
          <w:color w:val="FF0000"/>
        </w:rPr>
      </w:pPr>
      <w:r w:rsidRPr="00E9416D">
        <w:rPr>
          <w:color w:val="FF0000"/>
        </w:rPr>
        <w:t xml:space="preserve">Answer: </w:t>
      </w:r>
      <w:r w:rsidR="000C3D7D">
        <w:rPr>
          <w:color w:val="FF0000"/>
        </w:rPr>
        <w:t>a. IMAP4</w:t>
      </w:r>
    </w:p>
    <w:p w14:paraId="381551CA" w14:textId="33A625A6" w:rsidR="00D25754" w:rsidRPr="00E9416D" w:rsidRDefault="000C3D7D" w:rsidP="003D4D63">
      <w:pPr>
        <w:pStyle w:val="BasalText"/>
        <w:numPr>
          <w:ilvl w:val="0"/>
          <w:numId w:val="38"/>
        </w:numPr>
      </w:pPr>
      <w:r>
        <w:t>Which application embedded in Windows operating systems allows remote control of a computer and uses the RDP secure protocol for transmissions</w:t>
      </w:r>
      <w:r w:rsidR="00D25754" w:rsidRPr="00E9416D">
        <w:t>?</w:t>
      </w:r>
    </w:p>
    <w:p w14:paraId="24EF8C26" w14:textId="27B72D39" w:rsidR="00D25754" w:rsidRDefault="000C3D7D" w:rsidP="003D4D63">
      <w:pPr>
        <w:pStyle w:val="BasalText"/>
        <w:numPr>
          <w:ilvl w:val="1"/>
          <w:numId w:val="15"/>
        </w:numPr>
      </w:pPr>
      <w:r>
        <w:t>Telnet</w:t>
      </w:r>
    </w:p>
    <w:p w14:paraId="14E05883" w14:textId="15BF4CD7" w:rsidR="00D25754" w:rsidRDefault="000C3D7D" w:rsidP="003D4D63">
      <w:pPr>
        <w:pStyle w:val="BasalText"/>
        <w:numPr>
          <w:ilvl w:val="1"/>
          <w:numId w:val="15"/>
        </w:numPr>
      </w:pPr>
      <w:r>
        <w:t>Remote Desktop</w:t>
      </w:r>
    </w:p>
    <w:p w14:paraId="7DB050BC" w14:textId="36DD2F2F" w:rsidR="00D25754" w:rsidRDefault="000C3D7D" w:rsidP="003D4D63">
      <w:pPr>
        <w:pStyle w:val="BasalText"/>
        <w:numPr>
          <w:ilvl w:val="1"/>
          <w:numId w:val="15"/>
        </w:numPr>
      </w:pPr>
      <w:r>
        <w:t>SFTP</w:t>
      </w:r>
    </w:p>
    <w:p w14:paraId="70163082" w14:textId="67F34383" w:rsidR="00D25754" w:rsidRPr="00D25754" w:rsidRDefault="000C3D7D" w:rsidP="003D4D63">
      <w:pPr>
        <w:pStyle w:val="BasalText"/>
        <w:numPr>
          <w:ilvl w:val="1"/>
          <w:numId w:val="15"/>
        </w:numPr>
      </w:pPr>
      <w:r>
        <w:t>SSH</w:t>
      </w:r>
    </w:p>
    <w:p w14:paraId="1E4FE0F1" w14:textId="3427F28C" w:rsidR="00D25754" w:rsidRPr="00E9416D" w:rsidRDefault="00D25754" w:rsidP="00D25754">
      <w:pPr>
        <w:pStyle w:val="BasalText"/>
        <w:rPr>
          <w:color w:val="FF0000"/>
        </w:rPr>
      </w:pPr>
      <w:r w:rsidRPr="00E9416D">
        <w:rPr>
          <w:color w:val="FF0000"/>
        </w:rPr>
        <w:lastRenderedPageBreak/>
        <w:t xml:space="preserve">Answer: </w:t>
      </w:r>
      <w:r w:rsidR="000C3D7D">
        <w:rPr>
          <w:color w:val="FF0000"/>
        </w:rPr>
        <w:t>b. Remote Desktop</w:t>
      </w:r>
    </w:p>
    <w:p w14:paraId="7D7E8F0B" w14:textId="07FF32DD" w:rsidR="00D25754" w:rsidRPr="00E9416D" w:rsidRDefault="000C3D7D" w:rsidP="003D4D63">
      <w:pPr>
        <w:pStyle w:val="BasalText"/>
        <w:numPr>
          <w:ilvl w:val="0"/>
          <w:numId w:val="38"/>
        </w:numPr>
      </w:pPr>
      <w:r>
        <w:t xml:space="preserve">A network consists of </w:t>
      </w:r>
      <w:r w:rsidR="00DC54A9">
        <w:t>five</w:t>
      </w:r>
      <w:r>
        <w:t xml:space="preserve"> computers, all running Windows 10 Professional. </w:t>
      </w:r>
      <w:r w:rsidR="00DC54A9">
        <w:t>All the computers are connected to a switch, which is connected to a router, which is connected to the Internet</w:t>
      </w:r>
      <w:r>
        <w:t>. Which networking model does the network use</w:t>
      </w:r>
      <w:r w:rsidR="00D25754" w:rsidRPr="00E9416D">
        <w:t>?</w:t>
      </w:r>
    </w:p>
    <w:p w14:paraId="7B428783" w14:textId="394EBE99" w:rsidR="00D25754" w:rsidRDefault="00AA01A3" w:rsidP="003D4D63">
      <w:pPr>
        <w:pStyle w:val="BasalText"/>
        <w:numPr>
          <w:ilvl w:val="1"/>
          <w:numId w:val="16"/>
        </w:numPr>
      </w:pPr>
      <w:r>
        <w:t>Star-bus</w:t>
      </w:r>
    </w:p>
    <w:p w14:paraId="4255A9CC" w14:textId="1C7397DB" w:rsidR="00D25754" w:rsidRDefault="00DC54A9" w:rsidP="003D4D63">
      <w:pPr>
        <w:pStyle w:val="BasalText"/>
        <w:numPr>
          <w:ilvl w:val="1"/>
          <w:numId w:val="16"/>
        </w:numPr>
      </w:pPr>
      <w:r>
        <w:t>Ring</w:t>
      </w:r>
    </w:p>
    <w:p w14:paraId="6B5FBEAA" w14:textId="64281B5A" w:rsidR="00D25754" w:rsidRDefault="00AA01A3" w:rsidP="003D4D63">
      <w:pPr>
        <w:pStyle w:val="BasalText"/>
        <w:numPr>
          <w:ilvl w:val="1"/>
          <w:numId w:val="16"/>
        </w:numPr>
      </w:pPr>
      <w:r>
        <w:t>Hybrid</w:t>
      </w:r>
    </w:p>
    <w:p w14:paraId="53226B81" w14:textId="14D117E8" w:rsidR="00D25754" w:rsidRPr="00D25754" w:rsidRDefault="00AA01A3" w:rsidP="003D4D63">
      <w:pPr>
        <w:pStyle w:val="BasalText"/>
        <w:numPr>
          <w:ilvl w:val="1"/>
          <w:numId w:val="16"/>
        </w:numPr>
      </w:pPr>
      <w:r>
        <w:t>Peer-to-peer</w:t>
      </w:r>
    </w:p>
    <w:p w14:paraId="6A83157E" w14:textId="454D0E8C" w:rsidR="00D25754" w:rsidRPr="00E9416D" w:rsidRDefault="00D25754" w:rsidP="00D25754">
      <w:pPr>
        <w:pStyle w:val="BasalText"/>
        <w:rPr>
          <w:color w:val="FF0000"/>
        </w:rPr>
      </w:pPr>
      <w:r w:rsidRPr="00E9416D">
        <w:rPr>
          <w:color w:val="FF0000"/>
        </w:rPr>
        <w:t xml:space="preserve">Answer: </w:t>
      </w:r>
      <w:r w:rsidR="00AA01A3">
        <w:rPr>
          <w:color w:val="FF0000"/>
        </w:rPr>
        <w:t>d. Peer-to-peer</w:t>
      </w:r>
    </w:p>
    <w:p w14:paraId="5D6E26FC" w14:textId="644F0ECA" w:rsidR="00D25754" w:rsidRPr="00E9416D" w:rsidRDefault="00AA01A3" w:rsidP="003D4D63">
      <w:pPr>
        <w:pStyle w:val="BasalText"/>
        <w:numPr>
          <w:ilvl w:val="0"/>
          <w:numId w:val="38"/>
        </w:numPr>
      </w:pPr>
      <w:r>
        <w:t>In Question 6, suppose one computer is upgraded from Windows 10 Professional to Windows Server 2016. Which networking model can the network now support that it could not support without the upgrade</w:t>
      </w:r>
      <w:r w:rsidR="00D25754" w:rsidRPr="00E9416D">
        <w:t>?</w:t>
      </w:r>
    </w:p>
    <w:p w14:paraId="65DA6F35" w14:textId="1CF2B3B9" w:rsidR="00D25754" w:rsidRDefault="00DC54A9" w:rsidP="003D4D63">
      <w:pPr>
        <w:pStyle w:val="BasalText"/>
        <w:numPr>
          <w:ilvl w:val="1"/>
          <w:numId w:val="17"/>
        </w:numPr>
      </w:pPr>
      <w:r>
        <w:t>Hybrid</w:t>
      </w:r>
    </w:p>
    <w:p w14:paraId="07E9200B" w14:textId="5747825F" w:rsidR="00D25754" w:rsidRDefault="00AA01A3" w:rsidP="003D4D63">
      <w:pPr>
        <w:pStyle w:val="BasalText"/>
        <w:numPr>
          <w:ilvl w:val="1"/>
          <w:numId w:val="17"/>
        </w:numPr>
      </w:pPr>
      <w:r>
        <w:t>Client-server</w:t>
      </w:r>
    </w:p>
    <w:p w14:paraId="157F0D08" w14:textId="12588D88" w:rsidR="00D25754" w:rsidRDefault="00DC54A9" w:rsidP="003D4D63">
      <w:pPr>
        <w:pStyle w:val="BasalText"/>
        <w:numPr>
          <w:ilvl w:val="1"/>
          <w:numId w:val="17"/>
        </w:numPr>
      </w:pPr>
      <w:r>
        <w:t>Star-bus</w:t>
      </w:r>
    </w:p>
    <w:p w14:paraId="4623A6E0" w14:textId="6A3A5320" w:rsidR="00D25754" w:rsidRPr="00D25754" w:rsidRDefault="00DC54A9" w:rsidP="003D4D63">
      <w:pPr>
        <w:pStyle w:val="BasalText"/>
        <w:numPr>
          <w:ilvl w:val="1"/>
          <w:numId w:val="17"/>
        </w:numPr>
      </w:pPr>
      <w:r>
        <w:t>Ring</w:t>
      </w:r>
    </w:p>
    <w:p w14:paraId="60C5B757" w14:textId="7520D6B4" w:rsidR="00D25754" w:rsidRPr="00E9416D" w:rsidRDefault="00D25754" w:rsidP="00D25754">
      <w:pPr>
        <w:pStyle w:val="BasalText"/>
        <w:rPr>
          <w:color w:val="FF0000"/>
        </w:rPr>
      </w:pPr>
      <w:r w:rsidRPr="00E9416D">
        <w:rPr>
          <w:color w:val="FF0000"/>
        </w:rPr>
        <w:t xml:space="preserve">Answer: </w:t>
      </w:r>
      <w:r w:rsidR="00AA01A3">
        <w:rPr>
          <w:color w:val="FF0000"/>
        </w:rPr>
        <w:t>b. Client-server</w:t>
      </w:r>
    </w:p>
    <w:p w14:paraId="30EBFE0C" w14:textId="47F758AA" w:rsidR="00D25754" w:rsidRPr="00E9416D" w:rsidRDefault="00AA01A3" w:rsidP="003D4D63">
      <w:pPr>
        <w:pStyle w:val="BasalText"/>
        <w:numPr>
          <w:ilvl w:val="0"/>
          <w:numId w:val="38"/>
        </w:numPr>
      </w:pPr>
      <w:r>
        <w:t>A network consists of seven computers and a network printer, all connected directly to one switch. Which network topology does this network use</w:t>
      </w:r>
      <w:r w:rsidR="00D25754" w:rsidRPr="00E9416D">
        <w:t>?</w:t>
      </w:r>
    </w:p>
    <w:p w14:paraId="687DE647" w14:textId="25E58644" w:rsidR="00D25754" w:rsidRDefault="00AA01A3" w:rsidP="003D4D63">
      <w:pPr>
        <w:pStyle w:val="BasalText"/>
        <w:numPr>
          <w:ilvl w:val="1"/>
          <w:numId w:val="18"/>
        </w:numPr>
      </w:pPr>
      <w:r>
        <w:t>Hybrid</w:t>
      </w:r>
    </w:p>
    <w:p w14:paraId="40F81C6B" w14:textId="73D66399" w:rsidR="00D25754" w:rsidRDefault="00AA01A3" w:rsidP="003D4D63">
      <w:pPr>
        <w:pStyle w:val="BasalText"/>
        <w:numPr>
          <w:ilvl w:val="1"/>
          <w:numId w:val="18"/>
        </w:numPr>
      </w:pPr>
      <w:r>
        <w:lastRenderedPageBreak/>
        <w:t>Mesh</w:t>
      </w:r>
    </w:p>
    <w:p w14:paraId="0966FA8F" w14:textId="77956212" w:rsidR="00D25754" w:rsidRDefault="00AA01A3" w:rsidP="003D4D63">
      <w:pPr>
        <w:pStyle w:val="BasalText"/>
        <w:numPr>
          <w:ilvl w:val="1"/>
          <w:numId w:val="18"/>
        </w:numPr>
      </w:pPr>
      <w:r>
        <w:t>Star-bus</w:t>
      </w:r>
    </w:p>
    <w:p w14:paraId="4EA6F094" w14:textId="003430BC" w:rsidR="00D25754" w:rsidRPr="00D25754" w:rsidRDefault="00AA01A3" w:rsidP="003D4D63">
      <w:pPr>
        <w:pStyle w:val="BasalText"/>
        <w:numPr>
          <w:ilvl w:val="1"/>
          <w:numId w:val="18"/>
        </w:numPr>
      </w:pPr>
      <w:r>
        <w:t>Star</w:t>
      </w:r>
    </w:p>
    <w:p w14:paraId="7568332E" w14:textId="05612668" w:rsidR="00D25754" w:rsidRPr="00E9416D" w:rsidRDefault="00D25754" w:rsidP="00D25754">
      <w:pPr>
        <w:pStyle w:val="BasalText"/>
        <w:rPr>
          <w:color w:val="FF0000"/>
        </w:rPr>
      </w:pPr>
      <w:r w:rsidRPr="00E9416D">
        <w:rPr>
          <w:color w:val="FF0000"/>
        </w:rPr>
        <w:t xml:space="preserve">Answer: </w:t>
      </w:r>
      <w:r w:rsidR="00AA01A3">
        <w:rPr>
          <w:color w:val="FF0000"/>
        </w:rPr>
        <w:t>d. Star</w:t>
      </w:r>
    </w:p>
    <w:p w14:paraId="3381692D" w14:textId="77114034" w:rsidR="00D25754" w:rsidRPr="00E9416D" w:rsidRDefault="00AA01A3" w:rsidP="003D4D63">
      <w:pPr>
        <w:pStyle w:val="BasalText"/>
        <w:numPr>
          <w:ilvl w:val="0"/>
          <w:numId w:val="38"/>
        </w:numPr>
      </w:pPr>
      <w:r>
        <w:t>In Question 8, suppose a new switch is connected to the first switch by way of a network cable, and three computers are connected to the new switch. Which network topology is now used</w:t>
      </w:r>
      <w:r w:rsidR="00D25754" w:rsidRPr="00E9416D">
        <w:t>?</w:t>
      </w:r>
    </w:p>
    <w:p w14:paraId="06ACC4AF" w14:textId="715CB22C" w:rsidR="00D25754" w:rsidRDefault="00AA01A3" w:rsidP="003D4D63">
      <w:pPr>
        <w:pStyle w:val="BasalText"/>
        <w:numPr>
          <w:ilvl w:val="1"/>
          <w:numId w:val="19"/>
        </w:numPr>
      </w:pPr>
      <w:r>
        <w:t>Hybrid</w:t>
      </w:r>
    </w:p>
    <w:p w14:paraId="2D021F2E" w14:textId="62612725" w:rsidR="00D25754" w:rsidRDefault="00AA01A3" w:rsidP="003D4D63">
      <w:pPr>
        <w:pStyle w:val="BasalText"/>
        <w:numPr>
          <w:ilvl w:val="1"/>
          <w:numId w:val="19"/>
        </w:numPr>
      </w:pPr>
      <w:r>
        <w:t>Mesh</w:t>
      </w:r>
    </w:p>
    <w:p w14:paraId="4572E4A1" w14:textId="2CF5B74E" w:rsidR="00D25754" w:rsidRDefault="00AA01A3" w:rsidP="003D4D63">
      <w:pPr>
        <w:pStyle w:val="BasalText"/>
        <w:numPr>
          <w:ilvl w:val="1"/>
          <w:numId w:val="19"/>
        </w:numPr>
      </w:pPr>
      <w:r>
        <w:t>Star-bus</w:t>
      </w:r>
    </w:p>
    <w:p w14:paraId="63B9C1D0" w14:textId="086F5247" w:rsidR="00D25754" w:rsidRPr="00D25754" w:rsidRDefault="00AA01A3" w:rsidP="003D4D63">
      <w:pPr>
        <w:pStyle w:val="BasalText"/>
        <w:numPr>
          <w:ilvl w:val="1"/>
          <w:numId w:val="19"/>
        </w:numPr>
      </w:pPr>
      <w:r>
        <w:t>Star</w:t>
      </w:r>
    </w:p>
    <w:p w14:paraId="684D33C8" w14:textId="3DE2DB02" w:rsidR="00D25754" w:rsidRPr="00E9416D" w:rsidRDefault="00D25754" w:rsidP="00D25754">
      <w:pPr>
        <w:pStyle w:val="BasalText"/>
        <w:rPr>
          <w:color w:val="FF0000"/>
        </w:rPr>
      </w:pPr>
      <w:r w:rsidRPr="00E9416D">
        <w:rPr>
          <w:color w:val="FF0000"/>
        </w:rPr>
        <w:t xml:space="preserve">Answer: </w:t>
      </w:r>
      <w:r w:rsidR="00AA01A3">
        <w:rPr>
          <w:color w:val="FF0000"/>
        </w:rPr>
        <w:t>c. Star-bus</w:t>
      </w:r>
    </w:p>
    <w:p w14:paraId="3E3F359F" w14:textId="6BD911E9" w:rsidR="00D25754" w:rsidRPr="00E9416D" w:rsidRDefault="00761E1E" w:rsidP="003D4D63">
      <w:pPr>
        <w:pStyle w:val="BasalText"/>
        <w:numPr>
          <w:ilvl w:val="0"/>
          <w:numId w:val="38"/>
        </w:numPr>
      </w:pPr>
      <w:r>
        <w:t>Which type of address is used at the Transport layer to identify the receiving application</w:t>
      </w:r>
      <w:r w:rsidR="00D25754" w:rsidRPr="00E9416D">
        <w:t>?</w:t>
      </w:r>
    </w:p>
    <w:p w14:paraId="19F8F7AB" w14:textId="0C2C292A" w:rsidR="00D25754" w:rsidRDefault="00761E1E" w:rsidP="003D4D63">
      <w:pPr>
        <w:pStyle w:val="BasalText"/>
        <w:numPr>
          <w:ilvl w:val="1"/>
          <w:numId w:val="20"/>
        </w:numPr>
      </w:pPr>
      <w:r>
        <w:t>IP address</w:t>
      </w:r>
    </w:p>
    <w:p w14:paraId="7F422BF7" w14:textId="75FA81AA" w:rsidR="00D25754" w:rsidRDefault="00761E1E" w:rsidP="003D4D63">
      <w:pPr>
        <w:pStyle w:val="BasalText"/>
        <w:numPr>
          <w:ilvl w:val="1"/>
          <w:numId w:val="20"/>
        </w:numPr>
      </w:pPr>
      <w:r>
        <w:t>Port</w:t>
      </w:r>
    </w:p>
    <w:p w14:paraId="289DA28F" w14:textId="76BF07E5" w:rsidR="00D25754" w:rsidRDefault="00761E1E" w:rsidP="003D4D63">
      <w:pPr>
        <w:pStyle w:val="BasalText"/>
        <w:numPr>
          <w:ilvl w:val="1"/>
          <w:numId w:val="20"/>
        </w:numPr>
      </w:pPr>
      <w:r>
        <w:t>MAC address</w:t>
      </w:r>
    </w:p>
    <w:p w14:paraId="42721D4B" w14:textId="0AC63F75" w:rsidR="00D25754" w:rsidRPr="00D25754" w:rsidRDefault="00761E1E" w:rsidP="003D4D63">
      <w:pPr>
        <w:pStyle w:val="BasalText"/>
        <w:numPr>
          <w:ilvl w:val="1"/>
          <w:numId w:val="20"/>
        </w:numPr>
      </w:pPr>
      <w:r>
        <w:t>Protocol</w:t>
      </w:r>
    </w:p>
    <w:p w14:paraId="2EDA9BD1" w14:textId="264D3F36" w:rsidR="00D25754" w:rsidRPr="00E9416D" w:rsidRDefault="00D25754" w:rsidP="00D25754">
      <w:pPr>
        <w:pStyle w:val="BasalText"/>
        <w:rPr>
          <w:color w:val="FF0000"/>
        </w:rPr>
      </w:pPr>
      <w:r w:rsidRPr="00E9416D">
        <w:rPr>
          <w:color w:val="FF0000"/>
        </w:rPr>
        <w:t xml:space="preserve">Answer: </w:t>
      </w:r>
      <w:r w:rsidR="00B64DD3">
        <w:rPr>
          <w:color w:val="FF0000"/>
        </w:rPr>
        <w:t xml:space="preserve">b. </w:t>
      </w:r>
      <w:r w:rsidR="00761E1E">
        <w:rPr>
          <w:color w:val="FF0000"/>
        </w:rPr>
        <w:t>Port</w:t>
      </w:r>
    </w:p>
    <w:p w14:paraId="52C6D3A3" w14:textId="13000B5D" w:rsidR="00D25754" w:rsidRPr="00E9416D" w:rsidRDefault="00AA01A3" w:rsidP="003D4D63">
      <w:pPr>
        <w:pStyle w:val="BasalText"/>
        <w:numPr>
          <w:ilvl w:val="0"/>
          <w:numId w:val="38"/>
        </w:numPr>
      </w:pPr>
      <w:r>
        <w:lastRenderedPageBreak/>
        <w:t>What is the name of the domain controller database that Windows Server 2016 uses to store data about user access and resources on the network</w:t>
      </w:r>
      <w:r w:rsidR="00D25754" w:rsidRPr="00E9416D">
        <w:t>?</w:t>
      </w:r>
    </w:p>
    <w:p w14:paraId="30B1E8A9" w14:textId="480E115A" w:rsidR="00D25754" w:rsidRPr="00F23C73" w:rsidRDefault="00D25754" w:rsidP="00D25754">
      <w:pPr>
        <w:pStyle w:val="BasalText"/>
        <w:rPr>
          <w:color w:val="FF0000"/>
        </w:rPr>
      </w:pPr>
      <w:r>
        <w:rPr>
          <w:color w:val="FF0000"/>
        </w:rPr>
        <w:t xml:space="preserve">Answer: </w:t>
      </w:r>
      <w:r w:rsidR="00AA01A3">
        <w:rPr>
          <w:color w:val="FF0000"/>
        </w:rPr>
        <w:t>Active Directory</w:t>
      </w:r>
    </w:p>
    <w:p w14:paraId="4AE87BA3" w14:textId="3E740B4C" w:rsidR="00D25754" w:rsidRPr="00E9416D" w:rsidRDefault="000B5F37" w:rsidP="003D4D63">
      <w:pPr>
        <w:pStyle w:val="BasalText"/>
        <w:numPr>
          <w:ilvl w:val="0"/>
          <w:numId w:val="38"/>
        </w:numPr>
      </w:pPr>
      <w:r>
        <w:t>What is the fundamental distinction between a Layer 2 switch and a router</w:t>
      </w:r>
      <w:r w:rsidR="00D25754" w:rsidRPr="00E9416D">
        <w:t>?</w:t>
      </w:r>
    </w:p>
    <w:p w14:paraId="53DBFA53" w14:textId="2DD4EA31" w:rsidR="00D25754" w:rsidRPr="00F23C73" w:rsidRDefault="000B5F37" w:rsidP="00D25754">
      <w:pPr>
        <w:pStyle w:val="BasalText"/>
        <w:rPr>
          <w:color w:val="FF0000"/>
        </w:rPr>
      </w:pPr>
      <w:r>
        <w:rPr>
          <w:color w:val="FF0000"/>
        </w:rPr>
        <w:t>Answer: A Layer 2 switch belongs only to its local network, and a router belongs to two or more networks.</w:t>
      </w:r>
    </w:p>
    <w:p w14:paraId="4CC1A4D9" w14:textId="04E23B54" w:rsidR="00D25754" w:rsidRPr="00E9416D" w:rsidRDefault="000B5F37" w:rsidP="003D4D63">
      <w:pPr>
        <w:pStyle w:val="BasalText"/>
        <w:numPr>
          <w:ilvl w:val="0"/>
          <w:numId w:val="38"/>
        </w:numPr>
      </w:pPr>
      <w:r>
        <w:t>What is the fundamental distinction between a node and a host</w:t>
      </w:r>
      <w:r w:rsidR="00D25754" w:rsidRPr="00E9416D">
        <w:t>?</w:t>
      </w:r>
    </w:p>
    <w:p w14:paraId="3BDDF2BF" w14:textId="106F5A71" w:rsidR="00D25754" w:rsidRPr="00F23C73" w:rsidRDefault="000B5F37" w:rsidP="00D25754">
      <w:pPr>
        <w:pStyle w:val="BasalText"/>
        <w:rPr>
          <w:color w:val="FF0000"/>
        </w:rPr>
      </w:pPr>
      <w:r>
        <w:rPr>
          <w:color w:val="FF0000"/>
        </w:rPr>
        <w:t>Answer: A host is a computer that hosts a resource on the network, and a node is any computer or device that can be addressed on the network.</w:t>
      </w:r>
    </w:p>
    <w:p w14:paraId="526F359F" w14:textId="760ABB63" w:rsidR="00D25754" w:rsidRPr="00761E1E" w:rsidRDefault="00761E1E" w:rsidP="003D4D63">
      <w:pPr>
        <w:pStyle w:val="BasalText"/>
        <w:numPr>
          <w:ilvl w:val="0"/>
          <w:numId w:val="38"/>
        </w:numPr>
      </w:pPr>
      <w:r w:rsidRPr="00761E1E">
        <w:t>What is the fundamental distinction between a MAN and a WAN</w:t>
      </w:r>
      <w:r w:rsidR="00D25754" w:rsidRPr="00761E1E">
        <w:t>?</w:t>
      </w:r>
    </w:p>
    <w:p w14:paraId="0F68EB3B" w14:textId="72E375AD" w:rsidR="00D25754" w:rsidRPr="00F23C73" w:rsidRDefault="00761E1E" w:rsidP="00D25754">
      <w:pPr>
        <w:pStyle w:val="BasalText"/>
        <w:rPr>
          <w:color w:val="FF0000"/>
        </w:rPr>
      </w:pPr>
      <w:r>
        <w:rPr>
          <w:color w:val="FF0000"/>
        </w:rPr>
        <w:t>Answer: A MAN covers a small geographical area, and a WAN covers a large geographical area.</w:t>
      </w:r>
    </w:p>
    <w:p w14:paraId="446BE080" w14:textId="14C3B5CF" w:rsidR="00D25754" w:rsidRPr="00E9416D" w:rsidRDefault="00761E1E" w:rsidP="003D4D63">
      <w:pPr>
        <w:pStyle w:val="BasalText"/>
        <w:numPr>
          <w:ilvl w:val="0"/>
          <w:numId w:val="38"/>
        </w:numPr>
      </w:pPr>
      <w:r>
        <w:t>What is a message called that is delivered by TCP? What is a message called that is delivered by UDP? At which layer do the two protocols work</w:t>
      </w:r>
      <w:r w:rsidR="00D25754" w:rsidRPr="00E9416D">
        <w:t>?</w:t>
      </w:r>
    </w:p>
    <w:p w14:paraId="352BA7F3" w14:textId="77777777" w:rsidR="00761E1E" w:rsidRPr="00F23C73" w:rsidRDefault="00761E1E" w:rsidP="00761E1E">
      <w:pPr>
        <w:pStyle w:val="BasalText"/>
        <w:rPr>
          <w:color w:val="FF0000"/>
        </w:rPr>
      </w:pPr>
      <w:r>
        <w:rPr>
          <w:color w:val="FF0000"/>
        </w:rPr>
        <w:t>Answer: Segment</w:t>
      </w:r>
    </w:p>
    <w:p w14:paraId="42E20459" w14:textId="1DF42D1F" w:rsidR="00761E1E" w:rsidRPr="00F23C73" w:rsidRDefault="00761E1E" w:rsidP="00761E1E">
      <w:pPr>
        <w:pStyle w:val="BasalText"/>
        <w:rPr>
          <w:color w:val="FF0000"/>
        </w:rPr>
      </w:pPr>
      <w:r>
        <w:rPr>
          <w:color w:val="FF0000"/>
        </w:rPr>
        <w:t>Answer: Datagram</w:t>
      </w:r>
    </w:p>
    <w:p w14:paraId="79905E72" w14:textId="5A529CB7" w:rsidR="00D25754" w:rsidRPr="00F23C73" w:rsidRDefault="00761E1E" w:rsidP="00D25754">
      <w:pPr>
        <w:pStyle w:val="BasalText"/>
        <w:rPr>
          <w:color w:val="FF0000"/>
        </w:rPr>
      </w:pPr>
      <w:r>
        <w:rPr>
          <w:color w:val="FF0000"/>
        </w:rPr>
        <w:t>Answer: Transport layer</w:t>
      </w:r>
    </w:p>
    <w:p w14:paraId="6527F837" w14:textId="33228EF5" w:rsidR="00D25754" w:rsidRPr="00E9416D" w:rsidRDefault="00761E1E" w:rsidP="003D4D63">
      <w:pPr>
        <w:pStyle w:val="BasalText"/>
        <w:numPr>
          <w:ilvl w:val="0"/>
          <w:numId w:val="38"/>
        </w:numPr>
      </w:pPr>
      <w:r>
        <w:t>At the Network layer, what type of address is used to identify the receiving host</w:t>
      </w:r>
      <w:r w:rsidR="00D25754" w:rsidRPr="00E9416D">
        <w:t>?</w:t>
      </w:r>
    </w:p>
    <w:p w14:paraId="496A4FD0" w14:textId="744B4EB6" w:rsidR="00D25754" w:rsidRPr="00F23C73" w:rsidRDefault="00761E1E" w:rsidP="00D25754">
      <w:pPr>
        <w:pStyle w:val="BasalText"/>
        <w:rPr>
          <w:color w:val="FF0000"/>
        </w:rPr>
      </w:pPr>
      <w:r>
        <w:rPr>
          <w:color w:val="FF0000"/>
        </w:rPr>
        <w:t>Answer: IP address</w:t>
      </w:r>
    </w:p>
    <w:p w14:paraId="6A885864" w14:textId="4FD30ECA" w:rsidR="00D25754" w:rsidRPr="00E9416D" w:rsidRDefault="00761E1E" w:rsidP="003D4D63">
      <w:pPr>
        <w:pStyle w:val="BasalText"/>
        <w:numPr>
          <w:ilvl w:val="0"/>
          <w:numId w:val="38"/>
        </w:numPr>
      </w:pPr>
      <w:r>
        <w:lastRenderedPageBreak/>
        <w:t xml:space="preserve">At the </w:t>
      </w:r>
      <w:r w:rsidR="00DC54A9">
        <w:t xml:space="preserve">Data </w:t>
      </w:r>
      <w:r>
        <w:t>Link layer, which type of network address is used to identify the receiving node</w:t>
      </w:r>
      <w:r w:rsidR="00D25754" w:rsidRPr="00E9416D">
        <w:t>?</w:t>
      </w:r>
    </w:p>
    <w:p w14:paraId="0BB3D3B7" w14:textId="7C7EB62F" w:rsidR="00D25754" w:rsidRPr="00F23C73" w:rsidRDefault="00761E1E" w:rsidP="00D25754">
      <w:pPr>
        <w:pStyle w:val="BasalText"/>
        <w:rPr>
          <w:color w:val="FF0000"/>
        </w:rPr>
      </w:pPr>
      <w:r>
        <w:rPr>
          <w:color w:val="FF0000"/>
        </w:rPr>
        <w:t>Answer: Physical address, MAC addr</w:t>
      </w:r>
      <w:r w:rsidR="00F652EB">
        <w:rPr>
          <w:color w:val="FF0000"/>
        </w:rPr>
        <w:t xml:space="preserve">ess, hardware address, or Data </w:t>
      </w:r>
      <w:r w:rsidR="001432F4">
        <w:rPr>
          <w:color w:val="FF0000"/>
        </w:rPr>
        <w:t>L</w:t>
      </w:r>
      <w:r>
        <w:rPr>
          <w:color w:val="FF0000"/>
        </w:rPr>
        <w:t>ink layer address</w:t>
      </w:r>
    </w:p>
    <w:p w14:paraId="1AEBC212" w14:textId="6EEB47A7" w:rsidR="00D25754" w:rsidRPr="00E9416D" w:rsidRDefault="00761E1E" w:rsidP="003D4D63">
      <w:pPr>
        <w:pStyle w:val="BasalText"/>
        <w:numPr>
          <w:ilvl w:val="0"/>
          <w:numId w:val="38"/>
        </w:numPr>
      </w:pPr>
      <w:r>
        <w:t>A computer is unable to access the network. When you check the LED lights near the computer’s network port, you discover the lights are not lit. Which layer of the OSI model are you using to troubleshoot this problem? At which two layers does the network adapter work</w:t>
      </w:r>
      <w:r w:rsidR="00D25754" w:rsidRPr="00E9416D">
        <w:t>?</w:t>
      </w:r>
    </w:p>
    <w:p w14:paraId="2F1A1BF8" w14:textId="77777777" w:rsidR="00761E1E" w:rsidRPr="00761E1E" w:rsidRDefault="00761E1E" w:rsidP="00761E1E">
      <w:pPr>
        <w:pStyle w:val="BasalText"/>
        <w:rPr>
          <w:color w:val="FF0000"/>
        </w:rPr>
      </w:pPr>
      <w:r>
        <w:rPr>
          <w:color w:val="FF0000"/>
        </w:rPr>
        <w:t>Answer: Physical layer</w:t>
      </w:r>
    </w:p>
    <w:p w14:paraId="393DA140" w14:textId="2420126D" w:rsidR="00761E1E" w:rsidRPr="00761E1E" w:rsidRDefault="00F652EB" w:rsidP="00761E1E">
      <w:pPr>
        <w:pStyle w:val="BasalText"/>
        <w:rPr>
          <w:color w:val="FF0000"/>
        </w:rPr>
      </w:pPr>
      <w:r>
        <w:rPr>
          <w:color w:val="FF0000"/>
        </w:rPr>
        <w:t xml:space="preserve">Answer: Data </w:t>
      </w:r>
      <w:r w:rsidR="001432F4">
        <w:rPr>
          <w:color w:val="FF0000"/>
        </w:rPr>
        <w:t>L</w:t>
      </w:r>
      <w:r w:rsidR="00761E1E">
        <w:rPr>
          <w:color w:val="FF0000"/>
        </w:rPr>
        <w:t>ink layer and Physical layer</w:t>
      </w:r>
    </w:p>
    <w:p w14:paraId="1363EB93" w14:textId="5328BD90" w:rsidR="00D25754" w:rsidRPr="00E9416D" w:rsidRDefault="00665616" w:rsidP="003D4D63">
      <w:pPr>
        <w:pStyle w:val="BasalText"/>
        <w:numPr>
          <w:ilvl w:val="0"/>
          <w:numId w:val="38"/>
        </w:numPr>
      </w:pPr>
      <w:r>
        <w:t>A user complains that he cannot access a particular website, although he is able to access other websites. At which layer of the OSI model should you begin troubleshooting this problem</w:t>
      </w:r>
      <w:r w:rsidR="00D25754" w:rsidRPr="00E9416D">
        <w:t>?</w:t>
      </w:r>
    </w:p>
    <w:p w14:paraId="7B5114DB" w14:textId="205BE675" w:rsidR="00D25754" w:rsidRPr="00F23C73" w:rsidRDefault="00665616" w:rsidP="00D25754">
      <w:pPr>
        <w:pStyle w:val="BasalText"/>
        <w:rPr>
          <w:color w:val="FF0000"/>
        </w:rPr>
      </w:pPr>
      <w:r>
        <w:rPr>
          <w:color w:val="FF0000"/>
        </w:rPr>
        <w:t>Answer: Application layer</w:t>
      </w:r>
    </w:p>
    <w:p w14:paraId="7DBCD0CC" w14:textId="5CFD2CBB" w:rsidR="00201333" w:rsidRPr="00E9416D" w:rsidRDefault="00665616" w:rsidP="003D4D63">
      <w:pPr>
        <w:pStyle w:val="BasalText"/>
        <w:numPr>
          <w:ilvl w:val="0"/>
          <w:numId w:val="38"/>
        </w:numPr>
      </w:pPr>
      <w:r>
        <w:t>A user complains that Skype drops her videoconference calls and she must reconnect. At which layer of the OSI model should you begin troubleshooting? Which OSI layer is responsible for not dropping the Skype connection</w:t>
      </w:r>
      <w:r w:rsidR="00201333" w:rsidRPr="00E9416D">
        <w:t>?</w:t>
      </w:r>
    </w:p>
    <w:p w14:paraId="5160E6F5" w14:textId="41AFB397" w:rsidR="00665616" w:rsidRPr="00761E1E" w:rsidRDefault="00665616" w:rsidP="00665616">
      <w:pPr>
        <w:pStyle w:val="BasalText"/>
        <w:rPr>
          <w:color w:val="FF0000"/>
        </w:rPr>
      </w:pPr>
      <w:r>
        <w:rPr>
          <w:color w:val="FF0000"/>
        </w:rPr>
        <w:t>Answer: Application layer</w:t>
      </w:r>
    </w:p>
    <w:p w14:paraId="3CEFF0D9" w14:textId="2D1B95E0" w:rsidR="004A762E" w:rsidRPr="00F23C73" w:rsidRDefault="00D824D0" w:rsidP="00665616">
      <w:pPr>
        <w:pStyle w:val="BasalText"/>
        <w:rPr>
          <w:color w:val="FF0000"/>
        </w:rPr>
      </w:pPr>
      <w:r>
        <w:rPr>
          <w:color w:val="FF0000"/>
        </w:rPr>
        <w:t xml:space="preserve">Answer: </w:t>
      </w:r>
      <w:r w:rsidR="00665616">
        <w:rPr>
          <w:color w:val="FF0000"/>
        </w:rPr>
        <w:t>Session layer</w:t>
      </w:r>
    </w:p>
    <w:sectPr w:rsidR="004A762E" w:rsidRPr="00F23C73">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7990E" w14:textId="77777777" w:rsidR="00E075CB" w:rsidRDefault="00E075CB">
      <w:pPr>
        <w:spacing w:line="240" w:lineRule="auto"/>
      </w:pPr>
      <w:r>
        <w:separator/>
      </w:r>
    </w:p>
  </w:endnote>
  <w:endnote w:type="continuationSeparator" w:id="0">
    <w:p w14:paraId="57157EB7" w14:textId="77777777" w:rsidR="00E075CB" w:rsidRDefault="00E075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fficina Sans">
    <w:altName w:val="Officina Sans"/>
    <w:panose1 w:val="00000000000000000000"/>
    <w:charset w:val="00"/>
    <w:family w:val="auto"/>
    <w:notTrueType/>
    <w:pitch w:val="default"/>
    <w:sig w:usb0="00000003" w:usb1="00000000" w:usb2="00000000" w:usb3="00000000" w:csb0="00000001" w:csb1="00000000"/>
  </w:font>
  <w:font w:name="Sabon-Roman">
    <w:panose1 w:val="00000000000000000000"/>
    <w:charset w:val="00"/>
    <w:family w:val="auto"/>
    <w:notTrueType/>
    <w:pitch w:val="default"/>
    <w:sig w:usb0="00000003" w:usb1="00000000" w:usb2="00000000" w:usb3="00000000" w:csb0="00000001" w:csb1="00000000"/>
  </w:font>
  <w:font w:name="B Sabon Bold">
    <w:altName w:val="Times New Roman"/>
    <w:charset w:val="00"/>
    <w:family w:val="roman"/>
    <w:pitch w:val="variable"/>
  </w:font>
  <w:font w:name="ITC Officina Serif Book">
    <w:altName w:val="Times New Roman"/>
    <w:charset w:val="00"/>
    <w:family w:val="roman"/>
    <w:pitch w:val="variable"/>
  </w:font>
  <w:font w:name="ITC Officina Sans Bold">
    <w:altName w:val="Times New Roman"/>
    <w:charset w:val="00"/>
    <w:family w:val="roman"/>
    <w:pitch w:val="variable"/>
  </w:font>
  <w:font w:name="ITC Officina Serif Bold">
    <w:altName w:val="Times New Roman"/>
    <w:charset w:val="00"/>
    <w:family w:val="roman"/>
    <w:pitch w:val="variable"/>
  </w:font>
  <w:font w:name="Sabon">
    <w:altName w:val="Times New Roman"/>
    <w:charset w:val="00"/>
    <w:family w:val="roman"/>
    <w:pitch w:val="variable"/>
  </w:font>
  <w:font w:name="ITC Officina Sans BoldItalic">
    <w:charset w:val="00"/>
    <w:family w:val="roman"/>
    <w:pitch w:val="variable"/>
  </w:font>
  <w:font w:name="ITC Officina Sans BookItalic">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TC Officina Sans Book">
    <w:altName w:val="Times New Roman"/>
    <w:charset w:val="00"/>
    <w:family w:val="roman"/>
    <w:pitch w:val="variable"/>
    <w:sig w:usb0="00000003" w:usb1="00000000" w:usb2="00000000" w:usb3="00000000" w:csb0="00000001" w:csb1="00000000"/>
  </w:font>
  <w:font w:name="PalatinoLTStd-Light">
    <w:panose1 w:val="00000000000000000000"/>
    <w:charset w:val="4D"/>
    <w:family w:val="auto"/>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E64BB" w14:textId="77777777" w:rsidR="00AD783E" w:rsidRDefault="00AD78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0B0205" w14:textId="77777777" w:rsidR="00AD783E" w:rsidRDefault="00AD78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B9EF" w14:textId="1D09AF28" w:rsidR="00AD783E" w:rsidRDefault="00AD78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3E86">
      <w:rPr>
        <w:rStyle w:val="PageNumber"/>
        <w:noProof/>
      </w:rPr>
      <w:t>1</w:t>
    </w:r>
    <w:r>
      <w:rPr>
        <w:rStyle w:val="PageNumber"/>
      </w:rPr>
      <w:fldChar w:fldCharType="end"/>
    </w:r>
  </w:p>
  <w:p w14:paraId="0119E7D6" w14:textId="77777777" w:rsidR="00AD783E" w:rsidRDefault="00AD783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2777D" w14:textId="77777777" w:rsidR="00E075CB" w:rsidRDefault="00E075CB">
      <w:pPr>
        <w:spacing w:line="240" w:lineRule="auto"/>
      </w:pPr>
      <w:r>
        <w:separator/>
      </w:r>
    </w:p>
  </w:footnote>
  <w:footnote w:type="continuationSeparator" w:id="0">
    <w:p w14:paraId="49F72145" w14:textId="77777777" w:rsidR="00E075CB" w:rsidRDefault="00E075C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A7980"/>
    <w:multiLevelType w:val="hybridMultilevel"/>
    <w:tmpl w:val="863E9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F7B6F"/>
    <w:multiLevelType w:val="hybridMultilevel"/>
    <w:tmpl w:val="526EDD18"/>
    <w:lvl w:ilvl="0" w:tplc="1318E89A">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D5724"/>
    <w:multiLevelType w:val="hybridMultilevel"/>
    <w:tmpl w:val="61627368"/>
    <w:lvl w:ilvl="0" w:tplc="FA66CE02">
      <w:start w:val="1"/>
      <w:numFmt w:val="none"/>
      <w:pStyle w:val="HeadC"/>
      <w:lvlText w:val="[C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A7EDB"/>
    <w:multiLevelType w:val="singleLevel"/>
    <w:tmpl w:val="4192EF9E"/>
    <w:lvl w:ilvl="0">
      <w:start w:val="1"/>
      <w:numFmt w:val="none"/>
      <w:pStyle w:val="EOCAHd"/>
      <w:lvlText w:val="[EOC A HD]"/>
      <w:legacy w:legacy="1" w:legacySpace="432" w:legacyIndent="0"/>
      <w:lvlJc w:val="left"/>
      <w:pPr>
        <w:ind w:left="0" w:firstLine="0"/>
      </w:pPr>
      <w:rPr>
        <w:rFonts w:ascii="Times New Roman" w:hAnsi="Times New Roman" w:cs="Times New Roman" w:hint="default"/>
        <w:b w:val="0"/>
        <w:i w:val="0"/>
        <w:sz w:val="24"/>
      </w:rPr>
    </w:lvl>
  </w:abstractNum>
  <w:abstractNum w:abstractNumId="4" w15:restartNumberingAfterBreak="0">
    <w:nsid w:val="0E895C10"/>
    <w:multiLevelType w:val="hybridMultilevel"/>
    <w:tmpl w:val="8E583B8C"/>
    <w:lvl w:ilvl="0" w:tplc="6E5AFB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6E1D34"/>
    <w:multiLevelType w:val="singleLevel"/>
    <w:tmpl w:val="25E65414"/>
    <w:lvl w:ilvl="0">
      <w:start w:val="1"/>
      <w:numFmt w:val="none"/>
      <w:pStyle w:val="KeyTerms"/>
      <w:lvlText w:val="[BT B HD]"/>
      <w:legacy w:legacy="1" w:legacySpace="432" w:legacyIndent="0"/>
      <w:lvlJc w:val="left"/>
      <w:pPr>
        <w:ind w:left="0" w:firstLine="0"/>
      </w:pPr>
      <w:rPr>
        <w:rFonts w:ascii="Times New Roman" w:hAnsi="Times New Roman" w:cs="Times New Roman" w:hint="default"/>
        <w:b w:val="0"/>
        <w:i w:val="0"/>
        <w:sz w:val="24"/>
      </w:rPr>
    </w:lvl>
  </w:abstractNum>
  <w:abstractNum w:abstractNumId="6" w15:restartNumberingAfterBreak="0">
    <w:nsid w:val="0FBC489A"/>
    <w:multiLevelType w:val="hybridMultilevel"/>
    <w:tmpl w:val="1528F32E"/>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921D7F"/>
    <w:multiLevelType w:val="hybridMultilevel"/>
    <w:tmpl w:val="F3B888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985868"/>
    <w:multiLevelType w:val="hybridMultilevel"/>
    <w:tmpl w:val="F3B888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1748F8"/>
    <w:multiLevelType w:val="hybridMultilevel"/>
    <w:tmpl w:val="F3B888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3E61D4"/>
    <w:multiLevelType w:val="multilevel"/>
    <w:tmpl w:val="B1661C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7465F7D"/>
    <w:multiLevelType w:val="hybridMultilevel"/>
    <w:tmpl w:val="DC7032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642D3C"/>
    <w:multiLevelType w:val="hybridMultilevel"/>
    <w:tmpl w:val="13F4F474"/>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8B71C5"/>
    <w:multiLevelType w:val="hybridMultilevel"/>
    <w:tmpl w:val="F3B888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710606"/>
    <w:multiLevelType w:val="hybridMultilevel"/>
    <w:tmpl w:val="AEDCCBD8"/>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63C07"/>
    <w:multiLevelType w:val="singleLevel"/>
    <w:tmpl w:val="D75A5082"/>
    <w:lvl w:ilvl="0">
      <w:start w:val="1"/>
      <w:numFmt w:val="decimal"/>
      <w:pStyle w:val="Boxnumberlist"/>
      <w:lvlText w:val="%1."/>
      <w:lvlJc w:val="left"/>
      <w:pPr>
        <w:tabs>
          <w:tab w:val="num" w:pos="360"/>
        </w:tabs>
        <w:ind w:left="360" w:hanging="360"/>
      </w:pPr>
      <w:rPr>
        <w:rFonts w:cs="Times New Roman" w:hint="default"/>
        <w:b/>
        <w:bCs/>
        <w:i w:val="0"/>
        <w:iCs w:val="0"/>
      </w:rPr>
    </w:lvl>
  </w:abstractNum>
  <w:abstractNum w:abstractNumId="16" w15:restartNumberingAfterBreak="0">
    <w:nsid w:val="32232255"/>
    <w:multiLevelType w:val="hybridMultilevel"/>
    <w:tmpl w:val="A4E210AA"/>
    <w:lvl w:ilvl="0" w:tplc="D406945C">
      <w:start w:val="1"/>
      <w:numFmt w:val="bullet"/>
      <w:lvlText w:val="•"/>
      <w:lvlJc w:val="left"/>
      <w:pPr>
        <w:ind w:left="720" w:hanging="360"/>
      </w:pPr>
      <w:rPr>
        <w:rFonts w:ascii="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23705E"/>
    <w:multiLevelType w:val="singleLevel"/>
    <w:tmpl w:val="517A402C"/>
    <w:lvl w:ilvl="0">
      <w:start w:val="1"/>
      <w:numFmt w:val="bullet"/>
      <w:pStyle w:val="ListBullet"/>
      <w:lvlText w:val=""/>
      <w:lvlJc w:val="left"/>
      <w:pPr>
        <w:tabs>
          <w:tab w:val="num" w:pos="360"/>
        </w:tabs>
        <w:ind w:left="360" w:hanging="360"/>
      </w:pPr>
      <w:rPr>
        <w:rFonts w:ascii="Symbol" w:hAnsi="Symbol" w:hint="default"/>
      </w:rPr>
    </w:lvl>
  </w:abstractNum>
  <w:abstractNum w:abstractNumId="18" w15:restartNumberingAfterBreak="0">
    <w:nsid w:val="397F0F20"/>
    <w:multiLevelType w:val="hybridMultilevel"/>
    <w:tmpl w:val="F3B888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A9B01DF"/>
    <w:multiLevelType w:val="hybridMultilevel"/>
    <w:tmpl w:val="E68C0FC2"/>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317590"/>
    <w:multiLevelType w:val="hybridMultilevel"/>
    <w:tmpl w:val="C2C6A1D4"/>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3666F8"/>
    <w:multiLevelType w:val="hybridMultilevel"/>
    <w:tmpl w:val="D54E9002"/>
    <w:lvl w:ilvl="0" w:tplc="F3FA601E">
      <w:start w:val="1"/>
      <w:numFmt w:val="decimal"/>
      <w:lvlText w:val="%1."/>
      <w:lvlJc w:val="left"/>
      <w:pPr>
        <w:tabs>
          <w:tab w:val="num" w:pos="360"/>
        </w:tabs>
        <w:ind w:left="360" w:hanging="360"/>
      </w:pPr>
      <w:rPr>
        <w:rFonts w:hint="default"/>
      </w:rPr>
    </w:lvl>
    <w:lvl w:ilvl="1" w:tplc="C88AFC78">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13B2DE3"/>
    <w:multiLevelType w:val="hybridMultilevel"/>
    <w:tmpl w:val="356A6EEE"/>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DB41BE"/>
    <w:multiLevelType w:val="hybridMultilevel"/>
    <w:tmpl w:val="F3B888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CDF5847"/>
    <w:multiLevelType w:val="hybridMultilevel"/>
    <w:tmpl w:val="F5BCF3E4"/>
    <w:lvl w:ilvl="0" w:tplc="F3FA601E">
      <w:start w:val="1"/>
      <w:numFmt w:val="decimal"/>
      <w:lvlText w:val="%1."/>
      <w:lvlJc w:val="left"/>
      <w:pPr>
        <w:tabs>
          <w:tab w:val="num" w:pos="360"/>
        </w:tabs>
        <w:ind w:left="360" w:hanging="360"/>
      </w:pPr>
      <w:rPr>
        <w:rFonts w:hint="default"/>
      </w:rPr>
    </w:lvl>
    <w:lvl w:ilvl="1" w:tplc="A4CCD94A">
      <w:start w:val="1"/>
      <w:numFmt w:val="bullet"/>
      <w:lvlText w:val="•"/>
      <w:lvlJc w:val="left"/>
      <w:pPr>
        <w:tabs>
          <w:tab w:val="num" w:pos="360"/>
        </w:tabs>
        <w:ind w:left="360" w:hanging="360"/>
      </w:pPr>
      <w:rPr>
        <w:rFonts w:ascii="Times" w:hAnsi="Times"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1AB4AB2"/>
    <w:multiLevelType w:val="hybridMultilevel"/>
    <w:tmpl w:val="8550F8B2"/>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7116EC"/>
    <w:multiLevelType w:val="hybridMultilevel"/>
    <w:tmpl w:val="3F947142"/>
    <w:lvl w:ilvl="0" w:tplc="15F6FFC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60D0B84"/>
    <w:multiLevelType w:val="hybridMultilevel"/>
    <w:tmpl w:val="9C7A6868"/>
    <w:lvl w:ilvl="0" w:tplc="FFFFFFFF">
      <w:start w:val="1"/>
      <w:numFmt w:val="bullet"/>
      <w:pStyle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Symbol"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Symbol"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92F2108"/>
    <w:multiLevelType w:val="hybridMultilevel"/>
    <w:tmpl w:val="DBD4188A"/>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BE5121"/>
    <w:multiLevelType w:val="hybridMultilevel"/>
    <w:tmpl w:val="E97E3BA8"/>
    <w:lvl w:ilvl="0" w:tplc="E9868060">
      <w:start w:val="1"/>
      <w:numFmt w:val="none"/>
      <w:pStyle w:val="HeadA"/>
      <w:lvlText w:val="[A HD]"/>
      <w:lvlJc w:val="left"/>
      <w:pPr>
        <w:ind w:left="720" w:hanging="360"/>
      </w:pPr>
      <w:rPr>
        <w:rFonts w:ascii="Times New Roman" w:hAnsi="Times New Roman" w:cs="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F2582A"/>
    <w:multiLevelType w:val="hybridMultilevel"/>
    <w:tmpl w:val="1C70498E"/>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DA1623"/>
    <w:multiLevelType w:val="hybridMultilevel"/>
    <w:tmpl w:val="CB34064E"/>
    <w:lvl w:ilvl="0" w:tplc="F3FA601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0085A55"/>
    <w:multiLevelType w:val="hybridMultilevel"/>
    <w:tmpl w:val="4E822314"/>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404055"/>
    <w:multiLevelType w:val="hybridMultilevel"/>
    <w:tmpl w:val="8BE8C90A"/>
    <w:lvl w:ilvl="0" w:tplc="F3FA601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1DB593C"/>
    <w:multiLevelType w:val="hybridMultilevel"/>
    <w:tmpl w:val="7F849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7375E2"/>
    <w:multiLevelType w:val="hybridMultilevel"/>
    <w:tmpl w:val="F508D30C"/>
    <w:lvl w:ilvl="0" w:tplc="E26CF156">
      <w:numFmt w:val="bullet"/>
      <w:lvlText w:val="•"/>
      <w:lvlJc w:val="left"/>
      <w:pPr>
        <w:ind w:left="720" w:hanging="360"/>
      </w:pPr>
      <w:rPr>
        <w:rFonts w:ascii="Times" w:eastAsia="Times New Roman" w:hAnsi="Time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9828C0"/>
    <w:multiLevelType w:val="hybridMultilevel"/>
    <w:tmpl w:val="E4E81D14"/>
    <w:lvl w:ilvl="0" w:tplc="04CC5EF0">
      <w:start w:val="1"/>
      <w:numFmt w:val="none"/>
      <w:pStyle w:val="HeadB"/>
      <w:lvlText w:val="[B HD]"/>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04280A"/>
    <w:multiLevelType w:val="hybridMultilevel"/>
    <w:tmpl w:val="F3B888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56737B"/>
    <w:multiLevelType w:val="hybridMultilevel"/>
    <w:tmpl w:val="285CB896"/>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EC01A4"/>
    <w:multiLevelType w:val="hybridMultilevel"/>
    <w:tmpl w:val="863E9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C74A72"/>
    <w:multiLevelType w:val="hybridMultilevel"/>
    <w:tmpl w:val="F3B888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6196740"/>
    <w:multiLevelType w:val="hybridMultilevel"/>
    <w:tmpl w:val="8676D250"/>
    <w:lvl w:ilvl="0" w:tplc="7D3E3BDC">
      <w:start w:val="1"/>
      <w:numFmt w:val="bullet"/>
      <w:lvlText w:val="•"/>
      <w:lvlJc w:val="left"/>
      <w:pPr>
        <w:tabs>
          <w:tab w:val="num" w:pos="360"/>
        </w:tabs>
        <w:ind w:left="360" w:hanging="360"/>
      </w:pPr>
      <w:rPr>
        <w:rFonts w:ascii="Times" w:hAnsi="Times"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095406"/>
    <w:multiLevelType w:val="hybridMultilevel"/>
    <w:tmpl w:val="28D6ED6A"/>
    <w:lvl w:ilvl="0" w:tplc="6E5AFB1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7421F7"/>
    <w:multiLevelType w:val="hybridMultilevel"/>
    <w:tmpl w:val="F3B8886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A1B4082"/>
    <w:multiLevelType w:val="hybridMultilevel"/>
    <w:tmpl w:val="37482A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7"/>
  </w:num>
  <w:num w:numId="2">
    <w:abstractNumId w:val="5"/>
  </w:num>
  <w:num w:numId="3">
    <w:abstractNumId w:val="35"/>
  </w:num>
  <w:num w:numId="4">
    <w:abstractNumId w:val="16"/>
  </w:num>
  <w:num w:numId="5">
    <w:abstractNumId w:val="27"/>
  </w:num>
  <w:num w:numId="6">
    <w:abstractNumId w:val="3"/>
  </w:num>
  <w:num w:numId="7">
    <w:abstractNumId w:val="37"/>
  </w:num>
  <w:num w:numId="8">
    <w:abstractNumId w:val="15"/>
  </w:num>
  <w:num w:numId="9">
    <w:abstractNumId w:val="29"/>
  </w:num>
  <w:num w:numId="10">
    <w:abstractNumId w:val="36"/>
  </w:num>
  <w:num w:numId="11">
    <w:abstractNumId w:val="2"/>
  </w:num>
  <w:num w:numId="12">
    <w:abstractNumId w:val="44"/>
  </w:num>
  <w:num w:numId="13">
    <w:abstractNumId w:val="7"/>
  </w:num>
  <w:num w:numId="14">
    <w:abstractNumId w:val="13"/>
  </w:num>
  <w:num w:numId="15">
    <w:abstractNumId w:val="43"/>
  </w:num>
  <w:num w:numId="16">
    <w:abstractNumId w:val="23"/>
  </w:num>
  <w:num w:numId="17">
    <w:abstractNumId w:val="9"/>
  </w:num>
  <w:num w:numId="18">
    <w:abstractNumId w:val="18"/>
  </w:num>
  <w:num w:numId="19">
    <w:abstractNumId w:val="40"/>
  </w:num>
  <w:num w:numId="20">
    <w:abstractNumId w:val="8"/>
  </w:num>
  <w:num w:numId="21">
    <w:abstractNumId w:val="0"/>
  </w:num>
  <w:num w:numId="22">
    <w:abstractNumId w:val="39"/>
  </w:num>
  <w:num w:numId="23">
    <w:abstractNumId w:val="25"/>
  </w:num>
  <w:num w:numId="24">
    <w:abstractNumId w:val="28"/>
  </w:num>
  <w:num w:numId="25">
    <w:abstractNumId w:val="41"/>
  </w:num>
  <w:num w:numId="26">
    <w:abstractNumId w:val="30"/>
  </w:num>
  <w:num w:numId="27">
    <w:abstractNumId w:val="20"/>
  </w:num>
  <w:num w:numId="28">
    <w:abstractNumId w:val="12"/>
  </w:num>
  <w:num w:numId="29">
    <w:abstractNumId w:val="1"/>
  </w:num>
  <w:num w:numId="30">
    <w:abstractNumId w:val="14"/>
  </w:num>
  <w:num w:numId="31">
    <w:abstractNumId w:val="38"/>
  </w:num>
  <w:num w:numId="32">
    <w:abstractNumId w:val="32"/>
  </w:num>
  <w:num w:numId="33">
    <w:abstractNumId w:val="6"/>
  </w:num>
  <w:num w:numId="34">
    <w:abstractNumId w:val="19"/>
  </w:num>
  <w:num w:numId="35">
    <w:abstractNumId w:val="31"/>
  </w:num>
  <w:num w:numId="36">
    <w:abstractNumId w:val="22"/>
  </w:num>
  <w:num w:numId="37">
    <w:abstractNumId w:val="33"/>
  </w:num>
  <w:num w:numId="38">
    <w:abstractNumId w:val="34"/>
  </w:num>
  <w:num w:numId="39">
    <w:abstractNumId w:val="24"/>
  </w:num>
  <w:num w:numId="40">
    <w:abstractNumId w:val="26"/>
  </w:num>
  <w:num w:numId="41">
    <w:abstractNumId w:val="21"/>
  </w:num>
  <w:num w:numId="42">
    <w:abstractNumId w:val="42"/>
  </w:num>
  <w:num w:numId="43">
    <w:abstractNumId w:val="4"/>
  </w:num>
  <w:num w:numId="44">
    <w:abstractNumId w:val="11"/>
  </w:num>
  <w:num w:numId="45">
    <w:abstractNumId w:val="10"/>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4B"/>
    <w:rsid w:val="00003E86"/>
    <w:rsid w:val="00005882"/>
    <w:rsid w:val="00041986"/>
    <w:rsid w:val="00043BE1"/>
    <w:rsid w:val="0004750E"/>
    <w:rsid w:val="00050340"/>
    <w:rsid w:val="000537BD"/>
    <w:rsid w:val="00061D38"/>
    <w:rsid w:val="00074936"/>
    <w:rsid w:val="00076AF7"/>
    <w:rsid w:val="000866CB"/>
    <w:rsid w:val="00094D14"/>
    <w:rsid w:val="00097549"/>
    <w:rsid w:val="00097C0D"/>
    <w:rsid w:val="000A044D"/>
    <w:rsid w:val="000A10AC"/>
    <w:rsid w:val="000A23BF"/>
    <w:rsid w:val="000B40C1"/>
    <w:rsid w:val="000B4624"/>
    <w:rsid w:val="000B4E80"/>
    <w:rsid w:val="000B5F37"/>
    <w:rsid w:val="000C126B"/>
    <w:rsid w:val="000C30E7"/>
    <w:rsid w:val="000C3D7D"/>
    <w:rsid w:val="000C60C8"/>
    <w:rsid w:val="000C728A"/>
    <w:rsid w:val="000D0851"/>
    <w:rsid w:val="000D2AB8"/>
    <w:rsid w:val="000E1065"/>
    <w:rsid w:val="00110973"/>
    <w:rsid w:val="0011430F"/>
    <w:rsid w:val="00116139"/>
    <w:rsid w:val="001171BD"/>
    <w:rsid w:val="0011775D"/>
    <w:rsid w:val="00127084"/>
    <w:rsid w:val="0013096E"/>
    <w:rsid w:val="00130D52"/>
    <w:rsid w:val="00134559"/>
    <w:rsid w:val="001359C8"/>
    <w:rsid w:val="001432F4"/>
    <w:rsid w:val="00144A89"/>
    <w:rsid w:val="0014596C"/>
    <w:rsid w:val="00147BC4"/>
    <w:rsid w:val="00155355"/>
    <w:rsid w:val="001561D3"/>
    <w:rsid w:val="00163B33"/>
    <w:rsid w:val="00164F4F"/>
    <w:rsid w:val="0016595C"/>
    <w:rsid w:val="00167A43"/>
    <w:rsid w:val="00171641"/>
    <w:rsid w:val="00185E3E"/>
    <w:rsid w:val="001907FB"/>
    <w:rsid w:val="0019258E"/>
    <w:rsid w:val="00192CE3"/>
    <w:rsid w:val="001952B4"/>
    <w:rsid w:val="001A0835"/>
    <w:rsid w:val="001A1C29"/>
    <w:rsid w:val="001A3FED"/>
    <w:rsid w:val="001A5BB5"/>
    <w:rsid w:val="001A6C55"/>
    <w:rsid w:val="001B015E"/>
    <w:rsid w:val="001B616A"/>
    <w:rsid w:val="001C2B1F"/>
    <w:rsid w:val="001C2FBA"/>
    <w:rsid w:val="001C7D71"/>
    <w:rsid w:val="001D51AD"/>
    <w:rsid w:val="001D70FF"/>
    <w:rsid w:val="001E51D9"/>
    <w:rsid w:val="00201333"/>
    <w:rsid w:val="0020233F"/>
    <w:rsid w:val="00203EE7"/>
    <w:rsid w:val="002137F9"/>
    <w:rsid w:val="002204E1"/>
    <w:rsid w:val="00230344"/>
    <w:rsid w:val="0023382B"/>
    <w:rsid w:val="0023443D"/>
    <w:rsid w:val="002356E9"/>
    <w:rsid w:val="00236574"/>
    <w:rsid w:val="0024599C"/>
    <w:rsid w:val="00246303"/>
    <w:rsid w:val="0024742A"/>
    <w:rsid w:val="00256B50"/>
    <w:rsid w:val="00260E47"/>
    <w:rsid w:val="002636F2"/>
    <w:rsid w:val="00276AAB"/>
    <w:rsid w:val="0028272C"/>
    <w:rsid w:val="002853B1"/>
    <w:rsid w:val="002867B7"/>
    <w:rsid w:val="00296907"/>
    <w:rsid w:val="00296DCE"/>
    <w:rsid w:val="002A12DE"/>
    <w:rsid w:val="002A164A"/>
    <w:rsid w:val="002A6BB8"/>
    <w:rsid w:val="002A7110"/>
    <w:rsid w:val="002A7E08"/>
    <w:rsid w:val="002B590D"/>
    <w:rsid w:val="002C065D"/>
    <w:rsid w:val="002C6568"/>
    <w:rsid w:val="002C71A6"/>
    <w:rsid w:val="002D7A46"/>
    <w:rsid w:val="002E296F"/>
    <w:rsid w:val="002E2F7F"/>
    <w:rsid w:val="002E48E4"/>
    <w:rsid w:val="002F30B2"/>
    <w:rsid w:val="002F7797"/>
    <w:rsid w:val="00302BE2"/>
    <w:rsid w:val="0030565C"/>
    <w:rsid w:val="003065FA"/>
    <w:rsid w:val="00307CD2"/>
    <w:rsid w:val="003123D3"/>
    <w:rsid w:val="003137B4"/>
    <w:rsid w:val="00317950"/>
    <w:rsid w:val="003238F1"/>
    <w:rsid w:val="00325CA9"/>
    <w:rsid w:val="00331982"/>
    <w:rsid w:val="00333DA0"/>
    <w:rsid w:val="003357BA"/>
    <w:rsid w:val="00336802"/>
    <w:rsid w:val="00343257"/>
    <w:rsid w:val="00343355"/>
    <w:rsid w:val="003472ED"/>
    <w:rsid w:val="00352C3D"/>
    <w:rsid w:val="003679E7"/>
    <w:rsid w:val="00371430"/>
    <w:rsid w:val="00371ACD"/>
    <w:rsid w:val="003879B8"/>
    <w:rsid w:val="003907BE"/>
    <w:rsid w:val="00391F3E"/>
    <w:rsid w:val="00395910"/>
    <w:rsid w:val="003959CE"/>
    <w:rsid w:val="003A4FB9"/>
    <w:rsid w:val="003A5A10"/>
    <w:rsid w:val="003B57F9"/>
    <w:rsid w:val="003B593A"/>
    <w:rsid w:val="003D4D63"/>
    <w:rsid w:val="003D6D56"/>
    <w:rsid w:val="003E61D4"/>
    <w:rsid w:val="003F304C"/>
    <w:rsid w:val="003F5922"/>
    <w:rsid w:val="004057BF"/>
    <w:rsid w:val="00427B73"/>
    <w:rsid w:val="004321E9"/>
    <w:rsid w:val="004332C2"/>
    <w:rsid w:val="00435D15"/>
    <w:rsid w:val="00457594"/>
    <w:rsid w:val="004628A3"/>
    <w:rsid w:val="004666CB"/>
    <w:rsid w:val="00471112"/>
    <w:rsid w:val="004725F0"/>
    <w:rsid w:val="004833F7"/>
    <w:rsid w:val="0048498B"/>
    <w:rsid w:val="004868FD"/>
    <w:rsid w:val="004A08A0"/>
    <w:rsid w:val="004A0F26"/>
    <w:rsid w:val="004A63C6"/>
    <w:rsid w:val="004A6C4B"/>
    <w:rsid w:val="004A762E"/>
    <w:rsid w:val="004B7A92"/>
    <w:rsid w:val="004C172E"/>
    <w:rsid w:val="004C7BEF"/>
    <w:rsid w:val="004D103E"/>
    <w:rsid w:val="004D6128"/>
    <w:rsid w:val="004D7A32"/>
    <w:rsid w:val="004E18E4"/>
    <w:rsid w:val="004F3269"/>
    <w:rsid w:val="00501BB9"/>
    <w:rsid w:val="005036E6"/>
    <w:rsid w:val="00504AC8"/>
    <w:rsid w:val="0050513B"/>
    <w:rsid w:val="005129F0"/>
    <w:rsid w:val="00525127"/>
    <w:rsid w:val="00526440"/>
    <w:rsid w:val="0052649D"/>
    <w:rsid w:val="00536FF2"/>
    <w:rsid w:val="00543EA9"/>
    <w:rsid w:val="0054745B"/>
    <w:rsid w:val="00557B0F"/>
    <w:rsid w:val="00562734"/>
    <w:rsid w:val="005642C4"/>
    <w:rsid w:val="00573E6D"/>
    <w:rsid w:val="00573FE3"/>
    <w:rsid w:val="005803E7"/>
    <w:rsid w:val="0058086C"/>
    <w:rsid w:val="005831D3"/>
    <w:rsid w:val="00585B17"/>
    <w:rsid w:val="00590497"/>
    <w:rsid w:val="005A2579"/>
    <w:rsid w:val="005A3442"/>
    <w:rsid w:val="005B03C7"/>
    <w:rsid w:val="005B4290"/>
    <w:rsid w:val="005C0769"/>
    <w:rsid w:val="005C6668"/>
    <w:rsid w:val="005D09CD"/>
    <w:rsid w:val="005E0038"/>
    <w:rsid w:val="005E5FFB"/>
    <w:rsid w:val="005F1453"/>
    <w:rsid w:val="005F1E72"/>
    <w:rsid w:val="00601164"/>
    <w:rsid w:val="00610E86"/>
    <w:rsid w:val="00615222"/>
    <w:rsid w:val="00616E6E"/>
    <w:rsid w:val="00620D8D"/>
    <w:rsid w:val="006240D3"/>
    <w:rsid w:val="00625D2D"/>
    <w:rsid w:val="00630779"/>
    <w:rsid w:val="00632739"/>
    <w:rsid w:val="00636C62"/>
    <w:rsid w:val="00642673"/>
    <w:rsid w:val="00645637"/>
    <w:rsid w:val="00651D00"/>
    <w:rsid w:val="006606A2"/>
    <w:rsid w:val="00664FEA"/>
    <w:rsid w:val="00665616"/>
    <w:rsid w:val="00667F42"/>
    <w:rsid w:val="00673257"/>
    <w:rsid w:val="00673D6E"/>
    <w:rsid w:val="006873B9"/>
    <w:rsid w:val="00697950"/>
    <w:rsid w:val="006A56C6"/>
    <w:rsid w:val="006B0C64"/>
    <w:rsid w:val="006B366A"/>
    <w:rsid w:val="006C298A"/>
    <w:rsid w:val="006C2AD0"/>
    <w:rsid w:val="006C6B0A"/>
    <w:rsid w:val="006D0D50"/>
    <w:rsid w:val="006D12B8"/>
    <w:rsid w:val="006D4921"/>
    <w:rsid w:val="006D692A"/>
    <w:rsid w:val="006F022F"/>
    <w:rsid w:val="006F253E"/>
    <w:rsid w:val="006F2B34"/>
    <w:rsid w:val="006F66F7"/>
    <w:rsid w:val="007043A9"/>
    <w:rsid w:val="00706BA7"/>
    <w:rsid w:val="00715CBA"/>
    <w:rsid w:val="0072152B"/>
    <w:rsid w:val="00732324"/>
    <w:rsid w:val="00736B16"/>
    <w:rsid w:val="00746D17"/>
    <w:rsid w:val="00747E37"/>
    <w:rsid w:val="00751A97"/>
    <w:rsid w:val="00761E1E"/>
    <w:rsid w:val="00762B00"/>
    <w:rsid w:val="007741AF"/>
    <w:rsid w:val="00780840"/>
    <w:rsid w:val="00781EA8"/>
    <w:rsid w:val="00787C7C"/>
    <w:rsid w:val="00795DDE"/>
    <w:rsid w:val="007A1078"/>
    <w:rsid w:val="007A213A"/>
    <w:rsid w:val="007A3CF2"/>
    <w:rsid w:val="007C3CB0"/>
    <w:rsid w:val="007C7E10"/>
    <w:rsid w:val="007D086B"/>
    <w:rsid w:val="007D4177"/>
    <w:rsid w:val="007D6066"/>
    <w:rsid w:val="007D7ADE"/>
    <w:rsid w:val="007E2BFF"/>
    <w:rsid w:val="007E32B2"/>
    <w:rsid w:val="007F5519"/>
    <w:rsid w:val="007F6F0A"/>
    <w:rsid w:val="00801006"/>
    <w:rsid w:val="00803E42"/>
    <w:rsid w:val="008054E9"/>
    <w:rsid w:val="00805EF0"/>
    <w:rsid w:val="00807D75"/>
    <w:rsid w:val="00812CAD"/>
    <w:rsid w:val="00813952"/>
    <w:rsid w:val="00820F6A"/>
    <w:rsid w:val="00823A47"/>
    <w:rsid w:val="0083507B"/>
    <w:rsid w:val="00840233"/>
    <w:rsid w:val="00842F74"/>
    <w:rsid w:val="0085037E"/>
    <w:rsid w:val="0085558F"/>
    <w:rsid w:val="008563E1"/>
    <w:rsid w:val="008625D6"/>
    <w:rsid w:val="008659C4"/>
    <w:rsid w:val="00865AE7"/>
    <w:rsid w:val="00870703"/>
    <w:rsid w:val="008734D9"/>
    <w:rsid w:val="008759E8"/>
    <w:rsid w:val="00881C1E"/>
    <w:rsid w:val="0088592D"/>
    <w:rsid w:val="00886510"/>
    <w:rsid w:val="00886B32"/>
    <w:rsid w:val="008904C3"/>
    <w:rsid w:val="00897A1F"/>
    <w:rsid w:val="008A2865"/>
    <w:rsid w:val="008A6E0F"/>
    <w:rsid w:val="008B0134"/>
    <w:rsid w:val="008B1C66"/>
    <w:rsid w:val="008B2DFF"/>
    <w:rsid w:val="008B5D16"/>
    <w:rsid w:val="008D0681"/>
    <w:rsid w:val="008D3476"/>
    <w:rsid w:val="008D5046"/>
    <w:rsid w:val="008D5D33"/>
    <w:rsid w:val="008D7A32"/>
    <w:rsid w:val="008E53B6"/>
    <w:rsid w:val="008E7107"/>
    <w:rsid w:val="008F4997"/>
    <w:rsid w:val="00910BE5"/>
    <w:rsid w:val="00911DA2"/>
    <w:rsid w:val="00912539"/>
    <w:rsid w:val="00912ED9"/>
    <w:rsid w:val="0091478B"/>
    <w:rsid w:val="00925D57"/>
    <w:rsid w:val="0093605F"/>
    <w:rsid w:val="00937FB5"/>
    <w:rsid w:val="009405A4"/>
    <w:rsid w:val="009410F3"/>
    <w:rsid w:val="00944D3D"/>
    <w:rsid w:val="00947870"/>
    <w:rsid w:val="00950EEB"/>
    <w:rsid w:val="009555C4"/>
    <w:rsid w:val="0097150C"/>
    <w:rsid w:val="009735AB"/>
    <w:rsid w:val="00983DDC"/>
    <w:rsid w:val="00987FFE"/>
    <w:rsid w:val="009902E6"/>
    <w:rsid w:val="00990AC1"/>
    <w:rsid w:val="009B558D"/>
    <w:rsid w:val="009C541B"/>
    <w:rsid w:val="009E2A59"/>
    <w:rsid w:val="009E68C1"/>
    <w:rsid w:val="009E6C8A"/>
    <w:rsid w:val="009F1A02"/>
    <w:rsid w:val="009F6657"/>
    <w:rsid w:val="00A015D0"/>
    <w:rsid w:val="00A03CFD"/>
    <w:rsid w:val="00A04A84"/>
    <w:rsid w:val="00A05C57"/>
    <w:rsid w:val="00A06DBA"/>
    <w:rsid w:val="00A0797F"/>
    <w:rsid w:val="00A07EBB"/>
    <w:rsid w:val="00A17EB0"/>
    <w:rsid w:val="00A24426"/>
    <w:rsid w:val="00A355C3"/>
    <w:rsid w:val="00A361FA"/>
    <w:rsid w:val="00A418A8"/>
    <w:rsid w:val="00A423FA"/>
    <w:rsid w:val="00A54247"/>
    <w:rsid w:val="00A55225"/>
    <w:rsid w:val="00A55874"/>
    <w:rsid w:val="00A55A5D"/>
    <w:rsid w:val="00A65BBD"/>
    <w:rsid w:val="00A712CE"/>
    <w:rsid w:val="00A712F8"/>
    <w:rsid w:val="00A8769F"/>
    <w:rsid w:val="00A87DDE"/>
    <w:rsid w:val="00A91E14"/>
    <w:rsid w:val="00A95417"/>
    <w:rsid w:val="00AA01A3"/>
    <w:rsid w:val="00AB4A39"/>
    <w:rsid w:val="00AB7BB9"/>
    <w:rsid w:val="00AC13BB"/>
    <w:rsid w:val="00AC3F8F"/>
    <w:rsid w:val="00AC7B90"/>
    <w:rsid w:val="00AD67B8"/>
    <w:rsid w:val="00AD783E"/>
    <w:rsid w:val="00AE06E0"/>
    <w:rsid w:val="00AE31CE"/>
    <w:rsid w:val="00AE5157"/>
    <w:rsid w:val="00AE54AC"/>
    <w:rsid w:val="00AE6C67"/>
    <w:rsid w:val="00AF3A88"/>
    <w:rsid w:val="00AF4139"/>
    <w:rsid w:val="00AF7822"/>
    <w:rsid w:val="00AF78C7"/>
    <w:rsid w:val="00B042AE"/>
    <w:rsid w:val="00B0787C"/>
    <w:rsid w:val="00B11E41"/>
    <w:rsid w:val="00B12145"/>
    <w:rsid w:val="00B13F74"/>
    <w:rsid w:val="00B22BB6"/>
    <w:rsid w:val="00B32DBB"/>
    <w:rsid w:val="00B40759"/>
    <w:rsid w:val="00B5245B"/>
    <w:rsid w:val="00B532A0"/>
    <w:rsid w:val="00B55F60"/>
    <w:rsid w:val="00B64DD3"/>
    <w:rsid w:val="00B66979"/>
    <w:rsid w:val="00B67635"/>
    <w:rsid w:val="00B744BA"/>
    <w:rsid w:val="00B77FE4"/>
    <w:rsid w:val="00B81087"/>
    <w:rsid w:val="00B81FE1"/>
    <w:rsid w:val="00B843DD"/>
    <w:rsid w:val="00B84BE7"/>
    <w:rsid w:val="00B85302"/>
    <w:rsid w:val="00B95D14"/>
    <w:rsid w:val="00BA00C2"/>
    <w:rsid w:val="00BA2257"/>
    <w:rsid w:val="00BA5B91"/>
    <w:rsid w:val="00BB122A"/>
    <w:rsid w:val="00BB5517"/>
    <w:rsid w:val="00BB6AB6"/>
    <w:rsid w:val="00BB773E"/>
    <w:rsid w:val="00BC13EE"/>
    <w:rsid w:val="00BC19F1"/>
    <w:rsid w:val="00BC2931"/>
    <w:rsid w:val="00BC6396"/>
    <w:rsid w:val="00BD193E"/>
    <w:rsid w:val="00BD279A"/>
    <w:rsid w:val="00BD2A16"/>
    <w:rsid w:val="00BD7E7A"/>
    <w:rsid w:val="00BE450F"/>
    <w:rsid w:val="00BF4B50"/>
    <w:rsid w:val="00C02FCE"/>
    <w:rsid w:val="00C16323"/>
    <w:rsid w:val="00C23336"/>
    <w:rsid w:val="00C319D2"/>
    <w:rsid w:val="00C34F8E"/>
    <w:rsid w:val="00C36005"/>
    <w:rsid w:val="00C37155"/>
    <w:rsid w:val="00C411F3"/>
    <w:rsid w:val="00C463DA"/>
    <w:rsid w:val="00C46B5D"/>
    <w:rsid w:val="00C63587"/>
    <w:rsid w:val="00C666D8"/>
    <w:rsid w:val="00C81A02"/>
    <w:rsid w:val="00C92404"/>
    <w:rsid w:val="00CA000B"/>
    <w:rsid w:val="00CA0842"/>
    <w:rsid w:val="00CA4527"/>
    <w:rsid w:val="00CA47FB"/>
    <w:rsid w:val="00CA5690"/>
    <w:rsid w:val="00CB32E7"/>
    <w:rsid w:val="00CC44BF"/>
    <w:rsid w:val="00CC7E89"/>
    <w:rsid w:val="00CD12E7"/>
    <w:rsid w:val="00CD1C89"/>
    <w:rsid w:val="00CD56F2"/>
    <w:rsid w:val="00CD5A0A"/>
    <w:rsid w:val="00CE0948"/>
    <w:rsid w:val="00CE24BA"/>
    <w:rsid w:val="00CF014C"/>
    <w:rsid w:val="00CF29EC"/>
    <w:rsid w:val="00CF38C0"/>
    <w:rsid w:val="00D10A5D"/>
    <w:rsid w:val="00D25754"/>
    <w:rsid w:val="00D30816"/>
    <w:rsid w:val="00D33183"/>
    <w:rsid w:val="00D33F63"/>
    <w:rsid w:val="00D40A46"/>
    <w:rsid w:val="00D430A7"/>
    <w:rsid w:val="00D47137"/>
    <w:rsid w:val="00D47764"/>
    <w:rsid w:val="00D47B96"/>
    <w:rsid w:val="00D5197B"/>
    <w:rsid w:val="00D525D2"/>
    <w:rsid w:val="00D538F8"/>
    <w:rsid w:val="00D6517D"/>
    <w:rsid w:val="00D70780"/>
    <w:rsid w:val="00D70F81"/>
    <w:rsid w:val="00D80A1B"/>
    <w:rsid w:val="00D81A8E"/>
    <w:rsid w:val="00D8237E"/>
    <w:rsid w:val="00D824D0"/>
    <w:rsid w:val="00D82662"/>
    <w:rsid w:val="00D8500E"/>
    <w:rsid w:val="00D85734"/>
    <w:rsid w:val="00D924FA"/>
    <w:rsid w:val="00D96931"/>
    <w:rsid w:val="00D96EB7"/>
    <w:rsid w:val="00DC3ACD"/>
    <w:rsid w:val="00DC442E"/>
    <w:rsid w:val="00DC54A9"/>
    <w:rsid w:val="00DD6FBA"/>
    <w:rsid w:val="00DE16EB"/>
    <w:rsid w:val="00DF106A"/>
    <w:rsid w:val="00DF1AE0"/>
    <w:rsid w:val="00E0040C"/>
    <w:rsid w:val="00E02A70"/>
    <w:rsid w:val="00E075CB"/>
    <w:rsid w:val="00E161D1"/>
    <w:rsid w:val="00E2680C"/>
    <w:rsid w:val="00E315FF"/>
    <w:rsid w:val="00E317A6"/>
    <w:rsid w:val="00E47BA6"/>
    <w:rsid w:val="00E538DD"/>
    <w:rsid w:val="00E55B61"/>
    <w:rsid w:val="00E5718B"/>
    <w:rsid w:val="00E64539"/>
    <w:rsid w:val="00E70269"/>
    <w:rsid w:val="00E70589"/>
    <w:rsid w:val="00E754A6"/>
    <w:rsid w:val="00E75A8D"/>
    <w:rsid w:val="00E80446"/>
    <w:rsid w:val="00E80675"/>
    <w:rsid w:val="00E83CDE"/>
    <w:rsid w:val="00E843B1"/>
    <w:rsid w:val="00E9416D"/>
    <w:rsid w:val="00E953B8"/>
    <w:rsid w:val="00EA09D6"/>
    <w:rsid w:val="00EA6965"/>
    <w:rsid w:val="00EA6BF7"/>
    <w:rsid w:val="00EA7456"/>
    <w:rsid w:val="00EB5EAD"/>
    <w:rsid w:val="00EC253C"/>
    <w:rsid w:val="00EC3BBC"/>
    <w:rsid w:val="00EC47A4"/>
    <w:rsid w:val="00EC57FA"/>
    <w:rsid w:val="00ED2989"/>
    <w:rsid w:val="00ED2C98"/>
    <w:rsid w:val="00ED733C"/>
    <w:rsid w:val="00EE48AB"/>
    <w:rsid w:val="00EF0D1D"/>
    <w:rsid w:val="00EF26D5"/>
    <w:rsid w:val="00EF551D"/>
    <w:rsid w:val="00EF5E86"/>
    <w:rsid w:val="00EF6E98"/>
    <w:rsid w:val="00EF79A9"/>
    <w:rsid w:val="00EF7F2E"/>
    <w:rsid w:val="00F05B70"/>
    <w:rsid w:val="00F12E4F"/>
    <w:rsid w:val="00F133EE"/>
    <w:rsid w:val="00F22718"/>
    <w:rsid w:val="00F269A1"/>
    <w:rsid w:val="00F315F1"/>
    <w:rsid w:val="00F31CB1"/>
    <w:rsid w:val="00F32628"/>
    <w:rsid w:val="00F32967"/>
    <w:rsid w:val="00F34851"/>
    <w:rsid w:val="00F36822"/>
    <w:rsid w:val="00F440B0"/>
    <w:rsid w:val="00F652EB"/>
    <w:rsid w:val="00F71722"/>
    <w:rsid w:val="00F729E6"/>
    <w:rsid w:val="00F83044"/>
    <w:rsid w:val="00F85E9F"/>
    <w:rsid w:val="00F92C8E"/>
    <w:rsid w:val="00FA0ACB"/>
    <w:rsid w:val="00FB32C1"/>
    <w:rsid w:val="00FC12C1"/>
    <w:rsid w:val="00FC1D25"/>
    <w:rsid w:val="00FC29EA"/>
    <w:rsid w:val="00FC53EB"/>
    <w:rsid w:val="00FD5426"/>
    <w:rsid w:val="00FE7C21"/>
    <w:rsid w:val="00FF0E95"/>
    <w:rsid w:val="00FF4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6493A3"/>
  <w15:docId w15:val="{FA04B713-F543-4985-8213-C8E82684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lsdException w:name="heading 1" w:uiPriority="9"/>
    <w:lsdException w:name="heading 2" w:uiPriority="9"/>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pacing w:line="480" w:lineRule="auto"/>
    </w:pPr>
    <w:rPr>
      <w:sz w:val="24"/>
      <w:lang w:eastAsia="ja-JP"/>
    </w:rPr>
  </w:style>
  <w:style w:type="paragraph" w:styleId="Heading1">
    <w:name w:val="heading 1"/>
    <w:basedOn w:val="Normal"/>
    <w:next w:val="Normal"/>
    <w:link w:val="Heading1Char"/>
    <w:pPr>
      <w:keepNext/>
      <w:spacing w:before="240" w:after="60"/>
      <w:outlineLvl w:val="0"/>
    </w:pPr>
    <w:rPr>
      <w:rFonts w:ascii="Arial" w:hAnsi="Arial" w:cs="Arial"/>
      <w:b/>
      <w:bCs/>
      <w:kern w:val="32"/>
      <w:sz w:val="32"/>
      <w:szCs w:val="32"/>
    </w:rPr>
  </w:style>
  <w:style w:type="paragraph" w:styleId="Heading2">
    <w:name w:val="heading 2"/>
    <w:basedOn w:val="Normal"/>
    <w:next w:val="Normal"/>
    <w:pPr>
      <w:keepNext/>
      <w:spacing w:before="240" w:after="60"/>
      <w:outlineLvl w:val="1"/>
    </w:pPr>
    <w:rPr>
      <w:rFonts w:ascii="Arial" w:hAnsi="Arial" w:cs="Arial"/>
      <w:b/>
      <w:bCs/>
      <w:i/>
      <w:iCs/>
      <w:sz w:val="28"/>
      <w:szCs w:val="28"/>
    </w:rPr>
  </w:style>
  <w:style w:type="paragraph" w:styleId="Heading3">
    <w:name w:val="heading 3"/>
    <w:basedOn w:val="Normal"/>
    <w:next w:val="Normal"/>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4A6C4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title">
    <w:name w:val="co title"/>
    <w:basedOn w:val="Normal"/>
    <w:pPr>
      <w:spacing w:before="100" w:beforeAutospacing="1" w:after="100" w:afterAutospacing="1"/>
    </w:pPr>
    <w:rPr>
      <w:rFonts w:ascii="Arial Unicode MS" w:eastAsia="Arial Unicode MS" w:hAnsi="Arial Unicode MS" w:cs="Arial Unicode MS"/>
    </w:rPr>
  </w:style>
  <w:style w:type="paragraph" w:customStyle="1" w:styleId="obj">
    <w:name w:val="obj"/>
    <w:basedOn w:val="Normal"/>
    <w:pPr>
      <w:spacing w:before="100" w:beforeAutospacing="1" w:after="100" w:afterAutospacing="1"/>
    </w:pPr>
    <w:rPr>
      <w:rFonts w:ascii="Arial Unicode MS" w:eastAsia="Arial Unicode MS" w:hAnsi="Arial Unicode MS" w:cs="Arial Unicode MS"/>
    </w:rPr>
  </w:style>
  <w:style w:type="paragraph" w:customStyle="1" w:styleId="bt">
    <w:name w:val="bt"/>
    <w:basedOn w:val="Normal"/>
    <w:pPr>
      <w:spacing w:before="100" w:beforeAutospacing="1" w:after="100" w:afterAutospacing="1"/>
    </w:pPr>
    <w:rPr>
      <w:rFonts w:ascii="Arial Unicode MS" w:eastAsia="Arial Unicode MS" w:hAnsi="Arial Unicode MS" w:cs="Arial Unicode MS"/>
    </w:rPr>
  </w:style>
  <w:style w:type="paragraph" w:customStyle="1" w:styleId="ahead">
    <w:name w:val="a head"/>
    <w:basedOn w:val="Normal"/>
    <w:pPr>
      <w:spacing w:before="100" w:beforeAutospacing="1" w:after="100" w:afterAutospacing="1"/>
    </w:pPr>
    <w:rPr>
      <w:rFonts w:ascii="Arial Unicode MS" w:eastAsia="Arial Unicode MS" w:hAnsi="Arial Unicode MS" w:cs="Arial Unicode MS"/>
      <w:b/>
      <w:bCs/>
    </w:rPr>
  </w:style>
  <w:style w:type="paragraph" w:customStyle="1" w:styleId="bhead">
    <w:name w:val="b head"/>
    <w:basedOn w:val="Normal"/>
    <w:pPr>
      <w:spacing w:before="100" w:beforeAutospacing="1" w:after="100" w:afterAutospacing="1"/>
    </w:pPr>
    <w:rPr>
      <w:rFonts w:ascii="Arial Unicode MS" w:eastAsia="Arial Unicode MS" w:hAnsi="Arial Unicode MS" w:cs="Arial Unicode MS"/>
      <w:b/>
      <w:bCs/>
    </w:rPr>
  </w:style>
  <w:style w:type="paragraph" w:customStyle="1" w:styleId="figurenumber">
    <w:name w:val="figure number"/>
    <w:basedOn w:val="Normal"/>
    <w:pPr>
      <w:spacing w:before="100" w:beforeAutospacing="1" w:after="100" w:afterAutospacing="1"/>
    </w:pPr>
    <w:rPr>
      <w:rFonts w:ascii="Arial Unicode MS" w:eastAsia="Arial Unicode MS" w:hAnsi="Arial Unicode MS" w:cs="Arial Unicode MS"/>
    </w:rPr>
  </w:style>
  <w:style w:type="paragraph" w:customStyle="1" w:styleId="chead">
    <w:name w:val="c head"/>
    <w:basedOn w:val="Normal"/>
    <w:pPr>
      <w:spacing w:before="100" w:beforeAutospacing="1" w:after="100" w:afterAutospacing="1"/>
    </w:pPr>
    <w:rPr>
      <w:rFonts w:ascii="Arial Unicode MS" w:eastAsia="Arial Unicode MS" w:hAnsi="Arial Unicode MS" w:cs="Arial Unicode MS"/>
      <w:b/>
      <w:bCs/>
    </w:rPr>
  </w:style>
  <w:style w:type="paragraph" w:customStyle="1" w:styleId="note">
    <w:name w:val="note"/>
    <w:basedOn w:val="Normal"/>
    <w:pPr>
      <w:spacing w:before="100" w:beforeAutospacing="1" w:after="100" w:afterAutospacing="1"/>
    </w:pPr>
    <w:rPr>
      <w:rFonts w:ascii="Arial Unicode MS" w:eastAsia="Arial Unicode MS" w:hAnsi="Arial Unicode MS" w:cs="Arial Unicode MS"/>
    </w:rPr>
  </w:style>
  <w:style w:type="paragraph" w:customStyle="1" w:styleId="eocnl">
    <w:name w:val="eoc nl"/>
    <w:basedOn w:val="Normal"/>
    <w:pPr>
      <w:spacing w:before="100" w:beforeAutospacing="1" w:after="100" w:afterAutospacing="1"/>
    </w:pPr>
    <w:rPr>
      <w:rFonts w:ascii="Arial Unicode MS" w:eastAsia="Arial Unicode MS" w:hAnsi="Arial Unicode MS" w:cs="Arial Unicode MS"/>
    </w:rPr>
  </w:style>
  <w:style w:type="paragraph" w:customStyle="1" w:styleId="noteboxapplyingconceptpara">
    <w:name w:val="noteboxapplyingconceptpara"/>
    <w:basedOn w:val="Normal"/>
    <w:pPr>
      <w:spacing w:before="100" w:beforeAutospacing="1" w:after="100" w:afterAutospacing="1"/>
    </w:pPr>
    <w:rPr>
      <w:rFonts w:ascii="Arial Unicode MS" w:eastAsia="Arial Unicode MS" w:hAnsi="Arial Unicode MS" w:cs="Arial Unicode MS"/>
    </w:rPr>
  </w:style>
  <w:style w:type="paragraph" w:customStyle="1" w:styleId="codepara">
    <w:name w:val="codepara"/>
    <w:basedOn w:val="Normal"/>
    <w:pPr>
      <w:spacing w:before="100" w:beforeAutospacing="1" w:after="100" w:afterAutospacing="1"/>
    </w:pPr>
    <w:rPr>
      <w:rFonts w:ascii="Courier New" w:eastAsia="Arial Unicode MS" w:hAnsi="Courier New" w:cs="Arial Unicode MS"/>
    </w:rPr>
  </w:style>
  <w:style w:type="character" w:customStyle="1" w:styleId="code1">
    <w:name w:val="code1"/>
    <w:rPr>
      <w:rFonts w:ascii="Courier New" w:hAnsi="Courier New"/>
    </w:rPr>
  </w:style>
  <w:style w:type="paragraph" w:customStyle="1" w:styleId="tb">
    <w:name w:val="tb"/>
    <w:basedOn w:val="Normal"/>
    <w:pPr>
      <w:spacing w:before="100" w:beforeAutospacing="1" w:after="100" w:afterAutospacing="1"/>
    </w:pPr>
    <w:rPr>
      <w:rFonts w:ascii="Arial Unicode MS" w:eastAsia="Arial Unicode MS" w:hAnsi="Arial Unicode MS" w:cs="Arial Unicode MS"/>
    </w:rPr>
  </w:style>
  <w:style w:type="paragraph" w:customStyle="1" w:styleId="chapter">
    <w:name w:val="chapter"/>
    <w:basedOn w:val="Normal"/>
    <w:next w:val="Normal"/>
    <w:pPr>
      <w:pBdr>
        <w:top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caps/>
      <w:sz w:val="20"/>
    </w:rPr>
  </w:style>
  <w:style w:type="paragraph" w:customStyle="1" w:styleId="co">
    <w:name w:val="co #"/>
    <w:basedOn w:val="Normal"/>
    <w:next w:val="Normal"/>
    <w:pPr>
      <w:pBdr>
        <w:bottom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spacing w:val="-35"/>
      <w:sz w:val="100"/>
    </w:rPr>
  </w:style>
  <w:style w:type="paragraph" w:customStyle="1" w:styleId="bl">
    <w:name w:val="bl"/>
    <w:basedOn w:val="obj"/>
  </w:style>
  <w:style w:type="paragraph" w:customStyle="1" w:styleId="dhead">
    <w:name w:val="d head"/>
    <w:basedOn w:val="Normal"/>
    <w:pPr>
      <w:spacing w:before="100" w:beforeAutospacing="1" w:after="100" w:afterAutospacing="1"/>
    </w:pPr>
    <w:rPr>
      <w:rFonts w:ascii="Arial Unicode MS" w:eastAsia="Arial Unicode MS" w:hAnsi="Arial Unicode MS" w:cs="Arial Unicode MS"/>
      <w:b/>
      <w:bCs/>
    </w:rPr>
  </w:style>
  <w:style w:type="paragraph" w:customStyle="1" w:styleId="dropcap">
    <w:name w:val="dropcap"/>
    <w:basedOn w:val="bt"/>
  </w:style>
  <w:style w:type="paragraph" w:customStyle="1" w:styleId="eocbullet">
    <w:name w:val="eoc bullet"/>
    <w:basedOn w:val="obj"/>
  </w:style>
  <w:style w:type="paragraph" w:customStyle="1" w:styleId="eocnldoubledgt">
    <w:name w:val="eoc nl double dgt"/>
    <w:basedOn w:val="Normal"/>
    <w:pPr>
      <w:spacing w:before="100" w:beforeAutospacing="1" w:after="100" w:afterAutospacing="1"/>
    </w:pPr>
    <w:rPr>
      <w:rFonts w:ascii="Arial Unicode MS" w:eastAsia="Arial Unicode MS" w:hAnsi="Arial Unicode MS" w:cs="Arial Unicode MS"/>
    </w:rPr>
  </w:style>
  <w:style w:type="paragraph" w:customStyle="1" w:styleId="eocnllettered">
    <w:name w:val="eoc nl lettered"/>
    <w:basedOn w:val="Normal"/>
    <w:pPr>
      <w:spacing w:before="100" w:beforeAutospacing="1" w:after="100" w:afterAutospacing="1"/>
      <w:ind w:left="360"/>
    </w:pPr>
    <w:rPr>
      <w:rFonts w:ascii="Arial Unicode MS" w:eastAsia="Arial Unicode MS" w:hAnsi="Arial Unicode MS" w:cs="Arial Unicode MS"/>
    </w:rPr>
  </w:style>
  <w:style w:type="paragraph" w:customStyle="1" w:styleId="keyterms0">
    <w:name w:val="key terms"/>
    <w:basedOn w:val="Normal"/>
    <w:pPr>
      <w:spacing w:before="100" w:beforeAutospacing="1" w:after="100" w:afterAutospacing="1"/>
    </w:pPr>
    <w:rPr>
      <w:rFonts w:ascii="Arial Unicode MS" w:eastAsia="Arial Unicode MS" w:hAnsi="Arial Unicode MS" w:cs="Arial Unicode MS"/>
    </w:rPr>
  </w:style>
  <w:style w:type="paragraph" w:customStyle="1" w:styleId="nl">
    <w:name w:val="nl"/>
    <w:basedOn w:val="Normal"/>
    <w:rPr>
      <w:rFonts w:ascii="Arial Unicode MS" w:eastAsia="Arial Unicode MS" w:hAnsi="Arial Unicode MS" w:cs="Arial Unicode MS"/>
    </w:rPr>
  </w:style>
  <w:style w:type="paragraph" w:customStyle="1" w:styleId="tbhead">
    <w:name w:val="tb head"/>
    <w:basedOn w:val="tb"/>
    <w:rPr>
      <w:b/>
      <w:bCs/>
    </w:rPr>
  </w:style>
  <w:style w:type="paragraph" w:customStyle="1" w:styleId="keytermfirstpara">
    <w:name w:val="keytermfirstpara"/>
    <w:basedOn w:val="Normal"/>
    <w:pPr>
      <w:spacing w:before="100" w:beforeAutospacing="1" w:after="100" w:afterAutospacing="1"/>
    </w:pPr>
    <w:rPr>
      <w:rFonts w:ascii="Arial Unicode MS" w:eastAsia="Arial Unicode MS" w:hAnsi="Arial Unicode MS" w:cs="Arial Unicode MS"/>
    </w:rPr>
  </w:style>
  <w:style w:type="paragraph" w:customStyle="1" w:styleId="nlletter">
    <w:name w:val="nl letter"/>
    <w:basedOn w:val="eocnl"/>
    <w:pPr>
      <w:ind w:left="360"/>
    </w:pPr>
  </w:style>
  <w:style w:type="paragraph" w:customStyle="1" w:styleId="introtext">
    <w:name w:val="intro text"/>
    <w:basedOn w:val="bt"/>
  </w:style>
  <w:style w:type="paragraph" w:styleId="Header">
    <w:name w:val="header"/>
    <w:basedOn w:val="Normal"/>
    <w:link w:val="HeaderChar"/>
    <w:uiPriority w:val="99"/>
    <w:pPr>
      <w:tabs>
        <w:tab w:val="center" w:pos="4320"/>
        <w:tab w:val="right" w:pos="8640"/>
      </w:tabs>
    </w:pPr>
  </w:style>
  <w:style w:type="paragraph" w:customStyle="1" w:styleId="ChapterTitle">
    <w:name w:val="Chapter Title"/>
    <w:next w:val="ObjectivesHead"/>
    <w:pPr>
      <w:spacing w:before="720" w:after="120"/>
    </w:pPr>
    <w:rPr>
      <w:b/>
      <w:noProof/>
      <w:sz w:val="36"/>
      <w:lang w:eastAsia="ja-JP"/>
    </w:rPr>
  </w:style>
  <w:style w:type="paragraph" w:customStyle="1" w:styleId="ObjectivesHead">
    <w:name w:val="Objectives Head"/>
    <w:basedOn w:val="BeginObjectives"/>
    <w:next w:val="BeginObjectives"/>
    <w:pPr>
      <w:spacing w:before="360"/>
    </w:pPr>
    <w:rPr>
      <w:sz w:val="28"/>
    </w:rPr>
  </w:style>
  <w:style w:type="paragraph" w:customStyle="1" w:styleId="BeginObjectives">
    <w:name w:val="Begin Objectives"/>
    <w:basedOn w:val="ChapterTitle"/>
    <w:next w:val="ListBullet"/>
    <w:pPr>
      <w:spacing w:before="240"/>
    </w:pPr>
    <w:rPr>
      <w:b w:val="0"/>
      <w:sz w:val="24"/>
    </w:rPr>
  </w:style>
  <w:style w:type="paragraph" w:styleId="ListBullet">
    <w:name w:val="List Bullet"/>
    <w:basedOn w:val="Normal"/>
    <w:semiHidden/>
    <w:pPr>
      <w:numPr>
        <w:numId w:val="1"/>
      </w:numPr>
      <w:spacing w:before="120"/>
    </w:pPr>
  </w:style>
  <w:style w:type="paragraph" w:customStyle="1" w:styleId="ChapterSubTitle">
    <w:name w:val="Chapter Sub Title"/>
    <w:basedOn w:val="Normal"/>
    <w:next w:val="Normal"/>
    <w:pPr>
      <w:spacing w:before="120" w:after="120"/>
    </w:pPr>
    <w:rPr>
      <w:b/>
      <w:sz w:val="28"/>
    </w:rPr>
  </w:style>
  <w:style w:type="paragraph" w:customStyle="1" w:styleId="HeadA">
    <w:name w:val="Head A"/>
    <w:basedOn w:val="Heading1"/>
    <w:next w:val="BasalTextFollowingAHead"/>
    <w:link w:val="HeadAChar"/>
    <w:qFormat/>
    <w:rsid w:val="002137F9"/>
    <w:pPr>
      <w:numPr>
        <w:numId w:val="9"/>
      </w:numPr>
      <w:spacing w:before="480"/>
      <w:ind w:left="0" w:firstLine="0"/>
    </w:pPr>
    <w:rPr>
      <w:b w:val="0"/>
      <w:noProof/>
      <w:sz w:val="28"/>
    </w:rPr>
  </w:style>
  <w:style w:type="paragraph" w:customStyle="1" w:styleId="BasalTextFollowingAHead">
    <w:name w:val="Basal Text Following A Head"/>
    <w:basedOn w:val="Normal"/>
    <w:next w:val="Normal"/>
    <w:pPr>
      <w:spacing w:before="120" w:after="120"/>
    </w:pPr>
  </w:style>
  <w:style w:type="paragraph" w:customStyle="1" w:styleId="HeadB">
    <w:name w:val="Head B"/>
    <w:basedOn w:val="Heading2"/>
    <w:next w:val="BasalTextFollowingBHead"/>
    <w:qFormat/>
    <w:rsid w:val="006D4921"/>
    <w:pPr>
      <w:numPr>
        <w:numId w:val="10"/>
      </w:numPr>
      <w:spacing w:before="360"/>
      <w:ind w:left="0" w:firstLine="0"/>
    </w:pPr>
    <w:rPr>
      <w:b w:val="0"/>
    </w:rPr>
  </w:style>
  <w:style w:type="paragraph" w:customStyle="1" w:styleId="BasalTextFollowingBHead">
    <w:name w:val="Basal Text Following B Head"/>
    <w:basedOn w:val="BasalTextFollowingAHead"/>
    <w:next w:val="Normal"/>
  </w:style>
  <w:style w:type="paragraph" w:customStyle="1" w:styleId="HeadC">
    <w:name w:val="Head C"/>
    <w:basedOn w:val="Heading3"/>
    <w:next w:val="BasalTextFollowingCHead"/>
    <w:qFormat/>
    <w:rsid w:val="00AE31CE"/>
    <w:pPr>
      <w:numPr>
        <w:numId w:val="11"/>
      </w:numPr>
      <w:ind w:left="0" w:firstLine="0"/>
    </w:pPr>
    <w:rPr>
      <w:b w:val="0"/>
      <w:sz w:val="24"/>
    </w:rPr>
  </w:style>
  <w:style w:type="paragraph" w:customStyle="1" w:styleId="BasalTextFollowingCHead">
    <w:name w:val="Basal Text Following C Head"/>
    <w:basedOn w:val="BasalTextFollowingBHead"/>
    <w:next w:val="Normal"/>
  </w:style>
  <w:style w:type="paragraph" w:customStyle="1" w:styleId="BeginBulletedList">
    <w:name w:val="Begin Bulleted List"/>
    <w:basedOn w:val="ChapterTitle"/>
    <w:next w:val="ListBullet"/>
    <w:pPr>
      <w:spacing w:before="240"/>
    </w:pPr>
    <w:rPr>
      <w:b w:val="0"/>
      <w:sz w:val="24"/>
    </w:rPr>
  </w:style>
  <w:style w:type="paragraph" w:customStyle="1" w:styleId="EndBulletedList">
    <w:name w:val="End Bulleted List"/>
    <w:basedOn w:val="ListBullet"/>
    <w:next w:val="Normal"/>
    <w:pPr>
      <w:ind w:left="0" w:firstLine="0"/>
    </w:pPr>
  </w:style>
  <w:style w:type="paragraph" w:customStyle="1" w:styleId="EndObjectives">
    <w:name w:val="End Objectives"/>
    <w:basedOn w:val="BeginObjectives"/>
    <w:next w:val="Normal"/>
  </w:style>
  <w:style w:type="paragraph" w:customStyle="1" w:styleId="IntroHeading">
    <w:name w:val="Intro Heading"/>
    <w:basedOn w:val="Normal"/>
    <w:next w:val="IntroText0"/>
    <w:pPr>
      <w:spacing w:before="240" w:after="120"/>
    </w:pPr>
  </w:style>
  <w:style w:type="paragraph" w:customStyle="1" w:styleId="IntroText0">
    <w:name w:val="Intro Text"/>
    <w:basedOn w:val="Normal"/>
    <w:next w:val="Normal"/>
    <w:pPr>
      <w:spacing w:before="120" w:after="120"/>
    </w:pPr>
  </w:style>
  <w:style w:type="paragraph" w:customStyle="1" w:styleId="ChapterNumber">
    <w:name w:val="Chapter Number"/>
    <w:basedOn w:val="ChapterTitle"/>
    <w:next w:val="ChapterTitle"/>
  </w:style>
  <w:style w:type="paragraph" w:customStyle="1" w:styleId="BasalText">
    <w:name w:val="Basal Text"/>
    <w:basedOn w:val="Normal"/>
    <w:next w:val="Normal"/>
    <w:qFormat/>
    <w:pPr>
      <w:spacing w:before="120" w:after="120"/>
    </w:pPr>
  </w:style>
  <w:style w:type="paragraph" w:customStyle="1" w:styleId="EndofChapterText">
    <w:name w:val="End of Chapter Text"/>
    <w:basedOn w:val="BasalTextFollowingAHead"/>
    <w:next w:val="Normal"/>
  </w:style>
  <w:style w:type="paragraph" w:customStyle="1" w:styleId="EndofChapterSubText">
    <w:name w:val="End of Chapter Sub Text"/>
    <w:basedOn w:val="EndofChapterText"/>
    <w:next w:val="Normal"/>
  </w:style>
  <w:style w:type="paragraph" w:customStyle="1" w:styleId="BeginNumberedList">
    <w:name w:val="Begin Numbered List"/>
    <w:basedOn w:val="EndofChapterText"/>
    <w:next w:val="ListNumber"/>
  </w:style>
  <w:style w:type="paragraph" w:styleId="ListNumber">
    <w:name w:val="List Number"/>
    <w:basedOn w:val="Normal"/>
    <w:semiHidden/>
    <w:pPr>
      <w:spacing w:before="120"/>
    </w:pPr>
  </w:style>
  <w:style w:type="paragraph" w:customStyle="1" w:styleId="EndNumberedList">
    <w:name w:val="End Numbered List"/>
    <w:basedOn w:val="BeginNumberedList"/>
    <w:next w:val="Normal"/>
  </w:style>
  <w:style w:type="paragraph" w:customStyle="1" w:styleId="TableHead">
    <w:name w:val="Table Head"/>
    <w:basedOn w:val="BasalText"/>
    <w:next w:val="TableText"/>
  </w:style>
  <w:style w:type="paragraph" w:customStyle="1" w:styleId="TableText">
    <w:name w:val="Table Text"/>
    <w:basedOn w:val="TableHead"/>
    <w:next w:val="Normal"/>
  </w:style>
  <w:style w:type="paragraph" w:customStyle="1" w:styleId="EndTable">
    <w:name w:val="End Table"/>
    <w:basedOn w:val="TableText"/>
    <w:next w:val="Normal"/>
  </w:style>
  <w:style w:type="paragraph" w:customStyle="1" w:styleId="Figure">
    <w:name w:val="Figure"/>
    <w:basedOn w:val="TableText"/>
    <w:next w:val="Normal"/>
    <w:rsid w:val="00F22718"/>
    <w:rPr>
      <w:b/>
      <w:color w:val="FF0000"/>
    </w:rPr>
  </w:style>
  <w:style w:type="paragraph" w:customStyle="1" w:styleId="BeginSteps">
    <w:name w:val="Begin Steps"/>
    <w:basedOn w:val="EndTable"/>
    <w:next w:val="ListNumber"/>
  </w:style>
  <w:style w:type="paragraph" w:customStyle="1" w:styleId="EndSteps">
    <w:name w:val="End Steps"/>
    <w:basedOn w:val="ListNumber"/>
    <w:next w:val="Normal"/>
  </w:style>
  <w:style w:type="paragraph" w:customStyle="1" w:styleId="QuickTip">
    <w:name w:val="Quick Tip"/>
    <w:basedOn w:val="BasalText"/>
    <w:next w:val="Normal"/>
  </w:style>
  <w:style w:type="paragraph" w:customStyle="1" w:styleId="InThisBook">
    <w:name w:val="In This Book"/>
    <w:basedOn w:val="ListNumber"/>
    <w:next w:val="Normal"/>
    <w:pPr>
      <w:spacing w:after="120"/>
    </w:pPr>
  </w:style>
  <w:style w:type="paragraph" w:customStyle="1" w:styleId="InThisChapter">
    <w:name w:val="In This Chapter"/>
    <w:basedOn w:val="InThisBook"/>
    <w:next w:val="Normal"/>
  </w:style>
  <w:style w:type="paragraph" w:customStyle="1" w:styleId="MenuTip">
    <w:name w:val="Menu Tip"/>
    <w:basedOn w:val="InThisBook"/>
    <w:next w:val="Normal"/>
  </w:style>
  <w:style w:type="paragraph" w:customStyle="1" w:styleId="MouseTip">
    <w:name w:val="Mouse Tip"/>
    <w:basedOn w:val="MenuTip"/>
    <w:next w:val="Normal"/>
  </w:style>
  <w:style w:type="paragraph" w:customStyle="1" w:styleId="DocumentStyleTip">
    <w:name w:val="Document Style Tip"/>
    <w:basedOn w:val="MouseTip"/>
    <w:next w:val="Normal"/>
  </w:style>
  <w:style w:type="paragraph" w:customStyle="1" w:styleId="HeadD">
    <w:name w:val="Head D"/>
    <w:basedOn w:val="Heading4"/>
    <w:next w:val="BasalTextFollowingDHead"/>
    <w:rPr>
      <w:sz w:val="24"/>
    </w:rPr>
  </w:style>
  <w:style w:type="paragraph" w:customStyle="1" w:styleId="BasalTextFollowingDHead">
    <w:name w:val="Basal Text Following D Head"/>
    <w:basedOn w:val="BasalTextFollowingCHead"/>
    <w:next w:val="Normal"/>
  </w:style>
  <w:style w:type="paragraph" w:customStyle="1" w:styleId="EndofChapterHeadA">
    <w:name w:val="End of Chapter Head A"/>
    <w:basedOn w:val="HeadA"/>
    <w:next w:val="Normal"/>
    <w:link w:val="EndofChapterHeadAChar"/>
  </w:style>
  <w:style w:type="paragraph" w:customStyle="1" w:styleId="EndofChapterHeadB">
    <w:name w:val="End of Chapter Head B"/>
    <w:basedOn w:val="EndofChapterHeadA"/>
    <w:next w:val="Normal"/>
  </w:style>
  <w:style w:type="paragraph" w:customStyle="1" w:styleId="EndofChapterHeadC">
    <w:name w:val="End of Chapter Head C"/>
    <w:basedOn w:val="EndofChapterHeadB"/>
    <w:next w:val="Normal"/>
  </w:style>
  <w:style w:type="paragraph" w:customStyle="1" w:styleId="BeginAlphaList">
    <w:name w:val="Begin Alpha List"/>
    <w:basedOn w:val="BeginNumberedList"/>
    <w:next w:val="ListNumber2"/>
  </w:style>
  <w:style w:type="paragraph" w:styleId="ListNumber2">
    <w:name w:val="List Number 2"/>
    <w:basedOn w:val="Normal"/>
    <w:semiHidden/>
    <w:pPr>
      <w:ind w:left="360"/>
    </w:pPr>
  </w:style>
  <w:style w:type="paragraph" w:styleId="List">
    <w:name w:val="List"/>
    <w:basedOn w:val="Normal"/>
    <w:semiHidden/>
    <w:pPr>
      <w:ind w:left="360" w:hanging="360"/>
    </w:pPr>
  </w:style>
  <w:style w:type="paragraph" w:customStyle="1" w:styleId="EndAlphaList">
    <w:name w:val="End Alpha List"/>
    <w:basedOn w:val="EndNumberedList"/>
    <w:next w:val="Normal"/>
  </w:style>
  <w:style w:type="paragraph" w:customStyle="1" w:styleId="BeginKeyTerms">
    <w:name w:val="Begin Key Terms"/>
    <w:basedOn w:val="Figure"/>
    <w:next w:val="Normal"/>
  </w:style>
  <w:style w:type="paragraph" w:customStyle="1" w:styleId="EndKeyTerms">
    <w:name w:val="End Key Terms"/>
    <w:basedOn w:val="BeginKeyTerms"/>
    <w:next w:val="Normal"/>
  </w:style>
  <w:style w:type="paragraph" w:customStyle="1" w:styleId="BeginGlossary">
    <w:name w:val="Begin Glossary"/>
    <w:basedOn w:val="BeginKeyTerms"/>
    <w:next w:val="Normal"/>
  </w:style>
  <w:style w:type="paragraph" w:customStyle="1" w:styleId="EndGlossary">
    <w:name w:val="End Glossary"/>
    <w:basedOn w:val="BeginGlossary"/>
    <w:next w:val="Normal"/>
  </w:style>
  <w:style w:type="paragraph" w:customStyle="1" w:styleId="BeginReviewQuestions">
    <w:name w:val="Begin Review Questions"/>
    <w:basedOn w:val="BeginGlossary"/>
    <w:next w:val="Normal"/>
  </w:style>
  <w:style w:type="paragraph" w:customStyle="1" w:styleId="EndReviewQuestions">
    <w:name w:val="End Review Questions"/>
    <w:basedOn w:val="BeginGlossary"/>
    <w:next w:val="Normal"/>
  </w:style>
  <w:style w:type="paragraph" w:customStyle="1" w:styleId="CaseStudyIcon">
    <w:name w:val="Case Study Icon"/>
    <w:basedOn w:val="EndReviewQuestions"/>
    <w:next w:val="Normal"/>
  </w:style>
  <w:style w:type="paragraph" w:customStyle="1" w:styleId="HandsOnIcon">
    <w:name w:val="Hands On Icon"/>
    <w:basedOn w:val="CaseStudyIcon"/>
    <w:next w:val="Normal"/>
  </w:style>
  <w:style w:type="paragraph" w:customStyle="1" w:styleId="FactoidIcon">
    <w:name w:val="Factoid Icon"/>
    <w:basedOn w:val="HandsOnIcon"/>
    <w:next w:val="Normal"/>
  </w:style>
  <w:style w:type="paragraph" w:customStyle="1" w:styleId="NoteIcon">
    <w:name w:val="Note Icon"/>
    <w:basedOn w:val="HandsOnIcon"/>
    <w:next w:val="Normal"/>
  </w:style>
  <w:style w:type="paragraph" w:customStyle="1" w:styleId="ProjectIcon">
    <w:name w:val="Project Icon"/>
    <w:basedOn w:val="HandsOnIcon"/>
    <w:next w:val="Normal"/>
  </w:style>
  <w:style w:type="paragraph" w:customStyle="1" w:styleId="TrendIcon">
    <w:name w:val="Trend Icon"/>
    <w:basedOn w:val="HandsOnIcon"/>
    <w:next w:val="Normal"/>
  </w:style>
  <w:style w:type="paragraph" w:customStyle="1" w:styleId="Definition">
    <w:name w:val="Definition"/>
    <w:basedOn w:val="HandsOnIcon"/>
    <w:next w:val="Normal"/>
  </w:style>
  <w:style w:type="paragraph" w:customStyle="1" w:styleId="Tip">
    <w:name w:val="Tip"/>
    <w:basedOn w:val="HandsOnIcon"/>
    <w:next w:val="Normal"/>
  </w:style>
  <w:style w:type="paragraph" w:customStyle="1" w:styleId="Caution">
    <w:name w:val="Caution"/>
    <w:basedOn w:val="HandsOnIcon"/>
    <w:next w:val="Normal"/>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semiHidden/>
    <w:pPr>
      <w:spacing w:after="120" w:line="240" w:lineRule="auto"/>
    </w:pPr>
  </w:style>
  <w:style w:type="character" w:styleId="PageNumber">
    <w:name w:val="page number"/>
    <w:basedOn w:val="DefaultParagraphFont"/>
  </w:style>
  <w:style w:type="paragraph" w:customStyle="1" w:styleId="Query">
    <w:name w:val="Query"/>
    <w:basedOn w:val="Normal"/>
    <w:autoRedefine/>
    <w:rPr>
      <w:b/>
      <w:color w:val="FF0000"/>
      <w:lang w:eastAsia="en-US"/>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salTextChar">
    <w:name w:val="Basal Text Char"/>
    <w:rPr>
      <w:sz w:val="24"/>
      <w:lang w:val="en-US" w:eastAsia="ja-JP" w:bidi="ar-SA"/>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character" w:styleId="Hyperlink">
    <w:name w:val="Hyperlink"/>
    <w:uiPriority w:val="99"/>
    <w:rPr>
      <w:color w:val="0000FF"/>
      <w:u w:val="single"/>
    </w:rPr>
  </w:style>
  <w:style w:type="paragraph" w:customStyle="1" w:styleId="Default">
    <w:name w:val="Default"/>
    <w:pPr>
      <w:autoSpaceDE w:val="0"/>
      <w:autoSpaceDN w:val="0"/>
      <w:adjustRightInd w:val="0"/>
    </w:pPr>
    <w:rPr>
      <w:rFonts w:ascii="Officina Sans" w:hAnsi="Officina Sans"/>
      <w:color w:val="000000"/>
      <w:sz w:val="24"/>
      <w:szCs w:val="24"/>
    </w:rPr>
  </w:style>
  <w:style w:type="paragraph" w:customStyle="1" w:styleId="Style1">
    <w:name w:val="Style1"/>
    <w:basedOn w:val="Normal"/>
    <w:pPr>
      <w:autoSpaceDE w:val="0"/>
      <w:autoSpaceDN w:val="0"/>
      <w:adjustRightInd w:val="0"/>
      <w:spacing w:line="240" w:lineRule="auto"/>
      <w:ind w:left="288"/>
    </w:pPr>
    <w:rPr>
      <w:rFonts w:ascii="Sabon-Roman" w:hAnsi="Sabon-Roman"/>
      <w:sz w:val="22"/>
      <w:szCs w:val="22"/>
      <w:lang w:eastAsia="en-US"/>
    </w:rPr>
  </w:style>
  <w:style w:type="paragraph" w:customStyle="1" w:styleId="AHead0">
    <w:name w:val="A Head"/>
    <w:basedOn w:val="Normal"/>
    <w:next w:val="BHead0"/>
    <w:pPr>
      <w:keepNext/>
      <w:keepLines/>
      <w:pBdr>
        <w:top w:val="single" w:sz="6" w:space="0" w:color="auto"/>
      </w:pBdr>
      <w:tabs>
        <w:tab w:val="left" w:pos="3320"/>
        <w:tab w:val="left" w:pos="3800"/>
      </w:tabs>
      <w:spacing w:before="480" w:line="320" w:lineRule="exact"/>
      <w:ind w:left="1240" w:right="20"/>
    </w:pPr>
    <w:rPr>
      <w:rFonts w:ascii="New York" w:hAnsi="New York"/>
      <w:smallCaps/>
      <w:sz w:val="32"/>
      <w:lang w:eastAsia="en-US"/>
    </w:rPr>
  </w:style>
  <w:style w:type="paragraph" w:customStyle="1" w:styleId="BHead0">
    <w:name w:val="B Head"/>
    <w:basedOn w:val="Normal"/>
    <w:next w:val="Normal"/>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80" w:line="280" w:lineRule="exact"/>
      <w:ind w:left="1700" w:right="20"/>
    </w:pPr>
    <w:rPr>
      <w:rFonts w:ascii="New York" w:hAnsi="New York"/>
      <w:sz w:val="28"/>
      <w:lang w:eastAsia="en-US"/>
    </w:rPr>
  </w:style>
  <w:style w:type="paragraph" w:styleId="PlainText">
    <w:name w:val="Plain Text"/>
    <w:basedOn w:val="Normal"/>
    <w:semiHidden/>
    <w:rPr>
      <w:rFonts w:ascii="Courier New" w:hAnsi="Courier New"/>
      <w:lang w:eastAsia="en-US"/>
    </w:rPr>
  </w:style>
  <w:style w:type="paragraph" w:customStyle="1" w:styleId="KeyTerms">
    <w:name w:val="Key Terms"/>
    <w:basedOn w:val="BasalText"/>
    <w:pPr>
      <w:numPr>
        <w:numId w:val="2"/>
      </w:numPr>
    </w:pPr>
    <w:rPr>
      <w:b/>
    </w:rPr>
  </w:style>
  <w:style w:type="paragraph" w:customStyle="1" w:styleId="tblast">
    <w:name w:val="tb last"/>
    <w:basedOn w:val="tb"/>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Keytermsbox">
    <w:name w:val="Key terms box"/>
    <w:basedOn w:val="Normal"/>
    <w:rsid w:val="00B85302"/>
    <w:pPr>
      <w:pBdr>
        <w:top w:val="single" w:sz="4" w:space="12" w:color="auto"/>
        <w:left w:val="single" w:sz="4" w:space="12" w:color="auto"/>
        <w:bottom w:val="single" w:sz="4" w:space="12" w:color="auto"/>
        <w:right w:val="single" w:sz="4" w:space="12" w:color="auto"/>
      </w:pBdr>
      <w:spacing w:before="60" w:after="60" w:line="240" w:lineRule="auto"/>
    </w:pPr>
    <w:rPr>
      <w:rFonts w:ascii="Times" w:hAnsi="Times"/>
      <w:szCs w:val="24"/>
      <w:lang w:eastAsia="en-US"/>
    </w:rPr>
  </w:style>
  <w:style w:type="character" w:customStyle="1" w:styleId="Heading4Char">
    <w:name w:val="Heading 4 Char"/>
    <w:link w:val="Heading4"/>
    <w:uiPriority w:val="9"/>
    <w:rsid w:val="004A6C4B"/>
    <w:rPr>
      <w:rFonts w:ascii="Calibri" w:eastAsia="Times New Roman" w:hAnsi="Calibri" w:cs="Times New Roman"/>
      <w:b/>
      <w:bCs/>
      <w:sz w:val="28"/>
      <w:szCs w:val="28"/>
      <w:lang w:eastAsia="ja-JP"/>
    </w:rPr>
  </w:style>
  <w:style w:type="paragraph" w:customStyle="1" w:styleId="Textind">
    <w:name w:val="Text ind"/>
    <w:basedOn w:val="Normal"/>
    <w:uiPriority w:val="99"/>
    <w:rsid w:val="00B85302"/>
    <w:pPr>
      <w:widowControl w:val="0"/>
      <w:tabs>
        <w:tab w:val="left" w:pos="2520"/>
      </w:tabs>
      <w:autoSpaceDE w:val="0"/>
      <w:autoSpaceDN w:val="0"/>
      <w:adjustRightInd w:val="0"/>
      <w:spacing w:before="120" w:line="360" w:lineRule="auto"/>
      <w:ind w:firstLine="360"/>
    </w:pPr>
    <w:rPr>
      <w:rFonts w:ascii="Times" w:hAnsi="Times"/>
      <w:szCs w:val="24"/>
      <w:lang w:eastAsia="en-US"/>
    </w:rPr>
  </w:style>
  <w:style w:type="character" w:customStyle="1" w:styleId="KT">
    <w:name w:val="KT"/>
    <w:qFormat/>
    <w:rsid w:val="00F22718"/>
    <w:rPr>
      <w:rFonts w:ascii="B Sabon Bold" w:hAnsi="B Sabon Bold"/>
      <w:b/>
      <w:strike w:val="0"/>
      <w:dstrike w:val="0"/>
      <w:color w:val="075798"/>
    </w:rPr>
  </w:style>
  <w:style w:type="character" w:customStyle="1" w:styleId="HeaderChar">
    <w:name w:val="Header Char"/>
    <w:link w:val="Header"/>
    <w:uiPriority w:val="99"/>
    <w:rsid w:val="009555C4"/>
    <w:rPr>
      <w:sz w:val="24"/>
      <w:lang w:eastAsia="ja-JP"/>
    </w:rPr>
  </w:style>
  <w:style w:type="character" w:customStyle="1" w:styleId="Normal1">
    <w:name w:val="Normal1"/>
    <w:rsid w:val="009555C4"/>
    <w:rPr>
      <w:rFonts w:ascii="ITC Officina Serif Book" w:hAnsi="ITC Officina Serif Book"/>
      <w:sz w:val="18"/>
    </w:rPr>
  </w:style>
  <w:style w:type="paragraph" w:customStyle="1" w:styleId="CN">
    <w:name w:val="CN"/>
    <w:rsid w:val="009555C4"/>
    <w:pPr>
      <w:spacing w:line="260" w:lineRule="exact"/>
      <w:jc w:val="center"/>
    </w:pPr>
    <w:rPr>
      <w:rFonts w:ascii="ITC Officina Sans Bold" w:hAnsi="ITC Officina Sans Bold"/>
      <w:caps/>
      <w:color w:val="FFFFFF"/>
      <w:sz w:val="24"/>
      <w:lang w:val="en-GB"/>
    </w:rPr>
  </w:style>
  <w:style w:type="paragraph" w:customStyle="1" w:styleId="CNN">
    <w:name w:val="CNN"/>
    <w:rsid w:val="009555C4"/>
    <w:pPr>
      <w:spacing w:line="760" w:lineRule="exact"/>
      <w:jc w:val="center"/>
    </w:pPr>
    <w:rPr>
      <w:rFonts w:ascii="ITC Officina Sans Bold" w:hAnsi="ITC Officina Sans Bold"/>
      <w:caps/>
      <w:color w:val="FFFFFF"/>
      <w:sz w:val="96"/>
      <w:lang w:val="en-GB"/>
    </w:rPr>
  </w:style>
  <w:style w:type="paragraph" w:customStyle="1" w:styleId="CT">
    <w:name w:val="CT"/>
    <w:rsid w:val="009555C4"/>
    <w:pPr>
      <w:spacing w:line="620" w:lineRule="exact"/>
    </w:pPr>
    <w:rPr>
      <w:rFonts w:ascii="ITC Officina Serif Bold" w:hAnsi="ITC Officina Serif Bold"/>
      <w:sz w:val="44"/>
      <w:lang w:val="en-GB"/>
    </w:rPr>
  </w:style>
  <w:style w:type="paragraph" w:customStyle="1" w:styleId="OBJH">
    <w:name w:val="OBJH"/>
    <w:rsid w:val="009555C4"/>
    <w:pPr>
      <w:spacing w:line="260" w:lineRule="exact"/>
      <w:ind w:left="40"/>
    </w:pPr>
    <w:rPr>
      <w:rFonts w:ascii="ITC Officina Serif Bold" w:hAnsi="ITC Officina Serif Bold"/>
      <w:color w:val="73B019"/>
      <w:lang w:val="en-GB"/>
    </w:rPr>
  </w:style>
  <w:style w:type="paragraph" w:customStyle="1" w:styleId="OBJBL">
    <w:name w:val="OBJBL"/>
    <w:rsid w:val="009555C4"/>
    <w:pPr>
      <w:spacing w:after="100" w:line="220" w:lineRule="exact"/>
      <w:ind w:left="140" w:hanging="140"/>
    </w:pPr>
    <w:rPr>
      <w:rFonts w:ascii="B Sabon Bold" w:hAnsi="B Sabon Bold"/>
      <w:lang w:val="en-GB"/>
    </w:rPr>
  </w:style>
  <w:style w:type="paragraph" w:customStyle="1" w:styleId="INT-TX1">
    <w:name w:val="INT-TX1"/>
    <w:rsid w:val="009555C4"/>
    <w:pPr>
      <w:spacing w:line="280" w:lineRule="exact"/>
    </w:pPr>
    <w:rPr>
      <w:rFonts w:ascii="Sabon" w:hAnsi="Sabon"/>
      <w:sz w:val="22"/>
      <w:lang w:val="en-GB"/>
    </w:rPr>
  </w:style>
  <w:style w:type="paragraph" w:customStyle="1" w:styleId="INT-TX">
    <w:name w:val="INT-TX"/>
    <w:rsid w:val="009555C4"/>
    <w:pPr>
      <w:spacing w:line="280" w:lineRule="exact"/>
      <w:ind w:firstLine="280"/>
    </w:pPr>
    <w:rPr>
      <w:rFonts w:ascii="Sabon" w:hAnsi="Sabon"/>
      <w:sz w:val="22"/>
      <w:lang w:val="en-GB"/>
    </w:rPr>
  </w:style>
  <w:style w:type="paragraph" w:customStyle="1" w:styleId="Ahead1">
    <w:name w:val="A head"/>
    <w:rsid w:val="009555C4"/>
    <w:pPr>
      <w:keepNext/>
      <w:keepLines/>
      <w:spacing w:before="520" w:after="260" w:line="260" w:lineRule="exact"/>
    </w:pPr>
    <w:rPr>
      <w:rFonts w:ascii="ITC Officina Sans BoldItalic" w:hAnsi="ITC Officina Sans BoldItalic"/>
      <w:caps/>
      <w:color w:val="73B019"/>
      <w:sz w:val="32"/>
      <w:lang w:val="en-GB"/>
    </w:rPr>
  </w:style>
  <w:style w:type="paragraph" w:customStyle="1" w:styleId="TX-LAB">
    <w:name w:val="TX-LAB"/>
    <w:rsid w:val="009555C4"/>
    <w:pPr>
      <w:spacing w:line="260" w:lineRule="exact"/>
      <w:ind w:firstLine="200"/>
    </w:pPr>
    <w:rPr>
      <w:rFonts w:ascii="Sabon" w:hAnsi="Sabon"/>
      <w:lang w:val="en-GB"/>
    </w:rPr>
  </w:style>
  <w:style w:type="paragraph" w:customStyle="1" w:styleId="TX">
    <w:name w:val="TX"/>
    <w:basedOn w:val="TX-LAB"/>
    <w:rsid w:val="009555C4"/>
    <w:pPr>
      <w:keepLines/>
      <w:ind w:firstLine="202"/>
    </w:pPr>
  </w:style>
  <w:style w:type="paragraph" w:customStyle="1" w:styleId="TX1">
    <w:name w:val="TX1"/>
    <w:basedOn w:val="TX"/>
    <w:rsid w:val="009555C4"/>
    <w:pPr>
      <w:ind w:firstLine="0"/>
    </w:pPr>
  </w:style>
  <w:style w:type="paragraph" w:customStyle="1" w:styleId="Bhead1">
    <w:name w:val="B head"/>
    <w:rsid w:val="009555C4"/>
    <w:pPr>
      <w:keepNext/>
      <w:keepLines/>
      <w:spacing w:before="400" w:after="120" w:line="260" w:lineRule="exact"/>
    </w:pPr>
    <w:rPr>
      <w:rFonts w:ascii="ITC Officina Sans Bold" w:hAnsi="ITC Officina Sans Bold"/>
      <w:caps/>
      <w:color w:val="075798"/>
      <w:sz w:val="28"/>
      <w:lang w:val="en-GB"/>
    </w:rPr>
  </w:style>
  <w:style w:type="paragraph" w:customStyle="1" w:styleId="BL1">
    <w:name w:val="BL1"/>
    <w:rsid w:val="009555C4"/>
    <w:pPr>
      <w:spacing w:before="260" w:line="260" w:lineRule="exact"/>
      <w:ind w:left="1800" w:hanging="240"/>
    </w:pPr>
    <w:rPr>
      <w:rFonts w:ascii="Sabon" w:hAnsi="Sabon"/>
      <w:lang w:val="en-GB"/>
    </w:rPr>
  </w:style>
  <w:style w:type="paragraph" w:customStyle="1" w:styleId="BL2">
    <w:name w:val="BL2"/>
    <w:rsid w:val="009555C4"/>
    <w:pPr>
      <w:spacing w:after="260" w:line="260" w:lineRule="exact"/>
      <w:ind w:left="1800" w:hanging="240"/>
    </w:pPr>
    <w:rPr>
      <w:rFonts w:ascii="Sabon" w:hAnsi="Sabon"/>
      <w:lang w:val="en-GB"/>
    </w:rPr>
  </w:style>
  <w:style w:type="paragraph" w:customStyle="1" w:styleId="BL0">
    <w:name w:val="BL"/>
    <w:basedOn w:val="TX1"/>
    <w:rsid w:val="009555C4"/>
    <w:pPr>
      <w:ind w:left="1800" w:hanging="240"/>
    </w:pPr>
  </w:style>
  <w:style w:type="paragraph" w:customStyle="1" w:styleId="Chead0">
    <w:name w:val="C head"/>
    <w:rsid w:val="009555C4"/>
    <w:pPr>
      <w:spacing w:before="260" w:after="60" w:line="260" w:lineRule="exact"/>
    </w:pPr>
    <w:rPr>
      <w:rFonts w:ascii="ITC Officina Sans Bold" w:hAnsi="ITC Officina Sans Bold"/>
      <w:caps/>
      <w:color w:val="01877F"/>
      <w:sz w:val="24"/>
      <w:lang w:val="en-GB"/>
    </w:rPr>
  </w:style>
  <w:style w:type="paragraph" w:customStyle="1" w:styleId="Dhead0">
    <w:name w:val="D head"/>
    <w:rsid w:val="009555C4"/>
    <w:pPr>
      <w:spacing w:before="260" w:after="60" w:line="260" w:lineRule="exact"/>
    </w:pPr>
    <w:rPr>
      <w:rFonts w:ascii="ITC Officina Sans BookItalic" w:hAnsi="ITC Officina Sans BookItalic"/>
      <w:color w:val="075798"/>
      <w:sz w:val="24"/>
      <w:lang w:val="en-GB"/>
    </w:rPr>
  </w:style>
  <w:style w:type="paragraph" w:customStyle="1" w:styleId="TXwindent">
    <w:name w:val="TX w/indent"/>
    <w:basedOn w:val="TX"/>
    <w:rsid w:val="009555C4"/>
  </w:style>
  <w:style w:type="paragraph" w:customStyle="1" w:styleId="TXFL">
    <w:name w:val="TX FL"/>
    <w:basedOn w:val="TXwindent"/>
    <w:rsid w:val="009555C4"/>
    <w:pPr>
      <w:ind w:firstLine="0"/>
    </w:pPr>
  </w:style>
  <w:style w:type="paragraph" w:customStyle="1" w:styleId="NL1">
    <w:name w:val="NL1"/>
    <w:rsid w:val="009555C4"/>
    <w:pPr>
      <w:spacing w:before="260" w:after="100" w:line="260" w:lineRule="exact"/>
      <w:ind w:left="1800" w:hanging="240"/>
    </w:pPr>
    <w:rPr>
      <w:rFonts w:ascii="Sabon" w:hAnsi="Sabon"/>
      <w:lang w:val="en-GB"/>
    </w:rPr>
  </w:style>
  <w:style w:type="character" w:customStyle="1" w:styleId="NL0">
    <w:name w:val="NL"/>
    <w:rsid w:val="009555C4"/>
    <w:rPr>
      <w:rFonts w:ascii="B Sabon Bold" w:hAnsi="B Sabon Bold"/>
    </w:rPr>
  </w:style>
  <w:style w:type="paragraph" w:customStyle="1" w:styleId="NL2">
    <w:name w:val="NL2"/>
    <w:rsid w:val="009555C4"/>
    <w:pPr>
      <w:spacing w:after="260" w:line="260" w:lineRule="exact"/>
      <w:ind w:left="1800" w:hanging="240"/>
    </w:pPr>
    <w:rPr>
      <w:rFonts w:ascii="Sabon" w:hAnsi="Sabon"/>
      <w:lang w:val="en-GB"/>
    </w:rPr>
  </w:style>
  <w:style w:type="paragraph" w:customStyle="1" w:styleId="Code">
    <w:name w:val="Code"/>
    <w:rsid w:val="009555C4"/>
    <w:pPr>
      <w:spacing w:before="260" w:after="260" w:line="260" w:lineRule="exact"/>
      <w:ind w:left="1296"/>
    </w:pPr>
    <w:rPr>
      <w:rFonts w:ascii="Courier" w:hAnsi="Courier"/>
      <w:lang w:val="en-GB"/>
    </w:rPr>
  </w:style>
  <w:style w:type="paragraph" w:customStyle="1" w:styleId="NL110">
    <w:name w:val="NL1_10"/>
    <w:rsid w:val="009555C4"/>
    <w:pPr>
      <w:tabs>
        <w:tab w:val="decimal" w:pos="1760"/>
        <w:tab w:val="left" w:pos="1905"/>
      </w:tabs>
      <w:spacing w:before="260" w:after="100" w:line="260" w:lineRule="exact"/>
      <w:ind w:left="1905" w:hanging="1905"/>
    </w:pPr>
    <w:rPr>
      <w:rFonts w:ascii="Sabon" w:hAnsi="Sabon"/>
      <w:lang w:val="en-GB"/>
    </w:rPr>
  </w:style>
  <w:style w:type="paragraph" w:customStyle="1" w:styleId="NL10">
    <w:name w:val="NL_10"/>
    <w:rsid w:val="009555C4"/>
    <w:pPr>
      <w:tabs>
        <w:tab w:val="decimal" w:pos="1760"/>
        <w:tab w:val="left" w:pos="1905"/>
      </w:tabs>
      <w:spacing w:after="100" w:line="260" w:lineRule="exact"/>
      <w:ind w:left="1905" w:hanging="1905"/>
    </w:pPr>
    <w:rPr>
      <w:rFonts w:ascii="Sabon" w:hAnsi="Sabon"/>
      <w:lang w:val="en-GB"/>
    </w:rPr>
  </w:style>
  <w:style w:type="paragraph" w:customStyle="1" w:styleId="NLBL1">
    <w:name w:val="NL_BL1"/>
    <w:rsid w:val="009555C4"/>
    <w:pPr>
      <w:spacing w:before="120" w:line="260" w:lineRule="exact"/>
      <w:ind w:left="2040" w:hanging="240"/>
    </w:pPr>
    <w:rPr>
      <w:rFonts w:ascii="Sabon" w:hAnsi="Sabon"/>
      <w:lang w:val="en-GB"/>
    </w:rPr>
  </w:style>
  <w:style w:type="paragraph" w:customStyle="1" w:styleId="NLBL">
    <w:name w:val="NL_BL"/>
    <w:rsid w:val="009555C4"/>
    <w:pPr>
      <w:spacing w:line="260" w:lineRule="exact"/>
      <w:ind w:left="2040" w:hanging="240"/>
    </w:pPr>
    <w:rPr>
      <w:rFonts w:ascii="Sabon" w:hAnsi="Sabon"/>
      <w:lang w:val="en-GB"/>
    </w:rPr>
  </w:style>
  <w:style w:type="paragraph" w:customStyle="1" w:styleId="NLBL2">
    <w:name w:val="NL_BL2"/>
    <w:rsid w:val="009555C4"/>
    <w:pPr>
      <w:spacing w:after="120" w:line="260" w:lineRule="exact"/>
      <w:ind w:left="2040" w:hanging="240"/>
    </w:pPr>
    <w:rPr>
      <w:rFonts w:ascii="Sabon" w:hAnsi="Sabon"/>
      <w:lang w:val="en-GB"/>
    </w:rPr>
  </w:style>
  <w:style w:type="paragraph" w:customStyle="1" w:styleId="EOCH">
    <w:name w:val="EOC H"/>
    <w:rsid w:val="009555C4"/>
    <w:pPr>
      <w:spacing w:before="490" w:after="280"/>
      <w:ind w:left="160"/>
    </w:pPr>
    <w:rPr>
      <w:rFonts w:ascii="ITC Officina Sans BoldItalic" w:hAnsi="ITC Officina Sans BoldItalic"/>
      <w:caps/>
      <w:position w:val="-6"/>
      <w:sz w:val="28"/>
      <w:lang w:val="en-GB"/>
    </w:rPr>
  </w:style>
  <w:style w:type="paragraph" w:customStyle="1" w:styleId="SUM1">
    <w:name w:val="SUM 1"/>
    <w:rsid w:val="009555C4"/>
    <w:pPr>
      <w:tabs>
        <w:tab w:val="decimal" w:pos="1245"/>
        <w:tab w:val="left" w:pos="1420"/>
      </w:tabs>
      <w:spacing w:after="120" w:line="260" w:lineRule="exact"/>
      <w:ind w:left="1504" w:hanging="240"/>
    </w:pPr>
    <w:rPr>
      <w:rFonts w:ascii="Sabon" w:hAnsi="Sabon"/>
      <w:lang w:val="en-GB"/>
    </w:rPr>
  </w:style>
  <w:style w:type="paragraph" w:customStyle="1" w:styleId="Keytext">
    <w:name w:val="Key text"/>
    <w:rsid w:val="009555C4"/>
    <w:pPr>
      <w:tabs>
        <w:tab w:val="decimal" w:pos="1245"/>
        <w:tab w:val="left" w:pos="1349"/>
      </w:tabs>
      <w:spacing w:after="120" w:line="260" w:lineRule="exact"/>
      <w:ind w:left="1020"/>
    </w:pPr>
    <w:rPr>
      <w:rFonts w:ascii="Sabon" w:hAnsi="Sabon"/>
      <w:lang w:val="en-GB"/>
    </w:rPr>
  </w:style>
  <w:style w:type="paragraph" w:customStyle="1" w:styleId="KTText">
    <w:name w:val="KT Text"/>
    <w:rsid w:val="009555C4"/>
    <w:pPr>
      <w:spacing w:line="200" w:lineRule="exact"/>
      <w:ind w:left="180" w:hanging="180"/>
    </w:pPr>
    <w:rPr>
      <w:rFonts w:ascii="Sabon" w:hAnsi="Sabon"/>
      <w:sz w:val="18"/>
      <w:lang w:val="en-GB"/>
    </w:rPr>
  </w:style>
  <w:style w:type="paragraph" w:customStyle="1" w:styleId="RQN">
    <w:name w:val="RQN"/>
    <w:rsid w:val="009555C4"/>
    <w:pPr>
      <w:tabs>
        <w:tab w:val="decimal" w:pos="1245"/>
        <w:tab w:val="left" w:pos="1420"/>
      </w:tabs>
      <w:spacing w:before="120" w:line="260" w:lineRule="exact"/>
      <w:ind w:left="1420" w:hanging="400"/>
    </w:pPr>
    <w:rPr>
      <w:rFonts w:ascii="Sabon" w:hAnsi="Sabon"/>
      <w:lang w:val="en-GB"/>
    </w:rPr>
  </w:style>
  <w:style w:type="character" w:customStyle="1" w:styleId="RQN0">
    <w:name w:val="RQ_N"/>
    <w:rsid w:val="009555C4"/>
    <w:rPr>
      <w:rFonts w:ascii="ITC Officina Sans Bold" w:hAnsi="ITC Officina Sans Bold"/>
      <w:color w:val="820265"/>
    </w:rPr>
  </w:style>
  <w:style w:type="paragraph" w:customStyle="1" w:styleId="NLSLL1">
    <w:name w:val="NL_SLL1"/>
    <w:rsid w:val="009555C4"/>
    <w:pPr>
      <w:spacing w:before="100" w:line="260" w:lineRule="exact"/>
      <w:ind w:left="1680" w:hanging="240"/>
    </w:pPr>
    <w:rPr>
      <w:rFonts w:ascii="Sabon" w:hAnsi="Sabon"/>
      <w:lang w:val="en-GB"/>
    </w:rPr>
  </w:style>
  <w:style w:type="paragraph" w:customStyle="1" w:styleId="NLSLL">
    <w:name w:val="NL_SLL"/>
    <w:rsid w:val="009555C4"/>
    <w:pPr>
      <w:spacing w:before="100" w:line="260" w:lineRule="exact"/>
      <w:ind w:left="1680" w:hanging="240"/>
    </w:pPr>
    <w:rPr>
      <w:rFonts w:ascii="Sabon" w:hAnsi="Sabon"/>
      <w:lang w:val="en-GB"/>
    </w:rPr>
  </w:style>
  <w:style w:type="paragraph" w:customStyle="1" w:styleId="NLSLL2">
    <w:name w:val="NL_SLL2"/>
    <w:rsid w:val="009555C4"/>
    <w:pPr>
      <w:spacing w:before="100" w:line="260" w:lineRule="exact"/>
      <w:ind w:left="1680" w:hanging="240"/>
    </w:pPr>
    <w:rPr>
      <w:rFonts w:ascii="Sabon" w:hAnsi="Sabon"/>
      <w:lang w:val="en-GB"/>
    </w:rPr>
  </w:style>
  <w:style w:type="paragraph" w:customStyle="1" w:styleId="EOC-H1">
    <w:name w:val="EOC-H1"/>
    <w:rsid w:val="009555C4"/>
    <w:pPr>
      <w:tabs>
        <w:tab w:val="left" w:pos="2760"/>
      </w:tabs>
      <w:spacing w:before="360" w:after="260" w:line="260" w:lineRule="exact"/>
      <w:ind w:left="1296"/>
    </w:pPr>
    <w:rPr>
      <w:rFonts w:ascii="ITC Officina Sans Book" w:hAnsi="ITC Officina Sans Book"/>
      <w:lang w:val="en-GB"/>
    </w:rPr>
  </w:style>
  <w:style w:type="character" w:customStyle="1" w:styleId="Projectnumber">
    <w:name w:val="Project number"/>
    <w:rsid w:val="009555C4"/>
    <w:rPr>
      <w:rFonts w:ascii="ITC Officina Sans Bold" w:hAnsi="ITC Officina Sans Bold"/>
      <w:caps/>
      <w:color w:val="820265"/>
    </w:rPr>
  </w:style>
  <w:style w:type="paragraph" w:customStyle="1" w:styleId="EocNL1">
    <w:name w:val="Eoc_NL1"/>
    <w:rsid w:val="009555C4"/>
    <w:pPr>
      <w:tabs>
        <w:tab w:val="decimal" w:pos="1245"/>
        <w:tab w:val="left" w:pos="1420"/>
      </w:tabs>
      <w:spacing w:before="260" w:line="260" w:lineRule="exact"/>
      <w:ind w:left="1560" w:hanging="280"/>
    </w:pPr>
    <w:rPr>
      <w:rFonts w:ascii="Sabon" w:hAnsi="Sabon"/>
      <w:lang w:val="en-GB"/>
    </w:rPr>
  </w:style>
  <w:style w:type="paragraph" w:customStyle="1" w:styleId="EocNL0">
    <w:name w:val="Eoc_NL"/>
    <w:rsid w:val="009555C4"/>
    <w:pPr>
      <w:tabs>
        <w:tab w:val="decimal" w:pos="1245"/>
        <w:tab w:val="left" w:pos="1420"/>
      </w:tabs>
      <w:spacing w:before="120" w:line="260" w:lineRule="exact"/>
      <w:ind w:left="1560" w:hanging="280"/>
    </w:pPr>
    <w:rPr>
      <w:rFonts w:ascii="Sabon" w:hAnsi="Sabon"/>
      <w:lang w:val="en-GB"/>
    </w:rPr>
  </w:style>
  <w:style w:type="paragraph" w:customStyle="1" w:styleId="EocBL1">
    <w:name w:val="Eoc BL1"/>
    <w:rsid w:val="009555C4"/>
    <w:pPr>
      <w:tabs>
        <w:tab w:val="decimal" w:pos="1245"/>
        <w:tab w:val="left" w:pos="1420"/>
      </w:tabs>
      <w:spacing w:before="260" w:after="120" w:line="260" w:lineRule="exact"/>
      <w:ind w:left="1800" w:hanging="240"/>
    </w:pPr>
    <w:rPr>
      <w:rFonts w:ascii="Sabon" w:hAnsi="Sabon"/>
      <w:lang w:val="en-GB"/>
    </w:rPr>
  </w:style>
  <w:style w:type="paragraph" w:customStyle="1" w:styleId="EocBL">
    <w:name w:val="Eoc BL"/>
    <w:rsid w:val="009555C4"/>
    <w:pPr>
      <w:tabs>
        <w:tab w:val="decimal" w:pos="1245"/>
        <w:tab w:val="left" w:pos="1420"/>
      </w:tabs>
      <w:spacing w:after="120" w:line="260" w:lineRule="exact"/>
      <w:ind w:left="1800" w:hanging="240"/>
    </w:pPr>
    <w:rPr>
      <w:rFonts w:ascii="Sabon" w:hAnsi="Sabon"/>
      <w:lang w:val="en-GB"/>
    </w:rPr>
  </w:style>
  <w:style w:type="paragraph" w:customStyle="1" w:styleId="EocBL2">
    <w:name w:val="Eoc BL2"/>
    <w:rsid w:val="009555C4"/>
    <w:pPr>
      <w:tabs>
        <w:tab w:val="decimal" w:pos="1245"/>
        <w:tab w:val="left" w:pos="1420"/>
      </w:tabs>
      <w:spacing w:after="260" w:line="260" w:lineRule="exact"/>
      <w:ind w:left="1800" w:hanging="240"/>
    </w:pPr>
    <w:rPr>
      <w:rFonts w:ascii="Sabon" w:hAnsi="Sabon"/>
      <w:lang w:val="en-GB"/>
    </w:rPr>
  </w:style>
  <w:style w:type="paragraph" w:customStyle="1" w:styleId="EocNL2">
    <w:name w:val="Eoc_NL2"/>
    <w:rsid w:val="009555C4"/>
    <w:pPr>
      <w:tabs>
        <w:tab w:val="decimal" w:pos="1245"/>
        <w:tab w:val="left" w:pos="1420"/>
      </w:tabs>
      <w:spacing w:before="120" w:after="260" w:line="260" w:lineRule="exact"/>
      <w:ind w:left="1560" w:hanging="280"/>
    </w:pPr>
    <w:rPr>
      <w:rFonts w:ascii="Sabon" w:hAnsi="Sabon"/>
      <w:lang w:val="en-GB"/>
    </w:rPr>
  </w:style>
  <w:style w:type="paragraph" w:customStyle="1" w:styleId="RHvCT">
    <w:name w:val="RHv/CT"/>
    <w:rsid w:val="009555C4"/>
    <w:pPr>
      <w:jc w:val="right"/>
    </w:pPr>
    <w:rPr>
      <w:rFonts w:ascii="ITC Officina Sans Bold" w:hAnsi="ITC Officina Sans Bold"/>
      <w:position w:val="-2"/>
      <w:sz w:val="18"/>
      <w:lang w:val="en-GB"/>
    </w:rPr>
  </w:style>
  <w:style w:type="paragraph" w:customStyle="1" w:styleId="RHCT">
    <w:name w:val="RH/CT"/>
    <w:rsid w:val="009555C4"/>
    <w:rPr>
      <w:rFonts w:ascii="ITC Officina Sans Bold" w:hAnsi="ITC Officina Sans Bold"/>
      <w:position w:val="-2"/>
      <w:sz w:val="18"/>
      <w:lang w:val="en-GB"/>
    </w:rPr>
  </w:style>
  <w:style w:type="paragraph" w:customStyle="1" w:styleId="RHCN">
    <w:name w:val="RH/CN"/>
    <w:rsid w:val="009555C4"/>
    <w:pPr>
      <w:ind w:left="80"/>
    </w:pPr>
    <w:rPr>
      <w:rFonts w:ascii="ITC Officina Sans Bold" w:hAnsi="ITC Officina Sans Bold"/>
      <w:caps/>
      <w:color w:val="FFFFFF"/>
      <w:position w:val="-2"/>
      <w:sz w:val="18"/>
      <w:lang w:val="en-GB"/>
    </w:rPr>
  </w:style>
  <w:style w:type="character" w:customStyle="1" w:styleId="folio">
    <w:name w:val="folio"/>
    <w:rsid w:val="009555C4"/>
    <w:rPr>
      <w:rFonts w:ascii="ITC Officina Sans Bold" w:hAnsi="ITC Officina Sans Bold"/>
      <w:sz w:val="18"/>
    </w:rPr>
  </w:style>
  <w:style w:type="paragraph" w:customStyle="1" w:styleId="FG">
    <w:name w:val="FG"/>
    <w:rsid w:val="009555C4"/>
    <w:pPr>
      <w:tabs>
        <w:tab w:val="left" w:pos="1020"/>
      </w:tabs>
      <w:spacing w:line="200" w:lineRule="exact"/>
    </w:pPr>
    <w:rPr>
      <w:rFonts w:ascii="ITC Officina Sans Book" w:hAnsi="ITC Officina Sans Book"/>
      <w:sz w:val="18"/>
      <w:lang w:val="en-GB"/>
    </w:rPr>
  </w:style>
  <w:style w:type="character" w:customStyle="1" w:styleId="FGN">
    <w:name w:val="FGN"/>
    <w:rsid w:val="009555C4"/>
    <w:rPr>
      <w:rFonts w:ascii="ITC Officina Sans Bold" w:hAnsi="ITC Officina Sans Bold"/>
      <w:color w:val="820265"/>
      <w:sz w:val="18"/>
    </w:rPr>
  </w:style>
  <w:style w:type="paragraph" w:customStyle="1" w:styleId="Video">
    <w:name w:val="Video"/>
    <w:rsid w:val="009555C4"/>
    <w:pPr>
      <w:spacing w:after="130" w:line="240" w:lineRule="exact"/>
      <w:ind w:left="60"/>
    </w:pPr>
    <w:rPr>
      <w:rFonts w:ascii="ITC Officina Serif Bold" w:hAnsi="ITC Officina Serif Bold"/>
      <w:color w:val="90C0B7"/>
      <w:position w:val="-2"/>
      <w:lang w:val="en-GB"/>
    </w:rPr>
  </w:style>
  <w:style w:type="paragraph" w:customStyle="1" w:styleId="Boxtxt">
    <w:name w:val="Box txt"/>
    <w:rsid w:val="009555C4"/>
    <w:pPr>
      <w:spacing w:line="220" w:lineRule="exact"/>
      <w:ind w:left="130" w:right="130"/>
    </w:pPr>
    <w:rPr>
      <w:rFonts w:ascii="ITC Officina Sans Book" w:hAnsi="ITC Officina Sans Book"/>
      <w:sz w:val="18"/>
      <w:lang w:val="en-GB"/>
    </w:rPr>
  </w:style>
  <w:style w:type="paragraph" w:customStyle="1" w:styleId="Notes">
    <w:name w:val="Notes"/>
    <w:rsid w:val="009555C4"/>
    <w:pPr>
      <w:spacing w:after="130" w:line="260" w:lineRule="exact"/>
    </w:pPr>
    <w:rPr>
      <w:rFonts w:ascii="ITC Officina Serif Bold" w:hAnsi="ITC Officina Serif Bold"/>
      <w:color w:val="CFAF06"/>
      <w:lang w:val="en-GB"/>
    </w:rPr>
  </w:style>
  <w:style w:type="paragraph" w:customStyle="1" w:styleId="NTtxt">
    <w:name w:val="NT txt"/>
    <w:rsid w:val="009555C4"/>
    <w:pPr>
      <w:spacing w:line="220" w:lineRule="exact"/>
      <w:ind w:left="130" w:right="130" w:firstLine="840"/>
    </w:pPr>
    <w:rPr>
      <w:rFonts w:ascii="ITC Officina Sans Book" w:hAnsi="ITC Officina Sans Book"/>
      <w:sz w:val="18"/>
      <w:lang w:val="en-GB"/>
    </w:rPr>
  </w:style>
  <w:style w:type="paragraph" w:customStyle="1" w:styleId="ChartHead">
    <w:name w:val="Chart Head"/>
    <w:rsid w:val="009555C4"/>
    <w:pPr>
      <w:tabs>
        <w:tab w:val="left" w:pos="1751"/>
      </w:tabs>
      <w:spacing w:line="220" w:lineRule="exact"/>
      <w:ind w:left="120"/>
    </w:pPr>
    <w:rPr>
      <w:rFonts w:ascii="ITC Officina Sans Bold" w:hAnsi="ITC Officina Sans Bold"/>
      <w:color w:val="FFFFFF"/>
      <w:sz w:val="18"/>
      <w:lang w:val="en-GB"/>
    </w:rPr>
  </w:style>
  <w:style w:type="paragraph" w:customStyle="1" w:styleId="ChartText">
    <w:name w:val="Chart Text"/>
    <w:rsid w:val="009555C4"/>
    <w:pPr>
      <w:spacing w:after="100" w:line="220" w:lineRule="exact"/>
      <w:ind w:left="120"/>
    </w:pPr>
    <w:rPr>
      <w:rFonts w:ascii="ITC Officina Sans Bold" w:hAnsi="ITC Officina Sans Bold"/>
      <w:sz w:val="18"/>
      <w:lang w:val="en-GB"/>
    </w:rPr>
  </w:style>
  <w:style w:type="paragraph" w:customStyle="1" w:styleId="TFN">
    <w:name w:val="TFN"/>
    <w:rsid w:val="009555C4"/>
    <w:pPr>
      <w:spacing w:before="100" w:line="200" w:lineRule="exact"/>
      <w:ind w:left="120"/>
    </w:pPr>
    <w:rPr>
      <w:rFonts w:ascii="ITC Officina Sans Book" w:hAnsi="ITC Officina Sans Book"/>
      <w:sz w:val="16"/>
      <w:lang w:val="en-GB"/>
    </w:rPr>
  </w:style>
  <w:style w:type="paragraph" w:customStyle="1" w:styleId="TBCAP">
    <w:name w:val="TB_CAP"/>
    <w:rsid w:val="009555C4"/>
    <w:pPr>
      <w:tabs>
        <w:tab w:val="left" w:pos="1020"/>
      </w:tabs>
      <w:spacing w:line="200" w:lineRule="exact"/>
    </w:pPr>
    <w:rPr>
      <w:rFonts w:ascii="ITC Officina Sans Book" w:hAnsi="ITC Officina Sans Book"/>
      <w:sz w:val="18"/>
      <w:lang w:val="en-GB"/>
    </w:rPr>
  </w:style>
  <w:style w:type="paragraph" w:customStyle="1" w:styleId="Aexam">
    <w:name w:val="A+exam"/>
    <w:rsid w:val="009555C4"/>
    <w:pPr>
      <w:spacing w:after="130" w:line="260" w:lineRule="exact"/>
      <w:ind w:left="60"/>
    </w:pPr>
    <w:rPr>
      <w:rFonts w:ascii="ITC Officina Serif Bold" w:hAnsi="ITC Officina Serif Bold"/>
      <w:color w:val="820265"/>
      <w:lang w:val="en-GB"/>
    </w:rPr>
  </w:style>
  <w:style w:type="paragraph" w:customStyle="1" w:styleId="Exmtxt">
    <w:name w:val="Exm txt"/>
    <w:rsid w:val="009555C4"/>
    <w:pPr>
      <w:spacing w:line="220" w:lineRule="exact"/>
      <w:ind w:left="130" w:right="130" w:firstLine="1520"/>
    </w:pPr>
    <w:rPr>
      <w:rFonts w:ascii="ITC Officina Sans Book" w:hAnsi="ITC Officina Sans Book"/>
      <w:sz w:val="18"/>
      <w:lang w:val="en-GB"/>
    </w:rPr>
  </w:style>
  <w:style w:type="paragraph" w:customStyle="1" w:styleId="CAUtxt">
    <w:name w:val="CAU txt"/>
    <w:rsid w:val="009555C4"/>
    <w:pPr>
      <w:spacing w:line="220" w:lineRule="exact"/>
      <w:ind w:left="130" w:right="130" w:firstLine="1380"/>
    </w:pPr>
    <w:rPr>
      <w:rFonts w:ascii="ITC Officina Sans Book" w:hAnsi="ITC Officina Sans Book"/>
      <w:sz w:val="18"/>
      <w:lang w:val="en-GB"/>
    </w:rPr>
  </w:style>
  <w:style w:type="character" w:customStyle="1" w:styleId="10Sabonbold">
    <w:name w:val="10 Sabon bold"/>
    <w:rsid w:val="009555C4"/>
    <w:rPr>
      <w:rFonts w:ascii="B Sabon Bold" w:hAnsi="B Sabon Bold"/>
    </w:rPr>
  </w:style>
  <w:style w:type="character" w:customStyle="1" w:styleId="RQuesnumbers">
    <w:name w:val="R. Ques numbers"/>
    <w:aliases w:val=" 10 OS red"/>
    <w:rsid w:val="009555C4"/>
    <w:rPr>
      <w:rFonts w:ascii="ITC Officina Sans Bold" w:hAnsi="ITC Officina Sans Bold"/>
      <w:color w:val="820265"/>
    </w:rPr>
  </w:style>
  <w:style w:type="character" w:customStyle="1" w:styleId="FooterChar">
    <w:name w:val="Footer Char"/>
    <w:link w:val="Footer"/>
    <w:uiPriority w:val="99"/>
    <w:rsid w:val="009555C4"/>
    <w:rPr>
      <w:sz w:val="24"/>
      <w:lang w:eastAsia="ja-JP"/>
    </w:rPr>
  </w:style>
  <w:style w:type="table" w:styleId="TableGrid">
    <w:name w:val="Table Grid"/>
    <w:basedOn w:val="TableNormal"/>
    <w:uiPriority w:val="59"/>
    <w:rsid w:val="00955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12CAD"/>
    <w:pPr>
      <w:spacing w:before="100" w:beforeAutospacing="1" w:after="100" w:afterAutospacing="1" w:line="240" w:lineRule="auto"/>
    </w:pPr>
    <w:rPr>
      <w:szCs w:val="24"/>
      <w:lang w:eastAsia="en-US"/>
    </w:rPr>
  </w:style>
  <w:style w:type="character" w:customStyle="1" w:styleId="font18">
    <w:name w:val="font18"/>
    <w:basedOn w:val="DefaultParagraphFont"/>
    <w:rsid w:val="00812CAD"/>
  </w:style>
  <w:style w:type="character" w:customStyle="1" w:styleId="font11">
    <w:name w:val="font11"/>
    <w:basedOn w:val="DefaultParagraphFont"/>
    <w:rsid w:val="00812CAD"/>
  </w:style>
  <w:style w:type="character" w:customStyle="1" w:styleId="font10">
    <w:name w:val="font10"/>
    <w:basedOn w:val="DefaultParagraphFont"/>
    <w:rsid w:val="00812CAD"/>
  </w:style>
  <w:style w:type="character" w:customStyle="1" w:styleId="font5">
    <w:name w:val="font5"/>
    <w:basedOn w:val="DefaultParagraphFont"/>
    <w:rsid w:val="00812CAD"/>
  </w:style>
  <w:style w:type="character" w:customStyle="1" w:styleId="font27">
    <w:name w:val="font27"/>
    <w:basedOn w:val="DefaultParagraphFont"/>
    <w:rsid w:val="00812CAD"/>
  </w:style>
  <w:style w:type="character" w:customStyle="1" w:styleId="font7">
    <w:name w:val="font7"/>
    <w:basedOn w:val="DefaultParagraphFont"/>
    <w:rsid w:val="00812CAD"/>
  </w:style>
  <w:style w:type="character" w:customStyle="1" w:styleId="apple-converted-space">
    <w:name w:val="apple-converted-space"/>
    <w:basedOn w:val="DefaultParagraphFont"/>
    <w:rsid w:val="00812CAD"/>
  </w:style>
  <w:style w:type="character" w:customStyle="1" w:styleId="font20">
    <w:name w:val="font20"/>
    <w:basedOn w:val="DefaultParagraphFont"/>
    <w:rsid w:val="00812CAD"/>
  </w:style>
  <w:style w:type="character" w:customStyle="1" w:styleId="font4">
    <w:name w:val="font4"/>
    <w:basedOn w:val="DefaultParagraphFont"/>
    <w:rsid w:val="00812CAD"/>
  </w:style>
  <w:style w:type="character" w:customStyle="1" w:styleId="font13">
    <w:name w:val="font13"/>
    <w:basedOn w:val="DefaultParagraphFont"/>
    <w:rsid w:val="00812CAD"/>
  </w:style>
  <w:style w:type="character" w:customStyle="1" w:styleId="font16">
    <w:name w:val="font16"/>
    <w:basedOn w:val="DefaultParagraphFont"/>
    <w:rsid w:val="00812CAD"/>
  </w:style>
  <w:style w:type="character" w:customStyle="1" w:styleId="font8">
    <w:name w:val="font8"/>
    <w:basedOn w:val="DefaultParagraphFont"/>
    <w:rsid w:val="00812CAD"/>
  </w:style>
  <w:style w:type="character" w:customStyle="1" w:styleId="font6">
    <w:name w:val="font6"/>
    <w:basedOn w:val="DefaultParagraphFont"/>
    <w:rsid w:val="00812CAD"/>
  </w:style>
  <w:style w:type="character" w:customStyle="1" w:styleId="font26">
    <w:name w:val="font26"/>
    <w:basedOn w:val="DefaultParagraphFont"/>
    <w:rsid w:val="00812CAD"/>
  </w:style>
  <w:style w:type="character" w:customStyle="1" w:styleId="font15">
    <w:name w:val="font15"/>
    <w:basedOn w:val="DefaultParagraphFont"/>
    <w:rsid w:val="00812CAD"/>
  </w:style>
  <w:style w:type="character" w:customStyle="1" w:styleId="font12">
    <w:name w:val="font12"/>
    <w:basedOn w:val="DefaultParagraphFont"/>
    <w:rsid w:val="00812CAD"/>
  </w:style>
  <w:style w:type="character" w:customStyle="1" w:styleId="font9">
    <w:name w:val="font9"/>
    <w:basedOn w:val="DefaultParagraphFont"/>
    <w:rsid w:val="00812CAD"/>
  </w:style>
  <w:style w:type="character" w:customStyle="1" w:styleId="font22">
    <w:name w:val="font22"/>
    <w:basedOn w:val="DefaultParagraphFont"/>
    <w:rsid w:val="00812CAD"/>
  </w:style>
  <w:style w:type="character" w:customStyle="1" w:styleId="font3">
    <w:name w:val="font3"/>
    <w:basedOn w:val="DefaultParagraphFont"/>
    <w:rsid w:val="00812CAD"/>
  </w:style>
  <w:style w:type="character" w:customStyle="1" w:styleId="font0">
    <w:name w:val="font0"/>
    <w:basedOn w:val="DefaultParagraphFont"/>
    <w:rsid w:val="00812CAD"/>
  </w:style>
  <w:style w:type="character" w:customStyle="1" w:styleId="font25">
    <w:name w:val="font25"/>
    <w:basedOn w:val="DefaultParagraphFont"/>
    <w:rsid w:val="00812CAD"/>
  </w:style>
  <w:style w:type="character" w:customStyle="1" w:styleId="font23">
    <w:name w:val="font23"/>
    <w:basedOn w:val="DefaultParagraphFont"/>
    <w:rsid w:val="00812CAD"/>
  </w:style>
  <w:style w:type="character" w:customStyle="1" w:styleId="font21">
    <w:name w:val="font21"/>
    <w:basedOn w:val="DefaultParagraphFont"/>
    <w:rsid w:val="00812CAD"/>
  </w:style>
  <w:style w:type="character" w:customStyle="1" w:styleId="font1">
    <w:name w:val="font1"/>
    <w:basedOn w:val="DefaultParagraphFont"/>
    <w:rsid w:val="00812CAD"/>
  </w:style>
  <w:style w:type="character" w:customStyle="1" w:styleId="font24">
    <w:name w:val="font24"/>
    <w:basedOn w:val="DefaultParagraphFont"/>
    <w:rsid w:val="00812CAD"/>
  </w:style>
  <w:style w:type="character" w:customStyle="1" w:styleId="font2">
    <w:name w:val="font2"/>
    <w:basedOn w:val="DefaultParagraphFont"/>
    <w:rsid w:val="00812CAD"/>
  </w:style>
  <w:style w:type="character" w:customStyle="1" w:styleId="font17">
    <w:name w:val="font17"/>
    <w:basedOn w:val="DefaultParagraphFont"/>
    <w:rsid w:val="00812CAD"/>
  </w:style>
  <w:style w:type="character" w:customStyle="1" w:styleId="font19">
    <w:name w:val="font19"/>
    <w:basedOn w:val="DefaultParagraphFont"/>
    <w:rsid w:val="00812CAD"/>
  </w:style>
  <w:style w:type="character" w:customStyle="1" w:styleId="font28">
    <w:name w:val="font28"/>
    <w:basedOn w:val="DefaultParagraphFont"/>
    <w:rsid w:val="00812CAD"/>
  </w:style>
  <w:style w:type="paragraph" w:customStyle="1" w:styleId="CH-LO-TXchlearningobjtext">
    <w:name w:val="(CH-LO-TX) ch learning obj text"/>
    <w:basedOn w:val="Normal"/>
    <w:uiPriority w:val="99"/>
    <w:rsid w:val="00812CAD"/>
    <w:pPr>
      <w:widowControl w:val="0"/>
      <w:suppressAutoHyphens/>
      <w:autoSpaceDE w:val="0"/>
      <w:autoSpaceDN w:val="0"/>
      <w:adjustRightInd w:val="0"/>
      <w:spacing w:line="260" w:lineRule="atLeast"/>
      <w:ind w:left="600"/>
      <w:textAlignment w:val="center"/>
    </w:pPr>
    <w:rPr>
      <w:rFonts w:ascii="PalatinoLTStd-Light" w:hAnsi="PalatinoLTStd-Light" w:cs="PalatinoLTStd-Light"/>
      <w:color w:val="000000"/>
      <w:sz w:val="21"/>
      <w:szCs w:val="21"/>
      <w:lang w:eastAsia="en-US"/>
    </w:rPr>
  </w:style>
  <w:style w:type="character" w:customStyle="1" w:styleId="font30">
    <w:name w:val="font30"/>
    <w:basedOn w:val="DefaultParagraphFont"/>
    <w:rsid w:val="00812CAD"/>
  </w:style>
  <w:style w:type="character" w:customStyle="1" w:styleId="font31">
    <w:name w:val="font31"/>
    <w:basedOn w:val="DefaultParagraphFont"/>
    <w:rsid w:val="00812CAD"/>
  </w:style>
  <w:style w:type="character" w:customStyle="1" w:styleId="font14">
    <w:name w:val="font14"/>
    <w:basedOn w:val="DefaultParagraphFont"/>
    <w:rsid w:val="00812CAD"/>
  </w:style>
  <w:style w:type="character" w:customStyle="1" w:styleId="font29">
    <w:name w:val="font29"/>
    <w:basedOn w:val="DefaultParagraphFont"/>
    <w:rsid w:val="00812CAD"/>
  </w:style>
  <w:style w:type="character" w:customStyle="1" w:styleId="font32">
    <w:name w:val="font32"/>
    <w:basedOn w:val="DefaultParagraphFont"/>
    <w:rsid w:val="00812CAD"/>
  </w:style>
  <w:style w:type="character" w:customStyle="1" w:styleId="font33">
    <w:name w:val="font33"/>
    <w:basedOn w:val="DefaultParagraphFont"/>
    <w:rsid w:val="00812CAD"/>
  </w:style>
  <w:style w:type="character" w:customStyle="1" w:styleId="font34">
    <w:name w:val="font34"/>
    <w:basedOn w:val="DefaultParagraphFont"/>
    <w:rsid w:val="00812CAD"/>
  </w:style>
  <w:style w:type="character" w:customStyle="1" w:styleId="font41">
    <w:name w:val="font41"/>
    <w:rsid w:val="00812CAD"/>
    <w:rPr>
      <w:rFonts w:ascii="Microsoft Sans Serif" w:hAnsi="Microsoft Sans Serif" w:cs="Microsoft Sans Serif" w:hint="default"/>
      <w:sz w:val="20"/>
      <w:szCs w:val="20"/>
    </w:rPr>
  </w:style>
  <w:style w:type="character" w:customStyle="1" w:styleId="BalloonTextChar">
    <w:name w:val="Balloon Text Char"/>
    <w:basedOn w:val="DefaultParagraphFont"/>
    <w:link w:val="BalloonText"/>
    <w:uiPriority w:val="99"/>
    <w:semiHidden/>
    <w:rsid w:val="00812CAD"/>
    <w:rPr>
      <w:rFonts w:ascii="Tahoma" w:hAnsi="Tahoma" w:cs="Tahoma"/>
      <w:sz w:val="16"/>
      <w:szCs w:val="16"/>
      <w:lang w:eastAsia="ja-JP"/>
    </w:rPr>
  </w:style>
  <w:style w:type="paragraph" w:styleId="ListParagraph">
    <w:name w:val="List Paragraph"/>
    <w:basedOn w:val="Normal"/>
    <w:uiPriority w:val="34"/>
    <w:qFormat/>
    <w:rsid w:val="00BC13EE"/>
    <w:pPr>
      <w:ind w:left="720"/>
      <w:contextualSpacing/>
    </w:pPr>
  </w:style>
  <w:style w:type="paragraph" w:customStyle="1" w:styleId="Text">
    <w:name w:val="Text"/>
    <w:basedOn w:val="Normal"/>
    <w:link w:val="TextChar"/>
    <w:uiPriority w:val="99"/>
    <w:rsid w:val="00201333"/>
    <w:pPr>
      <w:spacing w:before="160" w:line="360" w:lineRule="auto"/>
      <w:jc w:val="both"/>
    </w:pPr>
    <w:rPr>
      <w:sz w:val="22"/>
      <w:lang w:eastAsia="en-US"/>
    </w:rPr>
  </w:style>
  <w:style w:type="paragraph" w:customStyle="1" w:styleId="Bullet">
    <w:name w:val="Bullet"/>
    <w:basedOn w:val="Normal"/>
    <w:rsid w:val="00201333"/>
    <w:pPr>
      <w:numPr>
        <w:numId w:val="5"/>
      </w:numPr>
    </w:pPr>
  </w:style>
  <w:style w:type="paragraph" w:styleId="Caption">
    <w:name w:val="caption"/>
    <w:basedOn w:val="Normal"/>
    <w:uiPriority w:val="99"/>
    <w:qFormat/>
    <w:rsid w:val="00CC44BF"/>
    <w:pPr>
      <w:spacing w:before="480" w:after="80" w:line="360" w:lineRule="auto"/>
    </w:pPr>
    <w:rPr>
      <w:rFonts w:ascii="Helvetica" w:hAnsi="Helvetica" w:cs="Helvetica"/>
      <w:b/>
      <w:bCs/>
      <w:szCs w:val="24"/>
      <w:lang w:eastAsia="en-US"/>
    </w:rPr>
  </w:style>
  <w:style w:type="paragraph" w:customStyle="1" w:styleId="Chapterintro">
    <w:name w:val="Chapter intro"/>
    <w:basedOn w:val="Normal"/>
    <w:uiPriority w:val="99"/>
    <w:rsid w:val="00CC44BF"/>
    <w:pPr>
      <w:spacing w:before="120" w:line="360" w:lineRule="auto"/>
    </w:pPr>
    <w:rPr>
      <w:rFonts w:ascii="Times" w:hAnsi="Times" w:cs="Times"/>
      <w:szCs w:val="24"/>
      <w:lang w:eastAsia="en-US"/>
    </w:rPr>
  </w:style>
  <w:style w:type="character" w:customStyle="1" w:styleId="TextChar">
    <w:name w:val="Text Char"/>
    <w:basedOn w:val="DefaultParagraphFont"/>
    <w:link w:val="Text"/>
    <w:uiPriority w:val="99"/>
    <w:locked/>
    <w:rsid w:val="00CC44BF"/>
    <w:rPr>
      <w:sz w:val="22"/>
    </w:rPr>
  </w:style>
  <w:style w:type="character" w:customStyle="1" w:styleId="KTChar">
    <w:name w:val="KT Char"/>
    <w:basedOn w:val="TextChar"/>
    <w:uiPriority w:val="99"/>
    <w:locked/>
    <w:rsid w:val="00CC44BF"/>
    <w:rPr>
      <w:sz w:val="22"/>
    </w:rPr>
  </w:style>
  <w:style w:type="character" w:styleId="FootnoteReference">
    <w:name w:val="footnote reference"/>
    <w:basedOn w:val="DefaultParagraphFont"/>
    <w:uiPriority w:val="99"/>
    <w:semiHidden/>
    <w:unhideWhenUsed/>
    <w:rsid w:val="00EF26D5"/>
    <w:rPr>
      <w:rFonts w:cs="Times New Roman"/>
      <w:vertAlign w:val="superscript"/>
    </w:rPr>
  </w:style>
  <w:style w:type="paragraph" w:customStyle="1" w:styleId="Tiptext">
    <w:name w:val="Tip text"/>
    <w:basedOn w:val="Normal"/>
    <w:uiPriority w:val="99"/>
    <w:rsid w:val="001A3FED"/>
    <w:pPr>
      <w:spacing w:before="60" w:line="240" w:lineRule="auto"/>
    </w:pPr>
    <w:rPr>
      <w:rFonts w:ascii="Times" w:hAnsi="Times" w:cs="Times"/>
      <w:szCs w:val="24"/>
      <w:lang w:eastAsia="en-US"/>
    </w:rPr>
  </w:style>
  <w:style w:type="paragraph" w:customStyle="1" w:styleId="TipsHead">
    <w:name w:val="Tips Head"/>
    <w:basedOn w:val="NormalWeb"/>
    <w:uiPriority w:val="99"/>
    <w:rsid w:val="001A3FED"/>
    <w:pPr>
      <w:spacing w:before="0" w:beforeAutospacing="0" w:after="60" w:afterAutospacing="0" w:line="360" w:lineRule="auto"/>
    </w:pPr>
    <w:rPr>
      <w:rFonts w:ascii="Helvetica" w:hAnsi="Helvetica" w:cs="Helvetica"/>
      <w:b/>
      <w:bCs/>
    </w:rPr>
  </w:style>
  <w:style w:type="paragraph" w:customStyle="1" w:styleId="ListNumber1">
    <w:name w:val="List Number1"/>
    <w:basedOn w:val="Normal"/>
    <w:rsid w:val="004A762E"/>
    <w:pPr>
      <w:ind w:left="360" w:hanging="360"/>
      <w:jc w:val="both"/>
    </w:pPr>
    <w:rPr>
      <w:sz w:val="22"/>
      <w:lang w:eastAsia="en-US"/>
    </w:rPr>
  </w:style>
  <w:style w:type="paragraph" w:customStyle="1" w:styleId="Boxtext">
    <w:name w:val="Box text"/>
    <w:basedOn w:val="Normal"/>
    <w:uiPriority w:val="99"/>
    <w:rsid w:val="00276AAB"/>
    <w:pPr>
      <w:spacing w:before="60" w:after="60" w:line="240" w:lineRule="auto"/>
    </w:pPr>
    <w:rPr>
      <w:rFonts w:ascii="Times" w:hAnsi="Times" w:cs="Times"/>
      <w:szCs w:val="24"/>
      <w:lang w:val="en-GB" w:eastAsia="en-US"/>
    </w:rPr>
  </w:style>
  <w:style w:type="paragraph" w:customStyle="1" w:styleId="Boxnumberlist">
    <w:name w:val="Box number list"/>
    <w:basedOn w:val="Boxtext"/>
    <w:next w:val="Boxtext"/>
    <w:uiPriority w:val="99"/>
    <w:rsid w:val="00276AAB"/>
    <w:pPr>
      <w:numPr>
        <w:numId w:val="8"/>
      </w:numPr>
    </w:pPr>
  </w:style>
  <w:style w:type="paragraph" w:styleId="Title">
    <w:name w:val="Title"/>
    <w:basedOn w:val="Normal"/>
    <w:next w:val="Normal"/>
    <w:link w:val="TitleChar"/>
    <w:uiPriority w:val="10"/>
    <w:qFormat/>
    <w:rsid w:val="002137F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7F9"/>
    <w:rPr>
      <w:rFonts w:asciiTheme="majorHAnsi" w:eastAsiaTheme="majorEastAsia" w:hAnsiTheme="majorHAnsi" w:cstheme="majorBidi"/>
      <w:spacing w:val="-10"/>
      <w:kern w:val="28"/>
      <w:sz w:val="56"/>
      <w:szCs w:val="56"/>
      <w:lang w:eastAsia="ja-JP"/>
    </w:rPr>
  </w:style>
  <w:style w:type="paragraph" w:customStyle="1" w:styleId="FigureRef">
    <w:name w:val="Figure_Ref"/>
    <w:basedOn w:val="Normal"/>
    <w:next w:val="Normal"/>
    <w:qFormat/>
    <w:rsid w:val="002137F9"/>
    <w:pPr>
      <w:keepNext/>
      <w:spacing w:before="240" w:after="60"/>
      <w:outlineLvl w:val="3"/>
    </w:pPr>
    <w:rPr>
      <w:rFonts w:ascii="Calibri" w:hAnsi="Calibri"/>
      <w:b/>
      <w:bCs/>
      <w:color w:val="FF0000"/>
      <w:szCs w:val="28"/>
    </w:rPr>
  </w:style>
  <w:style w:type="paragraph" w:customStyle="1" w:styleId="Table">
    <w:name w:val="Table"/>
    <w:basedOn w:val="FigureRef"/>
    <w:qFormat/>
    <w:rsid w:val="006D4921"/>
    <w:rPr>
      <w:color w:val="70AD47" w:themeColor="accent6"/>
    </w:rPr>
  </w:style>
  <w:style w:type="paragraph" w:customStyle="1" w:styleId="EOCAHd">
    <w:name w:val="EOC A Hd"/>
    <w:basedOn w:val="EndofChapterHeadA"/>
    <w:link w:val="EOCAHdChar"/>
    <w:qFormat/>
    <w:rsid w:val="00D824D0"/>
    <w:pPr>
      <w:numPr>
        <w:numId w:val="6"/>
      </w:numPr>
    </w:pPr>
  </w:style>
  <w:style w:type="character" w:customStyle="1" w:styleId="Heading1Char">
    <w:name w:val="Heading 1 Char"/>
    <w:basedOn w:val="DefaultParagraphFont"/>
    <w:link w:val="Heading1"/>
    <w:rsid w:val="00D824D0"/>
    <w:rPr>
      <w:rFonts w:ascii="Arial" w:hAnsi="Arial" w:cs="Arial"/>
      <w:b/>
      <w:bCs/>
      <w:kern w:val="32"/>
      <w:sz w:val="32"/>
      <w:szCs w:val="32"/>
      <w:lang w:eastAsia="ja-JP"/>
    </w:rPr>
  </w:style>
  <w:style w:type="character" w:customStyle="1" w:styleId="HeadAChar">
    <w:name w:val="Head A Char"/>
    <w:basedOn w:val="Heading1Char"/>
    <w:link w:val="HeadA"/>
    <w:rsid w:val="00D824D0"/>
    <w:rPr>
      <w:rFonts w:ascii="Arial" w:hAnsi="Arial" w:cs="Arial"/>
      <w:b w:val="0"/>
      <w:bCs/>
      <w:noProof/>
      <w:kern w:val="32"/>
      <w:sz w:val="28"/>
      <w:szCs w:val="32"/>
      <w:lang w:eastAsia="ja-JP"/>
    </w:rPr>
  </w:style>
  <w:style w:type="character" w:customStyle="1" w:styleId="EndofChapterHeadAChar">
    <w:name w:val="End of Chapter Head A Char"/>
    <w:basedOn w:val="HeadAChar"/>
    <w:link w:val="EndofChapterHeadA"/>
    <w:rsid w:val="00D824D0"/>
    <w:rPr>
      <w:rFonts w:ascii="Arial" w:hAnsi="Arial" w:cs="Arial"/>
      <w:b w:val="0"/>
      <w:bCs/>
      <w:noProof/>
      <w:kern w:val="32"/>
      <w:sz w:val="28"/>
      <w:szCs w:val="32"/>
      <w:lang w:eastAsia="ja-JP"/>
    </w:rPr>
  </w:style>
  <w:style w:type="character" w:customStyle="1" w:styleId="EOCAHdChar">
    <w:name w:val="EOC A Hd Char"/>
    <w:basedOn w:val="EndofChapterHeadAChar"/>
    <w:link w:val="EOCAHd"/>
    <w:rsid w:val="00D824D0"/>
    <w:rPr>
      <w:rFonts w:ascii="Arial" w:hAnsi="Arial" w:cs="Arial"/>
      <w:b w:val="0"/>
      <w:bCs/>
      <w:noProof/>
      <w:kern w:val="32"/>
      <w:sz w:val="28"/>
      <w:szCs w:val="32"/>
      <w:lang w:eastAsia="ja-JP"/>
    </w:rPr>
  </w:style>
  <w:style w:type="paragraph" w:customStyle="1" w:styleId="Objectives">
    <w:name w:val="Objectives"/>
    <w:basedOn w:val="HeadD"/>
    <w:link w:val="ObjectivesChar"/>
    <w:qFormat/>
    <w:rsid w:val="00AE31CE"/>
    <w:rPr>
      <w:rFonts w:ascii="Arial" w:hAnsi="Arial" w:cs="Arial"/>
      <w:i/>
      <w:sz w:val="28"/>
    </w:rPr>
  </w:style>
  <w:style w:type="character" w:customStyle="1" w:styleId="ObjectivesChar">
    <w:name w:val="Objectives Char"/>
    <w:basedOn w:val="DefaultParagraphFont"/>
    <w:link w:val="Objectives"/>
    <w:rsid w:val="00AE31CE"/>
    <w:rPr>
      <w:rFonts w:ascii="Arial" w:hAnsi="Arial" w:cs="Arial"/>
      <w:b/>
      <w:bCs/>
      <w:i/>
      <w:sz w:val="28"/>
      <w:szCs w:val="28"/>
      <w:lang w:eastAsia="ja-JP"/>
    </w:rPr>
  </w:style>
  <w:style w:type="character" w:customStyle="1" w:styleId="Mention1">
    <w:name w:val="Mention1"/>
    <w:basedOn w:val="DefaultParagraphFont"/>
    <w:uiPriority w:val="99"/>
    <w:semiHidden/>
    <w:unhideWhenUsed/>
    <w:rsid w:val="00B13F7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ill%20Batistick\Application%20Data\Microsoft\Templates\Networ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Network.dot</Template>
  <TotalTime>0</TotalTime>
  <Pages>6</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placeholder</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placeholder</dc:title>
  <dc:subject/>
  <dc:creator>Ann Shaffer</dc:creator>
  <cp:keywords/>
  <dc:description/>
  <cp:lastModifiedBy>Cannistraci, Michelle</cp:lastModifiedBy>
  <cp:revision>2</cp:revision>
  <dcterms:created xsi:type="dcterms:W3CDTF">2018-02-21T15:58:00Z</dcterms:created>
  <dcterms:modified xsi:type="dcterms:W3CDTF">2018-02-21T15:58:00Z</dcterms:modified>
</cp:coreProperties>
</file>