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81E20E0" w14:textId="77777777" w:rsidR="00324633" w:rsidRDefault="00324633" w:rsidP="00324633">
      <w:pPr>
        <w:pStyle w:val="Heading1"/>
        <w:jc w:val="center"/>
      </w:pPr>
      <w:r>
        <w:t>Chapter Quiz</w:t>
      </w:r>
    </w:p>
    <w:p w14:paraId="26DFEC0C" w14:textId="77777777" w:rsidR="00324633" w:rsidRPr="00831FBC" w:rsidRDefault="00324633" w:rsidP="00324633"/>
    <w:p w14:paraId="776F4473" w14:textId="192BF3B5" w:rsidR="00324633" w:rsidRDefault="00324633" w:rsidP="00324633">
      <w:pPr>
        <w:pStyle w:val="Heading1"/>
        <w:jc w:val="center"/>
      </w:pPr>
      <w:r>
        <w:t xml:space="preserve">Chapter 2: </w:t>
      </w:r>
      <w:r w:rsidRPr="00173DF5">
        <w:t xml:space="preserve"> </w:t>
      </w:r>
      <w:r>
        <w:t>Software Processes</w:t>
      </w:r>
    </w:p>
    <w:p w14:paraId="02A1E38C" w14:textId="77777777" w:rsidR="00324633" w:rsidRDefault="00324633" w:rsidP="00324633"/>
    <w:p w14:paraId="17A31767" w14:textId="77777777" w:rsidR="00324633" w:rsidRDefault="00324633" w:rsidP="00324633">
      <w:pPr>
        <w:pStyle w:val="ListNumber"/>
        <w:rPr>
          <w:b/>
        </w:rPr>
      </w:pPr>
    </w:p>
    <w:p w14:paraId="66C57DF8" w14:textId="77777777" w:rsidR="00324633" w:rsidRPr="00173DF5" w:rsidRDefault="00324633" w:rsidP="00324633">
      <w:pPr>
        <w:pStyle w:val="ListNumber"/>
        <w:rPr>
          <w:b/>
        </w:rPr>
      </w:pPr>
      <w:r>
        <w:rPr>
          <w:b/>
        </w:rPr>
        <w:t>Your name:</w:t>
      </w:r>
    </w:p>
    <w:p w14:paraId="417E82BD" w14:textId="77777777" w:rsidR="00324633" w:rsidRDefault="00324633" w:rsidP="00324633">
      <w:pPr>
        <w:rPr>
          <w:b/>
        </w:rPr>
      </w:pPr>
    </w:p>
    <w:p w14:paraId="2D6A58DD" w14:textId="77777777" w:rsidR="00324633" w:rsidRDefault="00324633" w:rsidP="00324633">
      <w:pPr>
        <w:pStyle w:val="BodyText"/>
      </w:pPr>
    </w:p>
    <w:p w14:paraId="63DFE5B5" w14:textId="77777777" w:rsidR="00324633" w:rsidRDefault="00324633" w:rsidP="00324633">
      <w:pPr>
        <w:pStyle w:val="BodyText"/>
      </w:pPr>
    </w:p>
    <w:p w14:paraId="1F7C3F47" w14:textId="77777777" w:rsidR="00324633" w:rsidRDefault="00324633" w:rsidP="00324633">
      <w:pPr>
        <w:pStyle w:val="BodyText"/>
      </w:pPr>
    </w:p>
    <w:p w14:paraId="7C943731" w14:textId="77777777" w:rsidR="00324633" w:rsidRDefault="00324633" w:rsidP="00324633">
      <w:pPr>
        <w:pStyle w:val="BodyText"/>
      </w:pPr>
    </w:p>
    <w:p w14:paraId="5D16600A" w14:textId="77777777" w:rsidR="00324633" w:rsidRDefault="00324633" w:rsidP="00324633">
      <w:pPr>
        <w:pStyle w:val="BodyText"/>
      </w:pPr>
    </w:p>
    <w:p w14:paraId="3E6F489C" w14:textId="77777777" w:rsidR="00324633" w:rsidRDefault="00324633" w:rsidP="00324633">
      <w:pPr>
        <w:pStyle w:val="BodyText"/>
      </w:pPr>
    </w:p>
    <w:p w14:paraId="4E414E81" w14:textId="77777777" w:rsidR="00324633" w:rsidRDefault="00324633" w:rsidP="00324633">
      <w:pPr>
        <w:pStyle w:val="BodyText"/>
      </w:pPr>
    </w:p>
    <w:p w14:paraId="3A6D8FCB" w14:textId="77777777" w:rsidR="00324633" w:rsidRDefault="00324633" w:rsidP="00324633">
      <w:pPr>
        <w:pStyle w:val="BodyText"/>
      </w:pPr>
    </w:p>
    <w:p w14:paraId="18322BED" w14:textId="77777777" w:rsidR="00324633" w:rsidRDefault="00324633" w:rsidP="00324633">
      <w:pPr>
        <w:pStyle w:val="BodyText"/>
        <w:jc w:val="center"/>
      </w:pPr>
      <w:r>
        <w:t>Answer all questions. 1 mark per question</w:t>
      </w:r>
    </w:p>
    <w:p w14:paraId="57CBDA05" w14:textId="77777777" w:rsidR="00324633" w:rsidRDefault="00324633" w:rsidP="00324633">
      <w:pPr>
        <w:pStyle w:val="ListNumber"/>
      </w:pPr>
    </w:p>
    <w:p w14:paraId="4277D120" w14:textId="77777777" w:rsidR="00324633" w:rsidRDefault="00324633" w:rsidP="00324633">
      <w:pPr>
        <w:pStyle w:val="QuizAnswer"/>
      </w:pPr>
    </w:p>
    <w:p w14:paraId="099E9444" w14:textId="77777777" w:rsidR="00324633" w:rsidRDefault="00324633" w:rsidP="00324633">
      <w:pPr>
        <w:rPr>
          <w:rFonts w:ascii="Helvetica" w:hAnsi="Helvetica"/>
          <w:szCs w:val="24"/>
        </w:rPr>
      </w:pPr>
      <w:r>
        <w:br w:type="page"/>
      </w:r>
    </w:p>
    <w:p w14:paraId="664F7D18" w14:textId="77777777" w:rsidR="006A7127" w:rsidRDefault="006A7127"/>
    <w:p w14:paraId="127EE873" w14:textId="77777777" w:rsidR="006A7127" w:rsidRPr="007F5BD3" w:rsidRDefault="006A7127" w:rsidP="006A7127">
      <w:pPr>
        <w:pStyle w:val="ListNumber"/>
      </w:pPr>
      <w:r>
        <w:t>1.</w:t>
      </w:r>
      <w:r>
        <w:tab/>
      </w:r>
      <w:r w:rsidRPr="007F5BD3">
        <w:t>What are the fundamental activities that are common to all software processes?</w:t>
      </w:r>
    </w:p>
    <w:p w14:paraId="29A83861" w14:textId="77777777" w:rsidR="006A7127" w:rsidRDefault="00F71E1D" w:rsidP="006A7127">
      <w:pPr>
        <w:tabs>
          <w:tab w:val="left" w:pos="720"/>
        </w:tabs>
      </w:pPr>
      <w:r>
        <w:rPr>
          <w:noProof/>
        </w:rPr>
        <w:pict w14:anchorId="569B6FDD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13.8pt;width:429.6pt;height:144.8pt;z-index:251660288;mso-position-horizontal:absolute;mso-position-vertical:absolute" filled="f" stroked="f">
            <v:fill o:detectmouseclick="t"/>
            <v:textbox inset=",7.2pt,,7.2pt">
              <w:txbxContent>
                <w:p w14:paraId="268A8B9D" w14:textId="77777777" w:rsidR="00DF421E" w:rsidRPr="007F5BD3" w:rsidRDefault="00DF421E" w:rsidP="006A7127">
                  <w:pPr>
                    <w:pStyle w:val="QuizAnswer"/>
                  </w:pPr>
                  <w:r w:rsidRPr="007F5BD3">
                    <w:t>Software specification</w:t>
                  </w:r>
                </w:p>
                <w:p w14:paraId="2C1AD742" w14:textId="77777777" w:rsidR="00DF421E" w:rsidRPr="007F5BD3" w:rsidRDefault="00DF421E" w:rsidP="006A7127">
                  <w:pPr>
                    <w:pStyle w:val="QuizAnswer"/>
                  </w:pPr>
                  <w:r w:rsidRPr="007F5BD3">
                    <w:t>Software design and implementation</w:t>
                  </w:r>
                </w:p>
                <w:p w14:paraId="1CC0D4EC" w14:textId="77777777" w:rsidR="00DF421E" w:rsidRPr="007F5BD3" w:rsidRDefault="00DF421E" w:rsidP="006A7127">
                  <w:pPr>
                    <w:pStyle w:val="QuizAnswer"/>
                  </w:pPr>
                  <w:r w:rsidRPr="007F5BD3">
                    <w:t>Software validation</w:t>
                  </w:r>
                </w:p>
                <w:p w14:paraId="2CB52253" w14:textId="77777777" w:rsidR="00DF421E" w:rsidRPr="007F5BD3" w:rsidRDefault="00DF421E" w:rsidP="006A7127">
                  <w:pPr>
                    <w:pStyle w:val="QuizAnswer"/>
                  </w:pPr>
                  <w:r w:rsidRPr="007F5BD3">
                    <w:t>Software evolution</w:t>
                  </w:r>
                </w:p>
                <w:p w14:paraId="3BF293A8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64177523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72F5A923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5566935B" w14:textId="77777777" w:rsidR="00DF421E" w:rsidRDefault="00DF421E"/>
              </w:txbxContent>
            </v:textbox>
            <w10:wrap type="topAndBottom"/>
          </v:shape>
        </w:pict>
      </w:r>
    </w:p>
    <w:p w14:paraId="30522045" w14:textId="1E92550E" w:rsidR="006A7127" w:rsidRPr="007F5BD3" w:rsidRDefault="00F71E1D" w:rsidP="006A7127">
      <w:pPr>
        <w:pStyle w:val="ListNumber"/>
      </w:pPr>
      <w:r>
        <w:rPr>
          <w:noProof/>
        </w:rPr>
        <w:pict w14:anchorId="241F5AF0">
          <v:shape id="_x0000_s1027" type="#_x0000_t202" style="position:absolute;left:0;text-align:left;margin-left:0;margin-top:40.2pt;width:436pt;height:133.6pt;z-index:251662336;mso-position-horizontal:absolute;mso-position-vertical:absolute" filled="f" stroked="f">
            <v:fill o:detectmouseclick="t"/>
            <v:textbox inset=",7.2pt,,7.2pt">
              <w:txbxContent>
                <w:p w14:paraId="5B01154A" w14:textId="77777777" w:rsidR="00DF421E" w:rsidRPr="007F5BD3" w:rsidRDefault="00DF421E" w:rsidP="006A7127">
                  <w:pPr>
                    <w:pStyle w:val="QuizAnswer"/>
                  </w:pPr>
                  <w:r w:rsidRPr="007F5BD3">
                    <w:t>The waterfall model</w:t>
                  </w:r>
                </w:p>
                <w:p w14:paraId="539A9E29" w14:textId="77777777" w:rsidR="00DF421E" w:rsidRPr="007F5BD3" w:rsidRDefault="00DF421E" w:rsidP="006A7127">
                  <w:pPr>
                    <w:pStyle w:val="QuizAnswer"/>
                  </w:pPr>
                  <w:r>
                    <w:t>Incremental</w:t>
                  </w:r>
                  <w:r w:rsidRPr="007F5BD3">
                    <w:t xml:space="preserve"> development</w:t>
                  </w:r>
                </w:p>
                <w:p w14:paraId="6DB26269" w14:textId="77777777" w:rsidR="00DF421E" w:rsidRPr="0049697F" w:rsidRDefault="00DD5070" w:rsidP="006A7127">
                  <w:pPr>
                    <w:pStyle w:val="QuizAnswer"/>
                  </w:pPr>
                  <w:r>
                    <w:t>Integration and configuration</w:t>
                  </w:r>
                </w:p>
                <w:p w14:paraId="6F7635FA" w14:textId="77777777" w:rsidR="00DF421E" w:rsidRDefault="00DF421E" w:rsidP="006A7127">
                  <w:pPr>
                    <w:pStyle w:val="QuizAnswer"/>
                  </w:pPr>
                </w:p>
                <w:p w14:paraId="25019DF3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4A153CEE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2BCF6582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4E75E70B" w14:textId="77777777" w:rsidR="00DF421E" w:rsidRDefault="00DF421E"/>
              </w:txbxContent>
            </v:textbox>
            <w10:wrap type="topAndBottom"/>
          </v:shape>
        </w:pict>
      </w:r>
      <w:r w:rsidR="006A7127">
        <w:t>2.</w:t>
      </w:r>
      <w:r w:rsidR="006A7127">
        <w:tab/>
        <w:t>List</w:t>
      </w:r>
      <w:r w:rsidR="006A7127" w:rsidRPr="007F5BD3">
        <w:t xml:space="preserve"> 3 </w:t>
      </w:r>
      <w:r w:rsidR="006A7127">
        <w:t>generic process models</w:t>
      </w:r>
      <w:r w:rsidR="006A7127" w:rsidRPr="007F5BD3">
        <w:t xml:space="preserve"> that are used </w:t>
      </w:r>
      <w:r w:rsidR="006A7127">
        <w:t>in software engineering</w:t>
      </w:r>
      <w:r w:rsidR="006A7127" w:rsidRPr="007F5BD3">
        <w:t>?</w:t>
      </w:r>
    </w:p>
    <w:p w14:paraId="59ACCAE9" w14:textId="77777777" w:rsidR="006A7127" w:rsidRDefault="006A7127" w:rsidP="006A7127">
      <w:pPr>
        <w:tabs>
          <w:tab w:val="left" w:pos="720"/>
        </w:tabs>
      </w:pPr>
    </w:p>
    <w:p w14:paraId="43D6C3C7" w14:textId="77777777" w:rsidR="006A7127" w:rsidRPr="007F5BD3" w:rsidRDefault="00F71E1D" w:rsidP="00DF421E">
      <w:pPr>
        <w:pStyle w:val="ListNumber"/>
      </w:pPr>
      <w:r>
        <w:rPr>
          <w:noProof/>
        </w:rPr>
        <w:pict w14:anchorId="61F06102">
          <v:shape id="_x0000_s1028" type="#_x0000_t202" style="position:absolute;left:0;text-align:left;margin-left:0;margin-top:40.2pt;width:6in;height:158.4pt;z-index:251664384" filled="f" stroked="f">
            <v:fill o:detectmouseclick="t"/>
            <v:textbox inset=",7.2pt,,7.2pt">
              <w:txbxContent>
                <w:p w14:paraId="18C99E7D" w14:textId="77777777" w:rsidR="00DF421E" w:rsidRPr="0049697F" w:rsidRDefault="00DF421E" w:rsidP="006A7127">
                  <w:pPr>
                    <w:pStyle w:val="QuizAnswer"/>
                  </w:pPr>
                  <w:r w:rsidRPr="0049697F">
                    <w:t>The waterfall model is a document-driven model with documents produced at the end of each phase. Because of the cost of producing and approving documents, iterations and costly and involve significant rework. Hence the</w:t>
                  </w:r>
                  <w:r>
                    <w:t>y</w:t>
                  </w:r>
                  <w:r w:rsidRPr="0049697F">
                    <w:t xml:space="preserve"> are limited.</w:t>
                  </w:r>
                </w:p>
                <w:p w14:paraId="09D1EDFE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55A3CED0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0841DB7B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618DAFF5" w14:textId="77777777" w:rsidR="00DF421E" w:rsidRDefault="00DF421E"/>
              </w:txbxContent>
            </v:textbox>
            <w10:wrap type="topAndBottom"/>
          </v:shape>
        </w:pict>
      </w:r>
      <w:r w:rsidR="006A7127">
        <w:t>3.</w:t>
      </w:r>
      <w:r w:rsidR="006A7127">
        <w:tab/>
      </w:r>
      <w:r w:rsidR="006A7127" w:rsidRPr="007F5BD3">
        <w:t>Why are iterations usually limited when the waterfall model is used?</w:t>
      </w:r>
    </w:p>
    <w:p w14:paraId="21217FEA" w14:textId="77777777" w:rsidR="006A7127" w:rsidRPr="007F5BD3" w:rsidRDefault="006A7127" w:rsidP="006A7127">
      <w:pPr>
        <w:pStyle w:val="ListNumber"/>
      </w:pPr>
      <w:r>
        <w:t>4.</w:t>
      </w:r>
      <w:r>
        <w:tab/>
      </w:r>
      <w:r w:rsidRPr="00E7090B">
        <w:t>What</w:t>
      </w:r>
      <w:r>
        <w:t xml:space="preserve"> are the three benefits of incremental development, compared to the </w:t>
      </w:r>
      <w:r w:rsidR="00F71E1D">
        <w:rPr>
          <w:noProof/>
        </w:rPr>
        <w:pict w14:anchorId="5DC66FED">
          <v:shape id="_x0000_s1030" type="#_x0000_t202" style="position:absolute;left:0;text-align:left;margin-left:3.2pt;margin-top:47.4pt;width:426.4pt;height:160.8pt;z-index:251666432;mso-position-horizontal:absolute;mso-position-horizontal-relative:text;mso-position-vertical:absolute;mso-position-vertical-relative:text" filled="f" stroked="f">
            <v:fill o:detectmouseclick="t"/>
            <v:textbox inset=",7.2pt,,7.2pt">
              <w:txbxContent>
                <w:p w14:paraId="20104CD1" w14:textId="77777777" w:rsidR="00DF421E" w:rsidRDefault="00DF421E" w:rsidP="006A7127">
                  <w:pPr>
                    <w:pStyle w:val="QuizAnswer"/>
                  </w:pPr>
                  <w:r>
                    <w:t>The cost of accommodating changes to customer requirements is reduced.</w:t>
                  </w:r>
                </w:p>
                <w:p w14:paraId="2C5FB628" w14:textId="77777777" w:rsidR="00DD5070" w:rsidRDefault="00DD5070" w:rsidP="006A7127">
                  <w:pPr>
                    <w:pStyle w:val="QuizAnswer"/>
                  </w:pPr>
                </w:p>
                <w:p w14:paraId="6EDBFA44" w14:textId="77777777" w:rsidR="00DF421E" w:rsidRDefault="00DF421E" w:rsidP="006A7127">
                  <w:pPr>
                    <w:pStyle w:val="QuizAnswer"/>
                  </w:pPr>
                  <w:r>
                    <w:t>It is easier to get customer feedback on development work that has been done.</w:t>
                  </w:r>
                </w:p>
                <w:p w14:paraId="081CE576" w14:textId="77777777" w:rsidR="00DD5070" w:rsidRDefault="00DD5070" w:rsidP="006A7127">
                  <w:pPr>
                    <w:pStyle w:val="QuizAnswer"/>
                  </w:pPr>
                </w:p>
                <w:p w14:paraId="579BA2ED" w14:textId="77777777" w:rsidR="00DF421E" w:rsidRPr="0049697F" w:rsidRDefault="00DF421E" w:rsidP="006A7127">
                  <w:pPr>
                    <w:pStyle w:val="QuizAnswer"/>
                  </w:pPr>
                  <w:r>
                    <w:t>More rapid delivery and deployment of useful software to the customer is possible.</w:t>
                  </w:r>
                </w:p>
                <w:p w14:paraId="08C64DBF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3AA13E3A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56DD067E" w14:textId="77777777" w:rsidR="00DF421E" w:rsidRPr="007F5BD3" w:rsidRDefault="00DF421E" w:rsidP="006A7127">
                  <w:pPr>
                    <w:tabs>
                      <w:tab w:val="left" w:pos="720"/>
                    </w:tabs>
                  </w:pPr>
                </w:p>
                <w:p w14:paraId="784EFE4A" w14:textId="77777777" w:rsidR="00DF421E" w:rsidRDefault="00DF421E"/>
              </w:txbxContent>
            </v:textbox>
            <w10:wrap type="topAndBottom"/>
          </v:shape>
        </w:pict>
      </w:r>
      <w:r>
        <w:t>waterfall model?</w:t>
      </w:r>
    </w:p>
    <w:p w14:paraId="1D34E696" w14:textId="77777777" w:rsidR="006A7127" w:rsidRPr="007F5BD3" w:rsidRDefault="006A7127" w:rsidP="006A7127">
      <w:pPr>
        <w:tabs>
          <w:tab w:val="left" w:pos="720"/>
        </w:tabs>
      </w:pPr>
    </w:p>
    <w:p w14:paraId="117ED346" w14:textId="77777777" w:rsidR="006A7127" w:rsidRDefault="00F71E1D" w:rsidP="00DF421E">
      <w:pPr>
        <w:pStyle w:val="ListNumber"/>
      </w:pPr>
      <w:r>
        <w:rPr>
          <w:noProof/>
        </w:rPr>
        <w:pict w14:anchorId="20C0CE03">
          <v:shape id="_x0000_s1031" type="#_x0000_t202" style="position:absolute;left:0;text-align:left;margin-left:-7.2pt;margin-top:34.6pt;width:415.2pt;height:168.8pt;z-index:251668480;mso-position-horizontal:absolute;mso-position-vertical:absolute" filled="f" stroked="f">
            <v:fill o:detectmouseclick="t"/>
            <v:textbox inset=",7.2pt,,7.2pt">
              <w:txbxContent>
                <w:p w14:paraId="4F500C1E" w14:textId="77777777" w:rsidR="00DF421E" w:rsidRPr="003916E8" w:rsidRDefault="00DD5070" w:rsidP="006A7127">
                  <w:pPr>
                    <w:pStyle w:val="QuizAnswer"/>
                  </w:pPr>
                  <w:r>
                    <w:t>Discover and analyse reusable software systems or components</w:t>
                  </w:r>
                </w:p>
                <w:p w14:paraId="4CEDAB5F" w14:textId="77777777" w:rsidR="00DF421E" w:rsidRPr="003916E8" w:rsidRDefault="00DF421E" w:rsidP="006A7127">
                  <w:pPr>
                    <w:pStyle w:val="QuizAnswer"/>
                  </w:pPr>
                  <w:r w:rsidRPr="003916E8">
                    <w:t>Requirements modification</w:t>
                  </w:r>
                </w:p>
                <w:p w14:paraId="54D4387F" w14:textId="77777777" w:rsidR="00DF421E" w:rsidRPr="003916E8" w:rsidRDefault="00DF421E" w:rsidP="006A7127">
                  <w:pPr>
                    <w:pStyle w:val="QuizAnswer"/>
                  </w:pPr>
                  <w:r w:rsidRPr="003916E8">
                    <w:t>System design with reuse</w:t>
                  </w:r>
                </w:p>
                <w:p w14:paraId="6C8849EF" w14:textId="77777777" w:rsidR="00DF421E" w:rsidRPr="003916E8" w:rsidRDefault="00DF421E" w:rsidP="006A7127">
                  <w:pPr>
                    <w:pStyle w:val="QuizAnswer"/>
                  </w:pPr>
                  <w:r w:rsidRPr="003916E8">
                    <w:t>Development and integration</w:t>
                  </w:r>
                </w:p>
                <w:p w14:paraId="438941F2" w14:textId="77777777" w:rsidR="00DF421E" w:rsidRDefault="00DF421E" w:rsidP="006A7127">
                  <w:pPr>
                    <w:pStyle w:val="QuizAnswer"/>
                  </w:pPr>
                </w:p>
                <w:p w14:paraId="03B3BEF4" w14:textId="77777777" w:rsidR="00DF421E" w:rsidRDefault="00DF421E" w:rsidP="006A7127">
                  <w:pPr>
                    <w:pStyle w:val="QuizAnswer"/>
                  </w:pPr>
                </w:p>
                <w:p w14:paraId="21B1488C" w14:textId="77777777" w:rsidR="00DF421E" w:rsidRDefault="00DF421E"/>
              </w:txbxContent>
            </v:textbox>
            <w10:wrap type="topAndBottom"/>
          </v:shape>
        </w:pict>
      </w:r>
      <w:r w:rsidR="006A7127" w:rsidRPr="007F5BD3">
        <w:t>5.</w:t>
      </w:r>
      <w:r w:rsidR="006A7127" w:rsidRPr="007F5BD3">
        <w:tab/>
      </w:r>
      <w:r w:rsidR="006A7127">
        <w:t xml:space="preserve">What are the development stages in </w:t>
      </w:r>
      <w:r w:rsidR="00DD5070">
        <w:t>integration and configuration</w:t>
      </w:r>
      <w:r w:rsidR="006A7127">
        <w:t>?</w:t>
      </w:r>
    </w:p>
    <w:p w14:paraId="497BE28C" w14:textId="77777777" w:rsidR="006A7127" w:rsidRPr="007F5BD3" w:rsidRDefault="006A7127" w:rsidP="006A7127">
      <w:pPr>
        <w:pStyle w:val="ListNumber"/>
      </w:pPr>
      <w:r>
        <w:t>6</w:t>
      </w:r>
      <w:r w:rsidRPr="007F5BD3">
        <w:t>.</w:t>
      </w:r>
      <w:r w:rsidRPr="007F5BD3">
        <w:tab/>
      </w:r>
      <w:r>
        <w:t>What are the principal requirements engineering activities</w:t>
      </w:r>
      <w:r w:rsidRPr="007F5BD3">
        <w:t xml:space="preserve">? </w:t>
      </w:r>
    </w:p>
    <w:p w14:paraId="30AEDE97" w14:textId="77777777" w:rsidR="006A7127" w:rsidRDefault="00F71E1D" w:rsidP="006A7127">
      <w:pPr>
        <w:tabs>
          <w:tab w:val="left" w:pos="720"/>
        </w:tabs>
      </w:pPr>
      <w:r>
        <w:rPr>
          <w:noProof/>
        </w:rPr>
        <w:pict w14:anchorId="1FAC06AF">
          <v:shape id="_x0000_s1032" type="#_x0000_t202" style="position:absolute;margin-left:-2.4pt;margin-top:15.4pt;width:410.4pt;height:185.6pt;z-index:251670528;mso-position-horizontal:absolute;mso-position-vertical:absolute" filled="f" stroked="f">
            <v:fill o:detectmouseclick="t"/>
            <v:textbox inset=",7.2pt,,7.2pt">
              <w:txbxContent>
                <w:p w14:paraId="045B34BB" w14:textId="77777777" w:rsidR="00DF421E" w:rsidRPr="003916E8" w:rsidRDefault="00DF421E" w:rsidP="006A7127">
                  <w:pPr>
                    <w:pStyle w:val="QuizAnswer"/>
                  </w:pPr>
                  <w:r w:rsidRPr="003916E8">
                    <w:t>Requirements elicitation and analysis</w:t>
                  </w:r>
                </w:p>
                <w:p w14:paraId="3A0289EE" w14:textId="77777777" w:rsidR="00DF421E" w:rsidRPr="003916E8" w:rsidRDefault="00DF421E" w:rsidP="006A7127">
                  <w:pPr>
                    <w:pStyle w:val="QuizAnswer"/>
                  </w:pPr>
                  <w:r w:rsidRPr="003916E8">
                    <w:t>Requirements specification</w:t>
                  </w:r>
                </w:p>
                <w:p w14:paraId="0E723872" w14:textId="77777777" w:rsidR="00DF421E" w:rsidRPr="003916E8" w:rsidRDefault="00DF421E" w:rsidP="006A7127">
                  <w:pPr>
                    <w:pStyle w:val="QuizAnswer"/>
                  </w:pPr>
                  <w:r w:rsidRPr="003916E8">
                    <w:t>Requirements validation</w:t>
                  </w:r>
                </w:p>
                <w:p w14:paraId="4EEC1DBE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533DE1EE" w14:textId="77777777" w:rsidR="00DF421E" w:rsidRDefault="00DF421E"/>
              </w:txbxContent>
            </v:textbox>
            <w10:wrap type="square"/>
          </v:shape>
        </w:pict>
      </w:r>
    </w:p>
    <w:p w14:paraId="3F9E1681" w14:textId="77777777" w:rsidR="006A7127" w:rsidRPr="007F5BD3" w:rsidRDefault="006A7127" w:rsidP="006A7127">
      <w:pPr>
        <w:tabs>
          <w:tab w:val="left" w:pos="720"/>
        </w:tabs>
      </w:pPr>
    </w:p>
    <w:p w14:paraId="2ED22FED" w14:textId="77777777" w:rsidR="006A7127" w:rsidRDefault="00F71E1D" w:rsidP="006A7127">
      <w:pPr>
        <w:pStyle w:val="ListNumber"/>
      </w:pPr>
      <w:r>
        <w:rPr>
          <w:noProof/>
        </w:rPr>
        <w:pict w14:anchorId="258926E4">
          <v:shape id="_x0000_s1037" type="#_x0000_t202" style="position:absolute;left:0;text-align:left;margin-left:-.8pt;margin-top:41.6pt;width:434.4pt;height:131.2pt;z-index:251680768" filled="f" stroked="f">
            <v:fill o:detectmouseclick="t"/>
            <v:textbox inset=",7.2pt,,7.2pt">
              <w:txbxContent>
                <w:p w14:paraId="1BE2D78A" w14:textId="77777777" w:rsidR="002237D3" w:rsidRDefault="002237D3" w:rsidP="002237D3">
                  <w:pPr>
                    <w:pStyle w:val="QuizAnswer"/>
                  </w:pPr>
                  <w:r w:rsidRPr="003916E8">
                    <w:t>Few software systems are now completely new and a more realistic model of software development is of an iterative process that lasts for the lifetime of the software.</w:t>
                  </w:r>
                </w:p>
                <w:p w14:paraId="68738F57" w14:textId="77777777" w:rsidR="002237D3" w:rsidRDefault="002237D3" w:rsidP="002237D3">
                  <w:pPr>
                    <w:tabs>
                      <w:tab w:val="left" w:pos="720"/>
                    </w:tabs>
                  </w:pPr>
                </w:p>
                <w:p w14:paraId="344EDE03" w14:textId="77777777" w:rsidR="002237D3" w:rsidRDefault="002237D3" w:rsidP="002237D3">
                  <w:pPr>
                    <w:tabs>
                      <w:tab w:val="left" w:pos="720"/>
                    </w:tabs>
                  </w:pPr>
                </w:p>
                <w:p w14:paraId="50A7F806" w14:textId="77777777" w:rsidR="002237D3" w:rsidRDefault="002237D3"/>
              </w:txbxContent>
            </v:textbox>
            <w10:wrap type="topAndBottom"/>
          </v:shape>
        </w:pict>
      </w:r>
      <w:r w:rsidR="006A7127">
        <w:t>7.</w:t>
      </w:r>
      <w:r w:rsidR="006A7127">
        <w:tab/>
        <w:t>Why is it increasingly irrelevant to distinguish between software development and evolution?</w:t>
      </w:r>
    </w:p>
    <w:p w14:paraId="50856180" w14:textId="77777777" w:rsidR="002237D3" w:rsidRDefault="002237D3" w:rsidP="002237D3">
      <w:pPr>
        <w:tabs>
          <w:tab w:val="left" w:pos="720"/>
        </w:tabs>
      </w:pPr>
    </w:p>
    <w:p w14:paraId="27FA5381" w14:textId="77777777" w:rsidR="006A7127" w:rsidRDefault="00F71E1D" w:rsidP="00DD5070">
      <w:pPr>
        <w:pStyle w:val="ListNumber"/>
      </w:pPr>
      <w:r>
        <w:rPr>
          <w:noProof/>
        </w:rPr>
        <w:pict w14:anchorId="19A5BEF7">
          <v:shape id="_x0000_s1034" type="#_x0000_t202" style="position:absolute;left:0;text-align:left;margin-left:1.6pt;margin-top:33.8pt;width:419.2pt;height:139.2pt;z-index:251674624" filled="f" stroked="f">
            <v:fill o:detectmouseclick="t"/>
            <v:textbox style="mso-next-textbox:#_x0000_s1034" inset=",7.2pt,,7.2pt">
              <w:txbxContent>
                <w:p w14:paraId="5852204E" w14:textId="77777777" w:rsidR="00DF421E" w:rsidRPr="003916E8" w:rsidRDefault="00DF421E" w:rsidP="006A7127">
                  <w:pPr>
                    <w:pStyle w:val="QuizAnswer"/>
                  </w:pPr>
                  <w:r w:rsidRPr="003916E8">
                    <w:t>Early delivery of critical functionality to the customer</w:t>
                  </w:r>
                </w:p>
                <w:p w14:paraId="61AE3809" w14:textId="77777777" w:rsidR="00DF421E" w:rsidRPr="003916E8" w:rsidRDefault="00DF421E" w:rsidP="006A7127">
                  <w:pPr>
                    <w:pStyle w:val="QuizAnswer"/>
                  </w:pPr>
                  <w:r w:rsidRPr="003916E8">
                    <w:t>Early increments serve as prototypes to explore requirements</w:t>
                  </w:r>
                </w:p>
                <w:p w14:paraId="73A89A17" w14:textId="77777777" w:rsidR="00DF421E" w:rsidRPr="003916E8" w:rsidRDefault="00DF421E" w:rsidP="006A7127">
                  <w:pPr>
                    <w:pStyle w:val="QuizAnswer"/>
                  </w:pPr>
                  <w:r w:rsidRPr="003916E8">
                    <w:t>Lower risk of overall project failure</w:t>
                  </w:r>
                </w:p>
                <w:p w14:paraId="262C68FB" w14:textId="77777777" w:rsidR="00DF421E" w:rsidRPr="003916E8" w:rsidRDefault="00DF421E" w:rsidP="006A7127">
                  <w:pPr>
                    <w:pStyle w:val="QuizAnswer"/>
                  </w:pPr>
                  <w:r w:rsidRPr="003916E8">
                    <w:t>More extensive testing of critical customer functionality</w:t>
                  </w:r>
                </w:p>
                <w:p w14:paraId="10C42C25" w14:textId="77777777" w:rsidR="00DF421E" w:rsidRDefault="00DF421E" w:rsidP="006A7127">
                  <w:pPr>
                    <w:tabs>
                      <w:tab w:val="left" w:pos="720"/>
                    </w:tabs>
                  </w:pPr>
                </w:p>
                <w:p w14:paraId="50DE3B71" w14:textId="77777777" w:rsidR="00DF421E" w:rsidRPr="007F5BD3" w:rsidRDefault="00DF421E" w:rsidP="006A7127">
                  <w:pPr>
                    <w:tabs>
                      <w:tab w:val="left" w:pos="720"/>
                    </w:tabs>
                  </w:pPr>
                </w:p>
                <w:p w14:paraId="789B3A22" w14:textId="77777777" w:rsidR="00DF421E" w:rsidRDefault="00DF421E"/>
              </w:txbxContent>
            </v:textbox>
            <w10:wrap type="topAndBottom"/>
          </v:shape>
        </w:pict>
      </w:r>
      <w:r w:rsidR="006A7127">
        <w:t>8</w:t>
      </w:r>
      <w:r w:rsidR="006A7127" w:rsidRPr="007F5BD3">
        <w:t>.</w:t>
      </w:r>
      <w:r w:rsidR="006A7127" w:rsidRPr="007F5BD3">
        <w:tab/>
      </w:r>
      <w:r w:rsidR="006A7127" w:rsidRPr="00E7090B">
        <w:t>What are the advantages of using incremental development and delivery?</w:t>
      </w:r>
    </w:p>
    <w:p w14:paraId="496233D6" w14:textId="28873764" w:rsidR="006A7127" w:rsidRDefault="00F71E1D" w:rsidP="006A7127">
      <w:pPr>
        <w:pStyle w:val="ListNumber"/>
      </w:pPr>
      <w:r>
        <w:rPr>
          <w:noProof/>
        </w:rPr>
        <w:pict w14:anchorId="069BBDCF">
          <v:shape id="_x0000_s1035" type="#_x0000_t202" style="position:absolute;left:0;text-align:left;margin-left:-2.4pt;margin-top:192.2pt;width:421.6pt;height:187.2pt;z-index:251676672" filled="f" stroked="f">
            <v:fill o:detectmouseclick="t"/>
            <v:textbox style="mso-next-textbox:#_x0000_s1035" inset=",7.2pt,,7.2pt">
              <w:txbxContent>
                <w:p w14:paraId="33532B9C" w14:textId="77777777" w:rsidR="00DD5070" w:rsidRDefault="00DD5070" w:rsidP="00DD5070">
                  <w:pPr>
                    <w:pStyle w:val="QuizAnswer"/>
                  </w:pPr>
                  <w:r>
                    <w:t>The process maturity approach, which has focused on improving process and project management and introducing good software engineering practice.</w:t>
                  </w:r>
                </w:p>
                <w:p w14:paraId="18BCD937" w14:textId="77777777" w:rsidR="00DD5070" w:rsidRPr="007F5BD3" w:rsidRDefault="00DD5070" w:rsidP="00DD5070">
                  <w:pPr>
                    <w:pStyle w:val="QuizAnswer"/>
                  </w:pPr>
                  <w:r>
                    <w:t>The agile approach, which has focused on iterative development and reducing software process overheads.</w:t>
                  </w:r>
                </w:p>
                <w:p w14:paraId="1FE5C8C8" w14:textId="77777777" w:rsidR="00DF421E" w:rsidRDefault="00DF421E"/>
              </w:txbxContent>
            </v:textbox>
            <w10:wrap type="topAndBottom"/>
          </v:shape>
        </w:pict>
      </w:r>
      <w:r w:rsidR="006A7127">
        <w:t>9</w:t>
      </w:r>
      <w:r w:rsidR="006A7127" w:rsidRPr="007F5BD3">
        <w:t>.</w:t>
      </w:r>
      <w:r w:rsidR="006A7127" w:rsidRPr="007F5BD3">
        <w:tab/>
      </w:r>
      <w:r w:rsidR="00DD5070" w:rsidRPr="007F5BD3">
        <w:t xml:space="preserve">What are the </w:t>
      </w:r>
      <w:r w:rsidR="00DD5070">
        <w:t xml:space="preserve">two different approaches to </w:t>
      </w:r>
      <w:r w:rsidR="00DD5070" w:rsidRPr="007F5BD3">
        <w:t>process improvement</w:t>
      </w:r>
      <w:r w:rsidR="00DD5070">
        <w:t xml:space="preserve"> and change that have been proposed</w:t>
      </w:r>
      <w:r w:rsidR="00DD5070" w:rsidRPr="007F5BD3">
        <w:t>?</w:t>
      </w:r>
    </w:p>
    <w:p w14:paraId="576B6684" w14:textId="314B1591" w:rsidR="006A7127" w:rsidRDefault="006A7127" w:rsidP="006A7127"/>
    <w:p w14:paraId="4E48C49F" w14:textId="77777777" w:rsidR="006A7127" w:rsidRDefault="006A7127" w:rsidP="006A7127">
      <w:pPr>
        <w:tabs>
          <w:tab w:val="left" w:pos="720"/>
        </w:tabs>
      </w:pPr>
    </w:p>
    <w:p w14:paraId="69150992" w14:textId="6ED5C41D" w:rsidR="00324633" w:rsidRDefault="00324633">
      <w:pPr>
        <w:rPr>
          <w:rFonts w:ascii="Helvetica" w:hAnsi="Helvetica"/>
          <w:szCs w:val="24"/>
        </w:rPr>
      </w:pPr>
      <w:bookmarkStart w:id="0" w:name="_GoBack"/>
      <w:bookmarkEnd w:id="0"/>
    </w:p>
    <w:p w14:paraId="58ABEC77" w14:textId="463136ED" w:rsidR="006A7127" w:rsidRDefault="00F71E1D" w:rsidP="00DF421E">
      <w:pPr>
        <w:pStyle w:val="ListNumber"/>
      </w:pPr>
      <w:r>
        <w:rPr>
          <w:noProof/>
        </w:rPr>
        <w:pict w14:anchorId="1FCD6AE5">
          <v:shape id="_x0000_s1036" type="#_x0000_t202" style="position:absolute;left:0;text-align:left;margin-left:-2pt;margin-top:30.7pt;width:441.6pt;height:164pt;z-index:251678720" filled="f" stroked="f">
            <v:fill o:detectmouseclick="t"/>
            <v:textbox style="mso-next-textbox:#_x0000_s1036" inset=",7.2pt,,7.2pt">
              <w:txbxContent>
                <w:p w14:paraId="39939259" w14:textId="77777777" w:rsidR="00DD5070" w:rsidRPr="00FA5EB8" w:rsidRDefault="00DD5070" w:rsidP="00DD5070">
                  <w:pPr>
                    <w:pStyle w:val="QuizAnswer"/>
                  </w:pPr>
                  <w:r w:rsidRPr="00FA5EB8">
                    <w:t>Initial,</w:t>
                  </w:r>
                </w:p>
                <w:p w14:paraId="6D623A2B" w14:textId="77777777" w:rsidR="00DD5070" w:rsidRPr="00FA5EB8" w:rsidRDefault="00DD5070" w:rsidP="00DD5070">
                  <w:pPr>
                    <w:pStyle w:val="QuizAnswer"/>
                  </w:pPr>
                  <w:r w:rsidRPr="00FA5EB8">
                    <w:t>Managed,</w:t>
                  </w:r>
                </w:p>
                <w:p w14:paraId="6C5E7BA7" w14:textId="77777777" w:rsidR="00DD5070" w:rsidRPr="00FA5EB8" w:rsidRDefault="00DD5070" w:rsidP="00DD5070">
                  <w:pPr>
                    <w:pStyle w:val="QuizAnswer"/>
                  </w:pPr>
                  <w:r w:rsidRPr="00FA5EB8">
                    <w:t>Defined,</w:t>
                  </w:r>
                </w:p>
                <w:p w14:paraId="7FBAB591" w14:textId="77777777" w:rsidR="00DD5070" w:rsidRPr="00FA5EB8" w:rsidRDefault="00DD5070" w:rsidP="00DD5070">
                  <w:pPr>
                    <w:pStyle w:val="QuizAnswer"/>
                  </w:pPr>
                  <w:r w:rsidRPr="00FA5EB8">
                    <w:t>Quantitatively managed,</w:t>
                  </w:r>
                </w:p>
                <w:p w14:paraId="38D47E47" w14:textId="77777777" w:rsidR="00DD5070" w:rsidRDefault="00DD5070" w:rsidP="00DD5070">
                  <w:pPr>
                    <w:pStyle w:val="QuizAnswer"/>
                  </w:pPr>
                  <w:r w:rsidRPr="00FA5EB8">
                    <w:t>Optimizing.</w:t>
                  </w:r>
                </w:p>
                <w:p w14:paraId="4AFD3459" w14:textId="77777777" w:rsidR="00DF421E" w:rsidRDefault="00DF421E"/>
              </w:txbxContent>
            </v:textbox>
            <w10:wrap type="topAndBottom"/>
          </v:shape>
        </w:pict>
      </w:r>
      <w:r w:rsidR="00DF421E">
        <w:t>1</w:t>
      </w:r>
      <w:r w:rsidR="006A7127">
        <w:t>0.</w:t>
      </w:r>
      <w:r w:rsidR="006A7127">
        <w:tab/>
      </w:r>
      <w:r w:rsidR="00DD5070">
        <w:t>What are the identified levels in the SEI’s Capability Maturity Model</w:t>
      </w:r>
    </w:p>
    <w:sectPr w:rsidR="006A7127" w:rsidSect="00EC115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Italic">
    <w:panose1 w:val="020B0604020202090204"/>
    <w:charset w:val="00"/>
    <w:family w:val="auto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83"/>
    <w:multiLevelType w:val="singleLevel"/>
    <w:tmpl w:val="93A805D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0F4B4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B32F0F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94351E"/>
    <w:multiLevelType w:val="hybridMultilevel"/>
    <w:tmpl w:val="1018ED7E"/>
    <w:lvl w:ilvl="0" w:tplc="CD943446">
      <w:start w:val="1"/>
      <w:numFmt w:val="bullet"/>
      <w:pStyle w:val="Bullets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AB2C5C"/>
    <w:multiLevelType w:val="hybridMultilevel"/>
    <w:tmpl w:val="BB4C076C"/>
    <w:lvl w:ilvl="0" w:tplc="DF36E8B4">
      <w:start w:val="10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390B9B"/>
    <w:multiLevelType w:val="hybridMultilevel"/>
    <w:tmpl w:val="26AE6D56"/>
    <w:lvl w:ilvl="0" w:tplc="49B64602">
      <w:start w:val="10"/>
      <w:numFmt w:val="decimal"/>
      <w:lvlText w:val="%1."/>
      <w:lvlJc w:val="left"/>
      <w:pPr>
        <w:tabs>
          <w:tab w:val="num" w:pos="720"/>
        </w:tabs>
        <w:ind w:left="720" w:hanging="6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66841C0C"/>
    <w:multiLevelType w:val="hybridMultilevel"/>
    <w:tmpl w:val="A76A0F94"/>
    <w:lvl w:ilvl="0" w:tplc="6FF0A0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attachedTemplate r:id="rId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2"/>
  </w:compat>
  <w:rsids>
    <w:rsidRoot w:val="007F5BD3"/>
    <w:rsid w:val="002237D3"/>
    <w:rsid w:val="00255A93"/>
    <w:rsid w:val="00324633"/>
    <w:rsid w:val="006A7127"/>
    <w:rsid w:val="007F5BD3"/>
    <w:rsid w:val="00B64DAC"/>
    <w:rsid w:val="00C102CA"/>
    <w:rsid w:val="00DD5070"/>
    <w:rsid w:val="00DF421E"/>
    <w:rsid w:val="00EC115E"/>
    <w:rsid w:val="00F71E1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2"/>
    <o:shapelayout v:ext="edit">
      <o:idmap v:ext="edit" data="1"/>
    </o:shapelayout>
  </w:shapeDefaults>
  <w:doNotEmbedSmartTags/>
  <w:decimalSymbol w:val="."/>
  <w:listSeparator w:val=","/>
  <w14:docId w14:val="6C65F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E42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056E42"/>
    <w:pPr>
      <w:keepNext/>
      <w:spacing w:before="480" w:after="240"/>
      <w:outlineLvl w:val="0"/>
    </w:pPr>
    <w:rPr>
      <w:rFonts w:ascii="Helvetica" w:hAnsi="Helvetica"/>
      <w:b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056E42"/>
    <w:pPr>
      <w:spacing w:before="12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qFormat/>
    <w:rsid w:val="00056E42"/>
    <w:pPr>
      <w:spacing w:after="120"/>
      <w:outlineLvl w:val="2"/>
    </w:pPr>
    <w:rPr>
      <w:sz w:val="24"/>
      <w:szCs w:val="26"/>
    </w:rPr>
  </w:style>
  <w:style w:type="paragraph" w:styleId="Heading4">
    <w:name w:val="heading 4"/>
    <w:basedOn w:val="Heading3"/>
    <w:next w:val="BodyTextFirst"/>
    <w:link w:val="Heading4Char"/>
    <w:qFormat/>
    <w:rsid w:val="00056E42"/>
    <w:pPr>
      <w:outlineLvl w:val="3"/>
    </w:pPr>
    <w:rPr>
      <w:rFonts w:ascii="Arial Italic" w:hAnsi="Arial Italic"/>
      <w:b w:val="0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">
    <w:name w:val="Bullets"/>
    <w:basedOn w:val="Normal"/>
    <w:rsid w:val="00056E42"/>
    <w:pPr>
      <w:numPr>
        <w:numId w:val="1"/>
      </w:numPr>
    </w:pPr>
    <w:rPr>
      <w:rFonts w:ascii="Copperplate Gothic Light" w:hAnsi="Copperplate Gothic Light"/>
      <w:sz w:val="20"/>
    </w:rPr>
  </w:style>
  <w:style w:type="table" w:styleId="TableGrid">
    <w:name w:val="Table Grid"/>
    <w:basedOn w:val="TableNormal"/>
    <w:rsid w:val="007F5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056E42"/>
    <w:rPr>
      <w:rFonts w:ascii="Helvetica" w:hAnsi="Helvetica"/>
      <w:b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056E42"/>
    <w:rPr>
      <w:rFonts w:ascii="Helvetica" w:hAnsi="Helvetica"/>
      <w:b/>
      <w:kern w:val="32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056E42"/>
    <w:rPr>
      <w:rFonts w:ascii="Helvetica" w:hAnsi="Helvetica"/>
      <w:b/>
      <w:kern w:val="32"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056E42"/>
    <w:rPr>
      <w:rFonts w:ascii="Arial Italic" w:hAnsi="Arial Italic"/>
      <w:i/>
      <w:kern w:val="32"/>
      <w:sz w:val="24"/>
      <w:szCs w:val="28"/>
    </w:rPr>
  </w:style>
  <w:style w:type="paragraph" w:styleId="BodyText">
    <w:name w:val="Body Text"/>
    <w:link w:val="BodyTextChar"/>
    <w:rsid w:val="00056E42"/>
    <w:pPr>
      <w:tabs>
        <w:tab w:val="left" w:pos="567"/>
        <w:tab w:val="left" w:pos="1134"/>
        <w:tab w:val="left" w:pos="1701"/>
        <w:tab w:val="left" w:pos="2268"/>
        <w:tab w:val="left" w:pos="2835"/>
      </w:tabs>
      <w:spacing w:after="120"/>
    </w:pPr>
    <w:rPr>
      <w:rFonts w:ascii="Helvetica" w:hAnsi="Helvetica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56E42"/>
    <w:rPr>
      <w:rFonts w:ascii="Helvetica" w:hAnsi="Helvetica"/>
      <w:sz w:val="24"/>
      <w:szCs w:val="24"/>
      <w:lang w:val="en-GB" w:eastAsia="en-US" w:bidi="ar-SA"/>
    </w:rPr>
  </w:style>
  <w:style w:type="paragraph" w:customStyle="1" w:styleId="BodyTextFirst">
    <w:name w:val="Body Text First"/>
    <w:basedOn w:val="BodyText"/>
    <w:next w:val="BodyText"/>
    <w:rsid w:val="00056E42"/>
  </w:style>
  <w:style w:type="paragraph" w:styleId="BodyTextIndent">
    <w:name w:val="Body Text Indent"/>
    <w:basedOn w:val="BodyText"/>
    <w:link w:val="BodyTextIndentChar"/>
    <w:rsid w:val="00056E4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056E42"/>
    <w:rPr>
      <w:rFonts w:ascii="Helvetica" w:hAnsi="Helvetica"/>
      <w:sz w:val="24"/>
      <w:szCs w:val="24"/>
    </w:rPr>
  </w:style>
  <w:style w:type="paragraph" w:styleId="Caption">
    <w:name w:val="caption"/>
    <w:basedOn w:val="BodyText"/>
    <w:next w:val="BodyText"/>
    <w:qFormat/>
    <w:rsid w:val="00056E42"/>
    <w:pPr>
      <w:spacing w:before="120"/>
      <w:jc w:val="center"/>
    </w:pPr>
    <w:rPr>
      <w:b/>
      <w:sz w:val="20"/>
    </w:rPr>
  </w:style>
  <w:style w:type="paragraph" w:styleId="ListNumber">
    <w:name w:val="List Number"/>
    <w:basedOn w:val="BodyText"/>
    <w:rsid w:val="00056E42"/>
    <w:pPr>
      <w:spacing w:before="120"/>
      <w:ind w:left="567" w:hanging="567"/>
    </w:pPr>
  </w:style>
  <w:style w:type="paragraph" w:styleId="ListBullet">
    <w:name w:val="List Bullet"/>
    <w:basedOn w:val="ListNumber"/>
    <w:next w:val="ListBullet2"/>
    <w:rsid w:val="00056E42"/>
    <w:pPr>
      <w:numPr>
        <w:numId w:val="6"/>
      </w:numPr>
      <w:tabs>
        <w:tab w:val="left" w:pos="3402"/>
      </w:tabs>
    </w:pPr>
  </w:style>
  <w:style w:type="paragraph" w:styleId="ListBullet2">
    <w:name w:val="List Bullet 2"/>
    <w:basedOn w:val="ListBullet"/>
    <w:rsid w:val="00056E42"/>
    <w:pPr>
      <w:numPr>
        <w:numId w:val="7"/>
      </w:numPr>
      <w:spacing w:before="0"/>
    </w:pPr>
  </w:style>
  <w:style w:type="paragraph" w:styleId="ListContinue">
    <w:name w:val="List Continue"/>
    <w:basedOn w:val="ListNumber"/>
    <w:rsid w:val="00056E42"/>
  </w:style>
  <w:style w:type="paragraph" w:customStyle="1" w:styleId="Reference">
    <w:name w:val="Reference"/>
    <w:basedOn w:val="BodyText"/>
    <w:rsid w:val="00056E42"/>
    <w:pPr>
      <w:tabs>
        <w:tab w:val="clear" w:pos="567"/>
        <w:tab w:val="clear" w:pos="1134"/>
        <w:tab w:val="clear" w:pos="1701"/>
        <w:tab w:val="clear" w:pos="2268"/>
        <w:tab w:val="clear" w:pos="2835"/>
      </w:tabs>
      <w:spacing w:before="120"/>
    </w:pPr>
  </w:style>
  <w:style w:type="paragraph" w:styleId="Title">
    <w:name w:val="Title"/>
    <w:basedOn w:val="Normal"/>
    <w:link w:val="TitleChar"/>
    <w:qFormat/>
    <w:rsid w:val="00056E42"/>
    <w:pPr>
      <w:spacing w:after="360"/>
      <w:jc w:val="center"/>
      <w:outlineLvl w:val="0"/>
    </w:pPr>
    <w:rPr>
      <w:rFonts w:ascii="Helvetica" w:hAnsi="Helvetica"/>
      <w:b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056E42"/>
    <w:rPr>
      <w:rFonts w:ascii="Helvetica" w:hAnsi="Helvetica"/>
      <w:b/>
      <w:kern w:val="28"/>
      <w:sz w:val="32"/>
      <w:szCs w:val="32"/>
    </w:rPr>
  </w:style>
  <w:style w:type="paragraph" w:customStyle="1" w:styleId="QuizAnswer">
    <w:name w:val="QuizAnswer"/>
    <w:basedOn w:val="BodyText"/>
    <w:link w:val="QuizAnswerChar"/>
    <w:qFormat/>
    <w:rsid w:val="00056E42"/>
    <w:rPr>
      <w:i/>
      <w:vanish/>
    </w:rPr>
  </w:style>
  <w:style w:type="character" w:customStyle="1" w:styleId="QuizAnswerChar">
    <w:name w:val="QuizAnswer Char"/>
    <w:basedOn w:val="BodyTextChar"/>
    <w:link w:val="QuizAnswer"/>
    <w:rsid w:val="00056E42"/>
    <w:rPr>
      <w:rFonts w:ascii="Helvetica" w:hAnsi="Helvetica"/>
      <w:i/>
      <w:vanish/>
      <w:sz w:val="24"/>
      <w:szCs w:val="24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12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12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iansommerville:Library:Application%20Support:Microsoft:Office:User%20Templates:My%20Templates:Qui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Quiz.dotx</Template>
  <TotalTime>9</TotalTime>
  <Pages>5</Pages>
  <Words>138</Words>
  <Characters>790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1: Introduction</vt:lpstr>
    </vt:vector>
  </TitlesOfParts>
  <Company>Lancaster University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1: Introduction</dc:title>
  <dc:subject/>
  <dc:creator>Ian Sommerville</dc:creator>
  <cp:keywords/>
  <cp:lastModifiedBy>Ian Sommerville</cp:lastModifiedBy>
  <cp:revision>6</cp:revision>
  <cp:lastPrinted>2010-04-05T20:41:00Z</cp:lastPrinted>
  <dcterms:created xsi:type="dcterms:W3CDTF">2010-04-05T19:57:00Z</dcterms:created>
  <dcterms:modified xsi:type="dcterms:W3CDTF">2015-03-02T10:23:00Z</dcterms:modified>
</cp:coreProperties>
</file>